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Crimping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40" w:lineRule="auto" w:before="178"/>
        <w:ind w:left="560" w:right="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learn </w:t>
      </w:r>
      <w:r>
        <w:rPr>
          <w:color w:val="4C4D4F"/>
          <w:spacing w:val="-1"/>
        </w:rPr>
        <w:t>to</w:t>
      </w:r>
      <w:r>
        <w:rPr>
          <w:color w:val="4C4D4F"/>
        </w:rPr>
        <w:t> crimp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remove</w:t>
      </w:r>
      <w:r>
        <w:rPr>
          <w:color w:val="4C4D4F"/>
        </w:rPr>
        <w:t> </w:t>
      </w:r>
      <w:r>
        <w:rPr>
          <w:color w:val="4C4D4F"/>
          <w:spacing w:val="-1"/>
        </w:rPr>
        <w:t>cross-linked</w:t>
      </w:r>
      <w:r>
        <w:rPr>
          <w:color w:val="4C4D4F"/>
        </w:rPr>
        <w:t> </w:t>
      </w:r>
      <w:r>
        <w:rPr>
          <w:color w:val="4C4D4F"/>
          <w:spacing w:val="-2"/>
        </w:rPr>
        <w:t>polyethylene</w:t>
      </w:r>
      <w:r>
        <w:rPr>
          <w:color w:val="4C4D4F"/>
        </w:rPr>
        <w:t> (PEX) </w:t>
      </w:r>
      <w:r>
        <w:rPr>
          <w:color w:val="4C4D4F"/>
          <w:spacing w:val="-1"/>
        </w:rPr>
        <w:t>pipe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fittings.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78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</w:t>
      </w:r>
      <w:r>
        <w:rPr>
          <w:rFonts w:ascii="Arial"/>
          <w:color w:val="4C4D4F"/>
          <w:spacing w:val="-1"/>
        </w:rPr>
        <w:t>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Connect crimp fittings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pipe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a </w:t>
      </w:r>
      <w:r>
        <w:rPr>
          <w:color w:val="4C4D4F"/>
          <w:spacing w:val="-1"/>
        </w:rPr>
        <w:t>watertight</w:t>
      </w:r>
      <w:r>
        <w:rPr>
          <w:color w:val="4C4D4F"/>
        </w:rPr>
        <w:t> </w:t>
      </w:r>
      <w:r>
        <w:rPr>
          <w:color w:val="4C4D4F"/>
          <w:spacing w:val="-1"/>
        </w:rPr>
        <w:t>seal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Connect </w:t>
      </w:r>
      <w:r>
        <w:rPr>
          <w:color w:val="4C4D4F"/>
          <w:spacing w:val="-1"/>
        </w:rPr>
        <w:t>pipe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fittings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given</w:t>
      </w:r>
      <w:r>
        <w:rPr>
          <w:color w:val="4C4D4F"/>
        </w:rPr>
        <w:t> </w:t>
      </w:r>
      <w:r>
        <w:rPr>
          <w:color w:val="4C4D4F"/>
          <w:spacing w:val="-1"/>
        </w:rPr>
        <w:t>dimensions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Disassemble</w:t>
      </w:r>
      <w:r>
        <w:rPr>
          <w:color w:val="4C4D4F"/>
        </w:rPr>
        <w:t> crimp fittings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 w:before="187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78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familiar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crimping</w:t>
      </w:r>
      <w:r>
        <w:rPr>
          <w:color w:val="4C4D4F"/>
        </w:rPr>
        <w:t> </w:t>
      </w:r>
      <w:r>
        <w:rPr>
          <w:color w:val="4C4D4F"/>
          <w:spacing w:val="-1"/>
        </w:rPr>
        <w:t>procedures.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58"/>
        <w:ind w:left="560" w:right="0"/>
        <w:jc w:val="left"/>
      </w:pPr>
      <w:r>
        <w:rPr>
          <w:rFonts w:ascii="Arial"/>
          <w:b/>
          <w:color w:val="4C4D4F"/>
          <w:spacing w:val="-1"/>
        </w:rPr>
        <w:t>Fitting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connect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pieces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piping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material.</w:t>
      </w:r>
      <w:r>
        <w:rPr/>
      </w:r>
    </w:p>
    <w:p>
      <w:pPr>
        <w:pStyle w:val="BodyText"/>
        <w:spacing w:line="265" w:lineRule="auto" w:before="171"/>
        <w:ind w:left="560" w:right="1053"/>
        <w:jc w:val="left"/>
      </w:pPr>
      <w:r>
        <w:rPr>
          <w:rFonts w:ascii="Arial"/>
          <w:b/>
          <w:color w:val="4C4D4F"/>
          <w:spacing w:val="-1"/>
        </w:rPr>
        <w:t>Crimping:</w:t>
      </w:r>
      <w:r>
        <w:rPr>
          <w:rFonts w:ascii="Arial"/>
          <w:b/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pressing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together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flexible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secure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watertight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between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pipe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67"/>
        </w:rPr>
        <w:t> </w:t>
      </w:r>
      <w:r>
        <w:rPr>
          <w:color w:val="4C4D4F"/>
          <w:spacing w:val="-2"/>
        </w:rPr>
        <w:t>fitting.</w:t>
      </w:r>
      <w:r>
        <w:rPr/>
      </w:r>
    </w:p>
    <w:p>
      <w:pPr>
        <w:pStyle w:val="BodyText"/>
        <w:spacing w:line="265" w:lineRule="auto" w:before="144"/>
        <w:ind w:left="560" w:right="1053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Rough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3"/>
        </w:rPr>
        <w:t>in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installing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piping</w:t>
      </w:r>
      <w:r>
        <w:rPr>
          <w:color w:val="4C4D4F"/>
          <w:spacing w:val="-3"/>
        </w:rPr>
        <w:t> system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before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covered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inaccessible.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Rough-in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piping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45"/>
        </w:rPr>
        <w:t> </w:t>
      </w:r>
      <w:r>
        <w:rPr>
          <w:color w:val="4C4D4F"/>
          <w:spacing w:val="-2"/>
        </w:rPr>
        <w:t>inspected</w:t>
      </w:r>
      <w:r>
        <w:rPr>
          <w:color w:val="4C4D4F"/>
          <w:spacing w:val="-3"/>
        </w:rPr>
        <w:t> by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local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plumbing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inspector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before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further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work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permitted.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Correct</w:t>
      </w:r>
      <w:r>
        <w:rPr>
          <w:color w:val="4C4D4F"/>
          <w:spacing w:val="-3"/>
        </w:rPr>
        <w:t> sizing, </w:t>
      </w:r>
      <w:r>
        <w:rPr>
          <w:color w:val="4C4D4F"/>
          <w:spacing w:val="-1"/>
        </w:rPr>
        <w:t>support,</w:t>
      </w:r>
      <w:r>
        <w:rPr>
          <w:color w:val="4C4D4F"/>
          <w:spacing w:val="85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ability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withstand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water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pressure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are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inspected.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78"/>
        <w:ind w:left="560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3"/>
        </w:rPr>
        <w:t>2–6</w:t>
      </w:r>
      <w:r>
        <w:rPr>
          <w:rFonts w:ascii="Arial" w:hAnsi="Arial" w:cs="Arial" w:eastAsia="Arial"/>
          <w:color w:val="4C4D4F"/>
          <w:spacing w:val="-1"/>
        </w:rPr>
        <w:t> hours</w:t>
      </w:r>
      <w:r>
        <w:rPr>
          <w:rFonts w:ascii="Arial" w:hAnsi="Arial" w:cs="Arial" w:eastAsia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84" w:lineRule="auto" w:before="178"/>
        <w:ind w:left="560" w:right="2193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Activities</w:t>
      </w:r>
      <w:r>
        <w:rPr>
          <w:color w:val="4C4D4F"/>
        </w:rPr>
        <w:t> could be </w:t>
      </w:r>
      <w:r>
        <w:rPr>
          <w:color w:val="4C4D4F"/>
          <w:spacing w:val="-1"/>
        </w:rPr>
        <w:t>done</w:t>
      </w:r>
      <w:r>
        <w:rPr>
          <w:color w:val="4C4D4F"/>
        </w:rPr>
        <w:t> </w:t>
      </w:r>
      <w:r>
        <w:rPr>
          <w:color w:val="4C4D4F"/>
          <w:spacing w:val="-1"/>
        </w:rPr>
        <w:t>individually</w:t>
      </w:r>
      <w:r>
        <w:rPr>
          <w:color w:val="4C4D4F"/>
        </w:rPr>
        <w:t> or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pairs,</w:t>
      </w:r>
      <w:r>
        <w:rPr>
          <w:color w:val="4C4D4F"/>
        </w:rPr>
        <w:t> </w:t>
      </w:r>
      <w:r>
        <w:rPr>
          <w:color w:val="4C4D4F"/>
          <w:spacing w:val="-1"/>
        </w:rPr>
        <w:t>depending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availability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hand</w:t>
      </w:r>
      <w:r>
        <w:rPr>
          <w:color w:val="4C4D4F"/>
          <w:spacing w:val="57"/>
        </w:rPr>
        <w:t> </w:t>
      </w:r>
      <w:r>
        <w:rPr>
          <w:rFonts w:ascii="Arial"/>
          <w:color w:val="4C4D4F"/>
          <w:spacing w:val="-1"/>
        </w:rPr>
        <w:t>tools.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84" w:lineRule="auto" w:before="178"/>
        <w:ind w:left="560" w:right="1053"/>
        <w:jc w:val="left"/>
      </w:pPr>
      <w:r>
        <w:rPr>
          <w:color w:val="4C4D4F"/>
          <w:spacing w:val="-1"/>
        </w:rPr>
        <w:t>Small</w:t>
      </w:r>
      <w:r>
        <w:rPr>
          <w:color w:val="4C4D4F"/>
        </w:rPr>
        <w:t> </w:t>
      </w:r>
      <w:r>
        <w:rPr>
          <w:color w:val="4C4D4F"/>
          <w:spacing w:val="-1"/>
        </w:rPr>
        <w:t>individual</w:t>
      </w:r>
      <w:r>
        <w:rPr>
          <w:color w:val="4C4D4F"/>
        </w:rPr>
        <w:t> </w:t>
      </w:r>
      <w:r>
        <w:rPr>
          <w:color w:val="4C4D4F"/>
          <w:spacing w:val="-1"/>
        </w:rPr>
        <w:t>activities</w:t>
      </w:r>
      <w:r>
        <w:rPr>
          <w:color w:val="4C4D4F"/>
        </w:rPr>
        <w:t> could be </w:t>
      </w:r>
      <w:r>
        <w:rPr>
          <w:color w:val="4C4D4F"/>
          <w:spacing w:val="-1"/>
        </w:rPr>
        <w:t>conducted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a typical </w:t>
      </w:r>
      <w:r>
        <w:rPr>
          <w:color w:val="4C4D4F"/>
          <w:spacing w:val="-1"/>
        </w:rPr>
        <w:t>technology</w:t>
      </w:r>
      <w:r>
        <w:rPr>
          <w:color w:val="4C4D4F"/>
        </w:rPr>
        <w:t> </w:t>
      </w:r>
      <w:r>
        <w:rPr>
          <w:color w:val="4C4D4F"/>
          <w:spacing w:val="-1"/>
        </w:rPr>
        <w:t>education</w:t>
      </w:r>
      <w:r>
        <w:rPr>
          <w:color w:val="4C4D4F"/>
        </w:rPr>
        <w:t> </w:t>
      </w:r>
      <w:r>
        <w:rPr>
          <w:color w:val="4C4D4F"/>
          <w:spacing w:val="-1"/>
        </w:rPr>
        <w:t>shop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bench</w:t>
      </w:r>
      <w:r>
        <w:rPr>
          <w:color w:val="4C4D4F"/>
          <w:spacing w:val="95"/>
        </w:rPr>
        <w:t> </w:t>
      </w:r>
      <w:r>
        <w:rPr>
          <w:color w:val="4C4D4F"/>
          <w:spacing w:val="-1"/>
        </w:rPr>
        <w:t>tops.</w:t>
      </w:r>
      <w:r>
        <w:rPr>
          <w:color w:val="4C4D4F"/>
        </w:rPr>
        <w:t> </w:t>
      </w:r>
      <w:r>
        <w:rPr>
          <w:color w:val="4C4D4F"/>
          <w:spacing w:val="-1"/>
        </w:rPr>
        <w:t>Larger</w:t>
      </w:r>
      <w:r>
        <w:rPr>
          <w:color w:val="4C4D4F"/>
        </w:rPr>
        <w:t> </w:t>
      </w:r>
      <w:r>
        <w:rPr>
          <w:color w:val="4C4D4F"/>
          <w:spacing w:val="-1"/>
        </w:rPr>
        <w:t>activities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</w:t>
      </w:r>
      <w:r>
        <w:rPr>
          <w:color w:val="4C4D4F"/>
          <w:spacing w:val="-1"/>
        </w:rPr>
        <w:t>necessitate</w:t>
      </w:r>
      <w:r>
        <w:rPr>
          <w:color w:val="4C4D4F"/>
        </w:rPr>
        <w:t> a </w:t>
      </w:r>
      <w:r>
        <w:rPr>
          <w:color w:val="4C4D4F"/>
          <w:spacing w:val="-1"/>
        </w:rPr>
        <w:t>flat</w:t>
      </w:r>
      <w:r>
        <w:rPr>
          <w:color w:val="4C4D4F"/>
        </w:rPr>
        <w:t> vertical surface. </w:t>
      </w:r>
      <w:r>
        <w:rPr>
          <w:color w:val="4C4D4F"/>
          <w:spacing w:val="-1"/>
        </w:rPr>
        <w:t>Stud</w:t>
      </w:r>
      <w:r>
        <w:rPr>
          <w:color w:val="4C4D4F"/>
        </w:rPr>
        <w:t> </w:t>
      </w:r>
      <w:r>
        <w:rPr>
          <w:color w:val="4C4D4F"/>
          <w:spacing w:val="-2"/>
        </w:rPr>
        <w:t>walls</w:t>
      </w:r>
      <w:r>
        <w:rPr>
          <w:color w:val="4C4D4F"/>
        </w:rPr>
        <w:t> or plywood </w:t>
      </w:r>
      <w:r>
        <w:rPr>
          <w:color w:val="4C4D4F"/>
          <w:spacing w:val="-1"/>
        </w:rPr>
        <w:t>would</w:t>
      </w:r>
      <w:r>
        <w:rPr>
          <w:color w:val="4C4D4F"/>
          <w:spacing w:val="75"/>
        </w:rPr>
        <w:t> </w:t>
      </w:r>
      <w:r>
        <w:rPr>
          <w:rFonts w:ascii="Arial" w:hAnsi="Arial" w:cs="Arial" w:eastAsia="Arial"/>
          <w:color w:val="4C4D4F"/>
          <w:spacing w:val="-1"/>
        </w:rPr>
        <w:t>provide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realistic</w:t>
      </w:r>
      <w:r>
        <w:rPr>
          <w:rFonts w:ascii="Arial" w:hAnsi="Arial" w:cs="Arial" w:eastAsia="Arial"/>
          <w:color w:val="4C4D4F"/>
        </w:rPr>
        <w:t> surface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upon which</w:t>
      </w:r>
      <w:r>
        <w:rPr>
          <w:rFonts w:ascii="Arial" w:hAnsi="Arial" w:cs="Arial" w:eastAsia="Arial"/>
          <w:color w:val="4C4D4F"/>
          <w:spacing w:val="-2"/>
        </w:rPr>
        <w:t> students</w:t>
      </w:r>
      <w:r>
        <w:rPr>
          <w:rFonts w:ascii="Arial" w:hAnsi="Arial" w:cs="Arial" w:eastAsia="Arial"/>
          <w:color w:val="4C4D4F"/>
        </w:rPr>
        <w:t> could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</w:rPr>
        <w:t>construct</w:t>
      </w:r>
      <w:r>
        <w:rPr>
          <w:rFonts w:ascii="Arial" w:hAnsi="Arial" w:cs="Arial" w:eastAsia="Arial"/>
          <w:color w:val="4C4D4F"/>
          <w:spacing w:val="-1"/>
        </w:rPr>
        <w:t> projects.</w:t>
      </w:r>
      <w:r>
        <w:rPr>
          <w:rFonts w:ascii="Arial" w:hAnsi="Arial" w:cs="Arial" w:eastAsia="Arial"/>
          <w:color w:val="4C4D4F"/>
        </w:rPr>
        <w:t> See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the </w:t>
      </w:r>
      <w:r>
        <w:rPr>
          <w:rFonts w:ascii="Arial" w:hAnsi="Arial" w:cs="Arial" w:eastAsia="Arial"/>
          <w:color w:val="4C4D4F"/>
        </w:rPr>
        <w:t>“activity”</w:t>
      </w:r>
      <w:r>
        <w:rPr>
          <w:rFonts w:ascii="Arial" w:hAnsi="Arial" w:cs="Arial" w:eastAsia="Arial"/>
          <w:color w:val="4C4D4F"/>
          <w:spacing w:val="61"/>
        </w:rPr>
        <w:t> </w:t>
      </w:r>
      <w:r>
        <w:rPr>
          <w:color w:val="4C4D4F"/>
          <w:spacing w:val="-1"/>
        </w:rPr>
        <w:t>sections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greater</w:t>
      </w:r>
      <w:r>
        <w:rPr>
          <w:color w:val="4C4D4F"/>
        </w:rPr>
        <w:t> </w:t>
      </w:r>
      <w:r>
        <w:rPr>
          <w:color w:val="4C4D4F"/>
          <w:spacing w:val="-2"/>
        </w:rPr>
        <w:t>detail.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318" w:lineRule="auto" w:before="198" w:after="0"/>
        <w:ind w:left="1640" w:right="3948" w:hanging="270"/>
        <w:jc w:val="left"/>
      </w:pPr>
      <w:r>
        <w:rPr>
          <w:rFonts w:ascii="Arial" w:hAnsi="Arial" w:cs="Arial" w:eastAsia="Arial"/>
          <w:color w:val="231F20"/>
        </w:rPr>
        <w:t>½</w:t>
      </w:r>
      <w:r>
        <w:rPr>
          <w:color w:val="4C4D4F"/>
        </w:rPr>
        <w:t>”</w:t>
      </w:r>
      <w:r>
        <w:rPr>
          <w:color w:val="4C4D4F"/>
          <w:spacing w:val="-1"/>
        </w:rPr>
        <w:t> crimping</w:t>
      </w:r>
      <w:r>
        <w:rPr>
          <w:color w:val="4C4D4F"/>
        </w:rPr>
        <w:t> </w:t>
      </w:r>
      <w:r>
        <w:rPr>
          <w:color w:val="4C4D4F"/>
          <w:spacing w:val="-1"/>
        </w:rPr>
        <w:t>tool</w:t>
      </w:r>
      <w:r>
        <w:rPr>
          <w:color w:val="4C4D4F"/>
        </w:rPr>
        <w:t> – </w:t>
      </w:r>
      <w:r>
        <w:rPr>
          <w:color w:val="4C4D4F"/>
          <w:spacing w:val="-1"/>
        </w:rPr>
        <w:t>Ridgid</w:t>
      </w:r>
      <w:r>
        <w:rPr>
          <w:color w:val="4C4D4F"/>
        </w:rPr>
        <w:t> </w:t>
      </w:r>
      <w:r>
        <w:rPr>
          <w:color w:val="4C4D4F"/>
          <w:spacing w:val="-3"/>
        </w:rPr>
        <w:t>1807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2"/>
        </w:rPr>
        <w:t>equivalent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8"/>
        </w:rPr>
        <w:t>1)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General</w:t>
      </w:r>
      <w:r>
        <w:rPr>
          <w:color w:val="4C4D4F"/>
        </w:rPr>
        <w:t> rules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maintenance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crimping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2"/>
        </w:rPr>
        <w:t>include:</w:t>
      </w:r>
      <w:r>
        <w:rPr/>
      </w:r>
    </w:p>
    <w:p>
      <w:pPr>
        <w:pStyle w:val="BodyText"/>
        <w:numPr>
          <w:ilvl w:val="2"/>
          <w:numId w:val="1"/>
        </w:numPr>
        <w:tabs>
          <w:tab w:pos="2000" w:val="left" w:leader="none"/>
        </w:tabs>
        <w:spacing w:line="219" w:lineRule="exact" w:before="0" w:after="0"/>
        <w:ind w:left="1640" w:right="0" w:firstLine="9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Store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2"/>
        </w:rPr>
        <w:t> jaws</w:t>
      </w:r>
      <w:r>
        <w:rPr>
          <w:rFonts w:ascii="Arial"/>
          <w:color w:val="4C4D4F"/>
          <w:spacing w:val="-1"/>
        </w:rPr>
        <w:t> closed.</w:t>
      </w:r>
      <w:r>
        <w:rPr>
          <w:rFonts w:ascii="Arial"/>
        </w:rPr>
      </w:r>
    </w:p>
    <w:p>
      <w:pPr>
        <w:pStyle w:val="BodyText"/>
        <w:numPr>
          <w:ilvl w:val="2"/>
          <w:numId w:val="1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Keep </w:t>
      </w:r>
      <w:r>
        <w:rPr>
          <w:rFonts w:ascii="Arial"/>
          <w:color w:val="4C4D4F"/>
          <w:spacing w:val="-1"/>
        </w:rPr>
        <w:t>clean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dirt</w:t>
      </w:r>
      <w:r>
        <w:rPr>
          <w:rFonts w:ascii="Arial"/>
          <w:color w:val="4C4D4F"/>
          <w:spacing w:val="-1"/>
        </w:rPr>
        <w:t> and</w:t>
      </w:r>
      <w:r>
        <w:rPr>
          <w:rFonts w:ascii="Arial"/>
          <w:color w:val="4C4D4F"/>
          <w:spacing w:val="-2"/>
        </w:rPr>
        <w:t> oil.</w:t>
      </w:r>
      <w:r>
        <w:rPr>
          <w:rFonts w:ascii="Arial"/>
        </w:rPr>
      </w:r>
    </w:p>
    <w:p>
      <w:pPr>
        <w:pStyle w:val="BodyText"/>
        <w:numPr>
          <w:ilvl w:val="2"/>
          <w:numId w:val="1"/>
        </w:numPr>
        <w:tabs>
          <w:tab w:pos="2000" w:val="left" w:leader="none"/>
        </w:tabs>
        <w:spacing w:line="301" w:lineRule="auto" w:before="83" w:after="0"/>
        <w:ind w:left="1640" w:right="1555" w:firstLine="90"/>
        <w:jc w:val="left"/>
        <w:rPr>
          <w:rFonts w:ascii="Arial" w:hAnsi="Arial" w:cs="Arial" w:eastAsia="Arial"/>
        </w:rPr>
      </w:pPr>
      <w:r>
        <w:rPr>
          <w:color w:val="4C4D4F"/>
          <w:spacing w:val="-2"/>
        </w:rPr>
        <w:t>Ensure</w:t>
      </w:r>
      <w:r>
        <w:rPr>
          <w:color w:val="4C4D4F"/>
        </w:rPr>
        <w:t> correct </w:t>
      </w:r>
      <w:r>
        <w:rPr>
          <w:color w:val="4C4D4F"/>
          <w:spacing w:val="-1"/>
        </w:rPr>
        <w:t>engagement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crimp ring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go/no</w:t>
      </w:r>
      <w:r>
        <w:rPr>
          <w:color w:val="4C4D4F"/>
        </w:rPr>
        <w:t> go </w:t>
      </w:r>
      <w:r>
        <w:rPr>
          <w:color w:val="4C4D4F"/>
          <w:spacing w:val="-2"/>
        </w:rPr>
        <w:t>gauge.</w:t>
      </w:r>
      <w:r>
        <w:rPr>
          <w:color w:val="4C4D4F"/>
          <w:spacing w:val="35"/>
        </w:rPr>
        <w:t> </w:t>
      </w:r>
      <w:r>
        <w:rPr>
          <w:color w:val="4C4D4F"/>
          <w:spacing w:val="-1"/>
        </w:rPr>
        <w:t>Manufacturer’s</w:t>
      </w:r>
      <w:r>
        <w:rPr>
          <w:color w:val="4C4D4F"/>
        </w:rPr>
        <w:t> </w:t>
      </w:r>
      <w:r>
        <w:rPr>
          <w:color w:val="4C4D4F"/>
          <w:spacing w:val="-1"/>
        </w:rPr>
        <w:t>documentation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1"/>
        </w:rPr>
        <w:t>consulted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specific </w:t>
      </w:r>
      <w:r>
        <w:rPr>
          <w:color w:val="4C4D4F"/>
          <w:spacing w:val="-1"/>
        </w:rPr>
        <w:t>maintenance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35"/>
        </w:rPr>
        <w:t> </w:t>
      </w:r>
      <w:r>
        <w:rPr>
          <w:rFonts w:ascii="Arial" w:hAnsi="Arial" w:cs="Arial" w:eastAsia="Arial"/>
          <w:color w:val="4C4D4F"/>
          <w:spacing w:val="-1"/>
        </w:rPr>
        <w:t>instructional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materials.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20" w:after="0"/>
        <w:ind w:left="1640" w:right="0" w:hanging="270"/>
        <w:jc w:val="left"/>
      </w:pPr>
      <w:r>
        <w:rPr>
          <w:color w:val="4C4D4F"/>
          <w:spacing w:val="-1"/>
        </w:rPr>
        <w:t>Plastic</w:t>
      </w:r>
      <w:r>
        <w:rPr>
          <w:color w:val="4C4D4F"/>
        </w:rPr>
        <w:t> </w:t>
      </w:r>
      <w:r>
        <w:rPr>
          <w:color w:val="4C4D4F"/>
          <w:spacing w:val="-1"/>
        </w:rPr>
        <w:t>tubing</w:t>
      </w:r>
      <w:r>
        <w:rPr>
          <w:color w:val="4C4D4F"/>
        </w:rPr>
        <w:t> </w:t>
      </w:r>
      <w:r>
        <w:rPr>
          <w:color w:val="4C4D4F"/>
          <w:spacing w:val="-1"/>
        </w:rPr>
        <w:t>cutter</w:t>
      </w:r>
      <w:r>
        <w:rPr>
          <w:color w:val="4C4D4F"/>
        </w:rPr>
        <w:t> – </w:t>
      </w:r>
      <w:r>
        <w:rPr>
          <w:color w:val="4C4D4F"/>
          <w:spacing w:val="-1"/>
        </w:rPr>
        <w:t>Ridgid</w:t>
      </w:r>
      <w:r>
        <w:rPr>
          <w:color w:val="4C4D4F"/>
        </w:rPr>
        <w:t> </w:t>
      </w:r>
      <w:r>
        <w:rPr>
          <w:color w:val="4C4D4F"/>
          <w:spacing w:val="-3"/>
        </w:rPr>
        <w:t>PC-1250</w:t>
      </w:r>
      <w:r>
        <w:rPr>
          <w:color w:val="4C4D4F"/>
        </w:rPr>
        <w:t> or </w:t>
      </w:r>
      <w:r>
        <w:rPr>
          <w:color w:val="4C4D4F"/>
          <w:spacing w:val="-2"/>
        </w:rPr>
        <w:t>equivalent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5"/>
        </w:rPr>
        <w:t>2)</w:t>
      </w:r>
      <w:r>
        <w:rPr/>
      </w:r>
    </w:p>
    <w:p>
      <w:pPr>
        <w:pStyle w:val="BodyText"/>
        <w:spacing w:line="284" w:lineRule="auto"/>
        <w:ind w:left="1640" w:right="1053"/>
        <w:jc w:val="left"/>
      </w:pPr>
      <w:r>
        <w:rPr>
          <w:rFonts w:ascii="Arial"/>
          <w:color w:val="4C4D4F"/>
          <w:spacing w:val="-2"/>
        </w:rPr>
        <w:t>Plastic</w:t>
      </w:r>
      <w:r>
        <w:rPr>
          <w:rFonts w:ascii="Arial"/>
          <w:color w:val="4C4D4F"/>
          <w:spacing w:val="-1"/>
        </w:rPr>
        <w:t> tube cutter should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3"/>
        </w:rPr>
        <w:t>kept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closed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position when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not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> use.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blades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  <w:spacing w:val="69"/>
        </w:rPr>
        <w:t> </w:t>
      </w:r>
      <w:r>
        <w:rPr>
          <w:color w:val="4C4D4F"/>
          <w:spacing w:val="-1"/>
        </w:rPr>
        <w:t>extremely</w:t>
      </w:r>
      <w:r>
        <w:rPr>
          <w:color w:val="4C4D4F"/>
        </w:rPr>
        <w:t> </w:t>
      </w:r>
      <w:r>
        <w:rPr>
          <w:color w:val="4C4D4F"/>
          <w:spacing w:val="-1"/>
        </w:rPr>
        <w:t>sharp.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37" w:after="0"/>
        <w:ind w:left="1640" w:right="0" w:hanging="270"/>
        <w:jc w:val="left"/>
      </w:pPr>
      <w:r>
        <w:rPr>
          <w:color w:val="4C4D4F"/>
          <w:spacing w:val="-1"/>
        </w:rPr>
        <w:t>Crimp</w:t>
      </w:r>
      <w:r>
        <w:rPr>
          <w:color w:val="4C4D4F"/>
        </w:rPr>
        <w:t> ring </w:t>
      </w:r>
      <w:r>
        <w:rPr>
          <w:color w:val="4C4D4F"/>
          <w:spacing w:val="-1"/>
        </w:rPr>
        <w:t>cutter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5"/>
        </w:rPr>
        <w:t>3)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231F20"/>
          <w:sz w:val="20"/>
          <w:szCs w:val="20"/>
        </w:rPr>
        <w:t>Go/no go</w:t>
      </w:r>
      <w:r>
        <w:rPr>
          <w:color w:val="231F20"/>
          <w:spacing w:val="5"/>
          <w:sz w:val="20"/>
          <w:szCs w:val="20"/>
        </w:rPr>
        <w:t> </w:t>
      </w:r>
      <w:r>
        <w:rPr>
          <w:color w:val="4C4D4F"/>
          <w:spacing w:val="-1"/>
        </w:rPr>
        <w:t>gauge</w:t>
      </w:r>
      <w:r>
        <w:rPr>
          <w:color w:val="4C4D4F"/>
        </w:rPr>
        <w:t> – </w:t>
      </w:r>
      <w:r>
        <w:rPr>
          <w:color w:val="4C4D4F"/>
          <w:spacing w:val="-1"/>
        </w:rPr>
        <w:t>included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purchase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crimping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6"/>
        </w:rPr>
        <w:t>4)</w:t>
      </w:r>
      <w:r>
        <w:rPr/>
      </w:r>
    </w:p>
    <w:p>
      <w:pPr>
        <w:pStyle w:val="BodyText"/>
        <w:spacing w:line="240" w:lineRule="auto"/>
        <w:ind w:left="1640" w:right="0"/>
        <w:jc w:val="left"/>
      </w:pP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</w:t>
      </w:r>
      <w:r>
        <w:rPr>
          <w:color w:val="231F20"/>
          <w:sz w:val="20"/>
        </w:rPr>
        <w:t>go/no go</w:t>
      </w:r>
      <w:r>
        <w:rPr>
          <w:color w:val="231F20"/>
          <w:spacing w:val="5"/>
          <w:sz w:val="20"/>
        </w:rPr>
        <w:t> </w:t>
      </w:r>
      <w:r>
        <w:rPr>
          <w:color w:val="4C4D4F"/>
          <w:spacing w:val="-1"/>
        </w:rPr>
        <w:t>gauge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determine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correct</w:t>
      </w:r>
      <w:r>
        <w:rPr>
          <w:color w:val="4C4D4F"/>
          <w:spacing w:val="-1"/>
        </w:rPr>
        <w:t> engagement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 crimp </w:t>
      </w:r>
      <w:r>
        <w:rPr>
          <w:color w:val="4C4D4F"/>
          <w:spacing w:val="-1"/>
        </w:rPr>
        <w:t>ring.</w:t>
      </w:r>
      <w:r>
        <w:rPr/>
      </w:r>
    </w:p>
    <w:p>
      <w:pPr>
        <w:pStyle w:val="BodyText"/>
        <w:numPr>
          <w:ilvl w:val="0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3"/>
        </w:rPr>
        <w:t>Water</w:t>
      </w:r>
      <w:r>
        <w:rPr>
          <w:color w:val="4C4D4F"/>
        </w:rPr>
        <w:t> </w:t>
      </w:r>
      <w:r>
        <w:rPr>
          <w:color w:val="4C4D4F"/>
          <w:spacing w:val="-1"/>
        </w:rPr>
        <w:t>pump</w:t>
      </w:r>
      <w:r>
        <w:rPr>
          <w:color w:val="4C4D4F"/>
        </w:rPr>
        <w:t> </w:t>
      </w:r>
      <w:r>
        <w:rPr>
          <w:color w:val="4C4D4F"/>
          <w:spacing w:val="-1"/>
        </w:rPr>
        <w:t>pliers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3"/>
        </w:rPr>
        <w:t>5)</w:t>
      </w:r>
      <w:r>
        <w:rPr/>
      </w:r>
    </w:p>
    <w:p>
      <w:pPr>
        <w:pStyle w:val="BodyText"/>
        <w:numPr>
          <w:ilvl w:val="0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7"/>
        </w:rPr>
        <w:t>T</w:t>
      </w:r>
      <w:r>
        <w:rPr>
          <w:rFonts w:ascii="Arial"/>
          <w:color w:val="4C4D4F"/>
          <w:spacing w:val="-6"/>
        </w:rPr>
        <w:t>ape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measure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6"/>
        </w:rPr>
        <w:t>Test</w:t>
      </w:r>
      <w:r>
        <w:rPr>
          <w:color w:val="4C4D4F"/>
        </w:rPr>
        <w:t> </w:t>
      </w:r>
      <w:r>
        <w:rPr>
          <w:color w:val="4C4D4F"/>
          <w:spacing w:val="-2"/>
        </w:rPr>
        <w:t>equipment:</w:t>
      </w:r>
      <w:r>
        <w:rPr>
          <w:color w:val="4C4D4F"/>
        </w:rPr>
        <w:t> </w:t>
      </w:r>
      <w:r>
        <w:rPr>
          <w:color w:val="4C4D4F"/>
          <w:spacing w:val="-2"/>
        </w:rPr>
        <w:t>hydrostatic</w:t>
      </w:r>
      <w:r>
        <w:rPr>
          <w:color w:val="4C4D4F"/>
        </w:rPr>
        <w:t> </w:t>
      </w:r>
      <w:r>
        <w:rPr>
          <w:color w:val="4C4D4F"/>
          <w:spacing w:val="-1"/>
        </w:rPr>
        <w:t>pump</w:t>
      </w:r>
      <w:r>
        <w:rPr>
          <w:color w:val="4C4D4F"/>
        </w:rPr>
        <w:t> or </w:t>
      </w:r>
      <w:r>
        <w:rPr>
          <w:color w:val="4C4D4F"/>
          <w:spacing w:val="-1"/>
        </w:rPr>
        <w:t>hose</w:t>
      </w:r>
      <w:r>
        <w:rPr>
          <w:color w:val="4C4D4F"/>
        </w:rPr>
        <w:t> connector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5"/>
        </w:rPr>
        <w:t>6)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tbl>
      <w:tblPr>
        <w:tblW w:w="0" w:type="auto"/>
        <w:jc w:val="left"/>
        <w:tblInd w:w="11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57"/>
        <w:gridCol w:w="3886"/>
      </w:tblGrid>
      <w:tr>
        <w:trPr>
          <w:trHeight w:val="2610" w:hRule="exact"/>
        </w:trPr>
        <w:tc>
          <w:tcPr>
            <w:tcW w:w="47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7"/>
                <w:szCs w:val="7"/>
              </w:rPr>
            </w:pPr>
          </w:p>
          <w:p>
            <w:pPr>
              <w:pStyle w:val="TableParagraph"/>
              <w:spacing w:line="200" w:lineRule="atLeast"/>
              <w:ind w:left="23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444496" cy="1548384"/>
                  <wp:effectExtent l="0" t="0" r="0" b="0"/>
                  <wp:docPr id="3" name="image2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496" cy="1548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3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42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042922" cy="1568196"/>
                  <wp:effectExtent l="0" t="0" r="0" b="0"/>
                  <wp:docPr id="5" name="image3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2922" cy="1568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479" w:hRule="exact"/>
        </w:trPr>
        <w:tc>
          <w:tcPr>
            <w:tcW w:w="47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left="1396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1—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Crimping</w:t>
            </w:r>
            <w:r>
              <w:rPr>
                <w:rFonts w:ascii="Arial" w:hAnsi="Arial" w:cs="Arial" w:eastAsia="Arial"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tool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left="886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2—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Plastic</w:t>
            </w:r>
            <w:r>
              <w:rPr>
                <w:rFonts w:ascii="Arial" w:hAnsi="Arial" w:cs="Arial" w:eastAsia="Arial"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tube</w:t>
            </w:r>
            <w:r>
              <w:rPr>
                <w:rFonts w:ascii="Arial" w:hAnsi="Arial" w:cs="Arial" w:eastAsia="Arial"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cutter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  <w:tr>
        <w:trPr>
          <w:trHeight w:val="3133" w:hRule="exact"/>
        </w:trPr>
        <w:tc>
          <w:tcPr>
            <w:tcW w:w="47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</w:p>
          <w:p>
            <w:pPr>
              <w:pStyle w:val="TableParagraph"/>
              <w:spacing w:line="200" w:lineRule="atLeast"/>
              <w:ind w:left="42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463615" cy="1557528"/>
                  <wp:effectExtent l="0" t="0" r="0" b="0"/>
                  <wp:docPr id="7" name="image4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4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3615" cy="1557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</w:p>
          <w:p>
            <w:pPr>
              <w:pStyle w:val="TableParagraph"/>
              <w:spacing w:line="200" w:lineRule="atLeast"/>
              <w:ind w:left="62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1789935" cy="1789938"/>
                  <wp:effectExtent l="0" t="0" r="0" b="0"/>
                  <wp:docPr id="9" name="image5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5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935" cy="1789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313" w:hRule="exact"/>
        </w:trPr>
        <w:tc>
          <w:tcPr>
            <w:tcW w:w="47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left="1261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3—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Crimp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ring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cutter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left="956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4—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Go/no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go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gauge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18"/>
          <w:szCs w:val="18"/>
        </w:rPr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8"/>
          <w:szCs w:val="28"/>
        </w:rPr>
      </w:pPr>
    </w:p>
    <w:tbl>
      <w:tblPr>
        <w:tblW w:w="0" w:type="auto"/>
        <w:jc w:val="left"/>
        <w:tblInd w:w="8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56"/>
        <w:gridCol w:w="4338"/>
      </w:tblGrid>
      <w:tr>
        <w:trPr>
          <w:trHeight w:val="2486" w:hRule="exact"/>
        </w:trPr>
        <w:tc>
          <w:tcPr>
            <w:tcW w:w="44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sz w:val="11"/>
                <w:szCs w:val="11"/>
              </w:rPr>
            </w:pPr>
          </w:p>
          <w:p>
            <w:pPr>
              <w:pStyle w:val="TableParagraph"/>
              <w:spacing w:line="200" w:lineRule="atLeast"/>
              <w:ind w:left="23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500312" cy="620077"/>
                  <wp:effectExtent l="0" t="0" r="0" b="0"/>
                  <wp:docPr id="11" name="image6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6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0312" cy="620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2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414006" cy="1433322"/>
                  <wp:effectExtent l="0" t="0" r="0" b="0"/>
                  <wp:docPr id="13" name="image7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7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4006" cy="1433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384" w:hRule="exact"/>
        </w:trPr>
        <w:tc>
          <w:tcPr>
            <w:tcW w:w="44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1"/>
              <w:ind w:left="104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5—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Water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pump</w:t>
            </w:r>
            <w:r>
              <w:rPr>
                <w:rFonts w:ascii="Arial" w:hAnsi="Arial" w:cs="Arial" w:eastAsia="Arial"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pliers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43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1"/>
              <w:ind w:left="1046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6—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Hydrostatic</w:t>
            </w:r>
            <w:r>
              <w:rPr>
                <w:rFonts w:ascii="Arial" w:hAnsi="Arial" w:cs="Arial" w:eastAsia="Arial"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pump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z w:val="28"/>
        </w:rPr>
        <w:t>Materials</w:t>
      </w:r>
      <w:r>
        <w:rPr>
          <w:rFonts w:ascii="Arial"/>
          <w:sz w:val="28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72" w:after="0"/>
        <w:ind w:left="1100" w:right="0" w:hanging="270"/>
        <w:jc w:val="left"/>
      </w:pPr>
      <w:r>
        <w:rPr>
          <w:rFonts w:ascii="Arial" w:hAnsi="Arial"/>
          <w:color w:val="231F20"/>
        </w:rPr>
        <w:t>½</w:t>
      </w:r>
      <w:r>
        <w:rPr>
          <w:color w:val="4C4D4F"/>
        </w:rPr>
        <w:t>"</w:t>
      </w:r>
      <w:r>
        <w:rPr>
          <w:color w:val="4C4D4F"/>
          <w:spacing w:val="-1"/>
        </w:rPr>
        <w:t> </w:t>
      </w:r>
      <w:r>
        <w:rPr>
          <w:color w:val="4C4D4F"/>
        </w:rPr>
        <w:t>PEX </w:t>
      </w:r>
      <w:r>
        <w:rPr>
          <w:color w:val="4C4D4F"/>
          <w:spacing w:val="-1"/>
        </w:rPr>
        <w:t>pipe</w:t>
      </w:r>
      <w:r>
        <w:rPr>
          <w:color w:val="4C4D4F"/>
        </w:rPr>
        <w:t> </w:t>
      </w:r>
      <w:r>
        <w:rPr>
          <w:color w:val="4C4D4F"/>
          <w:spacing w:val="-3"/>
        </w:rPr>
        <w:t>(available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straight</w:t>
      </w:r>
      <w:r>
        <w:rPr>
          <w:color w:val="4C4D4F"/>
        </w:rPr>
        <w:t> </w:t>
      </w:r>
      <w:r>
        <w:rPr>
          <w:color w:val="4C4D4F"/>
          <w:spacing w:val="-1"/>
        </w:rPr>
        <w:t>lengths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1"/>
        </w:rPr>
        <w:t>20'</w:t>
      </w:r>
      <w:r>
        <w:rPr>
          <w:color w:val="4C4D4F"/>
          <w:spacing w:val="-1"/>
        </w:rPr>
        <w:t> </w:t>
      </w:r>
      <w:r>
        <w:rPr>
          <w:color w:val="4C4D4F"/>
        </w:rPr>
        <w:t>or coils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50,</w:t>
      </w:r>
      <w:r>
        <w:rPr>
          <w:color w:val="4C4D4F"/>
        </w:rPr>
        <w:t> </w:t>
      </w:r>
      <w:r>
        <w:rPr>
          <w:color w:val="4C4D4F"/>
          <w:spacing w:val="-2"/>
        </w:rPr>
        <w:t>100,</w:t>
      </w:r>
      <w:r>
        <w:rPr>
          <w:color w:val="4C4D4F"/>
        </w:rPr>
        <w:t> 500, or 1000')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03" w:after="0"/>
        <w:ind w:left="1100" w:right="0" w:hanging="270"/>
        <w:jc w:val="left"/>
      </w:pPr>
      <w:r>
        <w:rPr>
          <w:rFonts w:ascii="Arial" w:hAnsi="Arial"/>
          <w:color w:val="231F20"/>
        </w:rPr>
        <w:t>½</w:t>
      </w:r>
      <w:r>
        <w:rPr>
          <w:color w:val="4C4D4F"/>
        </w:rPr>
        <w:t>"</w:t>
      </w:r>
      <w:r>
        <w:rPr>
          <w:color w:val="4C4D4F"/>
          <w:spacing w:val="-1"/>
        </w:rPr>
        <w:t> </w:t>
      </w:r>
      <w:r>
        <w:rPr>
          <w:color w:val="4C4D4F"/>
        </w:rPr>
        <w:t>crimp </w:t>
      </w:r>
      <w:r>
        <w:rPr>
          <w:color w:val="4C4D4F"/>
          <w:spacing w:val="-1"/>
        </w:rPr>
        <w:t>rings</w:t>
      </w:r>
      <w:r>
        <w:rPr>
          <w:color w:val="4C4D4F"/>
        </w:rPr>
        <w:t> </w:t>
      </w:r>
      <w:r>
        <w:rPr>
          <w:color w:val="4C4D4F"/>
          <w:spacing w:val="-1"/>
        </w:rPr>
        <w:t>(typically</w:t>
      </w:r>
      <w:r>
        <w:rPr>
          <w:color w:val="4C4D4F"/>
        </w:rPr>
        <w:t> </w:t>
      </w:r>
      <w:r>
        <w:rPr>
          <w:color w:val="4C4D4F"/>
          <w:spacing w:val="-1"/>
        </w:rPr>
        <w:t>purchased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hundred</w:t>
      </w:r>
      <w:r>
        <w:rPr>
          <w:color w:val="4C4D4F"/>
        </w:rPr>
        <w:t> or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bags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3"/>
        </w:rPr>
        <w:t>50)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03" w:after="0"/>
        <w:ind w:left="1100" w:right="0" w:hanging="270"/>
        <w:jc w:val="left"/>
      </w:pPr>
      <w:r>
        <w:rPr>
          <w:rFonts w:ascii="Arial" w:hAnsi="Arial"/>
          <w:color w:val="231F20"/>
        </w:rPr>
        <w:t>½</w:t>
      </w:r>
      <w:r>
        <w:rPr>
          <w:color w:val="4C4D4F"/>
        </w:rPr>
        <w:t>"</w:t>
      </w:r>
      <w:r>
        <w:rPr>
          <w:color w:val="4C4D4F"/>
          <w:spacing w:val="-1"/>
        </w:rPr>
        <w:t> </w:t>
      </w:r>
      <w:r>
        <w:rPr>
          <w:color w:val="4C4D4F"/>
        </w:rPr>
        <w:t>crimp </w:t>
      </w:r>
      <w:r>
        <w:rPr>
          <w:color w:val="4C4D4F"/>
          <w:spacing w:val="-1"/>
        </w:rPr>
        <w:t>fittings.</w:t>
      </w:r>
      <w:r>
        <w:rPr>
          <w:color w:val="4C4D4F"/>
        </w:rPr>
        <w:t> </w:t>
      </w:r>
      <w:r>
        <w:rPr>
          <w:color w:val="4C4D4F"/>
          <w:spacing w:val="-4"/>
        </w:rPr>
        <w:t>Types</w:t>
      </w:r>
      <w:r>
        <w:rPr>
          <w:color w:val="4C4D4F"/>
          <w:spacing w:val="-1"/>
        </w:rPr>
        <w:t> depend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activity.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5"/>
        <w:spacing w:line="240" w:lineRule="auto" w:before="178"/>
        <w:ind w:left="560" w:right="0"/>
        <w:jc w:val="left"/>
        <w:rPr>
          <w:b w:val="0"/>
          <w:bCs w:val="0"/>
        </w:rPr>
      </w:pPr>
      <w:r>
        <w:rPr>
          <w:color w:val="4C4D4F"/>
        </w:rPr>
        <w:t>Detailed</w:t>
      </w:r>
      <w:r>
        <w:rPr>
          <w:color w:val="4C4D4F"/>
          <w:spacing w:val="-7"/>
        </w:rPr>
        <w:t> </w:t>
      </w:r>
      <w:r>
        <w:rPr>
          <w:color w:val="4C4D4F"/>
        </w:rPr>
        <w:t>description</w:t>
      </w:r>
      <w:r>
        <w:rPr>
          <w:color w:val="4C4D4F"/>
          <w:spacing w:val="-6"/>
        </w:rPr>
        <w:t> </w:t>
      </w:r>
      <w:r>
        <w:rPr>
          <w:color w:val="4C4D4F"/>
        </w:rPr>
        <w:t>of</w:t>
      </w:r>
      <w:r>
        <w:rPr>
          <w:color w:val="4C4D4F"/>
          <w:spacing w:val="-7"/>
        </w:rPr>
        <w:t> </w:t>
      </w:r>
      <w:r>
        <w:rPr>
          <w:color w:val="4C4D4F"/>
        </w:rPr>
        <w:t>crimping</w:t>
      </w:r>
      <w:r>
        <w:rPr>
          <w:b w:val="0"/>
        </w:rPr>
      </w:r>
    </w:p>
    <w:p>
      <w:pPr>
        <w:pStyle w:val="BodyText"/>
        <w:spacing w:line="240" w:lineRule="auto" w:before="137"/>
        <w:ind w:left="560" w:right="0"/>
        <w:jc w:val="left"/>
      </w:pPr>
      <w:hyperlink r:id="rId18">
        <w:r>
          <w:rPr>
            <w:color w:val="4C4D4F"/>
            <w:spacing w:val="-1"/>
          </w:rPr>
          <w:t>http://www.pexuniverse.com/content/how-install-pex-tubing-installation</w:t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5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</w:rPr>
        <w:t>PEX</w:t>
      </w:r>
      <w:r>
        <w:rPr>
          <w:color w:val="4C4D4F"/>
          <w:spacing w:val="-11"/>
        </w:rPr>
        <w:t> </w:t>
      </w:r>
      <w:r>
        <w:rPr>
          <w:color w:val="4C4D4F"/>
        </w:rPr>
        <w:t>Information</w:t>
      </w:r>
      <w:r>
        <w:rPr>
          <w:b w:val="0"/>
        </w:rPr>
      </w:r>
    </w:p>
    <w:p>
      <w:pPr>
        <w:pStyle w:val="BodyText"/>
        <w:spacing w:line="240" w:lineRule="auto" w:before="137"/>
        <w:ind w:left="560" w:right="0"/>
        <w:jc w:val="left"/>
      </w:pPr>
      <w:hyperlink r:id="rId19">
        <w:r>
          <w:rPr>
            <w:color w:val="4C4D4F"/>
            <w:spacing w:val="-2"/>
          </w:rPr>
          <w:t>http://www.pexinfo.com</w:t>
        </w:r>
        <w:r>
          <w:rPr/>
        </w:r>
      </w:hyperlink>
    </w:p>
    <w:p>
      <w:pPr>
        <w:spacing w:after="0" w:line="240" w:lineRule="auto"/>
        <w:jc w:val="left"/>
        <w:sectPr>
          <w:headerReference w:type="default" r:id="rId14"/>
          <w:headerReference w:type="even" r:id="rId15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Crimp</w:t>
      </w:r>
      <w:r>
        <w:rPr>
          <w:color w:val="4F61AB"/>
          <w:spacing w:val="-14"/>
        </w:rPr>
        <w:t> </w:t>
      </w:r>
      <w:r>
        <w:rPr>
          <w:color w:val="4F61AB"/>
          <w:spacing w:val="-1"/>
        </w:rPr>
        <w:t>Fittings</w:t>
      </w:r>
      <w:r>
        <w:rPr>
          <w:b w:val="0"/>
        </w:rPr>
      </w:r>
    </w:p>
    <w:p>
      <w:pPr>
        <w:pStyle w:val="BodyText"/>
        <w:spacing w:line="303" w:lineRule="auto" w:before="206"/>
        <w:ind w:right="632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Crimp</w:t>
      </w:r>
      <w:r>
        <w:rPr>
          <w:color w:val="4C4D4F"/>
        </w:rPr>
        <w:t> fittings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connect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least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</w:rPr>
        <w:t> pieces </w:t>
      </w:r>
      <w:r>
        <w:rPr>
          <w:color w:val="4C4D4F"/>
          <w:spacing w:val="-1"/>
        </w:rPr>
        <w:t>of</w:t>
      </w:r>
      <w:r>
        <w:rPr>
          <w:color w:val="4C4D4F"/>
        </w:rPr>
        <w:t> PEX </w:t>
      </w:r>
      <w:r>
        <w:rPr>
          <w:color w:val="4C4D4F"/>
          <w:spacing w:val="-2"/>
        </w:rPr>
        <w:t>pipe.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most</w:t>
      </w:r>
      <w:r>
        <w:rPr>
          <w:color w:val="4C4D4F"/>
        </w:rPr>
        <w:t> common </w:t>
      </w:r>
      <w:r>
        <w:rPr>
          <w:color w:val="4C4D4F"/>
          <w:spacing w:val="-2"/>
        </w:rPr>
        <w:t>diameter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PEX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is </w:t>
      </w:r>
      <w:r>
        <w:rPr>
          <w:rFonts w:ascii="Arial" w:hAnsi="Arial" w:cs="Arial" w:eastAsia="Arial"/>
          <w:color w:val="231F20"/>
          <w:spacing w:val="-11"/>
        </w:rPr>
        <w:t>½</w:t>
      </w:r>
      <w:r>
        <w:rPr>
          <w:rFonts w:ascii="Arial" w:hAnsi="Arial" w:cs="Arial" w:eastAsia="Arial"/>
          <w:color w:val="4C4D4F"/>
          <w:spacing w:val="-11"/>
        </w:rPr>
        <w:t>”.</w:t>
      </w:r>
      <w:r>
        <w:rPr>
          <w:rFonts w:ascii="Arial" w:hAnsi="Arial" w:cs="Arial" w:eastAsia="Arial"/>
        </w:rPr>
      </w:r>
    </w:p>
    <w:p>
      <w:pPr>
        <w:pStyle w:val="BodyText"/>
        <w:spacing w:line="240" w:lineRule="auto" w:before="162"/>
        <w:ind w:right="0"/>
        <w:jc w:val="left"/>
      </w:pPr>
      <w:r>
        <w:rPr>
          <w:color w:val="4C4D4F"/>
          <w:spacing w:val="-1"/>
        </w:rPr>
        <w:t>Figures</w:t>
      </w:r>
      <w:r>
        <w:rPr>
          <w:color w:val="4C4D4F"/>
        </w:rPr>
        <w:t> </w:t>
      </w:r>
      <w:r>
        <w:rPr>
          <w:color w:val="4C4D4F"/>
          <w:spacing w:val="-8"/>
        </w:rPr>
        <w:t>7–12</w:t>
      </w:r>
      <w:r>
        <w:rPr>
          <w:color w:val="4C4D4F"/>
        </w:rPr>
        <w:t> </w:t>
      </w:r>
      <w:r>
        <w:rPr>
          <w:color w:val="4C4D4F"/>
          <w:spacing w:val="-1"/>
        </w:rPr>
        <w:t>show</w:t>
      </w:r>
      <w:r>
        <w:rPr>
          <w:color w:val="4C4D4F"/>
        </w:rPr>
        <w:t> </w:t>
      </w:r>
      <w:r>
        <w:rPr>
          <w:color w:val="4C4D4F"/>
          <w:spacing w:val="-2"/>
        </w:rPr>
        <w:t>several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most</w:t>
      </w:r>
      <w:r>
        <w:rPr>
          <w:color w:val="4C4D4F"/>
        </w:rPr>
        <w:t> common </w:t>
      </w:r>
      <w:r>
        <w:rPr>
          <w:color w:val="4C4D4F"/>
          <w:spacing w:val="-1"/>
        </w:rPr>
        <w:t>fittings.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0"/>
          <w:szCs w:val="10"/>
        </w:rPr>
      </w:pPr>
    </w:p>
    <w:tbl>
      <w:tblPr>
        <w:tblW w:w="0" w:type="auto"/>
        <w:jc w:val="left"/>
        <w:tblInd w:w="17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43"/>
        <w:gridCol w:w="4083"/>
      </w:tblGrid>
      <w:tr>
        <w:trPr>
          <w:trHeight w:val="2943" w:hRule="exact"/>
        </w:trPr>
        <w:tc>
          <w:tcPr>
            <w:tcW w:w="37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</w:p>
          <w:p>
            <w:pPr>
              <w:pStyle w:val="TableParagraph"/>
              <w:spacing w:line="200" w:lineRule="atLeast"/>
              <w:ind w:left="60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1657342" cy="1657350"/>
                  <wp:effectExtent l="0" t="0" r="0" b="0"/>
                  <wp:docPr id="15" name="image8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8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42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4083" w:type="dxa"/>
            <w:tcBorders>
              <w:top w:val="nil" w:sz="6" w:space="0" w:color="auto"/>
              <w:left w:val="single" w:sz="2" w:space="0" w:color="231F2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</w:p>
          <w:p>
            <w:pPr>
              <w:pStyle w:val="TableParagraph"/>
              <w:spacing w:line="200" w:lineRule="atLeast"/>
              <w:ind w:left="35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228849" cy="1270444"/>
                  <wp:effectExtent l="0" t="0" r="0" b="0"/>
                  <wp:docPr id="17" name="image9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9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49" cy="1270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6"/>
                <w:szCs w:val="26"/>
              </w:rPr>
            </w:pPr>
          </w:p>
        </w:tc>
      </w:tr>
      <w:tr>
        <w:trPr>
          <w:trHeight w:val="763" w:hRule="exact"/>
        </w:trPr>
        <w:tc>
          <w:tcPr>
            <w:tcW w:w="37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231F20"/>
            </w:tcBorders>
          </w:tcPr>
          <w:p>
            <w:pPr>
              <w:pStyle w:val="TableParagraph"/>
              <w:spacing w:line="244" w:lineRule="auto" w:before="143"/>
              <w:ind w:left="230" w:right="407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7—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½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"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crimp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90°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elbow used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26"/>
                <w:w w:val="9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make a sharp change of direction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4083" w:type="dxa"/>
            <w:tcBorders>
              <w:top w:val="nil" w:sz="6" w:space="0" w:color="auto"/>
              <w:left w:val="single" w:sz="2" w:space="0" w:color="231F2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4" w:lineRule="auto" w:before="143"/>
              <w:ind w:left="267" w:right="113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8—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½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"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crimp</w:t>
            </w:r>
            <w:r>
              <w:rPr>
                <w:rFonts w:ascii="Arial" w:hAnsi="Arial" w:cs="Arial" w:eastAsia="Arial"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tee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used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connect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three</w:t>
            </w:r>
            <w:r>
              <w:rPr>
                <w:rFonts w:ascii="Arial" w:hAnsi="Arial" w:cs="Arial" w:eastAsia="Arial"/>
                <w:color w:val="231F20"/>
                <w:spacing w:val="2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pieces of pipe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  <w:tr>
        <w:trPr>
          <w:trHeight w:val="2103" w:hRule="exact"/>
        </w:trPr>
        <w:tc>
          <w:tcPr>
            <w:tcW w:w="37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231F2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</w:p>
          <w:p>
            <w:pPr>
              <w:pStyle w:val="TableParagraph"/>
              <w:spacing w:line="200" w:lineRule="atLeast"/>
              <w:ind w:left="5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1691628" cy="847344"/>
                  <wp:effectExtent l="0" t="0" r="0" b="0"/>
                  <wp:docPr id="19" name="image10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" name="image10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628" cy="847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</w:tc>
        <w:tc>
          <w:tcPr>
            <w:tcW w:w="4083" w:type="dxa"/>
            <w:tcBorders>
              <w:top w:val="nil" w:sz="6" w:space="0" w:color="auto"/>
              <w:left w:val="single" w:sz="2" w:space="0" w:color="231F2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</w:p>
          <w:p>
            <w:pPr>
              <w:pStyle w:val="TableParagraph"/>
              <w:spacing w:line="200" w:lineRule="atLeast"/>
              <w:ind w:left="93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1485899" cy="993076"/>
                  <wp:effectExtent l="0" t="0" r="0" b="0"/>
                  <wp:docPr id="21" name="image11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" name="image11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899" cy="993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660" w:hRule="exact"/>
        </w:trPr>
        <w:tc>
          <w:tcPr>
            <w:tcW w:w="37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231F20"/>
            </w:tcBorders>
          </w:tcPr>
          <w:p>
            <w:pPr>
              <w:pStyle w:val="TableParagraph"/>
              <w:spacing w:line="244" w:lineRule="auto" w:before="143"/>
              <w:ind w:left="230" w:right="33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9—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½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"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coupling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used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connect</w:t>
            </w:r>
            <w:r>
              <w:rPr>
                <w:rFonts w:ascii="Arial" w:hAnsi="Arial" w:cs="Arial" w:eastAsia="Arial"/>
                <w:color w:val="231F20"/>
                <w:spacing w:val="2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two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pieces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of pipe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4083" w:type="dxa"/>
            <w:tcBorders>
              <w:top w:val="nil" w:sz="6" w:space="0" w:color="auto"/>
              <w:left w:val="single" w:sz="2" w:space="0" w:color="231F2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4" w:lineRule="auto" w:before="143"/>
              <w:ind w:left="267" w:right="5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10—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½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"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crimp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adapter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solder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fitting*</w:t>
            </w:r>
            <w:r>
              <w:rPr>
                <w:rFonts w:ascii="Arial" w:hAnsi="Arial" w:cs="Arial" w:eastAsia="Arial"/>
                <w:color w:val="231F20"/>
                <w:spacing w:val="2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used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connect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a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soldered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copper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pipe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PEX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  <w:tr>
        <w:trPr>
          <w:trHeight w:val="2178" w:hRule="exact"/>
        </w:trPr>
        <w:tc>
          <w:tcPr>
            <w:tcW w:w="37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231F2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00" w:lineRule="atLeast"/>
              <w:ind w:left="73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1485906" cy="1022794"/>
                  <wp:effectExtent l="0" t="0" r="0" b="0"/>
                  <wp:docPr id="23" name="image12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image12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6" cy="1022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</w:tc>
        <w:tc>
          <w:tcPr>
            <w:tcW w:w="4083" w:type="dxa"/>
            <w:tcBorders>
              <w:top w:val="nil" w:sz="6" w:space="0" w:color="auto"/>
              <w:left w:val="single" w:sz="2" w:space="0" w:color="231F2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00" w:lineRule="atLeast"/>
              <w:ind w:left="115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1202645" cy="1106424"/>
                  <wp:effectExtent l="0" t="0" r="0" b="0"/>
                  <wp:docPr id="25" name="image13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" name="image13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645" cy="1106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1189" w:hRule="exact"/>
        </w:trPr>
        <w:tc>
          <w:tcPr>
            <w:tcW w:w="37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231F20"/>
            </w:tcBorders>
          </w:tcPr>
          <w:p>
            <w:pPr>
              <w:pStyle w:val="TableParagraph"/>
              <w:spacing w:line="251" w:lineRule="auto" w:before="143"/>
              <w:ind w:left="230" w:right="25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11—</w:t>
            </w:r>
            <w:r>
              <w:rPr>
                <w:rFonts w:ascii="Arial" w:hAnsi="Arial" w:cs="Arial" w:eastAsia="Arial"/>
                <w:color w:val="231F20"/>
                <w:spacing w:val="-3"/>
                <w:sz w:val="22"/>
                <w:szCs w:val="22"/>
              </w:rPr>
              <w:t>½</w:t>
            </w:r>
            <w:r>
              <w:rPr>
                <w:rFonts w:ascii="Arial" w:hAnsi="Arial" w:cs="Arial" w:eastAsia="Arial"/>
                <w:color w:val="231F20"/>
                <w:spacing w:val="-3"/>
                <w:sz w:val="18"/>
                <w:szCs w:val="18"/>
              </w:rPr>
              <w:t>"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PEX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or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crimp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by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external</w:t>
            </w:r>
            <w:r>
              <w:rPr>
                <w:rFonts w:ascii="Arial" w:hAnsi="Arial" w:cs="Arial" w:eastAsia="Arial"/>
                <w:color w:val="231F20"/>
                <w:spacing w:val="2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(male)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thread.</w:t>
            </w:r>
            <w:r>
              <w:rPr>
                <w:rFonts w:ascii="Arial" w:hAnsi="Arial" w:cs="Arial" w:eastAsia="Arial"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This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adapter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can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be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used</w:t>
            </w:r>
            <w:r>
              <w:rPr>
                <w:rFonts w:ascii="Arial" w:hAnsi="Arial" w:cs="Arial" w:eastAsia="Arial"/>
                <w:color w:val="231F20"/>
                <w:spacing w:val="2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to connect PEX piping systems to a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threaded internal (female) fitting.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4083" w:type="dxa"/>
            <w:tcBorders>
              <w:top w:val="nil" w:sz="6" w:space="0" w:color="auto"/>
              <w:left w:val="single" w:sz="2" w:space="0" w:color="231F2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4" w:lineRule="auto" w:before="143"/>
              <w:ind w:left="267" w:right="28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12—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½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"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crimp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plug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used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at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outlets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2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cap piping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</w:tbl>
    <w:p>
      <w:pPr>
        <w:spacing w:line="240" w:lineRule="auto" w:before="6"/>
        <w:rPr>
          <w:rFonts w:ascii="Arial" w:hAnsi="Arial" w:cs="Arial" w:eastAsia="Arial"/>
          <w:sz w:val="32"/>
          <w:szCs w:val="32"/>
        </w:rPr>
      </w:pPr>
    </w:p>
    <w:p>
      <w:pPr>
        <w:pStyle w:val="BodyText"/>
        <w:spacing w:line="284" w:lineRule="auto" w:before="0"/>
        <w:ind w:right="1053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*Note: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solder</w:t>
      </w:r>
      <w:r>
        <w:rPr>
          <w:color w:val="4C4D4F"/>
        </w:rPr>
        <w:t> </w:t>
      </w:r>
      <w:r>
        <w:rPr>
          <w:color w:val="4C4D4F"/>
          <w:spacing w:val="-1"/>
        </w:rPr>
        <w:t>joint</w:t>
      </w:r>
      <w:r>
        <w:rPr>
          <w:color w:val="4C4D4F"/>
        </w:rPr>
        <w:t> </w:t>
      </w:r>
      <w:r>
        <w:rPr>
          <w:color w:val="4C4D4F"/>
          <w:spacing w:val="-1"/>
        </w:rPr>
        <w:t>must</w:t>
      </w:r>
      <w:r>
        <w:rPr>
          <w:color w:val="4C4D4F"/>
        </w:rPr>
        <w:t> be </w:t>
      </w:r>
      <w:r>
        <w:rPr>
          <w:color w:val="4C4D4F"/>
          <w:spacing w:val="-1"/>
        </w:rPr>
        <w:t>made</w:t>
      </w:r>
      <w:r>
        <w:rPr>
          <w:color w:val="4C4D4F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</w:rPr>
        <w:t> </w:t>
      </w:r>
      <w:r>
        <w:rPr>
          <w:color w:val="4C4D4F"/>
          <w:spacing w:val="-1"/>
        </w:rPr>
        <w:t>crimping</w:t>
      </w:r>
      <w:r>
        <w:rPr>
          <w:color w:val="4C4D4F"/>
        </w:rPr>
        <w:t> or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plastic will</w:t>
      </w:r>
      <w:r>
        <w:rPr>
          <w:color w:val="4C4D4F"/>
        </w:rPr>
        <w:t> soften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leak</w:t>
      </w:r>
      <w:r>
        <w:rPr>
          <w:color w:val="4C4D4F"/>
          <w:spacing w:val="55"/>
        </w:rPr>
        <w:t> </w:t>
      </w:r>
      <w:r>
        <w:rPr>
          <w:rFonts w:ascii="Arial"/>
          <w:color w:val="4C4D4F"/>
          <w:spacing w:val="-1"/>
        </w:rPr>
        <w:t>when under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pressure.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Demonstration</w:t>
      </w:r>
      <w:r>
        <w:rPr>
          <w:b w:val="0"/>
        </w:rPr>
      </w:r>
    </w:p>
    <w:p>
      <w:pPr>
        <w:pStyle w:val="BodyText"/>
        <w:spacing w:line="284" w:lineRule="auto" w:before="206"/>
        <w:ind w:left="560" w:right="1202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Working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cross-linked</w:t>
      </w:r>
      <w:r>
        <w:rPr>
          <w:color w:val="4C4D4F"/>
        </w:rPr>
        <w:t> </w:t>
      </w:r>
      <w:r>
        <w:rPr>
          <w:color w:val="4C4D4F"/>
          <w:spacing w:val="-2"/>
        </w:rPr>
        <w:t>polyethylene</w:t>
      </w:r>
      <w:r>
        <w:rPr>
          <w:color w:val="4C4D4F"/>
        </w:rPr>
        <w:t> </w:t>
      </w:r>
      <w:r>
        <w:rPr>
          <w:color w:val="4C4D4F"/>
          <w:spacing w:val="-1"/>
        </w:rPr>
        <w:t>(generically</w:t>
      </w:r>
      <w:r>
        <w:rPr>
          <w:color w:val="4C4D4F"/>
        </w:rPr>
        <w:t> </w:t>
      </w:r>
      <w:r>
        <w:rPr>
          <w:color w:val="4C4D4F"/>
          <w:spacing w:val="-1"/>
        </w:rPr>
        <w:t>known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PEX)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2"/>
        </w:rPr>
        <w:t>excellent</w:t>
      </w:r>
      <w:r>
        <w:rPr>
          <w:color w:val="4C4D4F"/>
        </w:rPr>
        <w:t> </w:t>
      </w:r>
      <w:r>
        <w:rPr>
          <w:color w:val="4C4D4F"/>
          <w:spacing w:val="-1"/>
        </w:rPr>
        <w:t>introduction</w:t>
      </w:r>
      <w:r>
        <w:rPr>
          <w:color w:val="4C4D4F"/>
          <w:spacing w:val="95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techniques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2"/>
        </w:rPr>
        <w:t>plumbing.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process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planning,</w:t>
      </w:r>
      <w:r>
        <w:rPr>
          <w:color w:val="4C4D4F"/>
        </w:rPr>
        <w:t> </w:t>
      </w:r>
      <w:r>
        <w:rPr>
          <w:color w:val="4C4D4F"/>
          <w:spacing w:val="-1"/>
        </w:rPr>
        <w:t>constructing,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testing</w:t>
      </w:r>
      <w:r>
        <w:rPr>
          <w:color w:val="4C4D4F"/>
        </w:rPr>
        <w:t> </w:t>
      </w:r>
      <w:r>
        <w:rPr>
          <w:color w:val="4C4D4F"/>
          <w:spacing w:val="-1"/>
        </w:rPr>
        <w:t>models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77"/>
        </w:rPr>
        <w:t> </w:t>
      </w:r>
      <w:r>
        <w:rPr>
          <w:rFonts w:ascii="Arial"/>
          <w:color w:val="4C4D4F"/>
          <w:spacing w:val="-1"/>
        </w:rPr>
        <w:t>procedure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found </w:t>
      </w:r>
      <w:r>
        <w:rPr>
          <w:rFonts w:ascii="Arial"/>
          <w:color w:val="4C4D4F"/>
        </w:rPr>
        <w:t>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job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sites.</w:t>
      </w:r>
      <w:r>
        <w:rPr>
          <w:rFonts w:ascii="Arial"/>
          <w:color w:val="4C4D4F"/>
          <w:spacing w:val="-1"/>
        </w:rPr>
        <w:t> 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 recommended that teachers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demonstrate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 assembly and</w:t>
      </w:r>
      <w:r>
        <w:rPr>
          <w:rFonts w:ascii="Arial"/>
          <w:color w:val="4C4D4F"/>
          <w:spacing w:val="57"/>
        </w:rPr>
        <w:t> </w:t>
      </w:r>
      <w:r>
        <w:rPr>
          <w:rFonts w:ascii="Arial"/>
          <w:color w:val="4C4D4F"/>
          <w:spacing w:val="-1"/>
        </w:rPr>
        <w:t>disassembly procedure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  <w:spacing w:val="-1"/>
        </w:rPr>
        <w:t> and then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allow them to </w:t>
      </w:r>
      <w:r>
        <w:rPr>
          <w:rFonts w:ascii="Arial"/>
          <w:color w:val="4C4D4F"/>
        </w:rPr>
        <w:t>construct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several </w:t>
      </w:r>
      <w:r>
        <w:rPr>
          <w:rFonts w:ascii="Arial"/>
          <w:color w:val="4C4D4F"/>
          <w:spacing w:val="-1"/>
        </w:rPr>
        <w:t>projects.</w:t>
      </w:r>
      <w:r>
        <w:rPr>
          <w:rFonts w:ascii="Arial"/>
        </w:rPr>
      </w:r>
    </w:p>
    <w:p>
      <w:pPr>
        <w:pStyle w:val="BodyText"/>
        <w:spacing w:line="284" w:lineRule="auto" w:before="181"/>
        <w:ind w:left="560" w:right="1428"/>
        <w:jc w:val="both"/>
        <w:rPr>
          <w:rFonts w:ascii="Arial" w:hAnsi="Arial" w:cs="Arial" w:eastAsia="Arial"/>
        </w:rPr>
      </w:pPr>
      <w:r>
        <w:rPr>
          <w:color w:val="4C4D4F"/>
        </w:rPr>
        <w:t>PEX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now</w:t>
      </w:r>
      <w:r>
        <w:rPr>
          <w:color w:val="4C4D4F"/>
        </w:rPr>
        <w:t> commonly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water</w:t>
      </w:r>
      <w:r>
        <w:rPr>
          <w:color w:val="4C4D4F"/>
        </w:rPr>
        <w:t> </w:t>
      </w:r>
      <w:r>
        <w:rPr>
          <w:color w:val="4C4D4F"/>
          <w:spacing w:val="-1"/>
        </w:rPr>
        <w:t>distribution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British</w:t>
      </w:r>
      <w:r>
        <w:rPr>
          <w:color w:val="4C4D4F"/>
        </w:rPr>
        <w:t> </w:t>
      </w:r>
      <w:r>
        <w:rPr>
          <w:color w:val="4C4D4F"/>
          <w:spacing w:val="-1"/>
        </w:rPr>
        <w:t>Columbia.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past,</w:t>
      </w:r>
      <w:r>
        <w:rPr>
          <w:color w:val="4C4D4F"/>
          <w:spacing w:val="55"/>
        </w:rPr>
        <w:t> </w:t>
      </w:r>
      <w:r>
        <w:rPr>
          <w:color w:val="4C4D4F"/>
        </w:rPr>
        <w:t>copper </w:t>
      </w:r>
      <w:r>
        <w:rPr>
          <w:color w:val="4C4D4F"/>
          <w:spacing w:val="-2"/>
        </w:rPr>
        <w:t>water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2"/>
        </w:rPr>
        <w:t>were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standard.</w:t>
      </w:r>
      <w:r>
        <w:rPr>
          <w:color w:val="4C4D4F"/>
        </w:rPr>
        <w:t> </w:t>
      </w:r>
      <w:r>
        <w:rPr>
          <w:color w:val="4C4D4F"/>
          <w:spacing w:val="-4"/>
        </w:rPr>
        <w:t>However,</w:t>
      </w:r>
      <w:r>
        <w:rPr>
          <w:color w:val="4C4D4F"/>
        </w:rPr>
        <w:t> </w:t>
      </w:r>
      <w:r>
        <w:rPr>
          <w:color w:val="4C4D4F"/>
          <w:spacing w:val="-2"/>
        </w:rPr>
        <w:t>several</w:t>
      </w:r>
      <w:r>
        <w:rPr>
          <w:color w:val="4C4D4F"/>
        </w:rPr>
        <w:t> </w:t>
      </w:r>
      <w:r>
        <w:rPr>
          <w:color w:val="4C4D4F"/>
          <w:spacing w:val="-1"/>
        </w:rPr>
        <w:t>factors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allowed</w:t>
      </w:r>
      <w:r>
        <w:rPr>
          <w:color w:val="4C4D4F"/>
        </w:rPr>
        <w:t> PEX </w:t>
      </w:r>
      <w:r>
        <w:rPr>
          <w:color w:val="4C4D4F"/>
          <w:spacing w:val="-1"/>
        </w:rPr>
        <w:t>to</w:t>
      </w:r>
      <w:r>
        <w:rPr>
          <w:color w:val="4C4D4F"/>
        </w:rPr>
        <w:t> become</w:t>
      </w:r>
      <w:r>
        <w:rPr>
          <w:color w:val="4C4D4F"/>
          <w:spacing w:val="51"/>
        </w:rPr>
        <w:t> </w:t>
      </w:r>
      <w:r>
        <w:rPr>
          <w:rFonts w:ascii="Arial"/>
          <w:color w:val="4C4D4F"/>
          <w:spacing w:val="-1"/>
        </w:rPr>
        <w:t>much more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common: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  <w:spacing w:val="-1"/>
        </w:rPr>
        <w:t>Crimping</w:t>
      </w:r>
      <w:r>
        <w:rPr>
          <w:color w:val="4C4D4F"/>
        </w:rPr>
        <w:t> PEX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much</w:t>
      </w:r>
      <w:r>
        <w:rPr>
          <w:color w:val="4C4D4F"/>
        </w:rPr>
        <w:t> </w:t>
      </w:r>
      <w:r>
        <w:rPr>
          <w:color w:val="4C4D4F"/>
          <w:spacing w:val="-2"/>
        </w:rPr>
        <w:t>faster</w:t>
      </w:r>
      <w:r>
        <w:rPr>
          <w:color w:val="4C4D4F"/>
        </w:rPr>
        <w:t> </w:t>
      </w:r>
      <w:r>
        <w:rPr>
          <w:color w:val="4C4D4F"/>
          <w:spacing w:val="-1"/>
        </w:rPr>
        <w:t>than</w:t>
      </w:r>
      <w:r>
        <w:rPr>
          <w:color w:val="4C4D4F"/>
        </w:rPr>
        <w:t> </w:t>
      </w:r>
      <w:r>
        <w:rPr>
          <w:color w:val="4C4D4F"/>
          <w:spacing w:val="-1"/>
        </w:rPr>
        <w:t>soldering</w:t>
      </w:r>
      <w:r>
        <w:rPr>
          <w:color w:val="4C4D4F"/>
        </w:rPr>
        <w:t> copper </w:t>
      </w:r>
      <w:r>
        <w:rPr>
          <w:color w:val="4C4D4F"/>
          <w:spacing w:val="-1"/>
        </w:rPr>
        <w:t>lines.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smooth</w:t>
      </w:r>
      <w:r>
        <w:rPr>
          <w:color w:val="4C4D4F"/>
        </w:rPr>
        <w:t> </w:t>
      </w:r>
      <w:r>
        <w:rPr>
          <w:color w:val="4C4D4F"/>
          <w:spacing w:val="-1"/>
        </w:rPr>
        <w:t>interior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PEX </w:t>
      </w:r>
      <w:r>
        <w:rPr>
          <w:color w:val="4C4D4F"/>
          <w:spacing w:val="-1"/>
        </w:rPr>
        <w:t>piping</w:t>
      </w:r>
      <w:r>
        <w:rPr>
          <w:color w:val="4C4D4F"/>
        </w:rPr>
        <w:t> offers </w:t>
      </w:r>
      <w:r>
        <w:rPr>
          <w:color w:val="4C4D4F"/>
          <w:spacing w:val="-1"/>
        </w:rPr>
        <w:t>low</w:t>
      </w:r>
      <w:r>
        <w:rPr>
          <w:color w:val="4C4D4F"/>
        </w:rPr>
        <w:t> </w:t>
      </w:r>
      <w:r>
        <w:rPr>
          <w:color w:val="4C4D4F"/>
          <w:spacing w:val="-1"/>
        </w:rPr>
        <w:t>resistance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water</w:t>
      </w:r>
      <w:r>
        <w:rPr>
          <w:color w:val="4C4D4F"/>
        </w:rPr>
        <w:t> </w:t>
      </w:r>
      <w:r>
        <w:rPr>
          <w:color w:val="4C4D4F"/>
          <w:spacing w:val="-3"/>
        </w:rPr>
        <w:t>flow.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lifespan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PEX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2"/>
        </w:rPr>
        <w:t>excellent.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cost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manufacturing</w:t>
      </w:r>
      <w:r>
        <w:rPr>
          <w:color w:val="4C4D4F"/>
        </w:rPr>
        <w:t> PEX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relatively</w:t>
      </w:r>
      <w:r>
        <w:rPr>
          <w:color w:val="4C4D4F"/>
        </w:rPr>
        <w:t> </w:t>
      </w:r>
      <w:r>
        <w:rPr>
          <w:color w:val="4C4D4F"/>
          <w:spacing w:val="-1"/>
        </w:rPr>
        <w:t>low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comparison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mining</w:t>
      </w:r>
      <w:r>
        <w:rPr>
          <w:color w:val="4C4D4F"/>
        </w:rPr>
        <w:t> </w:t>
      </w:r>
      <w:r>
        <w:rPr>
          <w:color w:val="4C4D4F"/>
          <w:spacing w:val="-2"/>
        </w:rPr>
        <w:t>copper.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84" w:lineRule="auto" w:before="0"/>
        <w:ind w:left="560" w:right="1053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trade-off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PEX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easily</w:t>
      </w:r>
      <w:r>
        <w:rPr>
          <w:color w:val="4C4D4F"/>
        </w:rPr>
        <w:t> </w:t>
      </w:r>
      <w:r>
        <w:rPr>
          <w:color w:val="4C4D4F"/>
          <w:spacing w:val="-1"/>
        </w:rPr>
        <w:t>damaged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exposed</w:t>
      </w:r>
      <w:r>
        <w:rPr>
          <w:color w:val="4C4D4F"/>
        </w:rPr>
        <w:t> locations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susceptible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melting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areas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high</w:t>
      </w:r>
      <w:r>
        <w:rPr>
          <w:color w:val="4C4D4F"/>
        </w:rPr>
        <w:t> </w:t>
      </w:r>
      <w:r>
        <w:rPr>
          <w:color w:val="4C4D4F"/>
          <w:spacing w:val="-1"/>
        </w:rPr>
        <w:t>heat.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Assembly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Demonstration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206" w:after="0"/>
        <w:ind w:left="1040" w:right="0" w:hanging="320"/>
        <w:jc w:val="left"/>
      </w:pP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PEX </w:t>
      </w:r>
      <w:r>
        <w:rPr>
          <w:color w:val="4C4D4F"/>
          <w:spacing w:val="-1"/>
        </w:rPr>
        <w:t>pipe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length.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important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3"/>
        </w:rPr>
        <w:t>squarely.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C4D4F"/>
          <w:spacing w:val="-1"/>
        </w:rPr>
        <w:t>Slip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unused</w:t>
      </w:r>
      <w:r>
        <w:rPr>
          <w:color w:val="4C4D4F"/>
        </w:rPr>
        <w:t> crimp ring </w:t>
      </w:r>
      <w:r>
        <w:rPr>
          <w:color w:val="4C4D4F"/>
          <w:spacing w:val="-3"/>
        </w:rPr>
        <w:t>over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end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pipe.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C4D4F"/>
          <w:spacing w:val="-3"/>
        </w:rPr>
        <w:t>Fully</w:t>
      </w:r>
      <w:r>
        <w:rPr>
          <w:color w:val="4C4D4F"/>
        </w:rPr>
        <w:t> insert </w:t>
      </w:r>
      <w:r>
        <w:rPr>
          <w:color w:val="4C4D4F"/>
          <w:spacing w:val="-1"/>
        </w:rPr>
        <w:t>the</w:t>
      </w:r>
      <w:r>
        <w:rPr>
          <w:color w:val="4C4D4F"/>
        </w:rPr>
        <w:t> crimp fitting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7"/>
        </w:rPr>
        <w:t>13).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157" w:after="0"/>
        <w:ind w:left="1040" w:right="0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Slide the</w:t>
      </w:r>
      <w:r>
        <w:rPr>
          <w:color w:val="4C4D4F"/>
        </w:rPr>
        <w:t> crimp</w:t>
      </w:r>
      <w:r>
        <w:rPr>
          <w:color w:val="4C4D4F"/>
          <w:spacing w:val="-1"/>
        </w:rPr>
        <w:t> </w:t>
      </w:r>
      <w:r>
        <w:rPr>
          <w:color w:val="4C4D4F"/>
        </w:rPr>
        <w:t>ring </w:t>
      </w:r>
      <w:r>
        <w:rPr>
          <w:color w:val="4C4D4F"/>
          <w:spacing w:val="-1"/>
        </w:rPr>
        <w:t>in </w:t>
      </w:r>
      <w:r>
        <w:rPr>
          <w:color w:val="4C4D4F"/>
        </w:rPr>
        <w:t>a </w:t>
      </w:r>
      <w:r>
        <w:rPr>
          <w:color w:val="4C4D4F"/>
          <w:spacing w:val="-1"/>
        </w:rPr>
        <w:t>distance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</w:t>
      </w:r>
      <w:r>
        <w:rPr>
          <w:color w:val="231F20"/>
          <w:spacing w:val="-2"/>
        </w:rPr>
        <w:t>⅛</w:t>
      </w:r>
      <w:r>
        <w:rPr>
          <w:rFonts w:ascii="Arial" w:hAnsi="Arial" w:cs="Arial" w:eastAsia="Arial"/>
          <w:color w:val="4C4D4F"/>
          <w:spacing w:val="-2"/>
        </w:rPr>
        <w:t>"–</w:t>
      </w:r>
      <w:r>
        <w:rPr>
          <w:rFonts w:ascii="Arial" w:hAnsi="Arial" w:cs="Arial" w:eastAsia="Arial"/>
          <w:color w:val="231F20"/>
          <w:spacing w:val="-2"/>
        </w:rPr>
        <w:t>¼</w:t>
      </w:r>
      <w:r>
        <w:rPr>
          <w:rFonts w:ascii="Arial" w:hAnsi="Arial" w:cs="Arial" w:eastAsia="Arial"/>
          <w:color w:val="4C4D4F"/>
          <w:spacing w:val="-2"/>
        </w:rPr>
        <w:t>"</w:t>
      </w:r>
      <w:r>
        <w:rPr>
          <w:rFonts w:ascii="Arial" w:hAnsi="Arial" w:cs="Arial" w:eastAsia="Arial"/>
          <w:color w:val="4C4D4F"/>
        </w:rPr>
        <w:t> from</w:t>
      </w:r>
      <w:r>
        <w:rPr>
          <w:rFonts w:ascii="Arial" w:hAnsi="Arial" w:cs="Arial" w:eastAsia="Arial"/>
          <w:color w:val="4C4D4F"/>
          <w:spacing w:val="-1"/>
        </w:rPr>
        <w:t> the end of the </w:t>
      </w:r>
      <w:r>
        <w:rPr>
          <w:rFonts w:ascii="Arial" w:hAnsi="Arial" w:cs="Arial" w:eastAsia="Arial"/>
          <w:color w:val="4C4D4F"/>
          <w:spacing w:val="-2"/>
        </w:rPr>
        <w:t>pipe.</w:t>
      </w:r>
      <w:r>
        <w:rPr>
          <w:rFonts w:ascii="Arial" w:hAnsi="Arial" w:cs="Arial" w:eastAsia="Arial"/>
        </w:rPr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spacing w:line="200" w:lineRule="atLeast"/>
        <w:ind w:left="30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743200" cy="1822704"/>
            <wp:effectExtent l="0" t="0" r="0" b="0"/>
            <wp:docPr id="27" name="image1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4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22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3837" w:right="4424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Figure</w:t>
      </w:r>
      <w:r>
        <w:rPr>
          <w:rFonts w:ascii="Arial"/>
          <w:b/>
          <w:color w:val="231F20"/>
          <w:spacing w:val="-7"/>
          <w:sz w:val="18"/>
        </w:rPr>
        <w:t> </w:t>
      </w:r>
      <w:r>
        <w:rPr>
          <w:rFonts w:ascii="Arial"/>
          <w:b/>
          <w:color w:val="231F20"/>
          <w:spacing w:val="-1"/>
          <w:sz w:val="18"/>
        </w:rPr>
        <w:t>13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118" w:after="0"/>
        <w:ind w:left="1040" w:right="0" w:hanging="320"/>
        <w:jc w:val="left"/>
      </w:pPr>
      <w:r>
        <w:rPr>
          <w:color w:val="4C4D4F"/>
          <w:spacing w:val="-2"/>
        </w:rPr>
        <w:t>Squeeze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crimp ring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2"/>
        </w:rPr>
        <w:t>water</w:t>
      </w:r>
      <w:r>
        <w:rPr>
          <w:color w:val="4C4D4F"/>
        </w:rPr>
        <w:t> </w:t>
      </w:r>
      <w:r>
        <w:rPr>
          <w:color w:val="4C4D4F"/>
          <w:spacing w:val="-1"/>
        </w:rPr>
        <w:t>pump</w:t>
      </w:r>
      <w:r>
        <w:rPr>
          <w:color w:val="4C4D4F"/>
        </w:rPr>
        <w:t> </w:t>
      </w:r>
      <w:r>
        <w:rPr>
          <w:color w:val="4C4D4F"/>
          <w:spacing w:val="-1"/>
        </w:rPr>
        <w:t>pliers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hold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place.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40" w:lineRule="auto" w:before="72" w:after="0"/>
        <w:ind w:left="1580" w:right="0" w:hanging="320"/>
        <w:jc w:val="left"/>
      </w:pP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crimping</w:t>
      </w:r>
      <w:r>
        <w:rPr>
          <w:color w:val="4C4D4F"/>
        </w:rPr>
        <w:t> </w:t>
      </w:r>
      <w:r>
        <w:rPr>
          <w:color w:val="4C4D4F"/>
          <w:spacing w:val="-1"/>
        </w:rPr>
        <w:t>tool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7"/>
        </w:rPr>
        <w:t>14).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36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743200" cy="1822703"/>
            <wp:effectExtent l="0" t="0" r="0" b="0"/>
            <wp:docPr id="29" name="image1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5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22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4246" w:right="370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14—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Using </w:t>
      </w:r>
      <w:r>
        <w:rPr>
          <w:rFonts w:ascii="Arial" w:hAnsi="Arial" w:cs="Arial" w:eastAsia="Arial"/>
          <w:color w:val="231F20"/>
          <w:sz w:val="18"/>
          <w:szCs w:val="18"/>
        </w:rPr>
        <w:t>the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crimping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tool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84" w:lineRule="auto" w:before="0"/>
        <w:ind w:right="632"/>
        <w:jc w:val="left"/>
      </w:pPr>
      <w:r>
        <w:rPr>
          <w:rFonts w:ascii="Arial" w:hAnsi="Arial" w:cs="Arial" w:eastAsia="Arial"/>
          <w:b/>
          <w:bCs/>
          <w:color w:val="4C4D4F"/>
          <w:spacing w:val="-3"/>
        </w:rPr>
        <w:t>Note:</w:t>
      </w:r>
      <w:r>
        <w:rPr>
          <w:rFonts w:ascii="Arial" w:hAnsi="Arial" w:cs="Arial" w:eastAsia="Arial"/>
          <w:b/>
          <w:bCs/>
          <w:color w:val="4C4D4F"/>
          <w:spacing w:val="-6"/>
        </w:rPr>
        <w:t> </w:t>
      </w:r>
      <w:r>
        <w:rPr>
          <w:color w:val="4C4D4F"/>
          <w:spacing w:val="-3"/>
        </w:rPr>
        <w:t>Demonstrate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use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go/no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go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ensure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correct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engagement</w:t>
      </w:r>
      <w:r>
        <w:rPr>
          <w:color w:val="4C4D4F"/>
          <w:spacing w:val="-6"/>
        </w:rPr>
        <w:t> </w:t>
      </w:r>
      <w:r>
        <w:rPr>
          <w:color w:val="4C4D4F"/>
          <w:spacing w:val="-4"/>
        </w:rPr>
        <w:t>(Figure</w:t>
      </w:r>
      <w:r>
        <w:rPr>
          <w:color w:val="4C4D4F"/>
          <w:spacing w:val="-5"/>
        </w:rPr>
        <w:t> </w:t>
      </w:r>
      <w:r>
        <w:rPr>
          <w:color w:val="4C4D4F"/>
          <w:spacing w:val="-7"/>
        </w:rPr>
        <w:t>15).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This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need</w:t>
      </w:r>
      <w:r>
        <w:rPr>
          <w:color w:val="4C4D4F"/>
          <w:spacing w:val="52"/>
        </w:rPr>
        <w:t> </w:t>
      </w:r>
      <w:r>
        <w:rPr>
          <w:color w:val="4C4D4F"/>
          <w:spacing w:val="-3"/>
        </w:rPr>
        <w:t>only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be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done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once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during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construction</w:t>
      </w:r>
      <w:r>
        <w:rPr>
          <w:color w:val="4C4D4F"/>
          <w:spacing w:val="-5"/>
        </w:rPr>
        <w:t> </w:t>
      </w:r>
      <w:r>
        <w:rPr>
          <w:color w:val="4C4D4F"/>
          <w:spacing w:val="-4"/>
        </w:rPr>
        <w:t>phase,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not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after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every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crimp.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See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“Resources”</w:t>
      </w:r>
      <w:r>
        <w:rPr>
          <w:color w:val="4C4D4F"/>
          <w:spacing w:val="79"/>
        </w:rPr>
        <w:t> </w:t>
      </w:r>
      <w:r>
        <w:rPr>
          <w:color w:val="4C4D4F"/>
          <w:spacing w:val="-2"/>
        </w:rPr>
        <w:t>section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for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additional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online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resources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outlining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this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procedure.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36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743200" cy="1822703"/>
            <wp:effectExtent l="0" t="0" r="0" b="0"/>
            <wp:docPr id="31" name="image1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6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22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4246" w:right="370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15—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Using </w:t>
      </w:r>
      <w:r>
        <w:rPr>
          <w:rFonts w:ascii="Arial" w:hAnsi="Arial" w:cs="Arial" w:eastAsia="Arial"/>
          <w:color w:val="231F20"/>
          <w:sz w:val="18"/>
          <w:szCs w:val="18"/>
        </w:rPr>
        <w:t>the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go/no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go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gauge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7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 w:before="0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Disassembly</w:t>
      </w:r>
      <w:r>
        <w:rPr>
          <w:color w:val="4F61AB"/>
          <w:spacing w:val="-19"/>
        </w:rPr>
        <w:t> </w:t>
      </w:r>
      <w:r>
        <w:rPr>
          <w:color w:val="4F61AB"/>
          <w:spacing w:val="-1"/>
        </w:rPr>
        <w:t>Demonstration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40" w:lineRule="auto" w:before="206" w:after="0"/>
        <w:ind w:left="1580" w:right="0" w:hanging="320"/>
        <w:jc w:val="left"/>
      </w:pPr>
      <w:r>
        <w:rPr>
          <w:color w:val="4C4D4F"/>
          <w:spacing w:val="-2"/>
        </w:rPr>
        <w:t>Remove</w:t>
      </w:r>
      <w:r>
        <w:rPr>
          <w:color w:val="4C4D4F"/>
        </w:rPr>
        <w:t> </w:t>
      </w:r>
      <w:r>
        <w:rPr>
          <w:color w:val="4C4D4F"/>
          <w:spacing w:val="-2"/>
        </w:rPr>
        <w:t>any</w:t>
      </w:r>
      <w:r>
        <w:rPr>
          <w:color w:val="4C4D4F"/>
        </w:rPr>
        <w:t> </w:t>
      </w:r>
      <w:r>
        <w:rPr>
          <w:color w:val="4C4D4F"/>
          <w:spacing w:val="-1"/>
        </w:rPr>
        <w:t>pressure</w:t>
      </w:r>
      <w:r>
        <w:rPr>
          <w:color w:val="4C4D4F"/>
        </w:rPr>
        <w:t> from </w:t>
      </w:r>
      <w:r>
        <w:rPr>
          <w:color w:val="4C4D4F"/>
          <w:spacing w:val="-1"/>
        </w:rPr>
        <w:t>within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pipe.</w:t>
      </w:r>
      <w:r>
        <w:rPr/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40" w:lineRule="auto" w:before="157" w:after="0"/>
        <w:ind w:left="1580" w:right="0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Cut the pipe</w:t>
      </w:r>
      <w:r>
        <w:rPr>
          <w:color w:val="4C4D4F"/>
        </w:rPr>
        <w:t> </w:t>
      </w:r>
      <w:r>
        <w:rPr>
          <w:color w:val="4C4D4F"/>
          <w:spacing w:val="-2"/>
        </w:rPr>
        <w:t>approximately</w:t>
      </w:r>
      <w:r>
        <w:rPr>
          <w:color w:val="4C4D4F"/>
          <w:spacing w:val="-1"/>
        </w:rPr>
        <w:t> </w:t>
      </w:r>
      <w:r>
        <w:rPr>
          <w:rFonts w:ascii="Arial" w:hAnsi="Arial"/>
          <w:color w:val="231F20"/>
        </w:rPr>
        <w:t>¾</w:t>
      </w:r>
      <w:r>
        <w:rPr>
          <w:rFonts w:ascii="Arial" w:hAnsi="Arial"/>
          <w:color w:val="4C4D4F"/>
        </w:rPr>
        <w:t>" </w:t>
      </w:r>
      <w:r>
        <w:rPr>
          <w:rFonts w:ascii="Arial" w:hAnsi="Arial"/>
          <w:color w:val="4C4D4F"/>
          <w:spacing w:val="-1"/>
        </w:rPr>
        <w:t>back </w:t>
      </w:r>
      <w:r>
        <w:rPr>
          <w:rFonts w:ascii="Arial" w:hAnsi="Arial"/>
          <w:color w:val="4C4D4F"/>
        </w:rPr>
        <w:t>from </w:t>
      </w:r>
      <w:r>
        <w:rPr>
          <w:rFonts w:ascii="Arial" w:hAnsi="Arial"/>
          <w:color w:val="4C4D4F"/>
          <w:spacing w:val="-1"/>
        </w:rPr>
        <w:t>its </w:t>
      </w:r>
      <w:r>
        <w:rPr>
          <w:rFonts w:ascii="Arial" w:hAnsi="Arial"/>
          <w:color w:val="4C4D4F"/>
          <w:spacing w:val="-2"/>
        </w:rPr>
        <w:t>end.</w:t>
      </w:r>
      <w:r>
        <w:rPr>
          <w:rFonts w:ascii="Arial" w:hAnsi="Arial"/>
        </w:rPr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C4D4F"/>
          <w:spacing w:val="-1"/>
        </w:rPr>
        <w:t>Use</w:t>
      </w:r>
      <w:r>
        <w:rPr>
          <w:color w:val="4C4D4F"/>
        </w:rPr>
        <w:t> crimp ring </w:t>
      </w:r>
      <w:r>
        <w:rPr>
          <w:color w:val="4C4D4F"/>
          <w:spacing w:val="-1"/>
        </w:rPr>
        <w:t>cutter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ring.</w:t>
      </w:r>
      <w:r>
        <w:rPr/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ring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1"/>
        </w:rPr>
        <w:t>recycled</w:t>
      </w:r>
      <w:r>
        <w:rPr>
          <w:color w:val="4C4D4F"/>
        </w:rPr>
        <w:t> </w:t>
      </w:r>
      <w:r>
        <w:rPr>
          <w:color w:val="4C4D4F"/>
          <w:spacing w:val="-2"/>
        </w:rPr>
        <w:t>(copper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3"/>
        </w:rPr>
        <w:t>valuable).</w:t>
      </w:r>
      <w:r>
        <w:rPr/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small</w:t>
      </w:r>
      <w:r>
        <w:rPr>
          <w:color w:val="4C4D4F"/>
        </w:rPr>
        <w:t> piece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pipe</w:t>
      </w:r>
      <w:r>
        <w:rPr>
          <w:color w:val="4C4D4F"/>
        </w:rPr>
        <w:t> goes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garbage.</w:t>
      </w:r>
      <w:r>
        <w:rPr/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C4D4F"/>
          <w:spacing w:val="-1"/>
        </w:rPr>
        <w:t>Longer</w:t>
      </w:r>
      <w:r>
        <w:rPr>
          <w:color w:val="4C4D4F"/>
        </w:rPr>
        <w:t> pieces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pipe</w:t>
      </w:r>
      <w:r>
        <w:rPr>
          <w:color w:val="4C4D4F"/>
        </w:rPr>
        <w:t> can be </w:t>
      </w:r>
      <w:r>
        <w:rPr>
          <w:color w:val="4C4D4F"/>
          <w:spacing w:val="-1"/>
        </w:rPr>
        <w:t>stored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future</w:t>
      </w:r>
      <w:r>
        <w:rPr>
          <w:color w:val="4C4D4F"/>
        </w:rPr>
        <w:t> </w:t>
      </w:r>
      <w:r>
        <w:rPr>
          <w:color w:val="4C4D4F"/>
          <w:spacing w:val="-2"/>
        </w:rPr>
        <w:t>use.</w:t>
      </w:r>
      <w:r>
        <w:rPr/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C4D4F"/>
          <w:spacing w:val="-1"/>
        </w:rPr>
        <w:t>Fittings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1"/>
        </w:rPr>
        <w:t>returned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correct </w:t>
      </w:r>
      <w:r>
        <w:rPr>
          <w:color w:val="4C4D4F"/>
          <w:spacing w:val="-1"/>
        </w:rPr>
        <w:t>storage</w:t>
      </w:r>
      <w:r>
        <w:rPr>
          <w:color w:val="4C4D4F"/>
        </w:rPr>
        <w:t> </w:t>
      </w:r>
      <w:r>
        <w:rPr>
          <w:color w:val="4C4D4F"/>
          <w:spacing w:val="-1"/>
        </w:rPr>
        <w:t>location.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28"/>
        </w:rPr>
        <w:t>T</w:t>
      </w:r>
      <w:r>
        <w:rPr>
          <w:color w:val="4F61AB"/>
        </w:rPr>
        <w:t>e</w:t>
      </w:r>
      <w:r>
        <w:rPr>
          <w:color w:val="4F61AB"/>
          <w:spacing w:val="-2"/>
        </w:rPr>
        <w:t>s</w:t>
      </w:r>
      <w:r>
        <w:rPr>
          <w:color w:val="4F61AB"/>
          <w:spacing w:val="2"/>
        </w:rPr>
        <w:t>t</w:t>
      </w:r>
      <w:r>
        <w:rPr>
          <w:color w:val="4F61AB"/>
          <w:spacing w:val="-2"/>
        </w:rPr>
        <w:t>i</w:t>
      </w:r>
      <w:r>
        <w:rPr>
          <w:color w:val="4F61AB"/>
          <w:spacing w:val="-1"/>
        </w:rPr>
        <w:t>n</w:t>
      </w:r>
      <w:r>
        <w:rPr>
          <w:color w:val="4F61AB"/>
        </w:rPr>
        <w:t>g</w:t>
      </w:r>
      <w:r>
        <w:rPr>
          <w:color w:val="4F61AB"/>
          <w:spacing w:val="-18"/>
        </w:rPr>
        <w:t> </w:t>
      </w:r>
      <w:r>
        <w:rPr>
          <w:color w:val="4F61AB"/>
        </w:rPr>
        <w:t>De</w:t>
      </w:r>
      <w:r>
        <w:rPr>
          <w:color w:val="4F61AB"/>
          <w:spacing w:val="-1"/>
        </w:rPr>
        <w:t>mo</w:t>
      </w:r>
      <w:r>
        <w:rPr>
          <w:color w:val="4F61AB"/>
        </w:rPr>
        <w:t>n</w:t>
      </w:r>
      <w:r>
        <w:rPr>
          <w:color w:val="4F61AB"/>
          <w:spacing w:val="-2"/>
        </w:rPr>
        <w:t>s</w:t>
      </w:r>
      <w:r>
        <w:rPr>
          <w:color w:val="4F61AB"/>
          <w:spacing w:val="2"/>
        </w:rPr>
        <w:t>t</w:t>
      </w:r>
      <w:r>
        <w:rPr>
          <w:color w:val="4F61AB"/>
        </w:rPr>
        <w:t>r</w:t>
      </w:r>
      <w:r>
        <w:rPr>
          <w:color w:val="4F61AB"/>
          <w:spacing w:val="-1"/>
        </w:rPr>
        <w:t>a</w:t>
      </w:r>
      <w:r>
        <w:rPr>
          <w:color w:val="4F61AB"/>
          <w:spacing w:val="2"/>
        </w:rPr>
        <w:t>t</w:t>
      </w:r>
      <w:r>
        <w:rPr>
          <w:color w:val="4F61AB"/>
          <w:spacing w:val="-1"/>
        </w:rPr>
        <w:t>ion</w:t>
      </w:r>
      <w:r>
        <w:rPr>
          <w:b w:val="0"/>
        </w:rPr>
      </w:r>
    </w:p>
    <w:p>
      <w:pPr>
        <w:pStyle w:val="BodyText"/>
        <w:spacing w:line="240" w:lineRule="auto" w:before="206"/>
        <w:ind w:left="560" w:right="0"/>
        <w:jc w:val="both"/>
      </w:pPr>
      <w:r>
        <w:rPr>
          <w:color w:val="4C4D4F"/>
        </w:rPr>
        <w:t>Attach a </w:t>
      </w:r>
      <w:r>
        <w:rPr>
          <w:color w:val="4C4D4F"/>
          <w:spacing w:val="-2"/>
        </w:rPr>
        <w:t>hydrostatic</w:t>
      </w:r>
      <w:r>
        <w:rPr>
          <w:color w:val="4C4D4F"/>
        </w:rPr>
        <w:t> </w:t>
      </w:r>
      <w:r>
        <w:rPr>
          <w:color w:val="4C4D4F"/>
          <w:spacing w:val="-1"/>
        </w:rPr>
        <w:t>pump</w:t>
      </w:r>
      <w:r>
        <w:rPr>
          <w:color w:val="4C4D4F"/>
        </w:rPr>
        <w:t> or </w:t>
      </w:r>
      <w:r>
        <w:rPr>
          <w:color w:val="4C4D4F"/>
          <w:spacing w:val="-1"/>
        </w:rPr>
        <w:t>hose</w:t>
      </w:r>
      <w:r>
        <w:rPr>
          <w:color w:val="4C4D4F"/>
        </w:rPr>
        <w:t> connector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1"/>
        </w:rPr>
        <w:t>project.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60" w:right="0"/>
        <w:jc w:val="both"/>
      </w:pPr>
      <w:r>
        <w:rPr>
          <w:color w:val="4C4D4F"/>
        </w:rPr>
        <w:t>Bring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pressure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1"/>
        </w:rPr>
        <w:t>200</w:t>
      </w:r>
      <w:r>
        <w:rPr>
          <w:color w:val="4C4D4F"/>
        </w:rPr>
        <w:t> </w:t>
      </w:r>
      <w:r>
        <w:rPr>
          <w:color w:val="4C4D4F"/>
          <w:spacing w:val="-1"/>
        </w:rPr>
        <w:t>psi</w:t>
      </w:r>
      <w:r>
        <w:rPr>
          <w:color w:val="4C4D4F"/>
        </w:rPr>
        <w:t> </w:t>
      </w:r>
      <w:r>
        <w:rPr>
          <w:color w:val="4C4D4F"/>
          <w:spacing w:val="-5"/>
        </w:rPr>
        <w:t>(1400</w:t>
      </w:r>
      <w:r>
        <w:rPr>
          <w:color w:val="4C4D4F"/>
        </w:rPr>
        <w:t> </w:t>
      </w:r>
      <w:r>
        <w:rPr>
          <w:color w:val="4C4D4F"/>
          <w:spacing w:val="-3"/>
        </w:rPr>
        <w:t>kpa)</w:t>
      </w:r>
      <w:r>
        <w:rPr>
          <w:color w:val="4C4D4F"/>
        </w:rPr>
        <w:t> if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3"/>
        </w:rPr>
        <w:t>pump;</w:t>
      </w:r>
      <w:r>
        <w:rPr>
          <w:color w:val="4C4D4F"/>
        </w:rPr>
        <w:t> otherwise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line</w:t>
      </w:r>
      <w:r>
        <w:rPr>
          <w:color w:val="4C4D4F"/>
        </w:rPr>
        <w:t> </w:t>
      </w:r>
      <w:r>
        <w:rPr>
          <w:color w:val="4C4D4F"/>
          <w:spacing w:val="-1"/>
        </w:rPr>
        <w:t>pressure.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202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2"/>
        </w:rPr>
        <w:t>system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withstand</w:t>
      </w:r>
      <w:r>
        <w:rPr>
          <w:color w:val="4C4D4F"/>
        </w:rPr>
        <w:t> </w:t>
      </w:r>
      <w:r>
        <w:rPr>
          <w:color w:val="4C4D4F"/>
          <w:spacing w:val="-1"/>
        </w:rPr>
        <w:t>pressure</w:t>
      </w:r>
      <w:r>
        <w:rPr>
          <w:color w:val="4C4D4F"/>
        </w:rPr>
        <w:t> </w:t>
      </w:r>
      <w:r>
        <w:rPr>
          <w:color w:val="4C4D4F"/>
          <w:spacing w:val="-1"/>
        </w:rPr>
        <w:t>without</w:t>
      </w:r>
      <w:r>
        <w:rPr>
          <w:color w:val="4C4D4F"/>
        </w:rPr>
        <w:t> </w:t>
      </w:r>
      <w:r>
        <w:rPr>
          <w:color w:val="4C4D4F"/>
          <w:spacing w:val="-2"/>
        </w:rPr>
        <w:t>leakage.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a </w:t>
      </w:r>
      <w:r>
        <w:rPr>
          <w:color w:val="4C4D4F"/>
          <w:spacing w:val="-1"/>
        </w:rPr>
        <w:t>leak</w:t>
      </w:r>
      <w:r>
        <w:rPr>
          <w:color w:val="4C4D4F"/>
        </w:rPr>
        <w:t> </w:t>
      </w:r>
      <w:r>
        <w:rPr>
          <w:color w:val="4C4D4F"/>
          <w:spacing w:val="-3"/>
        </w:rPr>
        <w:t>occur,</w:t>
      </w:r>
      <w:r>
        <w:rPr>
          <w:color w:val="4C4D4F"/>
          <w:spacing w:val="7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most</w:t>
      </w:r>
      <w:r>
        <w:rPr>
          <w:rFonts w:ascii="Arial"/>
          <w:color w:val="4C4D4F"/>
        </w:rPr>
        <w:t> common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sources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 </w:t>
      </w:r>
      <w:r>
        <w:rPr>
          <w:rFonts w:ascii="Arial"/>
          <w:color w:val="4C4D4F"/>
        </w:rPr>
        <w:t>error </w:t>
      </w:r>
      <w:r>
        <w:rPr>
          <w:rFonts w:ascii="Arial"/>
          <w:color w:val="4C4D4F"/>
          <w:spacing w:val="-3"/>
        </w:rPr>
        <w:t>are:</w:t>
      </w:r>
      <w:r>
        <w:rPr>
          <w:rFonts w:ascii="Arial"/>
        </w:rPr>
      </w:r>
    </w:p>
    <w:p>
      <w:pPr>
        <w:pStyle w:val="BodyText"/>
        <w:numPr>
          <w:ilvl w:val="0"/>
          <w:numId w:val="6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crimp ring </w:t>
      </w:r>
      <w:r>
        <w:rPr>
          <w:color w:val="4C4D4F"/>
          <w:spacing w:val="-2"/>
        </w:rPr>
        <w:t>was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crimped.</w:t>
      </w:r>
      <w:r>
        <w:rPr/>
      </w:r>
    </w:p>
    <w:p>
      <w:pPr>
        <w:pStyle w:val="BodyText"/>
        <w:numPr>
          <w:ilvl w:val="0"/>
          <w:numId w:val="6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pipe</w:t>
      </w:r>
      <w:r>
        <w:rPr>
          <w:color w:val="4C4D4F"/>
        </w:rPr>
        <w:t> </w:t>
      </w:r>
      <w:r>
        <w:rPr>
          <w:color w:val="4C4D4F"/>
          <w:spacing w:val="-2"/>
        </w:rPr>
        <w:t>was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3"/>
        </w:rPr>
        <w:t>squarely.</w:t>
      </w:r>
      <w:r>
        <w:rPr/>
      </w:r>
    </w:p>
    <w:p>
      <w:pPr>
        <w:pStyle w:val="BodyText"/>
        <w:numPr>
          <w:ilvl w:val="0"/>
          <w:numId w:val="6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end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pipe</w:t>
      </w:r>
      <w:r>
        <w:rPr>
          <w:color w:val="4C4D4F"/>
        </w:rPr>
        <w:t> </w:t>
      </w:r>
      <w:r>
        <w:rPr>
          <w:color w:val="4C4D4F"/>
          <w:spacing w:val="-2"/>
        </w:rPr>
        <w:t>was</w:t>
      </w:r>
      <w:r>
        <w:rPr>
          <w:color w:val="4C4D4F"/>
        </w:rPr>
        <w:t> </w:t>
      </w:r>
      <w:r>
        <w:rPr>
          <w:color w:val="4C4D4F"/>
          <w:spacing w:val="-1"/>
        </w:rPr>
        <w:t>damaged.</w:t>
      </w:r>
      <w:r>
        <w:rPr/>
      </w:r>
    </w:p>
    <w:p>
      <w:pPr>
        <w:pStyle w:val="BodyText"/>
        <w:numPr>
          <w:ilvl w:val="0"/>
          <w:numId w:val="6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fitting </w:t>
      </w:r>
      <w:r>
        <w:rPr>
          <w:color w:val="4C4D4F"/>
          <w:spacing w:val="-2"/>
        </w:rPr>
        <w:t>was</w:t>
      </w:r>
      <w:r>
        <w:rPr>
          <w:color w:val="4C4D4F"/>
        </w:rPr>
        <w:t> </w:t>
      </w:r>
      <w:r>
        <w:rPr>
          <w:color w:val="4C4D4F"/>
          <w:spacing w:val="-2"/>
        </w:rPr>
        <w:t>defective.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84" w:lineRule="auto" w:before="0"/>
        <w:ind w:left="560" w:right="1620"/>
        <w:jc w:val="both"/>
      </w:pPr>
      <w:r>
        <w:rPr>
          <w:color w:val="4C4D4F"/>
          <w:spacing w:val="-1"/>
        </w:rPr>
        <w:t>Depending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source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leak,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1"/>
        </w:rPr>
        <w:t>re-crimp</w:t>
      </w:r>
      <w:r>
        <w:rPr>
          <w:color w:val="4C4D4F"/>
        </w:rPr>
        <w:t> or </w:t>
      </w:r>
      <w:r>
        <w:rPr>
          <w:color w:val="4C4D4F"/>
          <w:spacing w:val="-2"/>
        </w:rPr>
        <w:t>remove</w:t>
      </w:r>
      <w:r>
        <w:rPr>
          <w:color w:val="4C4D4F"/>
        </w:rPr>
        <w:t> a section </w:t>
      </w:r>
      <w:r>
        <w:rPr>
          <w:color w:val="4C4D4F"/>
          <w:spacing w:val="-1"/>
        </w:rPr>
        <w:t>of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piping.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process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testing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rough-in </w:t>
      </w:r>
      <w:r>
        <w:rPr>
          <w:color w:val="4C4D4F"/>
          <w:spacing w:val="-1"/>
        </w:rPr>
        <w:t>stage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important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understand.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Occupancy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 </w:t>
      </w:r>
      <w:r>
        <w:rPr>
          <w:color w:val="4C4D4F"/>
          <w:spacing w:val="-1"/>
        </w:rPr>
        <w:t>building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permitted </w:t>
      </w:r>
      <w:r>
        <w:rPr>
          <w:color w:val="4C4D4F"/>
          <w:spacing w:val="-1"/>
        </w:rPr>
        <w:t>unless</w:t>
      </w:r>
      <w:r>
        <w:rPr>
          <w:color w:val="4C4D4F"/>
        </w:rPr>
        <w:t> a rough-in </w:t>
      </w:r>
      <w:r>
        <w:rPr>
          <w:color w:val="4C4D4F"/>
          <w:spacing w:val="-1"/>
        </w:rPr>
        <w:t>inspection</w:t>
      </w:r>
      <w:r>
        <w:rPr>
          <w:color w:val="4C4D4F"/>
        </w:rPr>
        <w:t> </w:t>
      </w:r>
      <w:r>
        <w:rPr>
          <w:color w:val="4C4D4F"/>
          <w:spacing w:val="-2"/>
        </w:rPr>
        <w:t>was</w:t>
      </w:r>
      <w:r>
        <w:rPr>
          <w:color w:val="4C4D4F"/>
        </w:rPr>
        <w:t> </w:t>
      </w:r>
      <w:r>
        <w:rPr>
          <w:color w:val="4C4D4F"/>
          <w:spacing w:val="-1"/>
        </w:rPr>
        <w:t>successful.</w:t>
      </w:r>
      <w:r>
        <w:rPr/>
      </w:r>
    </w:p>
    <w:p>
      <w:pPr>
        <w:spacing w:after="0" w:line="284" w:lineRule="auto"/>
        <w:jc w:val="both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color w:val="4F61AB"/>
          <w:spacing w:val="-6"/>
        </w:rPr>
        <w:t> </w:t>
      </w:r>
      <w:r>
        <w:rPr>
          <w:color w:val="4F61AB"/>
          <w:spacing w:val="-13"/>
        </w:rPr>
        <w:t>1:</w:t>
      </w:r>
      <w:r>
        <w:rPr>
          <w:color w:val="4F61AB"/>
          <w:spacing w:val="-5"/>
        </w:rPr>
        <w:t> </w:t>
      </w:r>
      <w:r>
        <w:rPr>
          <w:color w:val="4F61AB"/>
          <w:spacing w:val="-3"/>
        </w:rPr>
        <w:t>Formative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Practice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right="632"/>
        <w:jc w:val="left"/>
      </w:pP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construct a </w:t>
      </w:r>
      <w:r>
        <w:rPr>
          <w:color w:val="4C4D4F"/>
          <w:spacing w:val="-1"/>
        </w:rPr>
        <w:t>circular</w:t>
      </w:r>
      <w:r>
        <w:rPr>
          <w:color w:val="4C4D4F"/>
        </w:rPr>
        <w:t> loop or </w:t>
      </w:r>
      <w:r>
        <w:rPr>
          <w:color w:val="4C4D4F"/>
          <w:spacing w:val="-1"/>
        </w:rPr>
        <w:t>figure</w:t>
      </w:r>
      <w:r>
        <w:rPr>
          <w:color w:val="4C4D4F"/>
        </w:rPr>
        <w:t> 8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2"/>
        </w:rPr>
        <w:t>given</w:t>
      </w:r>
      <w:r>
        <w:rPr>
          <w:color w:val="4C4D4F"/>
        </w:rPr>
        <w:t> </w:t>
      </w:r>
      <w:r>
        <w:rPr>
          <w:color w:val="4C4D4F"/>
          <w:spacing w:val="-1"/>
        </w:rPr>
        <w:t>dimensions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6"/>
        </w:rPr>
        <w:t>16).</w:t>
      </w:r>
      <w:r>
        <w:rPr>
          <w:color w:val="4C4D4F"/>
        </w:rPr>
        <w:t> Virtually</w:t>
      </w:r>
      <w:r>
        <w:rPr>
          <w:color w:val="4C4D4F"/>
          <w:spacing w:val="85"/>
        </w:rPr>
        <w:t> </w:t>
      </w:r>
      <w:r>
        <w:rPr>
          <w:color w:val="4C4D4F"/>
          <w:spacing w:val="-2"/>
        </w:rPr>
        <w:t>any</w:t>
      </w:r>
      <w:r>
        <w:rPr>
          <w:color w:val="4C4D4F"/>
        </w:rPr>
        <w:t> </w:t>
      </w:r>
      <w:r>
        <w:rPr>
          <w:color w:val="4C4D4F"/>
          <w:spacing w:val="-1"/>
        </w:rPr>
        <w:t>shape</w:t>
      </w:r>
      <w:r>
        <w:rPr>
          <w:color w:val="4C4D4F"/>
        </w:rPr>
        <w:t> could be </w:t>
      </w:r>
      <w:r>
        <w:rPr>
          <w:color w:val="4C4D4F"/>
          <w:spacing w:val="-1"/>
        </w:rPr>
        <w:t>constructed.</w:t>
      </w:r>
      <w:r>
        <w:rPr>
          <w:color w:val="4C4D4F"/>
        </w:rPr>
        <w:t> Be </w:t>
      </w:r>
      <w:r>
        <w:rPr>
          <w:color w:val="4C4D4F"/>
          <w:spacing w:val="-1"/>
        </w:rPr>
        <w:t>sure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provide</w:t>
      </w:r>
      <w:r>
        <w:rPr>
          <w:color w:val="4C4D4F"/>
        </w:rPr>
        <w:t> centre-to-centre </w:t>
      </w:r>
      <w:r>
        <w:rPr>
          <w:color w:val="4C4D4F"/>
          <w:spacing w:val="-1"/>
        </w:rPr>
        <w:t>dimensions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3"/>
        </w:rPr>
        <w:t>A,</w:t>
      </w:r>
      <w:r>
        <w:rPr>
          <w:color w:val="4C4D4F"/>
        </w:rPr>
        <w:t> </w:t>
      </w:r>
      <w:r>
        <w:rPr>
          <w:color w:val="4C4D4F"/>
          <w:spacing w:val="-1"/>
        </w:rPr>
        <w:t>B,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C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Figure</w:t>
      </w:r>
      <w:r>
        <w:rPr>
          <w:color w:val="4C4D4F"/>
        </w:rPr>
        <w:t> </w:t>
      </w:r>
      <w:r>
        <w:rPr>
          <w:color w:val="4C4D4F"/>
          <w:spacing w:val="-3"/>
        </w:rPr>
        <w:t>16.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spacing w:before="72"/>
        <w:ind w:left="7135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/>
        <w:pict>
          <v:group style="position:absolute;margin-left:268.216003pt;margin-top:4.385417pt;width:104.45pt;height:163.3pt;mso-position-horizontal-relative:page;mso-position-vertical-relative:paragraph;z-index:1096" coordorigin="5364,88" coordsize="2089,3266">
            <v:group style="position:absolute;left:5460;top:517;width:2;height:2741" coordorigin="5460,517" coordsize="2,2741">
              <v:shape style="position:absolute;left:5460;top:517;width:2;height:2741" coordorigin="5460,517" coordsize="0,2741" path="m5460,3258l5460,517e" filled="false" stroked="true" strokeweight="1.362pt" strokecolor="#010202">
                <v:path arrowok="t"/>
              </v:shape>
            </v:group>
            <v:group style="position:absolute;left:5460;top:517;width:1661;height:2" coordorigin="5460,517" coordsize="1661,2">
              <v:shape style="position:absolute;left:5460;top:517;width:1661;height:2" coordorigin="5460,517" coordsize="1661,0" path="m5460,517l7121,517e" filled="false" stroked="true" strokeweight="1.362pt" strokecolor="#010202">
                <v:path arrowok="t"/>
              </v:shape>
            </v:group>
            <v:group style="position:absolute;left:7121;top:101;width:2;height:3157" coordorigin="7121,101" coordsize="2,3157">
              <v:shape style="position:absolute;left:7121;top:101;width:2;height:3157" coordorigin="7121,101" coordsize="0,3157" path="m7121,3258l7121,101e" filled="false" stroked="true" strokeweight="1.362pt" strokecolor="#010202">
                <v:path arrowok="t"/>
              </v:shape>
            </v:group>
            <v:group style="position:absolute;left:5460;top:3258;width:1661;height:2" coordorigin="5460,3258" coordsize="1661,2">
              <v:shape style="position:absolute;left:5460;top:3258;width:1661;height:2" coordorigin="5460,3258" coordsize="1661,0" path="m5460,3258l7121,3258e" filled="false" stroked="true" strokeweight="1.362pt" strokecolor="#010202">
                <v:path arrowok="t"/>
              </v:shape>
            </v:group>
            <v:group style="position:absolute;left:7229;top:191;width:220;height:2" coordorigin="7229,191" coordsize="220,2">
              <v:shape style="position:absolute;left:7229;top:191;width:220;height:2" coordorigin="7229,191" coordsize="220,0" path="m7448,191l7229,191e" filled="false" stroked="true" strokeweight=".454pt" strokecolor="#010202">
                <v:path arrowok="t"/>
              </v:shape>
            </v:group>
            <v:group style="position:absolute;left:7200;top:147;width:88;height:88" coordorigin="7200,147" coordsize="88,88">
              <v:shape style="position:absolute;left:7200;top:147;width:88;height:88" coordorigin="7200,147" coordsize="88,88" path="m7287,147l7200,191,7287,235,7287,147xe" filled="true" fillcolor="#010202" stroked="false">
                <v:path arrowok="t"/>
                <v:fill type="solid"/>
              </v:shape>
            </v:group>
            <v:group style="position:absolute;left:5460;top:2095;width:1661;height:2" coordorigin="5460,2095" coordsize="1661,2">
              <v:shape style="position:absolute;left:5460;top:2095;width:1661;height:2" coordorigin="5460,2095" coordsize="1661,0" path="m5460,2095l7121,2095e" filled="false" stroked="true" strokeweight="1.362pt" strokecolor="#010202">
                <v:path arrowok="t"/>
              </v:shape>
            </v:group>
            <v:group style="position:absolute;left:7038;top:1928;width:167;height:2" coordorigin="7038,1928" coordsize="167,2">
              <v:shape style="position:absolute;left:7038;top:1928;width:167;height:2" coordorigin="7038,1928" coordsize="167,0" path="m7038,1928l7205,1928e" filled="false" stroked="true" strokeweight="1.362pt" strokecolor="#010202">
                <v:path arrowok="t"/>
              </v:shape>
            </v:group>
            <v:group style="position:absolute;left:7038;top:682;width:167;height:2" coordorigin="7038,682" coordsize="167,2">
              <v:shape style="position:absolute;left:7038;top:682;width:167;height:2" coordorigin="7038,682" coordsize="167,0" path="m7038,682l7205,682e" filled="false" stroked="true" strokeweight="1.362pt" strokecolor="#010202">
                <v:path arrowok="t"/>
              </v:shape>
            </v:group>
            <v:group style="position:absolute;left:7038;top:2260;width:167;height:2" coordorigin="7038,2260" coordsize="167,2">
              <v:shape style="position:absolute;left:7038;top:2260;width:167;height:2" coordorigin="7038,2260" coordsize="167,0" path="m7038,2260l7205,2260e" filled="false" stroked="true" strokeweight="1.362pt" strokecolor="#010202">
                <v:path arrowok="t"/>
              </v:shape>
            </v:group>
            <v:group style="position:absolute;left:7038;top:3091;width:167;height:2" coordorigin="7038,3091" coordsize="167,2">
              <v:shape style="position:absolute;left:7038;top:3091;width:167;height:2" coordorigin="7038,3091" coordsize="167,0" path="m7038,3091l7205,3091e" filled="false" stroked="true" strokeweight="1.362pt" strokecolor="#010202">
                <v:path arrowok="t"/>
              </v:shape>
            </v:group>
            <v:group style="position:absolute;left:7038;top:350;width:167;height:2" coordorigin="7038,350" coordsize="167,2">
              <v:shape style="position:absolute;left:7038;top:350;width:167;height:2" coordorigin="7038,350" coordsize="167,0" path="m7038,350l7205,350e" filled="false" stroked="true" strokeweight="1.362pt" strokecolor="#010202">
                <v:path arrowok="t"/>
              </v:shape>
            </v:group>
            <v:group style="position:absolute;left:5378;top:2260;width:167;height:2" coordorigin="5378,2260" coordsize="167,2">
              <v:shape style="position:absolute;left:5378;top:2260;width:167;height:2" coordorigin="5378,2260" coordsize="167,0" path="m5378,2260l5545,2260e" filled="false" stroked="true" strokeweight="1.362pt" strokecolor="#010202">
                <v:path arrowok="t"/>
              </v:shape>
            </v:group>
            <v:group style="position:absolute;left:5378;top:1928;width:167;height:2" coordorigin="5378,1928" coordsize="167,2">
              <v:shape style="position:absolute;left:5378;top:1928;width:167;height:2" coordorigin="5378,1928" coordsize="167,0" path="m5378,1928l5545,1928e" filled="false" stroked="true" strokeweight="1.362pt" strokecolor="#010202">
                <v:path arrowok="t"/>
              </v:shape>
            </v:group>
            <v:group style="position:absolute;left:5378;top:682;width:165;height:2" coordorigin="5378,682" coordsize="165,2">
              <v:shape style="position:absolute;left:5378;top:682;width:165;height:2" coordorigin="5378,682" coordsize="165,0" path="m5378,682l5543,682e" filled="false" stroked="true" strokeweight="1.362pt" strokecolor="#010202">
                <v:path arrowok="t"/>
              </v:shape>
            </v:group>
            <v:group style="position:absolute;left:5378;top:3091;width:167;height:2" coordorigin="5378,3091" coordsize="167,2">
              <v:shape style="position:absolute;left:5378;top:3091;width:167;height:2" coordorigin="5378,3091" coordsize="167,0" path="m5378,3091l5545,3091e" filled="false" stroked="true" strokeweight="1.362pt" strokecolor="#010202">
                <v:path arrowok="t"/>
              </v:shape>
            </v:group>
            <v:group style="position:absolute;left:6956;top:2011;width:2;height:184" coordorigin="6956,2011" coordsize="2,184">
              <v:shape style="position:absolute;left:6956;top:2011;width:2;height:184" coordorigin="6956,2011" coordsize="0,184" path="m6956,2011l6956,2194e" filled="false" stroked="true" strokeweight="1.362pt" strokecolor="#010202">
                <v:path arrowok="t"/>
              </v:shape>
            </v:group>
            <v:group style="position:absolute;left:6956;top:433;width:2;height:184" coordorigin="6956,433" coordsize="2,184">
              <v:shape style="position:absolute;left:6956;top:433;width:2;height:184" coordorigin="6956,433" coordsize="0,184" path="m6956,433l6956,616e" filled="false" stroked="true" strokeweight="1.362pt" strokecolor="#010202">
                <v:path arrowok="t"/>
              </v:shape>
            </v:group>
            <v:group style="position:absolute;left:6956;top:3157;width:2;height:184" coordorigin="6956,3157" coordsize="2,184">
              <v:shape style="position:absolute;left:6956;top:3157;width:2;height:184" coordorigin="6956,3157" coordsize="0,184" path="m6956,3157l6956,3340e" filled="false" stroked="true" strokeweight="1.362pt" strokecolor="#010202">
                <v:path arrowok="t"/>
              </v:shape>
            </v:group>
            <v:group style="position:absolute;left:5627;top:2011;width:2;height:184" coordorigin="5627,2011" coordsize="2,184">
              <v:shape style="position:absolute;left:5627;top:2011;width:2;height:184" coordorigin="5627,2011" coordsize="0,184" path="m5627,2011l5627,2194e" filled="false" stroked="true" strokeweight="1.362pt" strokecolor="#010202">
                <v:path arrowok="t"/>
              </v:shape>
            </v:group>
            <v:group style="position:absolute;left:5627;top:433;width:2;height:184" coordorigin="5627,433" coordsize="2,184">
              <v:shape style="position:absolute;left:5627;top:433;width:2;height:184" coordorigin="5627,433" coordsize="0,184" path="m5627,433l5627,616e" filled="false" stroked="true" strokeweight="1.362pt" strokecolor="#010202">
                <v:path arrowok="t"/>
              </v:shape>
            </v:group>
            <v:group style="position:absolute;left:5627;top:3157;width:2;height:184" coordorigin="5627,3157" coordsize="2,184">
              <v:shape style="position:absolute;left:5627;top:3157;width:2;height:184" coordorigin="5627,3157" coordsize="0,184" path="m5627,3157l5627,3340e" filled="false" stroked="true" strokeweight="1.362pt" strokecolor="#010202">
                <v:path arrowok="t"/>
              </v:shape>
            </v:group>
            <w10:wrap type="none"/>
          </v:group>
        </w:pict>
      </w:r>
      <w:r>
        <w:rPr>
          <w:rFonts w:ascii="Arial"/>
          <w:color w:val="010202"/>
          <w:spacing w:val="-5"/>
          <w:sz w:val="19"/>
        </w:rPr>
        <w:t>4</w:t>
      </w:r>
      <w:r>
        <w:rPr>
          <w:rFonts w:ascii="Arial"/>
          <w:color w:val="010202"/>
          <w:spacing w:val="-5"/>
          <w:position w:val="1"/>
          <w:sz w:val="19"/>
        </w:rPr>
        <w:t>"</w:t>
      </w:r>
      <w:r>
        <w:rPr>
          <w:rFonts w:ascii="Arial"/>
          <w:color w:val="010202"/>
          <w:spacing w:val="23"/>
          <w:position w:val="1"/>
          <w:sz w:val="19"/>
        </w:rPr>
        <w:t> </w:t>
      </w:r>
      <w:r>
        <w:rPr>
          <w:rFonts w:ascii="Arial"/>
          <w:color w:val="010202"/>
          <w:sz w:val="19"/>
        </w:rPr>
        <w:t>piece</w:t>
      </w:r>
      <w:r>
        <w:rPr>
          <w:rFonts w:ascii="Arial"/>
          <w:color w:val="010202"/>
          <w:spacing w:val="6"/>
          <w:sz w:val="19"/>
        </w:rPr>
        <w:t> </w:t>
      </w:r>
      <w:r>
        <w:rPr>
          <w:rFonts w:ascii="Arial"/>
          <w:color w:val="010202"/>
          <w:sz w:val="19"/>
        </w:rPr>
        <w:t>with</w:t>
      </w:r>
      <w:r>
        <w:rPr>
          <w:rFonts w:ascii="Arial"/>
          <w:color w:val="010202"/>
          <w:spacing w:val="5"/>
          <w:sz w:val="19"/>
        </w:rPr>
        <w:t> </w:t>
      </w:r>
      <w:r>
        <w:rPr>
          <w:rFonts w:ascii="Arial"/>
          <w:color w:val="010202"/>
          <w:sz w:val="19"/>
        </w:rPr>
        <w:t>adapter</w:t>
      </w:r>
      <w:r>
        <w:rPr>
          <w:rFonts w:ascii="Arial"/>
          <w:color w:val="010202"/>
          <w:spacing w:val="6"/>
          <w:sz w:val="19"/>
        </w:rPr>
        <w:t> </w:t>
      </w:r>
      <w:r>
        <w:rPr>
          <w:rFonts w:ascii="Arial"/>
          <w:color w:val="010202"/>
          <w:sz w:val="19"/>
        </w:rPr>
        <w:t>for</w:t>
      </w:r>
      <w:r>
        <w:rPr>
          <w:rFonts w:ascii="Arial"/>
          <w:color w:val="010202"/>
          <w:spacing w:val="5"/>
          <w:sz w:val="19"/>
        </w:rPr>
        <w:t> </w:t>
      </w:r>
      <w:r>
        <w:rPr>
          <w:rFonts w:ascii="Arial"/>
          <w:color w:val="010202"/>
          <w:sz w:val="19"/>
        </w:rPr>
        <w:t>testing</w:t>
      </w:r>
      <w:r>
        <w:rPr>
          <w:rFonts w:ascii="Arial"/>
          <w:sz w:val="19"/>
        </w:rPr>
      </w: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tabs>
          <w:tab w:pos="2649" w:val="left" w:leader="none"/>
        </w:tabs>
        <w:spacing w:before="67"/>
        <w:ind w:left="1655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/>
        <w:pict>
          <v:group style="position:absolute;margin-left:258.3703pt;margin-top:-2.618301pt;width:4.4pt;height:137.050pt;mso-position-horizontal-relative:page;mso-position-vertical-relative:paragraph;z-index:1120" coordorigin="5167,-52" coordsize="88,2741">
            <v:group style="position:absolute;left:5211;top:-23;width:2;height:1520" coordorigin="5211,-23" coordsize="2,1520">
              <v:shape style="position:absolute;left:5211;top:-23;width:2;height:1520" coordorigin="5211,-23" coordsize="0,1520" path="m5211,1496l5211,-23e" filled="false" stroked="true" strokeweight=".454pt" strokecolor="#010202">
                <v:path arrowok="t"/>
              </v:shape>
            </v:group>
            <v:group style="position:absolute;left:5167;top:1438;width:88;height:88" coordorigin="5167,1438" coordsize="88,88">
              <v:shape style="position:absolute;left:5167;top:1438;width:88;height:88" coordorigin="5167,1438" coordsize="88,88" path="m5255,1438l5167,1438,5211,1526,5255,1438xe" filled="true" fillcolor="#010202" stroked="false">
                <v:path arrowok="t"/>
                <v:fill type="solid"/>
              </v:shape>
            </v:group>
            <v:group style="position:absolute;left:5167;top:-52;width:88;height:88" coordorigin="5167,-52" coordsize="88,88">
              <v:shape style="position:absolute;left:5167;top:-52;width:88;height:88" coordorigin="5167,-52" coordsize="88,88" path="m5211,-52l5167,36,5255,36,5211,-52xe" filled="true" fillcolor="#010202" stroked="false">
                <v:path arrowok="t"/>
                <v:fill type="solid"/>
              </v:shape>
            </v:group>
            <v:group style="position:absolute;left:5211;top:1555;width:2;height:1104" coordorigin="5211,1555" coordsize="2,1104">
              <v:shape style="position:absolute;left:5211;top:1555;width:2;height:1104" coordorigin="5211,1555" coordsize="0,1104" path="m5211,2659l5211,1555e" filled="false" stroked="true" strokeweight=".454pt" strokecolor="#010202">
                <v:path arrowok="t"/>
              </v:shape>
            </v:group>
            <v:group style="position:absolute;left:5167;top:2600;width:88;height:88" coordorigin="5167,2600" coordsize="88,88">
              <v:shape style="position:absolute;left:5167;top:2600;width:88;height:88" coordorigin="5167,2600" coordsize="88,88" path="m5255,2600l5167,2600,5211,2688,5255,2600xe" filled="true" fillcolor="#010202" stroked="false">
                <v:path arrowok="t"/>
                <v:fill type="solid"/>
              </v:shape>
            </v:group>
            <v:group style="position:absolute;left:5167;top:1526;width:88;height:88" coordorigin="5167,1526" coordsize="88,88">
              <v:shape style="position:absolute;left:5167;top:1526;width:88;height:88" coordorigin="5167,1526" coordsize="88,88" path="m5211,1526l5167,1614,5255,1614,5211,1526xe" filled="true" fillcolor="#010202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/>
          <w:color w:val="010202"/>
          <w:w w:val="105"/>
          <w:sz w:val="21"/>
        </w:rPr>
        <w:t>A:</w:t>
      </w:r>
      <w:r>
        <w:rPr>
          <w:rFonts w:ascii="Arial"/>
          <w:color w:val="010202"/>
          <w:spacing w:val="2"/>
          <w:sz w:val="21"/>
        </w:rPr>
        <w:t> </w:t>
      </w:r>
      <w:r>
        <w:rPr>
          <w:rFonts w:ascii="Arial"/>
          <w:color w:val="010202"/>
          <w:spacing w:val="2"/>
          <w:w w:val="103"/>
          <w:sz w:val="21"/>
        </w:rPr>
      </w:r>
      <w:r>
        <w:rPr>
          <w:rFonts w:ascii="Arial"/>
          <w:color w:val="010202"/>
          <w:w w:val="103"/>
          <w:sz w:val="21"/>
          <w:u w:val="single" w:color="000101"/>
        </w:rPr>
        <w:t> </w:t>
      </w:r>
      <w:r>
        <w:rPr>
          <w:rFonts w:ascii="Arial"/>
          <w:color w:val="010202"/>
          <w:sz w:val="21"/>
          <w:u w:val="single" w:color="000101"/>
        </w:rPr>
        <w:tab/>
      </w:r>
      <w:r>
        <w:rPr>
          <w:rFonts w:ascii="Arial"/>
          <w:color w:val="010202"/>
          <w:sz w:val="21"/>
        </w:rPr>
      </w:r>
      <w:r>
        <w:rPr>
          <w:rFonts w:ascii="Arial"/>
          <w:sz w:val="21"/>
        </w:rPr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tabs>
          <w:tab w:pos="2649" w:val="left" w:leader="none"/>
          <w:tab w:pos="4478" w:val="left" w:leader="none"/>
        </w:tabs>
        <w:spacing w:before="0"/>
        <w:ind w:left="1655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010202"/>
          <w:sz w:val="21"/>
        </w:rPr>
        <w:t>B:</w:t>
      </w:r>
      <w:r>
        <w:rPr>
          <w:rFonts w:ascii="Arial"/>
          <w:color w:val="010202"/>
          <w:sz w:val="21"/>
          <w:u w:val="single" w:color="000101"/>
        </w:rPr>
        <w:tab/>
      </w:r>
      <w:r>
        <w:rPr>
          <w:rFonts w:ascii="Arial"/>
          <w:color w:val="010202"/>
          <w:sz w:val="21"/>
        </w:rPr>
        <w:tab/>
      </w:r>
      <w:r>
        <w:rPr>
          <w:rFonts w:ascii="Arial"/>
          <w:color w:val="010202"/>
          <w:w w:val="105"/>
          <w:position w:val="13"/>
          <w:sz w:val="21"/>
        </w:rPr>
        <w:t>A</w:t>
      </w:r>
      <w:r>
        <w:rPr>
          <w:rFonts w:ascii="Arial"/>
          <w:sz w:val="21"/>
        </w:rPr>
      </w:r>
    </w:p>
    <w:p>
      <w:pPr>
        <w:spacing w:line="240" w:lineRule="auto" w:before="10"/>
        <w:rPr>
          <w:rFonts w:ascii="Arial" w:hAnsi="Arial" w:cs="Arial" w:eastAsia="Arial"/>
          <w:sz w:val="27"/>
          <w:szCs w:val="27"/>
        </w:rPr>
      </w:pPr>
    </w:p>
    <w:p>
      <w:pPr>
        <w:tabs>
          <w:tab w:pos="2661" w:val="left" w:leader="none"/>
        </w:tabs>
        <w:spacing w:before="67"/>
        <w:ind w:left="1655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010202"/>
          <w:w w:val="105"/>
          <w:sz w:val="21"/>
        </w:rPr>
        <w:t>C:</w:t>
      </w:r>
      <w:r>
        <w:rPr>
          <w:rFonts w:ascii="Arial"/>
          <w:color w:val="010202"/>
          <w:spacing w:val="2"/>
          <w:sz w:val="21"/>
        </w:rPr>
        <w:t> </w:t>
      </w:r>
      <w:r>
        <w:rPr>
          <w:rFonts w:ascii="Arial"/>
          <w:color w:val="010202"/>
          <w:spacing w:val="2"/>
          <w:w w:val="103"/>
          <w:sz w:val="21"/>
        </w:rPr>
      </w:r>
      <w:r>
        <w:rPr>
          <w:rFonts w:ascii="Arial"/>
          <w:color w:val="010202"/>
          <w:w w:val="103"/>
          <w:sz w:val="21"/>
          <w:u w:val="single" w:color="000101"/>
        </w:rPr>
        <w:t> </w:t>
      </w:r>
      <w:r>
        <w:rPr>
          <w:rFonts w:ascii="Arial"/>
          <w:color w:val="010202"/>
          <w:sz w:val="21"/>
          <w:u w:val="single" w:color="000101"/>
        </w:rPr>
        <w:tab/>
      </w:r>
      <w:r>
        <w:rPr>
          <w:rFonts w:ascii="Arial"/>
          <w:color w:val="010202"/>
          <w:sz w:val="21"/>
        </w:rPr>
      </w:r>
      <w:r>
        <w:rPr>
          <w:rFonts w:ascii="Arial"/>
          <w:sz w:val="21"/>
        </w:rPr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spacing w:before="67"/>
        <w:ind w:left="2510" w:right="4424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010202"/>
          <w:w w:val="105"/>
          <w:sz w:val="21"/>
        </w:rPr>
        <w:t>B</w:t>
      </w:r>
      <w:r>
        <w:rPr>
          <w:rFonts w:ascii="Arial"/>
          <w:sz w:val="21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3"/>
          <w:szCs w:val="13"/>
        </w:rPr>
      </w:pPr>
    </w:p>
    <w:p>
      <w:pPr>
        <w:spacing w:line="80" w:lineRule="atLeast"/>
        <w:ind w:left="5120" w:right="0" w:firstLine="0"/>
        <w:rPr>
          <w:rFonts w:ascii="Arial" w:hAnsi="Arial" w:cs="Arial" w:eastAsia="Arial"/>
          <w:sz w:val="8"/>
          <w:szCs w:val="8"/>
        </w:rPr>
      </w:pPr>
      <w:r>
        <w:rPr>
          <w:rFonts w:ascii="Arial" w:hAnsi="Arial" w:cs="Arial" w:eastAsia="Arial"/>
          <w:sz w:val="8"/>
          <w:szCs w:val="8"/>
        </w:rPr>
        <w:pict>
          <v:group style="width:83.05pt;height:4.4pt;mso-position-horizontal-relative:char;mso-position-vertical-relative:line" coordorigin="0,0" coordsize="1661,88">
            <v:group style="position:absolute;left:29;top:44;width:1602;height:2" coordorigin="29,44" coordsize="1602,2">
              <v:shape style="position:absolute;left:29;top:44;width:1602;height:2" coordorigin="29,44" coordsize="1602,0" path="m29,44l1631,44e" filled="false" stroked="true" strokeweight=".454pt" strokecolor="#010202">
                <v:path arrowok="t"/>
              </v:shape>
            </v:group>
            <v:group style="position:absolute;left:0;top:0;width:88;height:88" coordorigin="0,0" coordsize="88,88">
              <v:shape style="position:absolute;left:0;top:0;width:88;height:88" coordorigin="0,0" coordsize="88,88" path="m88,0l0,44,88,88,88,0xe" filled="true" fillcolor="#010202" stroked="false">
                <v:path arrowok="t"/>
                <v:fill type="solid"/>
              </v:shape>
            </v:group>
            <v:group style="position:absolute;left:1573;top:0;width:88;height:88" coordorigin="1573,0" coordsize="88,88">
              <v:shape style="position:absolute;left:1573;top:0;width:88;height:88" coordorigin="1573,0" coordsize="88,88" path="m1573,0l1573,88,1660,44,1573,0xe" filled="true" fillcolor="#010202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8"/>
          <w:szCs w:val="8"/>
        </w:rPr>
      </w:r>
    </w:p>
    <w:p>
      <w:pPr>
        <w:spacing w:before="18"/>
        <w:ind w:left="4246" w:right="3295" w:firstLine="0"/>
        <w:jc w:val="center"/>
        <w:rPr>
          <w:rFonts w:ascii="Arial" w:hAnsi="Arial" w:cs="Arial" w:eastAsia="Arial"/>
          <w:sz w:val="26"/>
          <w:szCs w:val="26"/>
        </w:rPr>
      </w:pPr>
      <w:r>
        <w:rPr>
          <w:rFonts w:ascii="Arial"/>
          <w:color w:val="010202"/>
          <w:sz w:val="26"/>
        </w:rPr>
        <w:t>C</w:t>
      </w:r>
      <w:r>
        <w:rPr>
          <w:rFonts w:ascii="Arial"/>
          <w:sz w:val="26"/>
        </w:rPr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before="77"/>
        <w:ind w:left="4246" w:right="370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16—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PEX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8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84" w:lineRule="auto" w:before="0"/>
        <w:ind w:right="632"/>
        <w:jc w:val="left"/>
      </w:pPr>
      <w:r>
        <w:rPr>
          <w:color w:val="4C4D4F"/>
        </w:rPr>
        <w:t>Other </w:t>
      </w:r>
      <w:r>
        <w:rPr>
          <w:color w:val="4C4D4F"/>
          <w:spacing w:val="-1"/>
        </w:rPr>
        <w:t>possibilities</w:t>
      </w:r>
      <w:r>
        <w:rPr>
          <w:color w:val="4C4D4F"/>
        </w:rPr>
        <w:t> could </w:t>
      </w:r>
      <w:r>
        <w:rPr>
          <w:color w:val="4C4D4F"/>
          <w:spacing w:val="-1"/>
        </w:rPr>
        <w:t>include</w:t>
      </w:r>
      <w:r>
        <w:rPr>
          <w:color w:val="4C4D4F"/>
        </w:rPr>
        <w:t> a </w:t>
      </w:r>
      <w:r>
        <w:rPr>
          <w:color w:val="4C4D4F"/>
          <w:spacing w:val="-2"/>
        </w:rPr>
        <w:t>student’s</w:t>
      </w:r>
      <w:r>
        <w:rPr>
          <w:color w:val="4C4D4F"/>
        </w:rPr>
        <w:t> </w:t>
      </w:r>
      <w:r>
        <w:rPr>
          <w:color w:val="4C4D4F"/>
          <w:spacing w:val="-1"/>
        </w:rPr>
        <w:t>initials</w:t>
      </w:r>
      <w:r>
        <w:rPr>
          <w:color w:val="4C4D4F"/>
        </w:rPr>
        <w:t> or </w:t>
      </w:r>
      <w:r>
        <w:rPr>
          <w:color w:val="4C4D4F"/>
          <w:spacing w:val="-1"/>
        </w:rPr>
        <w:t>letters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form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name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school.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Note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individual</w:t>
      </w:r>
      <w:r>
        <w:rPr>
          <w:color w:val="4C4D4F"/>
        </w:rPr>
        <w:t> </w:t>
      </w:r>
      <w:r>
        <w:rPr>
          <w:color w:val="4C4D4F"/>
          <w:spacing w:val="-1"/>
        </w:rPr>
        <w:t>dimensions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</w:rPr>
        <w:t> </w:t>
      </w:r>
      <w:r>
        <w:rPr>
          <w:color w:val="4C4D4F"/>
          <w:spacing w:val="-1"/>
        </w:rPr>
        <w:t>project;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ensures</w:t>
      </w:r>
      <w:r>
        <w:rPr>
          <w:color w:val="4C4D4F"/>
        </w:rPr>
        <w:t> efficient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material.</w:t>
      </w:r>
      <w:r>
        <w:rPr/>
      </w:r>
    </w:p>
    <w:p>
      <w:pPr>
        <w:pStyle w:val="BodyText"/>
        <w:spacing w:line="240" w:lineRule="auto" w:before="181"/>
        <w:ind w:right="0"/>
        <w:jc w:val="left"/>
      </w:pPr>
      <w:r>
        <w:rPr>
          <w:rFonts w:ascii="Arial"/>
          <w:b/>
          <w:color w:val="4C4D4F"/>
          <w:spacing w:val="-1"/>
        </w:rPr>
        <w:t>Note: </w:t>
      </w:r>
      <w:r>
        <w:rPr>
          <w:color w:val="4C4D4F"/>
          <w:spacing w:val="-1"/>
        </w:rPr>
        <w:t>Dimensions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plumbing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normally </w:t>
      </w:r>
      <w:r>
        <w:rPr>
          <w:color w:val="4C4D4F"/>
        </w:rPr>
        <w:t>centre-to-centre </w:t>
      </w:r>
      <w:r>
        <w:rPr>
          <w:color w:val="4C4D4F"/>
          <w:spacing w:val="-1"/>
        </w:rPr>
        <w:t>measurements.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color w:val="4F61AB"/>
          <w:spacing w:val="-7"/>
        </w:rPr>
        <w:t> </w:t>
      </w:r>
      <w:r>
        <w:rPr>
          <w:color w:val="4F61AB"/>
          <w:spacing w:val="-4"/>
        </w:rPr>
        <w:t>2: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Sprinkler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Arrangement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560" w:right="1053"/>
        <w:jc w:val="left"/>
        <w:rPr>
          <w:rFonts w:ascii="Arial" w:hAnsi="Arial" w:cs="Arial" w:eastAsia="Arial"/>
        </w:rPr>
      </w:pPr>
      <w:r>
        <w:rPr>
          <w:color w:val="4C4D4F"/>
        </w:rPr>
        <w:t>Construct a free-standing </w:t>
      </w:r>
      <w:r>
        <w:rPr>
          <w:color w:val="4C4D4F"/>
          <w:spacing w:val="-1"/>
        </w:rPr>
        <w:t>arrangement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a </w:t>
      </w:r>
      <w:r>
        <w:rPr>
          <w:color w:val="4C4D4F"/>
          <w:spacing w:val="-1"/>
        </w:rPr>
        <w:t>hose</w:t>
      </w:r>
      <w:r>
        <w:rPr>
          <w:color w:val="4C4D4F"/>
        </w:rPr>
        <w:t> connector on </w:t>
      </w:r>
      <w:r>
        <w:rPr>
          <w:color w:val="4C4D4F"/>
          <w:spacing w:val="-1"/>
        </w:rPr>
        <w:t>one</w:t>
      </w:r>
      <w:r>
        <w:rPr>
          <w:color w:val="4C4D4F"/>
        </w:rPr>
        <w:t> </w:t>
      </w:r>
      <w:r>
        <w:rPr>
          <w:color w:val="4C4D4F"/>
          <w:spacing w:val="-1"/>
        </w:rPr>
        <w:t>end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a</w:t>
      </w:r>
      <w:r>
        <w:rPr>
          <w:color w:val="4C4D4F"/>
          <w:spacing w:val="37"/>
        </w:rPr>
        <w:t> </w:t>
      </w:r>
      <w:r>
        <w:rPr>
          <w:rFonts w:ascii="Arial"/>
          <w:color w:val="4C4D4F"/>
          <w:spacing w:val="-1"/>
        </w:rPr>
        <w:t>sprinkler </w:t>
      </w:r>
      <w:r>
        <w:rPr>
          <w:rFonts w:ascii="Arial"/>
          <w:color w:val="4C4D4F"/>
          <w:spacing w:val="-2"/>
        </w:rPr>
        <w:t>outlet</w:t>
      </w:r>
      <w:r>
        <w:rPr>
          <w:rFonts w:ascii="Arial"/>
          <w:color w:val="4C4D4F"/>
        </w:rPr>
        <w:t> 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</w:t>
      </w:r>
      <w:r>
        <w:rPr>
          <w:rFonts w:ascii="Arial"/>
          <w:color w:val="4C4D4F"/>
          <w:spacing w:val="-4"/>
        </w:rPr>
        <w:t>o</w:t>
      </w:r>
      <w:r>
        <w:rPr>
          <w:rFonts w:ascii="Arial"/>
          <w:color w:val="4C4D4F"/>
          <w:spacing w:val="-5"/>
        </w:rPr>
        <w:t>t</w:t>
      </w:r>
      <w:r>
        <w:rPr>
          <w:rFonts w:ascii="Arial"/>
          <w:color w:val="4C4D4F"/>
          <w:spacing w:val="-4"/>
        </w:rPr>
        <w:t>her</w:t>
      </w:r>
      <w:r>
        <w:rPr>
          <w:rFonts w:ascii="Arial"/>
          <w:color w:val="4C4D4F"/>
          <w:spacing w:val="-5"/>
        </w:rPr>
        <w:t>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Sprinkler outlets</w:t>
      </w:r>
      <w:r>
        <w:rPr>
          <w:rFonts w:ascii="Arial"/>
          <w:color w:val="4C4D4F"/>
        </w:rPr>
        <w:t> can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purchased 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most hardware stores.</w:t>
      </w:r>
      <w:r>
        <w:rPr>
          <w:rFonts w:ascii="Arial"/>
        </w:rPr>
      </w:r>
    </w:p>
    <w:p>
      <w:pPr>
        <w:pStyle w:val="BodyText"/>
        <w:spacing w:line="284" w:lineRule="auto" w:before="181"/>
        <w:ind w:left="560" w:right="2193"/>
        <w:jc w:val="left"/>
      </w:pP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construct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sprinkler</w:t>
      </w:r>
      <w:r>
        <w:rPr>
          <w:color w:val="4C4D4F"/>
        </w:rPr>
        <w:t> </w:t>
      </w:r>
      <w:r>
        <w:rPr>
          <w:color w:val="4C4D4F"/>
          <w:spacing w:val="-1"/>
        </w:rPr>
        <w:t>assembly</w:t>
      </w:r>
      <w:r>
        <w:rPr>
          <w:color w:val="4C4D4F"/>
        </w:rPr>
        <w:t> </w:t>
      </w:r>
      <w:r>
        <w:rPr>
          <w:color w:val="4C4D4F"/>
          <w:spacing w:val="-2"/>
        </w:rPr>
        <w:t>given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Figure</w:t>
      </w:r>
      <w:r>
        <w:rPr>
          <w:color w:val="4C4D4F"/>
        </w:rPr>
        <w:t> </w:t>
      </w:r>
      <w:r>
        <w:rPr>
          <w:color w:val="4C4D4F"/>
          <w:spacing w:val="-13"/>
        </w:rPr>
        <w:t>17.</w:t>
      </w:r>
      <w:r>
        <w:rPr>
          <w:color w:val="4C4D4F"/>
        </w:rPr>
        <w:t> Be </w:t>
      </w:r>
      <w:r>
        <w:rPr>
          <w:color w:val="4C4D4F"/>
          <w:spacing w:val="-1"/>
        </w:rPr>
        <w:t>sure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provide</w:t>
      </w:r>
      <w:r>
        <w:rPr>
          <w:color w:val="4C4D4F"/>
          <w:spacing w:val="65"/>
        </w:rPr>
        <w:t> </w:t>
      </w:r>
      <w:r>
        <w:rPr>
          <w:color w:val="4C4D4F"/>
        </w:rPr>
        <w:t>centre-to-centre </w:t>
      </w:r>
      <w:r>
        <w:rPr>
          <w:color w:val="4C4D4F"/>
          <w:spacing w:val="-1"/>
        </w:rPr>
        <w:t>dimensions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3"/>
        </w:rPr>
        <w:t>A,</w:t>
      </w:r>
      <w:r>
        <w:rPr>
          <w:color w:val="4C4D4F"/>
        </w:rPr>
        <w:t> </w:t>
      </w:r>
      <w:r>
        <w:rPr>
          <w:color w:val="4C4D4F"/>
          <w:spacing w:val="-1"/>
        </w:rPr>
        <w:t>B,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C.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0"/>
          <w:szCs w:val="10"/>
        </w:rPr>
      </w:pPr>
    </w:p>
    <w:p>
      <w:pPr>
        <w:spacing w:after="0" w:line="240" w:lineRule="auto"/>
        <w:rPr>
          <w:rFonts w:ascii="Arial" w:hAnsi="Arial" w:cs="Arial" w:eastAsia="Arial"/>
          <w:sz w:val="10"/>
          <w:szCs w:val="1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4"/>
          <w:szCs w:val="24"/>
        </w:rPr>
      </w:pPr>
    </w:p>
    <w:p>
      <w:pPr>
        <w:tabs>
          <w:tab w:pos="2452" w:val="left" w:leader="none"/>
        </w:tabs>
        <w:spacing w:before="0"/>
        <w:ind w:left="1563" w:right="0" w:firstLine="0"/>
        <w:jc w:val="left"/>
        <w:rPr>
          <w:rFonts w:ascii="ITC Stone Sans Std Medium" w:hAnsi="ITC Stone Sans Std Medium" w:cs="ITC Stone Sans Std Medium" w:eastAsia="ITC Stone Sans Std Medium"/>
          <w:sz w:val="21"/>
          <w:szCs w:val="21"/>
        </w:rPr>
      </w:pPr>
      <w:r>
        <w:rPr>
          <w:rFonts w:ascii="ITC Stone Sans Std Medium"/>
          <w:color w:val="010202"/>
          <w:sz w:val="21"/>
        </w:rPr>
        <w:t>A: </w:t>
      </w:r>
      <w:r>
        <w:rPr>
          <w:rFonts w:ascii="ITC Stone Sans Std Medium"/>
          <w:color w:val="010202"/>
          <w:w w:val="101"/>
          <w:sz w:val="21"/>
        </w:rPr>
      </w:r>
      <w:r>
        <w:rPr>
          <w:rFonts w:ascii="ITC Stone Sans Std Medium"/>
          <w:color w:val="010202"/>
          <w:w w:val="101"/>
          <w:sz w:val="21"/>
          <w:u w:val="single" w:color="000101"/>
        </w:rPr>
        <w:t> </w:t>
      </w:r>
      <w:r>
        <w:rPr>
          <w:rFonts w:ascii="ITC Stone Sans Std Medium"/>
          <w:color w:val="010202"/>
          <w:sz w:val="21"/>
          <w:u w:val="single" w:color="000101"/>
        </w:rPr>
        <w:tab/>
      </w:r>
      <w:r>
        <w:rPr>
          <w:rFonts w:ascii="ITC Stone Sans Std Medium"/>
          <w:color w:val="010202"/>
          <w:sz w:val="21"/>
        </w:rPr>
      </w:r>
      <w:r>
        <w:rPr>
          <w:rFonts w:ascii="ITC Stone Sans Std Medium"/>
          <w:sz w:val="21"/>
        </w:rPr>
      </w:r>
    </w:p>
    <w:p>
      <w:pPr>
        <w:spacing w:line="240" w:lineRule="auto" w:before="4"/>
        <w:rPr>
          <w:rFonts w:ascii="ITC Stone Sans Std Medium" w:hAnsi="ITC Stone Sans Std Medium" w:cs="ITC Stone Sans Std Medium" w:eastAsia="ITC Stone Sans Std Medium"/>
          <w:sz w:val="21"/>
          <w:szCs w:val="21"/>
        </w:rPr>
      </w:pPr>
    </w:p>
    <w:p>
      <w:pPr>
        <w:tabs>
          <w:tab w:pos="2444" w:val="left" w:leader="none"/>
        </w:tabs>
        <w:spacing w:before="0"/>
        <w:ind w:left="1563" w:right="0" w:firstLine="0"/>
        <w:jc w:val="left"/>
        <w:rPr>
          <w:rFonts w:ascii="ITC Stone Sans Std Medium" w:hAnsi="ITC Stone Sans Std Medium" w:cs="ITC Stone Sans Std Medium" w:eastAsia="ITC Stone Sans Std Medium"/>
          <w:sz w:val="21"/>
          <w:szCs w:val="21"/>
        </w:rPr>
      </w:pPr>
      <w:r>
        <w:rPr>
          <w:rFonts w:ascii="ITC Stone Sans Std Medium"/>
          <w:color w:val="010202"/>
          <w:sz w:val="21"/>
        </w:rPr>
        <w:t>B: </w:t>
      </w:r>
      <w:r>
        <w:rPr>
          <w:rFonts w:ascii="ITC Stone Sans Std Medium"/>
          <w:color w:val="010202"/>
          <w:w w:val="101"/>
          <w:sz w:val="21"/>
        </w:rPr>
      </w:r>
      <w:r>
        <w:rPr>
          <w:rFonts w:ascii="ITC Stone Sans Std Medium"/>
          <w:color w:val="010202"/>
          <w:w w:val="101"/>
          <w:sz w:val="21"/>
          <w:u w:val="single" w:color="000101"/>
        </w:rPr>
        <w:t> </w:t>
      </w:r>
      <w:r>
        <w:rPr>
          <w:rFonts w:ascii="ITC Stone Sans Std Medium"/>
          <w:color w:val="010202"/>
          <w:sz w:val="21"/>
          <w:u w:val="single" w:color="000101"/>
        </w:rPr>
        <w:tab/>
      </w:r>
      <w:r>
        <w:rPr>
          <w:rFonts w:ascii="ITC Stone Sans Std Medium"/>
          <w:color w:val="010202"/>
          <w:sz w:val="21"/>
        </w:rPr>
      </w:r>
      <w:r>
        <w:rPr>
          <w:rFonts w:ascii="ITC Stone Sans Std Medium"/>
          <w:sz w:val="21"/>
        </w:rPr>
      </w:r>
    </w:p>
    <w:p>
      <w:pPr>
        <w:spacing w:line="240" w:lineRule="auto" w:before="0"/>
        <w:rPr>
          <w:rFonts w:ascii="ITC Stone Sans Std Medium" w:hAnsi="ITC Stone Sans Std Medium" w:cs="ITC Stone Sans Std Medium" w:eastAsia="ITC Stone Sans Std Medium"/>
          <w:sz w:val="20"/>
          <w:szCs w:val="20"/>
        </w:rPr>
      </w:pPr>
      <w:r>
        <w:rPr/>
        <w:br w:type="column"/>
      </w:r>
      <w:r>
        <w:rPr>
          <w:rFonts w:ascii="ITC Stone Sans Std Medium"/>
          <w:sz w:val="20"/>
        </w:rPr>
      </w:r>
    </w:p>
    <w:p>
      <w:pPr>
        <w:spacing w:line="240" w:lineRule="auto" w:before="0"/>
        <w:rPr>
          <w:rFonts w:ascii="ITC Stone Sans Std Medium" w:hAnsi="ITC Stone Sans Std Medium" w:cs="ITC Stone Sans Std Medium" w:eastAsia="ITC Stone Sans Std Medium"/>
          <w:sz w:val="20"/>
          <w:szCs w:val="20"/>
        </w:rPr>
      </w:pPr>
    </w:p>
    <w:p>
      <w:pPr>
        <w:spacing w:line="240" w:lineRule="auto" w:before="4"/>
        <w:rPr>
          <w:rFonts w:ascii="ITC Stone Sans Std Medium" w:hAnsi="ITC Stone Sans Std Medium" w:cs="ITC Stone Sans Std Medium" w:eastAsia="ITC Stone Sans Std Medium"/>
          <w:sz w:val="22"/>
          <w:szCs w:val="22"/>
        </w:rPr>
      </w:pPr>
    </w:p>
    <w:p>
      <w:pPr>
        <w:spacing w:line="259" w:lineRule="auto" w:before="0"/>
        <w:ind w:left="471" w:right="0" w:firstLine="0"/>
        <w:jc w:val="left"/>
        <w:rPr>
          <w:rFonts w:ascii="ITC Stone Sans Std Medium" w:hAnsi="ITC Stone Sans Std Medium" w:cs="ITC Stone Sans Std Medium" w:eastAsia="ITC Stone Sans Std Medium"/>
          <w:sz w:val="21"/>
          <w:szCs w:val="21"/>
        </w:rPr>
      </w:pPr>
      <w:r>
        <w:rPr>
          <w:rFonts w:ascii="ITC Stone Sans Std Medium"/>
          <w:color w:val="010202"/>
          <w:sz w:val="21"/>
        </w:rPr>
        <w:t>Connect</w:t>
      </w:r>
      <w:r>
        <w:rPr>
          <w:rFonts w:ascii="ITC Stone Sans Std Medium"/>
          <w:color w:val="010202"/>
          <w:spacing w:val="12"/>
          <w:sz w:val="21"/>
        </w:rPr>
        <w:t> </w:t>
      </w:r>
      <w:r>
        <w:rPr>
          <w:rFonts w:ascii="ITC Stone Sans Std Medium"/>
          <w:color w:val="010202"/>
          <w:sz w:val="21"/>
        </w:rPr>
        <w:t>hose</w:t>
      </w:r>
      <w:r>
        <w:rPr>
          <w:rFonts w:ascii="ITC Stone Sans Std Medium"/>
          <w:color w:val="010202"/>
          <w:w w:val="101"/>
          <w:sz w:val="21"/>
        </w:rPr>
        <w:t> </w:t>
      </w:r>
      <w:r>
        <w:rPr>
          <w:rFonts w:ascii="ITC Stone Sans Std Medium"/>
          <w:color w:val="010202"/>
          <w:sz w:val="21"/>
        </w:rPr>
        <w:t>adapter</w:t>
      </w:r>
      <w:r>
        <w:rPr>
          <w:rFonts w:ascii="ITC Stone Sans Std Medium"/>
          <w:sz w:val="21"/>
        </w:rPr>
      </w:r>
    </w:p>
    <w:p>
      <w:pPr>
        <w:spacing w:line="246" w:lineRule="auto" w:before="71"/>
        <w:ind w:left="1563" w:right="2161" w:firstLine="0"/>
        <w:jc w:val="left"/>
        <w:rPr>
          <w:rFonts w:ascii="ITC Stone Sans Std Medium" w:hAnsi="ITC Stone Sans Std Medium" w:cs="ITC Stone Sans Std Medium" w:eastAsia="ITC Stone Sans Std Medium"/>
          <w:sz w:val="21"/>
          <w:szCs w:val="21"/>
        </w:rPr>
      </w:pPr>
      <w:r>
        <w:rPr/>
        <w:br w:type="column"/>
      </w:r>
      <w:r>
        <w:rPr>
          <w:rFonts w:ascii="ITC Stone Sans Std Medium"/>
          <w:color w:val="010202"/>
          <w:sz w:val="21"/>
        </w:rPr>
        <w:t>Connect</w:t>
      </w:r>
      <w:r>
        <w:rPr>
          <w:rFonts w:ascii="ITC Stone Sans Std Medium"/>
          <w:color w:val="010202"/>
          <w:spacing w:val="7"/>
          <w:sz w:val="21"/>
        </w:rPr>
        <w:t> </w:t>
      </w:r>
      <w:r>
        <w:rPr>
          <w:rFonts w:ascii="ITC Stone Sans Std Medium"/>
          <w:color w:val="010202"/>
          <w:sz w:val="21"/>
        </w:rPr>
        <w:t>sprinkler</w:t>
      </w:r>
      <w:r>
        <w:rPr>
          <w:rFonts w:ascii="ITC Stone Sans Std Medium"/>
          <w:color w:val="010202"/>
          <w:spacing w:val="8"/>
          <w:sz w:val="21"/>
        </w:rPr>
        <w:t> </w:t>
      </w:r>
      <w:r>
        <w:rPr>
          <w:rFonts w:ascii="ITC Stone Sans Std Medium"/>
          <w:color w:val="010202"/>
          <w:sz w:val="21"/>
        </w:rPr>
        <w:t>heads</w:t>
      </w:r>
      <w:r>
        <w:rPr>
          <w:rFonts w:ascii="ITC Stone Sans Std Medium"/>
          <w:color w:val="010202"/>
          <w:spacing w:val="8"/>
          <w:sz w:val="21"/>
        </w:rPr>
        <w:t> </w:t>
      </w:r>
      <w:r>
        <w:rPr>
          <w:rFonts w:ascii="ITC Stone Sans Std Medium"/>
          <w:color w:val="010202"/>
          <w:sz w:val="21"/>
        </w:rPr>
        <w:t>on</w:t>
      </w:r>
      <w:r>
        <w:rPr>
          <w:rFonts w:ascii="ITC Stone Sans Std Medium"/>
          <w:color w:val="010202"/>
          <w:w w:val="101"/>
          <w:sz w:val="21"/>
        </w:rPr>
        <w:t> </w:t>
      </w:r>
      <w:r>
        <w:rPr>
          <w:rFonts w:ascii="ITC Stone Sans Std Medium"/>
          <w:color w:val="010202"/>
          <w:sz w:val="21"/>
        </w:rPr>
        <w:t>top</w:t>
      </w:r>
      <w:r>
        <w:rPr>
          <w:rFonts w:ascii="ITC Stone Sans Std Medium"/>
          <w:color w:val="010202"/>
          <w:spacing w:val="5"/>
          <w:sz w:val="21"/>
        </w:rPr>
        <w:t> </w:t>
      </w:r>
      <w:r>
        <w:rPr>
          <w:rFonts w:ascii="ITC Stone Sans Std Medium"/>
          <w:color w:val="010202"/>
          <w:sz w:val="21"/>
        </w:rPr>
        <w:t>of</w:t>
      </w:r>
      <w:r>
        <w:rPr>
          <w:rFonts w:ascii="ITC Stone Sans Std Medium"/>
          <w:color w:val="010202"/>
          <w:spacing w:val="6"/>
          <w:sz w:val="21"/>
        </w:rPr>
        <w:t> </w:t>
      </w:r>
      <w:r>
        <w:rPr>
          <w:rFonts w:ascii="ITC Stone Sans Std Medium"/>
          <w:color w:val="010202"/>
          <w:spacing w:val="5"/>
          <w:sz w:val="21"/>
        </w:rPr>
        <w:t>2</w:t>
      </w:r>
      <w:r>
        <w:rPr>
          <w:rFonts w:ascii="ITC Stone Sans Std Medium"/>
          <w:color w:val="010202"/>
          <w:position w:val="7"/>
          <w:sz w:val="15"/>
        </w:rPr>
        <w:t>"</w:t>
      </w:r>
      <w:r>
        <w:rPr>
          <w:rFonts w:ascii="ITC Stone Sans Std Medium"/>
          <w:color w:val="010202"/>
          <w:spacing w:val="-1"/>
          <w:position w:val="7"/>
          <w:sz w:val="15"/>
        </w:rPr>
        <w:t> </w:t>
      </w:r>
      <w:r>
        <w:rPr>
          <w:rFonts w:ascii="ITC Stone Sans Std Medium"/>
          <w:color w:val="010202"/>
          <w:sz w:val="21"/>
        </w:rPr>
        <w:t>pieces</w:t>
      </w:r>
      <w:r>
        <w:rPr>
          <w:rFonts w:ascii="ITC Stone Sans Std Medium"/>
          <w:sz w:val="21"/>
        </w:rPr>
      </w:r>
    </w:p>
    <w:p>
      <w:pPr>
        <w:spacing w:after="0" w:line="246" w:lineRule="auto"/>
        <w:jc w:val="left"/>
        <w:rPr>
          <w:rFonts w:ascii="ITC Stone Sans Std Medium" w:hAnsi="ITC Stone Sans Std Medium" w:cs="ITC Stone Sans Std Medium" w:eastAsia="ITC Stone Sans Std Medium"/>
          <w:sz w:val="21"/>
          <w:szCs w:val="21"/>
        </w:rPr>
        <w:sectPr>
          <w:type w:val="continuous"/>
          <w:pgSz w:w="12240" w:h="15840"/>
          <w:pgMar w:top="1080" w:bottom="280" w:left="880" w:right="340"/>
          <w:cols w:num="3" w:equalWidth="0">
            <w:col w:w="2453" w:space="40"/>
            <w:col w:w="1767" w:space="468"/>
            <w:col w:w="6292"/>
          </w:cols>
        </w:sectPr>
      </w:pPr>
    </w:p>
    <w:p>
      <w:pPr>
        <w:spacing w:line="240" w:lineRule="auto" w:before="5"/>
        <w:rPr>
          <w:rFonts w:ascii="ITC Stone Sans Std Medium" w:hAnsi="ITC Stone Sans Std Medium" w:cs="ITC Stone Sans Std Medium" w:eastAsia="ITC Stone Sans Std Medium"/>
          <w:sz w:val="15"/>
          <w:szCs w:val="15"/>
        </w:rPr>
      </w:pPr>
    </w:p>
    <w:p>
      <w:pPr>
        <w:tabs>
          <w:tab w:pos="2467" w:val="left" w:leader="none"/>
        </w:tabs>
        <w:spacing w:before="71"/>
        <w:ind w:left="1563" w:right="0" w:firstLine="0"/>
        <w:jc w:val="left"/>
        <w:rPr>
          <w:rFonts w:ascii="ITC Stone Sans Std Medium" w:hAnsi="ITC Stone Sans Std Medium" w:cs="ITC Stone Sans Std Medium" w:eastAsia="ITC Stone Sans Std Medium"/>
          <w:sz w:val="21"/>
          <w:szCs w:val="21"/>
        </w:rPr>
      </w:pPr>
      <w:r>
        <w:rPr>
          <w:rFonts w:ascii="ITC Stone Sans Std Medium"/>
          <w:color w:val="010202"/>
          <w:sz w:val="21"/>
        </w:rPr>
        <w:t>C: </w:t>
      </w:r>
      <w:r>
        <w:rPr>
          <w:rFonts w:ascii="ITC Stone Sans Std Medium"/>
          <w:color w:val="010202"/>
          <w:w w:val="101"/>
          <w:sz w:val="21"/>
        </w:rPr>
      </w:r>
      <w:r>
        <w:rPr>
          <w:rFonts w:ascii="ITC Stone Sans Std Medium"/>
          <w:color w:val="010202"/>
          <w:w w:val="101"/>
          <w:sz w:val="21"/>
          <w:u w:val="single" w:color="000101"/>
        </w:rPr>
        <w:t> </w:t>
      </w:r>
      <w:r>
        <w:rPr>
          <w:rFonts w:ascii="ITC Stone Sans Std Medium"/>
          <w:color w:val="010202"/>
          <w:sz w:val="21"/>
          <w:u w:val="single" w:color="000101"/>
        </w:rPr>
        <w:tab/>
      </w:r>
      <w:r>
        <w:rPr>
          <w:rFonts w:ascii="ITC Stone Sans Std Medium"/>
          <w:color w:val="010202"/>
          <w:sz w:val="21"/>
        </w:rPr>
      </w:r>
      <w:r>
        <w:rPr>
          <w:rFonts w:ascii="ITC Stone Sans Std Medium"/>
          <w:sz w:val="21"/>
        </w:rPr>
      </w:r>
    </w:p>
    <w:p>
      <w:pPr>
        <w:spacing w:before="116"/>
        <w:ind w:left="3266" w:right="0" w:firstLine="3490"/>
        <w:jc w:val="left"/>
        <w:rPr>
          <w:rFonts w:ascii="ITC Stone Sans Std Medium" w:hAnsi="ITC Stone Sans Std Medium" w:cs="ITC Stone Sans Std Medium" w:eastAsia="ITC Stone Sans Std Medium"/>
          <w:sz w:val="21"/>
          <w:szCs w:val="21"/>
        </w:rPr>
      </w:pPr>
      <w:r>
        <w:rPr>
          <w:rFonts w:ascii="ITC Stone Sans Std Medium"/>
          <w:color w:val="010202"/>
          <w:sz w:val="21"/>
        </w:rPr>
        <w:t>C</w:t>
      </w:r>
      <w:r>
        <w:rPr>
          <w:rFonts w:ascii="ITC Stone Sans Std Medium"/>
          <w:sz w:val="21"/>
        </w:rPr>
      </w:r>
    </w:p>
    <w:p>
      <w:pPr>
        <w:spacing w:before="159"/>
        <w:ind w:left="3266" w:right="0" w:firstLine="0"/>
        <w:jc w:val="left"/>
        <w:rPr>
          <w:rFonts w:ascii="ITC Stone Sans Std Medium" w:hAnsi="ITC Stone Sans Std Medium" w:cs="ITC Stone Sans Std Medium" w:eastAsia="ITC Stone Sans Std Medium"/>
          <w:sz w:val="21"/>
          <w:szCs w:val="21"/>
        </w:rPr>
      </w:pPr>
      <w:r>
        <w:rPr>
          <w:rFonts w:ascii="ITC Stone Sans Std Medium"/>
          <w:color w:val="010202"/>
          <w:sz w:val="21"/>
        </w:rPr>
        <w:t>A</w:t>
      </w:r>
      <w:r>
        <w:rPr>
          <w:rFonts w:ascii="ITC Stone Sans Std Medium"/>
          <w:sz w:val="21"/>
        </w:rPr>
      </w:r>
    </w:p>
    <w:p>
      <w:pPr>
        <w:spacing w:before="81"/>
        <w:ind w:left="2489" w:right="4424" w:firstLine="0"/>
        <w:jc w:val="center"/>
        <w:rPr>
          <w:rFonts w:ascii="ITC Stone Sans Std Medium" w:hAnsi="ITC Stone Sans Std Medium" w:cs="ITC Stone Sans Std Medium" w:eastAsia="ITC Stone Sans Std Medium"/>
          <w:sz w:val="21"/>
          <w:szCs w:val="21"/>
        </w:rPr>
      </w:pPr>
      <w:r>
        <w:rPr>
          <w:rFonts w:ascii="ITC Stone Sans Std Medium"/>
          <w:color w:val="010202"/>
          <w:sz w:val="21"/>
        </w:rPr>
        <w:t>B</w:t>
      </w:r>
      <w:r>
        <w:rPr>
          <w:rFonts w:ascii="ITC Stone Sans Std Medium"/>
          <w:sz w:val="21"/>
        </w:rPr>
      </w:r>
    </w:p>
    <w:p>
      <w:pPr>
        <w:spacing w:before="146"/>
        <w:ind w:left="3886" w:right="4424" w:firstLine="0"/>
        <w:jc w:val="center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196.604706pt;margin-top:-127.745689pt;width:225.9pt;height:112.95pt;mso-position-horizontal-relative:page;mso-position-vertical-relative:paragraph;z-index:-20656" coordorigin="3932,-2555" coordsize="4518,2259">
            <v:group style="position:absolute;left:3957;top:-976;width:1214;height:421" coordorigin="3957,-976" coordsize="1214,421">
              <v:shape style="position:absolute;left:3957;top:-976;width:1214;height:421" coordorigin="3957,-976" coordsize="1214,421" path="m5171,-556l3957,-976e" filled="false" stroked="true" strokeweight=".498pt" strokecolor="#010202">
                <v:path arrowok="t"/>
              </v:shape>
            </v:group>
            <v:group style="position:absolute;left:5109;top:-609;width:87;height:74" coordorigin="5109,-609" coordsize="87,74">
              <v:shape style="position:absolute;left:5109;top:-609;width:87;height:74" coordorigin="5109,-609" coordsize="87,74" path="m5134,-609l5109,-536,5195,-547,5134,-609xe" filled="true" fillcolor="#010202" stroked="false">
                <v:path arrowok="t"/>
                <v:fill type="solid"/>
              </v:shape>
            </v:group>
            <v:group style="position:absolute;left:3932;top:-996;width:87;height:74" coordorigin="3932,-996" coordsize="87,74">
              <v:shape style="position:absolute;left:3932;top:-996;width:87;height:74" coordorigin="3932,-996" coordsize="87,74" path="m4019,-996l3932,-984,3993,-922,4019,-996xe" filled="true" fillcolor="#010202" stroked="false">
                <v:path arrowok="t"/>
                <v:fill type="solid"/>
              </v:shape>
            </v:group>
            <v:group style="position:absolute;left:5194;top:-539;width:604;height:193" coordorigin="5194,-539" coordsize="604,193">
              <v:shape style="position:absolute;left:5194;top:-539;width:604;height:193" coordorigin="5194,-539" coordsize="604,193" path="m5798,-347l5194,-539e" filled="false" stroked="true" strokeweight=".498pt" strokecolor="#010202">
                <v:path arrowok="t"/>
              </v:shape>
            </v:group>
            <v:group style="position:absolute;left:5736;top:-400;width:87;height:75" coordorigin="5736,-400" coordsize="87,75">
              <v:shape style="position:absolute;left:5736;top:-400;width:87;height:75" coordorigin="5736,-400" coordsize="87,75" path="m5760,-400l5736,-325,5823,-339,5760,-400xe" filled="true" fillcolor="#010202" stroked="false">
                <v:path arrowok="t"/>
                <v:fill type="solid"/>
              </v:shape>
            </v:group>
            <v:group style="position:absolute;left:5169;top:-560;width:87;height:75" coordorigin="5169,-560" coordsize="87,75">
              <v:shape style="position:absolute;left:5169;top:-560;width:87;height:75" coordorigin="5169,-560" coordsize="87,75" path="m5255,-560l5169,-547,5232,-486,5255,-560xe" filled="true" fillcolor="#010202" stroked="false">
                <v:path arrowok="t"/>
                <v:fill type="solid"/>
              </v:shape>
            </v:group>
            <v:group style="position:absolute;left:6226;top:-1771;width:2202;height:1461" coordorigin="6226,-1771" coordsize="2202,1461">
              <v:shape style="position:absolute;left:6226;top:-1771;width:2202;height:1461" coordorigin="6226,-1771" coordsize="2202,1461" path="m6226,-311l8428,-1771e" filled="false" stroked="true" strokeweight=".498pt" strokecolor="#010202">
                <v:path arrowok="t"/>
              </v:shape>
            </v:group>
            <v:group style="position:absolute;left:6205;top:-372;width:87;height:76" coordorigin="6205,-372" coordsize="87,76">
              <v:shape style="position:absolute;left:6205;top:-372;width:87;height:76" coordorigin="6205,-372" coordsize="87,76" path="m6248,-372l6205,-297,6291,-307,6248,-372xe" filled="true" fillcolor="#010202" stroked="false">
                <v:path arrowok="t"/>
                <v:fill type="solid"/>
              </v:shape>
            </v:group>
            <v:group style="position:absolute;left:8363;top:-1786;width:87;height:76" coordorigin="8363,-1786" coordsize="87,76">
              <v:shape style="position:absolute;left:8363;top:-1786;width:87;height:76" coordorigin="8363,-1786" coordsize="87,76" path="m8450,-1786l8363,-1775,8406,-1710,8450,-1786xe" filled="true" fillcolor="#010202" stroked="false">
                <v:path arrowok="t"/>
                <v:fill type="solid"/>
              </v:shape>
            </v:group>
            <v:group style="position:absolute;left:6375;top:-2532;width:1919;height:623" coordorigin="6375,-2532" coordsize="1919,623">
              <v:shape style="position:absolute;left:6375;top:-2532;width:1919;height:623" coordorigin="6375,-2532" coordsize="1919,623" path="m6375,-2532l8294,-1909e" filled="false" stroked="true" strokeweight="1.493pt" strokecolor="#010202">
                <v:path arrowok="t"/>
              </v:shape>
            </v:group>
            <v:group style="position:absolute;left:4052;top:-2540;width:2323;height:1441" coordorigin="4052,-2540" coordsize="2323,1441">
              <v:shape style="position:absolute;left:4052;top:-2540;width:2323;height:1441" coordorigin="4052,-2540" coordsize="2323,1441" path="m4052,-1100l6375,-2540e" filled="false" stroked="true" strokeweight="1.493pt" strokecolor="#010202">
                <v:path arrowok="t"/>
              </v:shape>
            </v:group>
            <v:group style="position:absolute;left:4056;top:-1100;width:1930;height:631" coordorigin="4056,-1100" coordsize="1930,631">
              <v:shape style="position:absolute;left:4056;top:-1100;width:1930;height:631" coordorigin="4056,-1100" coordsize="1930,631" path="m4056,-1100l5985,-469e" filled="false" stroked="true" strokeweight="1.493pt" strokecolor="#010202">
                <v:path arrowok="t"/>
              </v:shape>
            </v:group>
            <v:group style="position:absolute;left:5985;top:-1909;width:2322;height:1441" coordorigin="5985,-1909" coordsize="2322,1441">
              <v:shape style="position:absolute;left:5985;top:-1909;width:2322;height:1441" coordorigin="5985,-1909" coordsize="2322,1441" path="m5985,-469l8307,-1909e" filled="false" stroked="true" strokeweight="1.493pt" strokecolor="#010202">
                <v:path arrowok="t"/>
              </v:shape>
            </v:group>
            <v:group style="position:absolute;left:7335;top:-2532;width:2;height:313" coordorigin="7335,-2532" coordsize="2,313">
              <v:shape style="position:absolute;left:7335;top:-2532;width:2;height:313" coordorigin="7335,-2532" coordsize="0,313" path="m7335,-2532l7335,-2220e" filled="false" stroked="true" strokeweight="1.493pt" strokecolor="#010202">
                <v:path arrowok="t"/>
              </v:shape>
            </v:group>
            <v:group style="position:absolute;left:5195;top:-1041;width:2;height:313" coordorigin="5195,-1041" coordsize="2,313">
              <v:shape style="position:absolute;left:5195;top:-1041;width:2;height:313" coordorigin="5195,-1041" coordsize="0,313" path="m5195,-1041l5195,-729e" filled="false" stroked="true" strokeweight="1.493pt" strokecolor="#010202">
                <v:path arrowok="t"/>
              </v:shape>
            </v:group>
            <v:group style="position:absolute;left:5288;top:-1921;width:126;height:41" coordorigin="5288,-1921" coordsize="126,41">
              <v:shape style="position:absolute;left:5288;top:-1921;width:126;height:41" coordorigin="5288,-1921" coordsize="126,41" path="m5288,-1921l5413,-1880e" filled="false" stroked="true" strokeweight="1.493pt" strokecolor="#010202">
                <v:path arrowok="t"/>
              </v:shape>
            </v:group>
            <v:group style="position:absolute;left:6375;top:-2540;width:113;height:67" coordorigin="6375,-2540" coordsize="113,67">
              <v:shape style="position:absolute;left:6375;top:-2540;width:113;height:67" coordorigin="6375,-2540" coordsize="113,67" path="m6488,-2540l6375,-2473e" filled="false" stroked="true" strokeweight="1.493pt" strokecolor="#010202">
                <v:path arrowok="t"/>
              </v:shape>
            </v:group>
            <v:group style="position:absolute;left:5267;top:-766;width:2;height:111" coordorigin="5267,-766" coordsize="2,111">
              <v:shape style="position:absolute;left:5267;top:-766;width:2;height:111" coordorigin="5267,-766" coordsize="0,111" path="m5267,-766l5267,-656e" filled="false" stroked="true" strokeweight="1.493pt" strokecolor="#010202">
                <v:path arrowok="t"/>
              </v:shape>
            </v:group>
            <v:group style="position:absolute;left:4825;top:-1987;width:443;height:132" coordorigin="4825,-1987" coordsize="443,132">
              <v:shape style="position:absolute;left:4825;top:-1987;width:443;height:132" coordorigin="4825,-1987" coordsize="443,132" path="m4825,-1987l5267,-1856e" filled="false" stroked="true" strokeweight="1.493pt" strokecolor="#010202">
                <v:path arrowok="t"/>
              </v:shape>
            </v:group>
            <v:group style="position:absolute;left:5107;top:-1807;width:126;height:43" coordorigin="5107,-1807" coordsize="126,43">
              <v:shape style="position:absolute;left:5107;top:-1807;width:126;height:43" coordorigin="5107,-1807" coordsize="126,43" path="m5107,-1807l5233,-1765e" filled="false" stroked="true" strokeweight="1.493pt" strokecolor="#010202">
                <v:path arrowok="t"/>
              </v:shape>
            </v:group>
            <v:group style="position:absolute;left:6205;top:-2488;width:126;height:43" coordorigin="6205,-2488" coordsize="126,43">
              <v:shape style="position:absolute;left:6205;top:-2488;width:126;height:43" coordorigin="6205,-2488" coordsize="126,43" path="m6205,-2488l6330,-2446e" filled="false" stroked="true" strokeweight="1.493pt" strokecolor="#010202">
                <v:path arrowok="t"/>
              </v:shape>
            </v:group>
            <v:group style="position:absolute;left:5119;top:-1926;width:114;height:65" coordorigin="5119,-1926" coordsize="114,65">
              <v:shape style="position:absolute;left:5119;top:-1926;width:114;height:65" coordorigin="5119,-1926" coordsize="114,65" path="m5233,-1926l5119,-1860e" filled="false" stroked="true" strokeweight="1.493pt" strokecolor="#010202">
                <v:path arrowok="t"/>
              </v:shape>
            </v:group>
            <v:group style="position:absolute;left:5823;top:-547;width:113;height:65" coordorigin="5823,-547" coordsize="113,65">
              <v:shape style="position:absolute;left:5823;top:-547;width:113;height:65" coordorigin="5823,-547" coordsize="113,65" path="m5935,-547l5823,-482e" filled="false" stroked="true" strokeweight="1.493pt" strokecolor="#010202">
                <v:path arrowok="t"/>
              </v:shape>
            </v:group>
            <v:group style="position:absolute;left:6002;top:-536;width:126;height:43" coordorigin="6002,-536" coordsize="126,43">
              <v:shape style="position:absolute;left:6002;top:-536;width:126;height:43" coordorigin="6002,-536" coordsize="126,43" path="m6002,-536l6127,-493e" filled="false" stroked="true" strokeweight="1.493pt" strokecolor="#010202">
                <v:path arrowok="t"/>
              </v:shape>
            </v:group>
            <v:group style="position:absolute;left:5145;top:-853;width:100;height:43" coordorigin="5145,-853" coordsize="100,43">
              <v:shape style="position:absolute;left:5145;top:-853;width:100;height:43" coordorigin="5145,-853" coordsize="100,43" path="m5145,-853l5244,-810e" filled="false" stroked="true" strokeweight="1.493pt" strokecolor="#010202">
                <v:path arrowok="t"/>
              </v:shape>
            </v:group>
            <v:group style="position:absolute;left:5119;top:-809;width:2;height:113" coordorigin="5119,-809" coordsize="2,113">
              <v:shape style="position:absolute;left:5119;top:-809;width:2;height:113" coordorigin="5119,-809" coordsize="0,113" path="m5119,-809l5119,-697e" filled="false" stroked="true" strokeweight="1.493pt" strokecolor="#010202">
                <v:path arrowok="t"/>
              </v:shape>
            </v:group>
            <v:group style="position:absolute;left:7408;top:-2275;width:2;height:111" coordorigin="7408,-2275" coordsize="2,111">
              <v:shape style="position:absolute;left:7408;top:-2275;width:2;height:111" coordorigin="7408,-2275" coordsize="0,111" path="m7408,-2275l7408,-2164e" filled="false" stroked="true" strokeweight="1.493pt" strokecolor="#010202">
                <v:path arrowok="t"/>
              </v:shape>
            </v:group>
            <v:group style="position:absolute;left:7252;top:-2330;width:2;height:111" coordorigin="7252,-2330" coordsize="2,111">
              <v:shape style="position:absolute;left:7252;top:-2330;width:2;height:111" coordorigin="7252,-2330" coordsize="0,111" path="m7252,-2330l7252,-2220e" filled="false" stroked="true" strokeweight="1.493pt" strokecolor="#010202">
                <v:path arrowok="t"/>
              </v:shape>
            </v:group>
            <v:group style="position:absolute;left:7284;top:-2351;width:100;height:41" coordorigin="7284,-2351" coordsize="100,41">
              <v:shape style="position:absolute;left:7284;top:-2351;width:100;height:41" coordorigin="7284,-2351" coordsize="100,41" path="m7284,-2351l7383,-2311e" filled="false" stroked="true" strokeweight="1.493pt" strokecolor="#010202">
                <v:path arrowok="t"/>
              </v:shape>
            </v:group>
            <v:group style="position:absolute;left:4113;top:-1189;width:124;height:43" coordorigin="4113,-1189" coordsize="124,43">
              <v:shape style="position:absolute;left:4113;top:-1189;width:124;height:43" coordorigin="4113,-1189" coordsize="124,43" path="m4113,-1189l4236,-1147e" filled="false" stroked="true" strokeweight="1.493pt" strokecolor="#010202">
                <v:path arrowok="t"/>
              </v:shape>
            </v:group>
            <v:group style="position:absolute;left:4126;top:-1090;width:113;height:66" coordorigin="4126,-1090" coordsize="113,66">
              <v:shape style="position:absolute;left:4126;top:-1090;width:113;height:66" coordorigin="4126,-1090" coordsize="113,66" path="m4238,-1090l4126,-1025e" filled="false" stroked="true" strokeweight="1.493pt" strokecolor="#010202">
                <v:path arrowok="t"/>
              </v:shape>
            </v:group>
            <v:group style="position:absolute;left:8142;top:-1864;width:126;height:41" coordorigin="8142,-1864" coordsize="126,41">
              <v:shape style="position:absolute;left:8142;top:-1864;width:126;height:41" coordorigin="8142,-1864" coordsize="126,41" path="m8142,-1864l8268,-1823e" filled="false" stroked="true" strokeweight="1.493pt" strokecolor="#010202">
                <v:path arrowok="t"/>
              </v:shape>
            </v:group>
            <v:group style="position:absolute;left:8131;top:-1979;width:113;height:65" coordorigin="8131,-1979" coordsize="113,65">
              <v:shape style="position:absolute;left:8131;top:-1979;width:113;height:65" coordorigin="8131,-1979" coordsize="113,65" path="m8243,-1979l8131,-1914e" filled="false" stroked="true" strokeweight="1.493pt" strokecolor="#010202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6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17—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PEX</w:t>
      </w:r>
      <w:r>
        <w:rPr>
          <w:rFonts w:ascii="Arial" w:hAnsi="Arial" w:cs="Arial" w:eastAsia="Arial"/>
          <w:color w:val="231F20"/>
          <w:spacing w:val="-5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sprinkler</w:t>
      </w:r>
      <w:r>
        <w:rPr>
          <w:rFonts w:ascii="Arial" w:hAnsi="Arial" w:cs="Arial" w:eastAsia="Arial"/>
          <w:color w:val="231F20"/>
          <w:spacing w:val="-6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system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color w:val="4F61AB"/>
          <w:spacing w:val="-5"/>
        </w:rPr>
        <w:t> </w:t>
      </w:r>
      <w:r>
        <w:rPr>
          <w:color w:val="4F61AB"/>
          <w:spacing w:val="-6"/>
        </w:rPr>
        <w:t>3: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Summative</w:t>
      </w:r>
      <w:r>
        <w:rPr>
          <w:color w:val="4F61AB"/>
          <w:spacing w:val="-5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40" w:lineRule="auto" w:before="188"/>
        <w:ind w:right="0"/>
        <w:jc w:val="left"/>
      </w:pPr>
      <w:r>
        <w:rPr>
          <w:color w:val="4C4D4F"/>
        </w:rPr>
        <w:t>Construct a rough-in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several</w:t>
      </w:r>
      <w:r>
        <w:rPr>
          <w:color w:val="4C4D4F"/>
        </w:rPr>
        <w:t> fixtures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6"/>
        </w:rPr>
        <w:t>18).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spacing w:after="0" w:line="240" w:lineRule="auto"/>
        <w:rPr>
          <w:rFonts w:ascii="Arial" w:hAnsi="Arial" w:cs="Arial" w:eastAsia="Arial"/>
          <w:sz w:val="17"/>
          <w:szCs w:val="17"/>
        </w:rPr>
        <w:sectPr>
          <w:footerReference w:type="even" r:id="rId29"/>
          <w:footerReference w:type="default" r:id="rId30"/>
          <w:pgSz w:w="12240" w:h="15840"/>
          <w:pgMar w:footer="643" w:header="630" w:top="1080" w:bottom="840" w:left="340" w:right="880"/>
          <w:pgNumType w:start="10"/>
        </w:sectPr>
      </w:pPr>
    </w:p>
    <w:p>
      <w:pPr>
        <w:spacing w:before="73"/>
        <w:ind w:left="2478" w:right="0" w:firstLine="0"/>
        <w:jc w:val="left"/>
        <w:rPr>
          <w:rFonts w:ascii="ITC Stone Sans Std Medium" w:hAnsi="ITC Stone Sans Std Medium" w:cs="ITC Stone Sans Std Medium" w:eastAsia="ITC Stone Sans Std Medium"/>
          <w:sz w:val="19"/>
          <w:szCs w:val="19"/>
        </w:rPr>
      </w:pPr>
      <w:r>
        <w:rPr/>
        <w:pict>
          <v:shape style="position:absolute;margin-left:82.769524pt;margin-top:113.533569pt;width:13.35pt;height:23.2pt;mso-position-horizontal-relative:page;mso-position-vertical-relative:paragraph;z-index:136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line="258" w:lineRule="exact" w:before="0"/>
                    <w:ind w:left="20" w:right="0"/>
                    <w:jc w:val="left"/>
                    <w:rPr>
                      <w:rFonts w:ascii="ITC Stone Sans Std Medium" w:hAnsi="ITC Stone Sans Std Medium" w:cs="ITC Stone Sans Std Medium" w:eastAsia="ITC Stone Sans Std Medium"/>
                    </w:rPr>
                  </w:pPr>
                  <w:r>
                    <w:rPr>
                      <w:rFonts w:ascii="ITC Stone Sans Std Medium"/>
                      <w:color w:val="010202"/>
                      <w:spacing w:val="-3"/>
                      <w:w w:val="103"/>
                    </w:rPr>
                    <w:t>Wall</w:t>
                  </w:r>
                  <w:r>
                    <w:rPr>
                      <w:rFonts w:ascii="ITC Stone Sans Std Medium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ITC Stone Sans Std Medium" w:hAnsi="ITC Stone Sans Std Medium" w:cs="ITC Stone Sans Std Medium" w:eastAsia="ITC Stone Sans Std Medium"/>
          <w:color w:val="010202"/>
          <w:spacing w:val="1"/>
          <w:position w:val="10"/>
          <w:sz w:val="16"/>
          <w:szCs w:val="16"/>
        </w:rPr>
        <w:t>1</w:t>
      </w:r>
      <w:r>
        <w:rPr>
          <w:rFonts w:ascii="ITC Stone Sans Std Medium" w:hAnsi="ITC Stone Sans Std Medium" w:cs="ITC Stone Sans Std Medium" w:eastAsia="ITC Stone Sans Std Medium"/>
          <w:color w:val="010202"/>
          <w:spacing w:val="1"/>
          <w:position w:val="1"/>
          <w:sz w:val="27"/>
          <w:szCs w:val="27"/>
        </w:rPr>
        <w:t>⁄</w:t>
      </w:r>
      <w:r>
        <w:rPr>
          <w:rFonts w:ascii="ITC Stone Sans Std Medium" w:hAnsi="ITC Stone Sans Std Medium" w:cs="ITC Stone Sans Std Medium" w:eastAsia="ITC Stone Sans Std Medium"/>
          <w:color w:val="010202"/>
          <w:spacing w:val="1"/>
          <w:sz w:val="16"/>
          <w:szCs w:val="16"/>
        </w:rPr>
        <w:t>2</w:t>
      </w:r>
      <w:r>
        <w:rPr>
          <w:rFonts w:ascii="ITC Stone Sans Std Medium" w:hAnsi="ITC Stone Sans Std Medium" w:cs="ITC Stone Sans Std Medium" w:eastAsia="ITC Stone Sans Std Medium"/>
          <w:color w:val="010202"/>
          <w:spacing w:val="-23"/>
          <w:sz w:val="16"/>
          <w:szCs w:val="16"/>
        </w:rPr>
        <w:t> </w:t>
      </w:r>
      <w:r>
        <w:rPr>
          <w:rFonts w:ascii="ITC Stone Sans Std Medium" w:hAnsi="ITC Stone Sans Std Medium" w:cs="ITC Stone Sans Std Medium" w:eastAsia="ITC Stone Sans Std Medium"/>
          <w:color w:val="010202"/>
          <w:position w:val="7"/>
          <w:sz w:val="21"/>
          <w:szCs w:val="21"/>
        </w:rPr>
        <w:t>"</w:t>
      </w:r>
      <w:r>
        <w:rPr>
          <w:rFonts w:ascii="ITC Stone Sans Std Medium" w:hAnsi="ITC Stone Sans Std Medium" w:cs="ITC Stone Sans Std Medium" w:eastAsia="ITC Stone Sans Std Medium"/>
          <w:color w:val="010202"/>
          <w:spacing w:val="10"/>
          <w:position w:val="7"/>
          <w:sz w:val="21"/>
          <w:szCs w:val="21"/>
        </w:rPr>
        <w:t> </w:t>
      </w:r>
      <w:r>
        <w:rPr>
          <w:rFonts w:ascii="ITC Stone Sans Std Medium" w:hAnsi="ITC Stone Sans Std Medium" w:cs="ITC Stone Sans Std Medium" w:eastAsia="ITC Stone Sans Std Medium"/>
          <w:color w:val="010202"/>
          <w:position w:val="2"/>
          <w:sz w:val="19"/>
          <w:szCs w:val="19"/>
        </w:rPr>
        <w:t>PEX</w:t>
      </w:r>
      <w:r>
        <w:rPr>
          <w:rFonts w:ascii="ITC Stone Sans Std Medium" w:hAnsi="ITC Stone Sans Std Medium" w:cs="ITC Stone Sans Std Medium" w:eastAsia="ITC Stone Sans Std Medium"/>
          <w:color w:val="010202"/>
          <w:spacing w:val="11"/>
          <w:position w:val="2"/>
          <w:sz w:val="19"/>
          <w:szCs w:val="19"/>
        </w:rPr>
        <w:t> </w:t>
      </w:r>
      <w:r>
        <w:rPr>
          <w:rFonts w:ascii="ITC Stone Sans Std Medium" w:hAnsi="ITC Stone Sans Std Medium" w:cs="ITC Stone Sans Std Medium" w:eastAsia="ITC Stone Sans Std Medium"/>
          <w:color w:val="010202"/>
          <w:position w:val="2"/>
          <w:sz w:val="19"/>
          <w:szCs w:val="19"/>
        </w:rPr>
        <w:t>water</w:t>
      </w:r>
      <w:r>
        <w:rPr>
          <w:rFonts w:ascii="ITC Stone Sans Std Medium" w:hAnsi="ITC Stone Sans Std Medium" w:cs="ITC Stone Sans Std Medium" w:eastAsia="ITC Stone Sans Std Medium"/>
          <w:color w:val="010202"/>
          <w:spacing w:val="10"/>
          <w:position w:val="2"/>
          <w:sz w:val="19"/>
          <w:szCs w:val="19"/>
        </w:rPr>
        <w:t> </w:t>
      </w:r>
      <w:r>
        <w:rPr>
          <w:rFonts w:ascii="ITC Stone Sans Std Medium" w:hAnsi="ITC Stone Sans Std Medium" w:cs="ITC Stone Sans Std Medium" w:eastAsia="ITC Stone Sans Std Medium"/>
          <w:color w:val="010202"/>
          <w:position w:val="2"/>
          <w:sz w:val="19"/>
          <w:szCs w:val="19"/>
        </w:rPr>
        <w:t>supply</w:t>
      </w:r>
      <w:r>
        <w:rPr>
          <w:rFonts w:ascii="ITC Stone Sans Std Medium" w:hAnsi="ITC Stone Sans Std Medium" w:cs="ITC Stone Sans Std Medium" w:eastAsia="ITC Stone Sans Std Medium"/>
          <w:sz w:val="19"/>
          <w:szCs w:val="19"/>
        </w:rPr>
      </w:r>
    </w:p>
    <w:p>
      <w:pPr>
        <w:spacing w:line="240" w:lineRule="auto" w:before="0"/>
        <w:rPr>
          <w:rFonts w:ascii="ITC Stone Sans Std Medium" w:hAnsi="ITC Stone Sans Std Medium" w:cs="ITC Stone Sans Std Medium" w:eastAsia="ITC Stone Sans Std Medium"/>
          <w:sz w:val="22"/>
          <w:szCs w:val="22"/>
        </w:rPr>
      </w:pPr>
      <w:r>
        <w:rPr/>
        <w:br w:type="column"/>
      </w:r>
      <w:r>
        <w:rPr>
          <w:rFonts w:ascii="ITC Stone Sans Std Medium"/>
          <w:sz w:val="22"/>
        </w:rPr>
      </w:r>
    </w:p>
    <w:p>
      <w:pPr>
        <w:pStyle w:val="Heading5"/>
        <w:spacing w:line="240" w:lineRule="auto" w:before="171"/>
        <w:ind w:left="1561" w:right="0"/>
        <w:jc w:val="left"/>
        <w:rPr>
          <w:b w:val="0"/>
          <w:bCs w:val="0"/>
        </w:rPr>
      </w:pPr>
      <w:r>
        <w:rPr/>
        <w:pict>
          <v:group style="position:absolute;margin-left:80.398499pt;margin-top:10.853584pt;width:222.25pt;height:241.1pt;mso-position-horizontal-relative:page;mso-position-vertical-relative:paragraph;z-index:1336" coordorigin="1608,217" coordsize="4445,4822">
            <v:group style="position:absolute;left:1624;top:233;width:4413;height:4782" coordorigin="1624,233" coordsize="4413,4782">
              <v:shape style="position:absolute;left:1624;top:233;width:4413;height:4782" coordorigin="1624,233" coordsize="4413,4782" path="m1624,233l6037,233,6037,5015,1624,5015,1624,233xe" filled="false" stroked="true" strokeweight="1.621pt" strokecolor="#010202">
                <v:path arrowok="t"/>
              </v:shape>
            </v:group>
            <v:group style="position:absolute;left:1900;top:233;width:2;height:4800" coordorigin="1900,233" coordsize="2,4800">
              <v:shape style="position:absolute;left:1900;top:233;width:2;height:4800" coordorigin="1900,233" coordsize="0,4800" path="m1900,233l1900,5033e" filled="false" stroked="true" strokeweight=".608pt" strokecolor="#010202">
                <v:path arrowok="t"/>
              </v:shape>
            </v:group>
            <v:group style="position:absolute;left:2175;top:693;width:1774;height:519" coordorigin="2175,693" coordsize="1774,519">
              <v:shape style="position:absolute;left:2175;top:693;width:1774;height:519" coordorigin="2175,693" coordsize="1774,519" path="m2175,693l3949,693,3949,1212,2175,1212,2175,693xe" filled="false" stroked="true" strokeweight=".608pt" strokecolor="#010202">
                <v:path arrowok="t"/>
              </v:shape>
            </v:group>
            <v:group style="position:absolute;left:2727;top:1336;width:864;height:1107" coordorigin="2727,1336" coordsize="864,1107">
              <v:shape style="position:absolute;left:2727;top:1336;width:864;height:1107" coordorigin="2727,1336" coordsize="864,1107" path="m2727,1889l2732,1799,2749,1714,2775,1635,2810,1562,2853,1498,2904,1443,2960,1398,3022,1364,3088,1343,3159,1336,3194,1338,3262,1352,3327,1379,3386,1419,3439,1469,3486,1529,3526,1598,3556,1674,3578,1756,3589,1844,3590,1889,3589,1935,3578,2022,3556,2105,3526,2181,3486,2249,3439,2309,3386,2360,3327,2399,3262,2426,3194,2441,3159,2443,3123,2441,3055,2426,2990,2399,2931,2360,2878,2309,2831,2249,2791,2181,2761,2105,2739,2022,2728,1935,2727,1889xe" filled="false" stroked="true" strokeweight=".608pt" strokecolor="#010202">
                <v:path arrowok="t"/>
              </v:shape>
            </v:group>
            <v:group style="position:absolute;left:4381;top:509;width:1656;height:1103" coordorigin="4381,509" coordsize="1656,1103">
              <v:shape style="position:absolute;left:4381;top:509;width:1656;height:1103" coordorigin="4381,509" coordsize="1656,1103" path="m4381,509l6037,509,6037,1612,4381,1612,4381,509xe" filled="false" stroked="true" strokeweight=".608pt" strokecolor="#010202">
                <v:path arrowok="t"/>
              </v:shape>
            </v:group>
            <v:group style="position:absolute;left:4658;top:693;width:1103;height:643" coordorigin="4658,693" coordsize="1103,643">
              <v:shape style="position:absolute;left:4658;top:693;width:1103;height:643" coordorigin="4658,693" coordsize="1103,643" path="m4658,1015l4674,937,4720,867,4765,825,4820,787,4884,755,4956,729,5035,710,5120,698,5210,693,5255,694,5342,703,5424,719,5500,742,5568,771,5628,806,5678,845,5733,913,5759,988,5761,1015,5759,1041,5733,1116,5678,1184,5628,1224,5568,1259,5500,1288,5424,1311,5342,1327,5255,1335,5210,1336,5164,1335,5077,1327,4995,1311,4919,1288,4851,1259,4791,1224,4741,1184,4686,1116,4660,1041,4658,1015xe" filled="false" stroked="true" strokeweight=".608pt" strokecolor="#010202">
                <v:path arrowok="t"/>
              </v:shape>
            </v:group>
            <v:group style="position:absolute;left:1900;top:470;width:4137;height:39" coordorigin="1900,470" coordsize="4137,39">
              <v:shape style="position:absolute;left:1900;top:470;width:4137;height:39" coordorigin="1900,470" coordsize="4137,39" path="m6037,509l1900,470e" filled="false" stroked="true" strokeweight=".608pt" strokecolor="#010202">
                <v:path arrowok="t"/>
              </v:shape>
            </v:group>
            <v:group style="position:absolute;left:1932;top:2943;width:1152;height:2" coordorigin="1932,2943" coordsize="1152,2">
              <v:shape style="position:absolute;left:1932;top:2943;width:1152;height:2" coordorigin="1932,2943" coordsize="1152,0" path="m1932,2943l3083,2943e" filled="false" stroked="true" strokeweight=".608pt" strokecolor="#010202">
                <v:path arrowok="t"/>
              </v:shape>
            </v:group>
            <v:group style="position:absolute;left:1900;top:2895;width:98;height:98" coordorigin="1900,2895" coordsize="98,98">
              <v:shape style="position:absolute;left:1900;top:2895;width:98;height:98" coordorigin="1900,2895" coordsize="98,98" path="m1997,2895l1900,2943,1997,2992,1997,2895xe" filled="true" fillcolor="#010202" stroked="false">
                <v:path arrowok="t"/>
                <v:fill type="solid"/>
              </v:shape>
            </v:group>
            <v:group style="position:absolute;left:3019;top:2895;width:98;height:98" coordorigin="3019,2895" coordsize="98,98">
              <v:shape style="position:absolute;left:3019;top:2895;width:98;height:98" coordorigin="3019,2895" coordsize="98,98" path="m3019,2895l3019,2992,3116,2943,3019,2895xe" filled="true" fillcolor="#010202" stroked="false">
                <v:path arrowok="t"/>
                <v:fill type="solid"/>
              </v:shape>
            </v:group>
            <v:group style="position:absolute;left:3148;top:2943;width:2029;height:2" coordorigin="3148,2943" coordsize="2029,2">
              <v:shape style="position:absolute;left:3148;top:2943;width:2029;height:2" coordorigin="3148,2943" coordsize="2029,0" path="m3148,2943l5177,2943e" filled="false" stroked="true" strokeweight=".608pt" strokecolor="#010202">
                <v:path arrowok="t"/>
              </v:shape>
            </v:group>
            <v:group style="position:absolute;left:3116;top:2895;width:98;height:98" coordorigin="3116,2895" coordsize="98,98">
              <v:shape style="position:absolute;left:3116;top:2895;width:98;height:98" coordorigin="3116,2895" coordsize="98,98" path="m3213,2895l3116,2943,3213,2992,3213,2895xe" filled="true" fillcolor="#010202" stroked="false">
                <v:path arrowok="t"/>
                <v:fill type="solid"/>
              </v:shape>
            </v:group>
            <v:group style="position:absolute;left:5112;top:2895;width:98;height:98" coordorigin="5112,2895" coordsize="98,98">
              <v:shape style="position:absolute;left:5112;top:2895;width:98;height:98" coordorigin="5112,2895" coordsize="98,98" path="m5112,2895l5112,2992,5210,2943,5112,2895xe" filled="true" fillcolor="#010202" stroked="false">
                <v:path arrowok="t"/>
                <v:fill type="solid"/>
              </v:shape>
            </v:group>
            <v:group style="position:absolute;left:2425;top:418;width:2;height:513" coordorigin="2425,418" coordsize="2,513">
              <v:shape style="position:absolute;left:2425;top:418;width:2;height:513" coordorigin="2425,418" coordsize="0,513" path="m2425,418l2425,931e" filled="false" stroked="true" strokeweight="1.824pt" strokecolor="#010202">
                <v:path arrowok="t"/>
              </v:shape>
            </v:group>
            <v:group style="position:absolute;left:4971;top:418;width:2;height:513" coordorigin="4971,418" coordsize="2,513">
              <v:shape style="position:absolute;left:4971;top:418;width:2;height:513" coordorigin="4971,418" coordsize="0,513" path="m4971,418l4971,931e" filled="false" stroked="true" strokeweight="1.824pt" strokecolor="#010202">
                <v:path arrowok="t"/>
              </v:shape>
            </v:group>
            <v:group style="position:absolute;left:5485;top:418;width:2;height:513" coordorigin="5485,418" coordsize="2,513">
              <v:shape style="position:absolute;left:5485;top:418;width:2;height:513" coordorigin="5485,418" coordsize="0,513" path="m5485,418l5485,931e" filled="false" stroked="true" strokeweight="1.824pt" strokecolor="#010202">
                <v:path arrowok="t"/>
              </v:shape>
              <v:shape style="position:absolute;left:1900;top:233;width:4137;height:257" type="#_x0000_t202" filled="false" stroked="false">
                <v:textbox inset="0,0,0,0">
                  <w:txbxContent>
                    <w:p>
                      <w:pPr>
                        <w:spacing w:line="236" w:lineRule="exact" w:before="21"/>
                        <w:ind w:left="131" w:right="0" w:firstLine="0"/>
                        <w:jc w:val="center"/>
                        <w:rPr>
                          <w:rFonts w:ascii="ITC Stone Sans Std Medium" w:hAnsi="ITC Stone Sans Std Medium" w:cs="ITC Stone Sans Std Medium" w:eastAsia="ITC Stone Sans Std Medium"/>
                          <w:sz w:val="22"/>
                          <w:szCs w:val="22"/>
                        </w:rPr>
                      </w:pPr>
                      <w:r>
                        <w:rPr>
                          <w:rFonts w:ascii="ITC Stone Sans Std Medium"/>
                          <w:color w:val="010202"/>
                          <w:w w:val="105"/>
                          <w:sz w:val="22"/>
                        </w:rPr>
                        <w:t>Wall</w:t>
                      </w:r>
                      <w:r>
                        <w:rPr>
                          <w:rFonts w:ascii="ITC Stone Sans Std Medium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984;top:978;width:438;height:260" type="#_x0000_t202" filled="false" stroked="false">
                <v:textbox inset="0,0,0,0">
                  <w:txbxContent>
                    <w:p>
                      <w:pPr>
                        <w:spacing w:line="259" w:lineRule="exact" w:before="0"/>
                        <w:ind w:left="0" w:right="0" w:firstLine="0"/>
                        <w:jc w:val="left"/>
                        <w:rPr>
                          <w:rFonts w:ascii="ITC Stone Sans Std Medium" w:hAnsi="ITC Stone Sans Std Medium" w:cs="ITC Stone Sans Std Medium" w:eastAsia="ITC Stone Sans Std Medium"/>
                          <w:sz w:val="26"/>
                          <w:szCs w:val="26"/>
                        </w:rPr>
                      </w:pPr>
                      <w:r>
                        <w:rPr>
                          <w:rFonts w:ascii="ITC Stone Sans Std Medium"/>
                          <w:color w:val="010202"/>
                          <w:w w:val="95"/>
                          <w:sz w:val="26"/>
                        </w:rPr>
                        <w:t>LAV</w:t>
                      </w:r>
                      <w:r>
                        <w:rPr>
                          <w:rFonts w:ascii="ITC Stone Sans Std Medium"/>
                          <w:sz w:val="26"/>
                        </w:rPr>
                      </w:r>
                    </w:p>
                  </w:txbxContent>
                </v:textbox>
                <w10:wrap type="none"/>
              </v:shape>
              <v:shape style="position:absolute;left:2946;top:1767;width:418;height:260" type="#_x0000_t202" filled="false" stroked="false">
                <v:textbox inset="0,0,0,0">
                  <w:txbxContent>
                    <w:p>
                      <w:pPr>
                        <w:spacing w:line="259" w:lineRule="exact" w:before="0"/>
                        <w:ind w:left="0" w:right="0" w:firstLine="0"/>
                        <w:jc w:val="left"/>
                        <w:rPr>
                          <w:rFonts w:ascii="ITC Stone Sans Std Medium" w:hAnsi="ITC Stone Sans Std Medium" w:cs="ITC Stone Sans Std Medium" w:eastAsia="ITC Stone Sans Std Medium"/>
                          <w:sz w:val="26"/>
                          <w:szCs w:val="26"/>
                        </w:rPr>
                      </w:pPr>
                      <w:r>
                        <w:rPr>
                          <w:rFonts w:ascii="ITC Stone Sans Std Medium"/>
                          <w:color w:val="010202"/>
                          <w:w w:val="95"/>
                          <w:sz w:val="26"/>
                        </w:rPr>
                        <w:t>WC</w:t>
                      </w:r>
                      <w:r>
                        <w:rPr>
                          <w:rFonts w:ascii="ITC Stone Sans Std Medium"/>
                          <w:sz w:val="26"/>
                        </w:rPr>
                      </w:r>
                    </w:p>
                  </w:txbxContent>
                </v:textbox>
                <w10:wrap type="none"/>
              </v:shape>
              <v:shape style="position:absolute;left:2428;top:3037;width:344;height:229" type="#_x0000_t202" filled="false" stroked="false">
                <v:textbox inset="0,0,0,0">
                  <w:txbxContent>
                    <w:p>
                      <w:pPr>
                        <w:spacing w:line="229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ITC Stone Sans Std Medium"/>
                          <w:color w:val="010202"/>
                          <w:spacing w:val="1"/>
                          <w:sz w:val="22"/>
                        </w:rPr>
                        <w:t>16</w:t>
                      </w:r>
                      <w:r>
                        <w:rPr>
                          <w:rFonts w:ascii="Arial"/>
                          <w:color w:val="010202"/>
                          <w:spacing w:val="2"/>
                          <w:position w:val="2"/>
                          <w:sz w:val="21"/>
                        </w:rPr>
                        <w:t>"</w:t>
                      </w:r>
                      <w:r>
                        <w:rPr>
                          <w:rFonts w:ascii="Arial"/>
                          <w:sz w:val="21"/>
                        </w:rPr>
                      </w:r>
                    </w:p>
                  </w:txbxContent>
                </v:textbox>
                <w10:wrap type="none"/>
              </v:shape>
              <v:shape style="position:absolute;left:3946;top:3045;width:350;height:227" type="#_x0000_t202" filled="false" stroked="false">
                <v:textbox inset="0,0,0,0">
                  <w:txbxContent>
                    <w:p>
                      <w:pPr>
                        <w:spacing w:line="227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ITC Stone Sans Std Medium"/>
                          <w:color w:val="010202"/>
                          <w:spacing w:val="3"/>
                          <w:sz w:val="22"/>
                        </w:rPr>
                        <w:t>30</w:t>
                      </w:r>
                      <w:r>
                        <w:rPr>
                          <w:rFonts w:ascii="Arial"/>
                          <w:color w:val="010202"/>
                          <w:spacing w:val="4"/>
                          <w:position w:val="1"/>
                          <w:sz w:val="21"/>
                        </w:rPr>
                        <w:t>"</w:t>
                      </w:r>
                      <w:r>
                        <w:rPr>
                          <w:rFonts w:ascii="Arial"/>
                          <w:sz w:val="21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4C4D4F"/>
          <w:spacing w:val="-1"/>
        </w:rPr>
        <w:t>Procedure: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2042" w:val="left" w:leader="none"/>
        </w:tabs>
        <w:spacing w:line="284" w:lineRule="auto" w:before="137" w:after="0"/>
        <w:ind w:left="2041" w:right="1137" w:hanging="320"/>
        <w:jc w:val="left"/>
      </w:pPr>
      <w:r>
        <w:rPr>
          <w:rFonts w:ascii="Arial"/>
          <w:color w:val="4C4D4F"/>
          <w:spacing w:val="-1"/>
        </w:rPr>
        <w:t>Accurately </w:t>
      </w:r>
      <w:r>
        <w:rPr>
          <w:rFonts w:ascii="Arial"/>
          <w:color w:val="4C4D4F"/>
          <w:spacing w:val="-2"/>
        </w:rPr>
        <w:t>lay</w:t>
      </w:r>
      <w:r>
        <w:rPr>
          <w:rFonts w:ascii="Arial"/>
          <w:color w:val="4C4D4F"/>
          <w:spacing w:val="-1"/>
        </w:rPr>
        <w:t> out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location</w:t>
      </w:r>
      <w:r>
        <w:rPr>
          <w:rFonts w:ascii="Arial"/>
          <w:color w:val="4C4D4F"/>
          <w:spacing w:val="-1"/>
        </w:rPr>
        <w:t> of all</w:t>
      </w:r>
      <w:r>
        <w:rPr>
          <w:rFonts w:ascii="Arial"/>
          <w:color w:val="4C4D4F"/>
          <w:spacing w:val="28"/>
        </w:rPr>
        <w:t>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chalk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pencil.</w:t>
      </w:r>
      <w:r>
        <w:rPr/>
      </w:r>
    </w:p>
    <w:p>
      <w:pPr>
        <w:pStyle w:val="BodyText"/>
        <w:numPr>
          <w:ilvl w:val="1"/>
          <w:numId w:val="5"/>
        </w:numPr>
        <w:tabs>
          <w:tab w:pos="2042" w:val="left" w:leader="none"/>
        </w:tabs>
        <w:spacing w:line="240" w:lineRule="auto" w:before="91" w:after="0"/>
        <w:ind w:left="2041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  <w:spacing w:val="-2"/>
        </w:rPr>
        <w:t> 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 </w:t>
      </w:r>
      <w:r>
        <w:rPr>
          <w:rFonts w:ascii="Arial"/>
          <w:color w:val="4C4D4F"/>
          <w:spacing w:val="-2"/>
        </w:rPr>
        <w:t>approve</w:t>
      </w:r>
      <w:r>
        <w:rPr>
          <w:rFonts w:ascii="Arial"/>
          <w:color w:val="4C4D4F"/>
          <w:spacing w:val="-1"/>
        </w:rPr>
        <w:t> the</w:t>
      </w:r>
      <w:r>
        <w:rPr>
          <w:rFonts w:ascii="Arial"/>
          <w:color w:val="4C4D4F"/>
          <w:spacing w:val="-2"/>
        </w:rPr>
        <w:t> layout.</w:t>
      </w:r>
      <w:r>
        <w:rPr>
          <w:rFonts w:ascii="Arial"/>
        </w:rPr>
      </w:r>
    </w:p>
    <w:p>
      <w:pPr>
        <w:pStyle w:val="BodyText"/>
        <w:numPr>
          <w:ilvl w:val="1"/>
          <w:numId w:val="5"/>
        </w:numPr>
        <w:tabs>
          <w:tab w:pos="2042" w:val="left" w:leader="none"/>
        </w:tabs>
        <w:spacing w:line="284" w:lineRule="auto" w:before="137" w:after="0"/>
        <w:ind w:left="2041" w:right="1300" w:hanging="320"/>
        <w:jc w:val="left"/>
      </w:pPr>
      <w:r>
        <w:rPr>
          <w:color w:val="4C4D4F"/>
          <w:spacing w:val="-1"/>
        </w:rPr>
        <w:t>Install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2"/>
        </w:rPr>
        <w:t>accurately,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28"/>
        </w:rPr>
        <w:t> </w:t>
      </w:r>
      <w:r>
        <w:rPr>
          <w:color w:val="4C4D4F"/>
        </w:rPr>
        <w:t>correct</w:t>
      </w:r>
      <w:r>
        <w:rPr>
          <w:color w:val="4C4D4F"/>
          <w:spacing w:val="-1"/>
        </w:rPr>
        <w:t> crimping</w:t>
      </w:r>
      <w:r>
        <w:rPr>
          <w:color w:val="4C4D4F"/>
        </w:rPr>
        <w:t> </w:t>
      </w:r>
      <w:r>
        <w:rPr>
          <w:color w:val="4C4D4F"/>
          <w:spacing w:val="-2"/>
        </w:rPr>
        <w:t>technique.</w:t>
      </w:r>
      <w:r>
        <w:rPr/>
      </w:r>
    </w:p>
    <w:p>
      <w:pPr>
        <w:pStyle w:val="BodyText"/>
        <w:numPr>
          <w:ilvl w:val="1"/>
          <w:numId w:val="5"/>
        </w:numPr>
        <w:tabs>
          <w:tab w:pos="2042" w:val="left" w:leader="none"/>
        </w:tabs>
        <w:spacing w:line="240" w:lineRule="auto" w:before="91" w:after="0"/>
        <w:ind w:left="2041" w:right="0" w:hanging="320"/>
        <w:jc w:val="left"/>
      </w:pPr>
      <w:r>
        <w:rPr>
          <w:color w:val="4C4D4F"/>
          <w:spacing w:val="-6"/>
        </w:rPr>
        <w:t>Test</w:t>
      </w:r>
      <w:r>
        <w:rPr>
          <w:color w:val="4C4D4F"/>
          <w:spacing w:val="-1"/>
        </w:rPr>
        <w:t> the</w:t>
      </w:r>
      <w:r>
        <w:rPr>
          <w:color w:val="4C4D4F"/>
        </w:rPr>
        <w:t> </w:t>
      </w:r>
      <w:r>
        <w:rPr>
          <w:color w:val="4C4D4F"/>
          <w:spacing w:val="-2"/>
        </w:rPr>
        <w:t>piping.</w:t>
      </w:r>
      <w:r>
        <w:rPr/>
      </w:r>
    </w:p>
    <w:p>
      <w:pPr>
        <w:pStyle w:val="BodyText"/>
        <w:numPr>
          <w:ilvl w:val="1"/>
          <w:numId w:val="5"/>
        </w:numPr>
        <w:tabs>
          <w:tab w:pos="2042" w:val="left" w:leader="none"/>
        </w:tabs>
        <w:spacing w:line="284" w:lineRule="auto" w:before="137" w:after="0"/>
        <w:ind w:left="2041" w:right="1668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  <w:spacing w:val="-2"/>
        </w:rPr>
        <w:t> 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 inspect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25"/>
        </w:rPr>
        <w:t> </w:t>
      </w:r>
      <w:r>
        <w:rPr>
          <w:rFonts w:ascii="Arial"/>
          <w:color w:val="4C4D4F"/>
          <w:spacing w:val="-1"/>
        </w:rPr>
        <w:t>installation.</w:t>
      </w:r>
      <w:r>
        <w:rPr>
          <w:rFonts w:ascii="Arial"/>
        </w:rPr>
      </w:r>
    </w:p>
    <w:p>
      <w:pPr>
        <w:pStyle w:val="BodyText"/>
        <w:numPr>
          <w:ilvl w:val="1"/>
          <w:numId w:val="5"/>
        </w:numPr>
        <w:tabs>
          <w:tab w:pos="2042" w:val="left" w:leader="none"/>
        </w:tabs>
        <w:spacing w:line="284" w:lineRule="auto" w:before="91" w:after="0"/>
        <w:ind w:left="2041" w:right="778" w:hanging="320"/>
        <w:jc w:val="left"/>
        <w:rPr>
          <w:rFonts w:ascii="Arial" w:hAnsi="Arial" w:cs="Arial" w:eastAsia="Arial"/>
        </w:rPr>
      </w:pPr>
      <w:r>
        <w:rPr>
          <w:color w:val="4C4D4F"/>
          <w:spacing w:val="-2"/>
        </w:rPr>
        <w:t>Remove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pressure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disassemble</w:t>
      </w:r>
      <w:r>
        <w:rPr>
          <w:color w:val="4C4D4F"/>
          <w:spacing w:val="2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project.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type w:val="continuous"/>
          <w:pgSz w:w="12240" w:h="15840"/>
          <w:pgMar w:top="1080" w:bottom="280" w:left="340" w:right="880"/>
          <w:cols w:num="2" w:equalWidth="0">
            <w:col w:w="4359" w:space="40"/>
            <w:col w:w="6621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spacing w:before="0"/>
        <w:ind w:left="2860" w:right="0" w:firstLine="0"/>
        <w:jc w:val="left"/>
        <w:rPr>
          <w:rFonts w:ascii="ITC Stone Sans Std Medium" w:hAnsi="ITC Stone Sans Std Medium" w:cs="ITC Stone Sans Std Medium" w:eastAsia="ITC Stone Sans Std Medium"/>
          <w:sz w:val="19"/>
          <w:szCs w:val="19"/>
        </w:rPr>
      </w:pPr>
      <w:r>
        <w:rPr>
          <w:rFonts w:ascii="ITC Stone Sans Std Medium"/>
          <w:color w:val="010202"/>
          <w:sz w:val="19"/>
        </w:rPr>
        <w:t>Plan</w:t>
      </w:r>
      <w:r>
        <w:rPr>
          <w:rFonts w:ascii="ITC Stone Sans Std Medium"/>
          <w:color w:val="010202"/>
          <w:spacing w:val="15"/>
          <w:sz w:val="19"/>
        </w:rPr>
        <w:t> </w:t>
      </w:r>
      <w:r>
        <w:rPr>
          <w:rFonts w:ascii="ITC Stone Sans Std Medium"/>
          <w:color w:val="010202"/>
          <w:spacing w:val="-1"/>
          <w:sz w:val="19"/>
        </w:rPr>
        <w:t>view</w:t>
      </w:r>
      <w:r>
        <w:rPr>
          <w:rFonts w:ascii="ITC Stone Sans Std Medium"/>
          <w:sz w:val="19"/>
        </w:rPr>
      </w:r>
    </w:p>
    <w:p>
      <w:pPr>
        <w:spacing w:line="240" w:lineRule="auto" w:before="4"/>
        <w:rPr>
          <w:rFonts w:ascii="ITC Stone Sans Std Medium" w:hAnsi="ITC Stone Sans Std Medium" w:cs="ITC Stone Sans Std Medium" w:eastAsia="ITC Stone Sans Std Medium"/>
          <w:sz w:val="12"/>
          <w:szCs w:val="12"/>
        </w:rPr>
      </w:pPr>
    </w:p>
    <w:p>
      <w:pPr>
        <w:spacing w:line="327" w:lineRule="auto" w:before="77"/>
        <w:ind w:left="1983" w:right="5996" w:firstLine="276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18—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Crimping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rough-in:</w:t>
      </w:r>
      <w:r>
        <w:rPr>
          <w:rFonts w:ascii="Arial" w:hAnsi="Arial" w:cs="Arial" w:eastAsia="Arial"/>
          <w:color w:val="231F20"/>
          <w:spacing w:val="28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plan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view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using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½"</w:t>
      </w:r>
      <w:r>
        <w:rPr>
          <w:rFonts w:ascii="Arial" w:hAnsi="Arial" w:cs="Arial" w:eastAsia="Arial"/>
          <w:color w:val="231F20"/>
          <w:spacing w:val="-1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PEX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water </w:t>
      </w:r>
      <w:r>
        <w:rPr>
          <w:rFonts w:ascii="Arial" w:hAnsi="Arial" w:cs="Arial" w:eastAsia="Arial"/>
          <w:color w:val="231F20"/>
          <w:sz w:val="18"/>
          <w:szCs w:val="18"/>
        </w:rPr>
        <w:t>supply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Heading5"/>
        <w:spacing w:line="240" w:lineRule="auto" w:before="72"/>
        <w:ind w:left="1099" w:right="0"/>
        <w:jc w:val="left"/>
        <w:rPr>
          <w:b w:val="0"/>
          <w:bCs w:val="0"/>
        </w:rPr>
      </w:pPr>
      <w:r>
        <w:rPr>
          <w:color w:val="4C4D4F"/>
          <w:spacing w:val="-2"/>
        </w:rPr>
        <w:t>Notes:</w:t>
      </w:r>
      <w:r>
        <w:rPr>
          <w:b w:val="0"/>
        </w:rPr>
      </w:r>
    </w:p>
    <w:p>
      <w:pPr>
        <w:pStyle w:val="BodyText"/>
        <w:numPr>
          <w:ilvl w:val="1"/>
          <w:numId w:val="6"/>
        </w:numPr>
        <w:tabs>
          <w:tab w:pos="1640" w:val="left" w:leader="none"/>
        </w:tabs>
        <w:spacing w:line="284" w:lineRule="auto" w:before="137" w:after="0"/>
        <w:ind w:left="1640" w:right="751" w:hanging="270"/>
        <w:jc w:val="left"/>
        <w:rPr>
          <w:rFonts w:ascii="Arial" w:hAnsi="Arial" w:cs="Arial" w:eastAsia="Arial"/>
        </w:rPr>
      </w:pPr>
      <w:r>
        <w:rPr>
          <w:color w:val="4C4D4F"/>
          <w:spacing w:val="-2"/>
        </w:rPr>
        <w:t>WC</w:t>
      </w:r>
      <w:r>
        <w:rPr>
          <w:color w:val="4C4D4F"/>
        </w:rPr>
        <w:t> </w:t>
      </w:r>
      <w:r>
        <w:rPr>
          <w:color w:val="4C4D4F"/>
          <w:spacing w:val="-2"/>
        </w:rPr>
        <w:t>(Water</w:t>
      </w:r>
      <w:r>
        <w:rPr>
          <w:color w:val="4C4D4F"/>
        </w:rPr>
        <w:t> </w:t>
      </w:r>
      <w:r>
        <w:rPr>
          <w:color w:val="4C4D4F"/>
          <w:spacing w:val="-2"/>
        </w:rPr>
        <w:t>Closet)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an</w:t>
      </w:r>
      <w:r>
        <w:rPr>
          <w:color w:val="4C4D4F"/>
        </w:rPr>
        <w:t> American </w:t>
      </w:r>
      <w:r>
        <w:rPr>
          <w:color w:val="4C4D4F"/>
          <w:spacing w:val="-1"/>
        </w:rPr>
        <w:t>Standard</w:t>
      </w:r>
      <w:r>
        <w:rPr>
          <w:color w:val="4C4D4F"/>
        </w:rPr>
        <w:t> </w:t>
      </w:r>
      <w:r>
        <w:rPr>
          <w:color w:val="4C4D4F"/>
          <w:spacing w:val="-1"/>
        </w:rPr>
        <w:t>Cadet</w:t>
      </w:r>
      <w:r>
        <w:rPr>
          <w:color w:val="4C4D4F"/>
        </w:rPr>
        <w:t> </w:t>
      </w:r>
      <w:r>
        <w:rPr>
          <w:color w:val="4C4D4F"/>
          <w:spacing w:val="-1"/>
        </w:rPr>
        <w:t>toilet.</w:t>
      </w:r>
      <w:r>
        <w:rPr>
          <w:color w:val="4C4D4F"/>
        </w:rPr>
        <w:t> See specification </w:t>
      </w:r>
      <w:r>
        <w:rPr>
          <w:color w:val="4C4D4F"/>
          <w:spacing w:val="-1"/>
        </w:rPr>
        <w:t>sheet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51"/>
        </w:rPr>
        <w:t> </w:t>
      </w:r>
      <w:r>
        <w:rPr>
          <w:rFonts w:ascii="Arial"/>
          <w:color w:val="4C4D4F"/>
        </w:rPr>
        <w:t>location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of </w:t>
      </w:r>
      <w:r>
        <w:rPr>
          <w:rFonts w:ascii="Arial"/>
          <w:color w:val="4C4D4F"/>
          <w:spacing w:val="-2"/>
        </w:rPr>
        <w:t>water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3"/>
        </w:rPr>
        <w:t>supply.</w:t>
      </w:r>
      <w:r>
        <w:rPr>
          <w:rFonts w:ascii="Arial"/>
        </w:rPr>
      </w:r>
    </w:p>
    <w:p>
      <w:pPr>
        <w:pStyle w:val="BodyText"/>
        <w:numPr>
          <w:ilvl w:val="1"/>
          <w:numId w:val="6"/>
        </w:numPr>
        <w:tabs>
          <w:tab w:pos="1640" w:val="left" w:leader="none"/>
        </w:tabs>
        <w:spacing w:line="284" w:lineRule="auto" w:before="37" w:after="0"/>
        <w:ind w:left="1640" w:right="1151" w:hanging="270"/>
        <w:jc w:val="left"/>
        <w:rPr>
          <w:rFonts w:ascii="Arial" w:hAnsi="Arial" w:cs="Arial" w:eastAsia="Arial"/>
        </w:rPr>
      </w:pPr>
      <w:r>
        <w:rPr>
          <w:color w:val="4C4D4F"/>
          <w:spacing w:val="-2"/>
        </w:rPr>
        <w:t>LAV</w:t>
      </w:r>
      <w:r>
        <w:rPr>
          <w:color w:val="4C4D4F"/>
        </w:rPr>
        <w:t> </w:t>
      </w:r>
      <w:r>
        <w:rPr>
          <w:color w:val="4C4D4F"/>
          <w:spacing w:val="-2"/>
        </w:rPr>
        <w:t>(Lavatory)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an</w:t>
      </w:r>
      <w:r>
        <w:rPr>
          <w:color w:val="4C4D4F"/>
        </w:rPr>
        <w:t> American </w:t>
      </w:r>
      <w:r>
        <w:rPr>
          <w:color w:val="4C4D4F"/>
          <w:spacing w:val="-1"/>
        </w:rPr>
        <w:t>Standard</w:t>
      </w:r>
      <w:r>
        <w:rPr>
          <w:color w:val="4C4D4F"/>
        </w:rPr>
        <w:t> </w:t>
      </w:r>
      <w:r>
        <w:rPr>
          <w:color w:val="4C4D4F"/>
          <w:spacing w:val="-1"/>
        </w:rPr>
        <w:t>Ellisse</w:t>
      </w:r>
      <w:r>
        <w:rPr>
          <w:color w:val="4C4D4F"/>
        </w:rPr>
        <w:t> </w:t>
      </w:r>
      <w:r>
        <w:rPr>
          <w:color w:val="4C4D4F"/>
          <w:spacing w:val="-1"/>
        </w:rPr>
        <w:t>sink.</w:t>
      </w:r>
      <w:r>
        <w:rPr>
          <w:color w:val="4C4D4F"/>
        </w:rPr>
        <w:t> See specification </w:t>
      </w:r>
      <w:r>
        <w:rPr>
          <w:color w:val="4C4D4F"/>
          <w:spacing w:val="-1"/>
        </w:rPr>
        <w:t>sheet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47"/>
        </w:rPr>
        <w:t> </w:t>
      </w:r>
      <w:r>
        <w:rPr>
          <w:rFonts w:ascii="Arial"/>
          <w:color w:val="4C4D4F"/>
        </w:rPr>
        <w:t>location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hot 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cold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water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3"/>
        </w:rPr>
        <w:t>supply.</w:t>
      </w:r>
      <w:r>
        <w:rPr>
          <w:rFonts w:ascii="Arial"/>
        </w:rPr>
      </w:r>
    </w:p>
    <w:p>
      <w:pPr>
        <w:pStyle w:val="BodyText"/>
        <w:numPr>
          <w:ilvl w:val="1"/>
          <w:numId w:val="6"/>
        </w:numPr>
        <w:tabs>
          <w:tab w:pos="1640" w:val="left" w:leader="none"/>
        </w:tabs>
        <w:spacing w:line="240" w:lineRule="auto" w:before="37" w:after="0"/>
        <w:ind w:left="1640" w:right="0" w:hanging="270"/>
        <w:jc w:val="left"/>
      </w:pPr>
      <w:r>
        <w:rPr>
          <w:color w:val="4C4D4F"/>
          <w:spacing w:val="-1"/>
        </w:rPr>
        <w:t>Given</w:t>
      </w:r>
      <w:r>
        <w:rPr>
          <w:color w:val="4C4D4F"/>
        </w:rPr>
        <w:t> </w:t>
      </w:r>
      <w:r>
        <w:rPr>
          <w:color w:val="4C4D4F"/>
          <w:spacing w:val="-1"/>
        </w:rPr>
        <w:t>dimensions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shown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centre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fixtures.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080" w:bottom="28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249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74.4pt;height:266.5pt;mso-position-horizontal-relative:char;mso-position-vertical-relative:line" coordorigin="0,0" coordsize="5488,5330">
            <v:group style="position:absolute;left:3809;top:2448;width:2;height:1009" coordorigin="3809,2448" coordsize="2,1009">
              <v:shape style="position:absolute;left:3809;top:2448;width:2;height:1009" coordorigin="3809,2448" coordsize="0,1009" path="m3809,3457l3809,2448e" filled="false" stroked="true" strokeweight="1.001000pt" strokecolor="#010202">
                <v:path arrowok="t"/>
              </v:shape>
            </v:group>
            <v:group style="position:absolute;left:2176;top:2452;width:1643;height:2" coordorigin="2176,2452" coordsize="1643,2">
              <v:shape style="position:absolute;left:2176;top:2452;width:1643;height:2" coordorigin="2176,2452" coordsize="1643,0" path="m3818,2452l2176,2452e" filled="false" stroked="true" strokeweight="1.001000pt" strokecolor="#010202">
                <v:path arrowok="t"/>
              </v:shape>
            </v:group>
            <v:group style="position:absolute;left:2176;top:1797;width:2;height:669" coordorigin="2176,1797" coordsize="2,669">
              <v:shape style="position:absolute;left:2176;top:1797;width:2;height:669" coordorigin="2176,1797" coordsize="0,669" path="m2176,2465l2176,1797e" filled="false" stroked="true" strokeweight="1.001000pt" strokecolor="#010202">
                <v:path arrowok="t"/>
              </v:shape>
            </v:group>
            <v:group style="position:absolute;left:2171;top:1804;width:2396;height:2" coordorigin="2171,1804" coordsize="2396,2">
              <v:shape style="position:absolute;left:2171;top:1804;width:2396;height:2" coordorigin="2171,1804" coordsize="2396,0" path="m2171,1804l4567,1804e" filled="false" stroked="true" strokeweight="1.001000pt" strokecolor="#010202">
                <v:path arrowok="t"/>
              </v:shape>
            </v:group>
            <v:group style="position:absolute;left:4559;top:1797;width:2;height:1641" coordorigin="4559,1797" coordsize="2,1641">
              <v:shape style="position:absolute;left:4559;top:1797;width:2;height:1641" coordorigin="4559,1797" coordsize="0,1641" path="m4559,1797l4559,3437e" filled="false" stroked="true" strokeweight="1.001000pt" strokecolor="#010202">
                <v:path arrowok="t"/>
              </v:shape>
            </v:group>
            <v:group style="position:absolute;left:4439;top:1717;width:2;height:154" coordorigin="4439,1717" coordsize="2,154">
              <v:shape style="position:absolute;left:4439;top:1717;width:2;height:154" coordorigin="4439,1717" coordsize="0,154" path="m4439,1717l4439,1871e" filled="false" stroked="true" strokeweight="1.001000pt" strokecolor="#010202">
                <v:path arrowok="t"/>
              </v:shape>
            </v:group>
            <v:group style="position:absolute;left:4458;top:1929;width:173;height:2" coordorigin="4458,1929" coordsize="173,2">
              <v:shape style="position:absolute;left:4458;top:1929;width:173;height:2" coordorigin="4458,1929" coordsize="173,0" path="m4458,1929l4631,1929e" filled="false" stroked="true" strokeweight="1.001000pt" strokecolor="#010202">
                <v:path arrowok="t"/>
              </v:shape>
            </v:group>
            <v:group style="position:absolute;left:4381;top:1967;width:2;height:260" coordorigin="4381,1967" coordsize="2,260">
              <v:shape style="position:absolute;left:4381;top:1967;width:2;height:260" coordorigin="4381,1967" coordsize="0,260" path="m4381,1967l4381,2227e" filled="false" stroked="true" strokeweight="1.001000pt" strokecolor="#010202">
                <v:path arrowok="t"/>
              </v:shape>
            </v:group>
            <v:group style="position:absolute;left:3699;top:2577;width:197;height:2" coordorigin="3699,2577" coordsize="197,2">
              <v:shape style="position:absolute;left:3699;top:2577;width:197;height:2" coordorigin="3699,2577" coordsize="197,0" path="m3896,2577l3699,2577e" filled="false" stroked="true" strokeweight="1.001000pt" strokecolor="#010202">
                <v:path arrowok="t"/>
              </v:shape>
            </v:group>
            <v:group style="position:absolute;left:3689;top:2371;width:2;height:164" coordorigin="3689,2371" coordsize="2,164">
              <v:shape style="position:absolute;left:3689;top:2371;width:2;height:164" coordorigin="3689,2371" coordsize="0,164" path="m3689,2371l3689,2534e" filled="false" stroked="true" strokeweight="1.001000pt" strokecolor="#010202">
                <v:path arrowok="t"/>
              </v:shape>
            </v:group>
            <v:group style="position:absolute;left:3704;top:3409;width:188;height:2" coordorigin="3704,3409" coordsize="188,2">
              <v:shape style="position:absolute;left:3704;top:3409;width:188;height:2" coordorigin="3704,3409" coordsize="188,0" path="m3704,3409l3891,3409e" filled="false" stroked="true" strokeweight="1.001000pt" strokecolor="#010202">
                <v:path arrowok="t"/>
              </v:shape>
            </v:group>
            <v:group style="position:absolute;left:2099;top:2318;width:197;height:2" coordorigin="2099,2318" coordsize="197,2">
              <v:shape style="position:absolute;left:2099;top:2318;width:197;height:2" coordorigin="2099,2318" coordsize="197,0" path="m2099,2318l2296,2318e" filled="false" stroked="true" strokeweight="1.001000pt" strokecolor="#010202">
                <v:path arrowok="t"/>
              </v:shape>
            </v:group>
            <v:group style="position:absolute;left:2084;top:1910;width:178;height:2" coordorigin="2084,1910" coordsize="178,2">
              <v:shape style="position:absolute;left:2084;top:1910;width:178;height:2" coordorigin="2084,1910" coordsize="178,0" path="m2084,1910l2262,1910e" filled="false" stroked="true" strokeweight="1.001000pt" strokecolor="#010202">
                <v:path arrowok="t"/>
              </v:shape>
            </v:group>
            <v:group style="position:absolute;left:2305;top:1727;width:2;height:164" coordorigin="2305,1727" coordsize="2,164">
              <v:shape style="position:absolute;left:2305;top:1727;width:2;height:164" coordorigin="2305,1727" coordsize="0,164" path="m2305,1890l2305,1727e" filled="false" stroked="true" strokeweight="1.001000pt" strokecolor="#010202">
                <v:path arrowok="t"/>
              </v:shape>
            </v:group>
            <v:group style="position:absolute;left:4458;top:3404;width:169;height:2" coordorigin="4458,3404" coordsize="169,2">
              <v:shape style="position:absolute;left:4458;top:3404;width:169;height:2" coordorigin="4458,3404" coordsize="169,0" path="m4458,3404l4626,3404e" filled="false" stroked="true" strokeweight="1.001000pt" strokecolor="#010202">
                <v:path arrowok="t"/>
              </v:shape>
            </v:group>
            <v:group style="position:absolute;left:4559;top:3639;width:2;height:476" coordorigin="4559,3639" coordsize="2,476">
              <v:shape style="position:absolute;left:4559;top:3639;width:2;height:476" coordorigin="4559,3639" coordsize="0,476" path="m4559,3639l4559,4115e" filled="false" stroked="true" strokeweight="1.001000pt" strokecolor="#010202">
                <v:path arrowok="t"/>
              </v:shape>
            </v:group>
            <v:group style="position:absolute;left:1336;top:4110;width:3233;height:2" coordorigin="1336,4110" coordsize="3233,2">
              <v:shape style="position:absolute;left:1336;top:4110;width:3233;height:2" coordorigin="1336,4110" coordsize="3233,0" path="m4569,4110l1336,4110e" filled="false" stroked="true" strokeweight="1.001000pt" strokecolor="#010202">
                <v:path arrowok="t"/>
              </v:shape>
            </v:group>
            <v:group style="position:absolute;left:1345;top:4101;width:2;height:149" coordorigin="1345,4101" coordsize="2,149">
              <v:shape style="position:absolute;left:1345;top:4101;width:2;height:149" coordorigin="1345,4101" coordsize="0,149" path="m1345,4101l1345,4249e" filled="false" stroked="true" strokeweight="1.001000pt" strokecolor="#010202">
                <v:path arrowok="t"/>
              </v:shape>
            </v:group>
            <v:group style="position:absolute;left:1258;top:4235;width:173;height:2" coordorigin="1258,4235" coordsize="173,2">
              <v:shape style="position:absolute;left:1258;top:4235;width:173;height:2" coordorigin="1258,4235" coordsize="173,0" path="m1258,4235l1431,4235e" filled="false" stroked="true" strokeweight="1.001000pt" strokecolor="#010202">
                <v:path arrowok="t"/>
              </v:shape>
            </v:group>
            <v:group style="position:absolute;left:4463;top:3702;width:173;height:2" coordorigin="4463,3702" coordsize="173,2">
              <v:shape style="position:absolute;left:4463;top:3702;width:173;height:2" coordorigin="4463,3702" coordsize="173,0" path="m4463,3702l4636,3702e" filled="false" stroked="true" strokeweight="1.001000pt" strokecolor="#010202">
                <v:path arrowok="t"/>
              </v:shape>
            </v:group>
            <v:group style="position:absolute;left:4439;top:3999;width:188;height:2" coordorigin="4439,3999" coordsize="188,2">
              <v:shape style="position:absolute;left:4439;top:3999;width:188;height:2" coordorigin="4439,3999" coordsize="188,0" path="m4439,3999l4626,3999e" filled="false" stroked="true" strokeweight="1.001000pt" strokecolor="#010202">
                <v:path arrowok="t"/>
              </v:shape>
            </v:group>
            <v:group style="position:absolute;left:4415;top:4024;width:2;height:154" coordorigin="4415,4024" coordsize="2,154">
              <v:shape style="position:absolute;left:4415;top:4024;width:2;height:154" coordorigin="4415,4024" coordsize="0,154" path="m4415,4024l4415,4177e" filled="false" stroked="true" strokeweight="1.001000pt" strokecolor="#010202">
                <v:path arrowok="t"/>
              </v:shape>
            </v:group>
            <v:group style="position:absolute;left:4482;top:3445;width:149;height:178" coordorigin="4482,3445" coordsize="149,178">
              <v:shape style="position:absolute;left:4482;top:3445;width:149;height:178" coordorigin="4482,3445" coordsize="149,178" path="m4631,3535l4608,3600,4573,3622,4548,3621,4496,3586,4482,3546,4485,3519,4516,3460,4550,3445,4572,3448,4620,3489,4631,3535xe" filled="false" stroked="true" strokeweight="1.001000pt" strokecolor="#010202">
                <v:path arrowok="t"/>
              </v:shape>
            </v:group>
            <v:group style="position:absolute;left:1278;top:4260;width:149;height:180" coordorigin="1278,4260" coordsize="149,180">
              <v:shape style="position:absolute;left:1278;top:4260;width:149;height:180" coordorigin="1278,4260" coordsize="149,180" path="m1426,4350l1404,4416,1370,4439,1345,4437,1292,4403,1278,4364,1280,4336,1310,4276,1343,4260,1366,4262,1415,4302,1426,4350xe" filled="false" stroked="true" strokeweight="1.001000pt" strokecolor="#010202">
                <v:path arrowok="t"/>
              </v:shape>
            </v:group>
            <v:group style="position:absolute;left:3739;top:3472;width:149;height:180" coordorigin="3739,3472" coordsize="149,180">
              <v:shape style="position:absolute;left:3739;top:3472;width:149;height:180" coordorigin="3739,3472" coordsize="149,180" path="m3887,3562l3864,3628,3830,3651,3805,3649,3753,3615,3739,3576,3741,3548,3770,3488,3804,3472,3827,3474,3875,3514,3887,3562xe" filled="false" stroked="true" strokeweight="1.001000pt" strokecolor="#010202">
                <v:path arrowok="t"/>
              </v:shape>
            </v:group>
            <v:group style="position:absolute;left:3796;top:3542;width:21;height:21" coordorigin="3796,3542" coordsize="21,21">
              <v:shape style="position:absolute;left:3796;top:3542;width:21;height:21" coordorigin="3796,3542" coordsize="21,21" path="m3816,3552l3816,3546,3812,3542,3806,3542,3801,3542,3796,3546,3796,3552,3796,3557,3801,3562,3806,3562,3812,3562,3816,3557,3816,3552xe" filled="false" stroked="true" strokeweight="1.001000pt" strokecolor="#010202">
                <v:path arrowok="t"/>
              </v:shape>
            </v:group>
            <v:group style="position:absolute;left:4544;top:3512;width:21;height:21" coordorigin="4544,3512" coordsize="21,21">
              <v:shape style="position:absolute;left:4544;top:3512;width:21;height:21" coordorigin="4544,3512" coordsize="21,21" path="m4564,3522l4564,3517,4560,3512,4554,3512,4548,3512,4544,3517,4544,3522,4544,3528,4548,3532,4554,3532,4560,3532,4564,3528,4564,3522xe" filled="false" stroked="true" strokeweight="1.001000pt" strokecolor="#010202">
                <v:path arrowok="t"/>
              </v:shape>
            </v:group>
            <v:group style="position:absolute;left:1339;top:4330;width:21;height:21" coordorigin="1339,4330" coordsize="21,21">
              <v:shape style="position:absolute;left:1339;top:4330;width:21;height:21" coordorigin="1339,4330" coordsize="21,21" path="m1359,4340l1359,4334,1355,4330,1349,4330,1344,4330,1339,4334,1339,4340,1339,4345,1344,4350,1349,4350,1355,4350,1359,4345,1359,4340xe" filled="false" stroked="true" strokeweight="1.001000pt" strokecolor="#010202">
                <v:path arrowok="t"/>
              </v:shape>
            </v:group>
            <v:group style="position:absolute;left:2179;top:1617;width:2365;height:2" coordorigin="2179,1617" coordsize="2365,2">
              <v:shape style="position:absolute;left:2179;top:1617;width:2365;height:2" coordorigin="2179,1617" coordsize="2365,0" path="m2179,1617l4543,1617e" filled="false" stroked="true" strokeweight=".751pt" strokecolor="#010202">
                <v:path arrowok="t"/>
              </v:shape>
            </v:group>
            <v:group style="position:absolute;left:2139;top:1557;width:121;height:121" coordorigin="2139,1557" coordsize="121,121">
              <v:shape style="position:absolute;left:2139;top:1557;width:121;height:121" coordorigin="2139,1557" coordsize="121,121" path="m2259,1557l2139,1617,2259,1677,2259,1557xe" filled="true" fillcolor="#010202" stroked="false">
                <v:path arrowok="t"/>
                <v:fill type="solid"/>
              </v:shape>
            </v:group>
            <v:group style="position:absolute;left:4443;top:1557;width:121;height:121" coordorigin="4443,1557" coordsize="121,121">
              <v:shape style="position:absolute;left:4443;top:1557;width:121;height:121" coordorigin="4443,1557" coordsize="121,121" path="m4443,1557l4443,1677,4563,1617,4443,1557xe" filled="true" fillcolor="#010202" stroked="false">
                <v:path arrowok="t"/>
                <v:fill type="solid"/>
              </v:shape>
            </v:group>
            <v:group style="position:absolute;left:3847;top:2985;width:622;height:2" coordorigin="3847,2985" coordsize="622,2">
              <v:shape style="position:absolute;left:3847;top:2985;width:622;height:2" coordorigin="3847,2985" coordsize="622,0" path="m3847,2985l4468,2985e" filled="false" stroked="true" strokeweight=".751pt" strokecolor="#010202">
                <v:path arrowok="t"/>
              </v:shape>
            </v:group>
            <v:group style="position:absolute;left:3807;top:2925;width:121;height:121" coordorigin="3807,2925" coordsize="121,121">
              <v:shape style="position:absolute;left:3807;top:2925;width:121;height:121" coordorigin="3807,2925" coordsize="121,121" path="m3927,2925l3807,2985,3927,3045,3927,2925xe" filled="true" fillcolor="#010202" stroked="false">
                <v:path arrowok="t"/>
                <v:fill type="solid"/>
              </v:shape>
            </v:group>
            <v:group style="position:absolute;left:4430;top:2932;width:121;height:121" coordorigin="4430,2932" coordsize="121,121">
              <v:shape style="position:absolute;left:4430;top:2932;width:121;height:121" coordorigin="4430,2932" coordsize="121,121" path="m4430,2932l4430,3052,4550,2992,4430,2932xe" filled="true" fillcolor="#010202" stroked="false">
                <v:path arrowok="t"/>
                <v:fill type="solid"/>
              </v:shape>
            </v:group>
            <v:group style="position:absolute;left:1536;top:4415;width:2;height:862" coordorigin="1536,4415" coordsize="2,862">
              <v:shape style="position:absolute;left:1536;top:4415;width:2;height:862" coordorigin="1536,4415" coordsize="0,862" path="m1536,5277l1536,4415e" filled="false" stroked="true" strokeweight=".751pt" strokecolor="#010202">
                <v:path arrowok="t"/>
              </v:shape>
            </v:group>
            <v:group style="position:absolute;left:1476;top:5157;width:121;height:121" coordorigin="1476,5157" coordsize="121,121">
              <v:shape style="position:absolute;left:1476;top:5157;width:121;height:121" coordorigin="1476,5157" coordsize="121,121" path="m1596,5157l1476,5157,1536,5277,1596,5157xe" filled="true" fillcolor="#010202" stroked="false">
                <v:path arrowok="t"/>
                <v:fill type="solid"/>
              </v:shape>
            </v:group>
            <v:group style="position:absolute;left:1476;top:4395;width:121;height:121" coordorigin="1476,4395" coordsize="121,121">
              <v:shape style="position:absolute;left:1476;top:4395;width:121;height:121" coordorigin="1476,4395" coordsize="121,121" path="m1536,4395l1476,4515,1596,4515,1536,4395xe" filled="true" fillcolor="#010202" stroked="false">
                <v:path arrowok="t"/>
                <v:fill type="solid"/>
              </v:shape>
            </v:group>
            <v:group style="position:absolute;left:4072;top:4148;width:2;height:1143" coordorigin="4072,4148" coordsize="2,1143">
              <v:shape style="position:absolute;left:4072;top:4148;width:2;height:1143" coordorigin="4072,4148" coordsize="0,1143" path="m4072,5290l4072,4148e" filled="false" stroked="true" strokeweight=".751pt" strokecolor="#010202">
                <v:path arrowok="t"/>
              </v:shape>
            </v:group>
            <v:group style="position:absolute;left:4012;top:5170;width:121;height:121" coordorigin="4012,5170" coordsize="121,121">
              <v:shape style="position:absolute;left:4012;top:5170;width:121;height:121" coordorigin="4012,5170" coordsize="121,121" path="m4132,5170l4012,5170,4072,5290,4132,5170xe" filled="true" fillcolor="#010202" stroked="false">
                <v:path arrowok="t"/>
                <v:fill type="solid"/>
              </v:shape>
            </v:group>
            <v:group style="position:absolute;left:4012;top:4128;width:121;height:121" coordorigin="4012,4128" coordsize="121,121">
              <v:shape style="position:absolute;left:4012;top:4128;width:121;height:121" coordorigin="4012,4128" coordsize="121,121" path="m4072,4128l4012,4248,4132,4248,4072,4128xe" filled="true" fillcolor="#010202" stroked="false">
                <v:path arrowok="t"/>
                <v:fill type="solid"/>
              </v:shape>
            </v:group>
            <v:group style="position:absolute;left:1439;top:4050;width:2;height:154" coordorigin="1439,4050" coordsize="2,154">
              <v:shape style="position:absolute;left:1439;top:4050;width:2;height:154" coordorigin="1439,4050" coordsize="0,154" path="m1439,4050l1439,4204e" filled="false" stroked="true" strokeweight="1.001000pt" strokecolor="#010202">
                <v:path arrowok="t"/>
              </v:shape>
            </v:group>
            <v:group style="position:absolute;left:2299;top:2355;width:2;height:154" coordorigin="2299,2355" coordsize="2,154">
              <v:shape style="position:absolute;left:2299;top:2355;width:2;height:154" coordorigin="2299,2355" coordsize="0,154" path="m2299,2355l2299,2509e" filled="false" stroked="true" strokeweight="1.001000pt" strokecolor="#010202">
                <v:path arrowok="t"/>
              </v:shape>
            </v:group>
            <v:group style="position:absolute;left:4866;top:3602;width:2;height:1644" coordorigin="4866,3602" coordsize="2,1644">
              <v:shape style="position:absolute;left:4866;top:3602;width:2;height:1644" coordorigin="4866,3602" coordsize="0,1644" path="m4866,5245l4866,3602e" filled="false" stroked="true" strokeweight=".751pt" strokecolor="#010202">
                <v:path arrowok="t"/>
              </v:shape>
            </v:group>
            <v:group style="position:absolute;left:4806;top:5165;width:121;height:121" coordorigin="4806,5165" coordsize="121,121">
              <v:shape style="position:absolute;left:4806;top:5165;width:121;height:121" coordorigin="4806,5165" coordsize="121,121" path="m4926,5165l4806,5165,4866,5285,4926,5165xe" filled="true" fillcolor="#010202" stroked="false">
                <v:path arrowok="t"/>
                <v:fill type="solid"/>
              </v:shape>
            </v:group>
            <v:group style="position:absolute;left:4806;top:3582;width:121;height:121" coordorigin="4806,3582" coordsize="121,121">
              <v:shape style="position:absolute;left:4806;top:3582;width:121;height:121" coordorigin="4806,3582" coordsize="121,121" path="m4866,3582l4806,3702,4926,3702,4866,3582xe" filled="true" fillcolor="#010202" stroked="false">
                <v:path arrowok="t"/>
                <v:fill type="solid"/>
              </v:shape>
            </v:group>
            <v:group style="position:absolute;left:5206;top:2894;width:2;height:2365" coordorigin="5206,2894" coordsize="2,2365">
              <v:shape style="position:absolute;left:5206;top:2894;width:2;height:2365" coordorigin="5206,2894" coordsize="0,2365" path="m5206,5258l5206,2894e" filled="false" stroked="true" strokeweight=".751pt" strokecolor="#010202">
                <v:path arrowok="t"/>
              </v:shape>
            </v:group>
            <v:group style="position:absolute;left:5146;top:5178;width:121;height:121" coordorigin="5146,5178" coordsize="121,121">
              <v:shape style="position:absolute;left:5146;top:5178;width:121;height:121" coordorigin="5146,5178" coordsize="121,121" path="m5266,5178l5146,5178,5206,5298,5266,5178xe" filled="true" fillcolor="#010202" stroked="false">
                <v:path arrowok="t"/>
                <v:fill type="solid"/>
              </v:shape>
            </v:group>
            <v:group style="position:absolute;left:5146;top:2874;width:121;height:121" coordorigin="5146,2874" coordsize="121,121">
              <v:shape style="position:absolute;left:5146;top:2874;width:121;height:121" coordorigin="5146,2874" coordsize="121,121" path="m5206,2874l5146,2994,5266,2994,5206,2874xe" filled="true" fillcolor="#010202" stroked="false">
                <v:path arrowok="t"/>
                <v:fill type="solid"/>
              </v:shape>
            </v:group>
            <v:group style="position:absolute;left:20;top:20;width:5448;height:5289" coordorigin="20,20" coordsize="5448,5289">
              <v:shape style="position:absolute;left:20;top:20;width:5448;height:5289" coordorigin="20,20" coordsize="5448,5289" path="m20,20l5467,20,5467,5309,20,5309,20,20xe" filled="false" stroked="true" strokeweight="2.002000pt" strokecolor="#010202">
                <v:path arrowok="t"/>
              </v:shape>
              <v:shape style="position:absolute;left:264;top:255;width:3089;height:529" type="#_x0000_t202" filled="false" stroked="false">
                <v:textbox inset="0,0,0,0">
                  <w:txbxContent>
                    <w:p>
                      <w:pPr>
                        <w:spacing w:line="254" w:lineRule="exact" w:before="0"/>
                        <w:ind w:left="0" w:right="0" w:firstLine="0"/>
                        <w:jc w:val="left"/>
                        <w:rPr>
                          <w:rFonts w:ascii="ITC Stone Sans Std Medium" w:hAnsi="ITC Stone Sans Std Medium" w:cs="ITC Stone Sans Std Medium" w:eastAsia="ITC Stone Sans Std Medium"/>
                          <w:sz w:val="24"/>
                          <w:szCs w:val="24"/>
                        </w:rPr>
                      </w:pPr>
                      <w:r>
                        <w:rPr>
                          <w:rFonts w:ascii="ITC Stone Sans Std Semibold"/>
                          <w:b/>
                          <w:color w:val="010202"/>
                          <w:sz w:val="24"/>
                        </w:rPr>
                        <w:t>Note: </w:t>
                      </w:r>
                      <w:r>
                        <w:rPr>
                          <w:rFonts w:ascii="ITC Stone Sans Std Medium"/>
                          <w:color w:val="010202"/>
                          <w:sz w:val="24"/>
                        </w:rPr>
                        <w:t>hot and cold tied</w:t>
                      </w:r>
                      <w:r>
                        <w:rPr>
                          <w:rFonts w:ascii="ITC Stone Sans Std Medium"/>
                          <w:sz w:val="24"/>
                        </w:rPr>
                      </w:r>
                    </w:p>
                    <w:p>
                      <w:pPr>
                        <w:spacing w:line="275" w:lineRule="exact" w:before="0"/>
                        <w:ind w:left="0" w:right="0" w:firstLine="0"/>
                        <w:jc w:val="left"/>
                        <w:rPr>
                          <w:rFonts w:ascii="ITC Stone Sans Std Medium" w:hAnsi="ITC Stone Sans Std Medium" w:cs="ITC Stone Sans Std Medium" w:eastAsia="ITC Stone Sans Std Medium"/>
                          <w:sz w:val="24"/>
                          <w:szCs w:val="24"/>
                        </w:rPr>
                      </w:pPr>
                      <w:r>
                        <w:rPr>
                          <w:rFonts w:ascii="ITC Stone Sans Std Medium"/>
                          <w:color w:val="010202"/>
                          <w:sz w:val="24"/>
                        </w:rPr>
                        <w:t>together for testing purposes</w:t>
                      </w:r>
                      <w:r>
                        <w:rPr>
                          <w:rFonts w:ascii="ITC Stone Sans Std Medium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309;top:1396;width:165;height:241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ITC Stone Sans Std Medium" w:hAnsi="ITC Stone Sans Std Medium" w:cs="ITC Stone Sans Std Medium" w:eastAsia="ITC Stone Sans Std Medium"/>
                          <w:sz w:val="24"/>
                          <w:szCs w:val="24"/>
                        </w:rPr>
                      </w:pPr>
                      <w:r>
                        <w:rPr>
                          <w:rFonts w:ascii="ITC Stone Sans Std Medium"/>
                          <w:color w:val="010202"/>
                          <w:sz w:val="24"/>
                        </w:rPr>
                        <w:t>C</w:t>
                      </w:r>
                      <w:r>
                        <w:rPr>
                          <w:rFonts w:ascii="ITC Stone Sans Std Medium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941;top:2010;width:177;height:241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ITC Stone Sans Std Medium" w:hAnsi="ITC Stone Sans Std Medium" w:cs="ITC Stone Sans Std Medium" w:eastAsia="ITC Stone Sans Std Medium"/>
                          <w:sz w:val="24"/>
                          <w:szCs w:val="24"/>
                        </w:rPr>
                      </w:pPr>
                      <w:r>
                        <w:rPr>
                          <w:rFonts w:ascii="ITC Stone Sans Std Medium"/>
                          <w:color w:val="010202"/>
                          <w:sz w:val="24"/>
                        </w:rPr>
                        <w:t>D</w:t>
                      </w:r>
                      <w:r>
                        <w:rPr>
                          <w:rFonts w:ascii="ITC Stone Sans Std Medium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305;top:2751;width:1170;height:671" type="#_x0000_t202" filled="false" stroked="false">
                <v:textbox inset="0,0,0,0">
                  <w:txbxContent>
                    <w:p>
                      <w:pPr>
                        <w:spacing w:line="253" w:lineRule="exact" w:before="0"/>
                        <w:ind w:left="777" w:right="0" w:firstLine="0"/>
                        <w:jc w:val="left"/>
                        <w:rPr>
                          <w:rFonts w:ascii="ITC Stone Sans Std Medium" w:hAnsi="ITC Stone Sans Std Medium" w:cs="ITC Stone Sans Std Medium" w:eastAsia="ITC Stone Sans Std Medium"/>
                          <w:sz w:val="24"/>
                          <w:szCs w:val="24"/>
                        </w:rPr>
                      </w:pPr>
                      <w:r>
                        <w:rPr>
                          <w:rFonts w:ascii="ITC Stone Sans Std Medium"/>
                          <w:color w:val="010202"/>
                          <w:sz w:val="24"/>
                        </w:rPr>
                        <w:t>G</w:t>
                      </w:r>
                      <w:r>
                        <w:rPr>
                          <w:rFonts w:ascii="ITC Stone Sans Std Medium"/>
                          <w:sz w:val="24"/>
                        </w:rPr>
                      </w:r>
                    </w:p>
                    <w:p>
                      <w:pPr>
                        <w:tabs>
                          <w:tab w:pos="667" w:val="left" w:leader="none"/>
                        </w:tabs>
                        <w:spacing w:line="285" w:lineRule="exact" w:before="132"/>
                        <w:ind w:left="0" w:right="0" w:firstLine="0"/>
                        <w:jc w:val="left"/>
                        <w:rPr>
                          <w:rFonts w:ascii="ITC Stone Sans Std Medium" w:hAnsi="ITC Stone Sans Std Medium" w:cs="ITC Stone Sans Std Medium" w:eastAsia="ITC Stone Sans Std Medium"/>
                          <w:sz w:val="24"/>
                          <w:szCs w:val="24"/>
                        </w:rPr>
                      </w:pPr>
                      <w:r>
                        <w:rPr>
                          <w:rFonts w:ascii="ITC Stone Sans Std Medium"/>
                          <w:color w:val="010202"/>
                          <w:sz w:val="24"/>
                        </w:rPr>
                        <w:t>Hot</w:t>
                        <w:tab/>
                      </w:r>
                      <w:r>
                        <w:rPr>
                          <w:rFonts w:ascii="ITC Stone Sans Std Medium"/>
                          <w:color w:val="010202"/>
                          <w:position w:val="1"/>
                          <w:sz w:val="24"/>
                        </w:rPr>
                        <w:t>Cold</w:t>
                      </w:r>
                      <w:r>
                        <w:rPr>
                          <w:rFonts w:ascii="ITC Stone Sans Std Medium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540;top:3497;width:29;height:58" type="#_x0000_t202" filled="false" stroked="false">
                <v:textbox inset="0,0,0,0">
                  <w:txbxContent>
                    <w:p>
                      <w:pPr>
                        <w:spacing w:line="58" w:lineRule="exact" w:before="0"/>
                        <w:ind w:left="0" w:right="0" w:firstLine="0"/>
                        <w:jc w:val="left"/>
                        <w:rPr>
                          <w:rFonts w:ascii="ITC Stone Sans Std Medium" w:hAnsi="ITC Stone Sans Std Medium" w:cs="ITC Stone Sans Std Medium" w:eastAsia="ITC Stone Sans Std Medium"/>
                          <w:sz w:val="5"/>
                          <w:szCs w:val="5"/>
                        </w:rPr>
                      </w:pPr>
                      <w:r>
                        <w:rPr>
                          <w:rFonts w:ascii="ITC Stone Sans Std Medium" w:hAnsi="ITC Stone Sans Std Medium" w:cs="ITC Stone Sans Std Medium" w:eastAsia="ITC Stone Sans Std Medium"/>
                          <w:color w:val="010202"/>
                          <w:w w:val="115"/>
                          <w:sz w:val="5"/>
                          <w:szCs w:val="5"/>
                        </w:rPr>
                        <w:t>•</w:t>
                      </w:r>
                      <w:r>
                        <w:rPr>
                          <w:rFonts w:ascii="ITC Stone Sans Std Medium" w:hAnsi="ITC Stone Sans Std Medium" w:cs="ITC Stone Sans Std Medium" w:eastAsia="ITC Stone Sans Std Medium"/>
                          <w:sz w:val="5"/>
                          <w:szCs w:val="5"/>
                        </w:rPr>
                      </w:r>
                    </w:p>
                  </w:txbxContent>
                </v:textbox>
                <w10:wrap type="none"/>
              </v:shape>
              <v:shape style="position:absolute;left:3792;top:3526;width:29;height:58" type="#_x0000_t202" filled="false" stroked="false">
                <v:textbox inset="0,0,0,0">
                  <w:txbxContent>
                    <w:p>
                      <w:pPr>
                        <w:spacing w:line="58" w:lineRule="exact" w:before="0"/>
                        <w:ind w:left="0" w:right="0" w:firstLine="0"/>
                        <w:jc w:val="left"/>
                        <w:rPr>
                          <w:rFonts w:ascii="ITC Stone Sans Std Medium" w:hAnsi="ITC Stone Sans Std Medium" w:cs="ITC Stone Sans Std Medium" w:eastAsia="ITC Stone Sans Std Medium"/>
                          <w:sz w:val="5"/>
                          <w:szCs w:val="5"/>
                        </w:rPr>
                      </w:pPr>
                      <w:r>
                        <w:rPr>
                          <w:rFonts w:ascii="ITC Stone Sans Std Medium" w:hAnsi="ITC Stone Sans Std Medium" w:cs="ITC Stone Sans Std Medium" w:eastAsia="ITC Stone Sans Std Medium"/>
                          <w:color w:val="010202"/>
                          <w:w w:val="115"/>
                          <w:sz w:val="5"/>
                          <w:szCs w:val="5"/>
                        </w:rPr>
                        <w:t>•</w:t>
                      </w:r>
                      <w:r>
                        <w:rPr>
                          <w:rFonts w:ascii="ITC Stone Sans Std Medium" w:hAnsi="ITC Stone Sans Std Medium" w:cs="ITC Stone Sans Std Medium" w:eastAsia="ITC Stone Sans Std Medium"/>
                          <w:sz w:val="5"/>
                          <w:szCs w:val="5"/>
                        </w:rPr>
                      </w:r>
                    </w:p>
                  </w:txbxContent>
                </v:textbox>
                <w10:wrap type="none"/>
              </v:shape>
              <v:shape style="position:absolute;left:5057;top:3899;width:138;height:241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ITC Stone Sans Std Medium" w:hAnsi="ITC Stone Sans Std Medium" w:cs="ITC Stone Sans Std Medium" w:eastAsia="ITC Stone Sans Std Medium"/>
                          <w:sz w:val="24"/>
                          <w:szCs w:val="24"/>
                        </w:rPr>
                      </w:pPr>
                      <w:r>
                        <w:rPr>
                          <w:rFonts w:ascii="ITC Stone Sans Std Medium"/>
                          <w:color w:val="010202"/>
                          <w:sz w:val="24"/>
                        </w:rPr>
                        <w:t>B</w:t>
                      </w:r>
                      <w:r>
                        <w:rPr>
                          <w:rFonts w:ascii="ITC Stone Sans Std Medium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335;top:4314;width:29;height:58" type="#_x0000_t202" filled="false" stroked="false">
                <v:textbox inset="0,0,0,0">
                  <w:txbxContent>
                    <w:p>
                      <w:pPr>
                        <w:spacing w:line="58" w:lineRule="exact" w:before="0"/>
                        <w:ind w:left="0" w:right="0" w:firstLine="0"/>
                        <w:jc w:val="left"/>
                        <w:rPr>
                          <w:rFonts w:ascii="ITC Stone Sans Std Medium" w:hAnsi="ITC Stone Sans Std Medium" w:cs="ITC Stone Sans Std Medium" w:eastAsia="ITC Stone Sans Std Medium"/>
                          <w:sz w:val="5"/>
                          <w:szCs w:val="5"/>
                        </w:rPr>
                      </w:pPr>
                      <w:r>
                        <w:rPr>
                          <w:rFonts w:ascii="ITC Stone Sans Std Medium" w:hAnsi="ITC Stone Sans Std Medium" w:cs="ITC Stone Sans Std Medium" w:eastAsia="ITC Stone Sans Std Medium"/>
                          <w:color w:val="010202"/>
                          <w:w w:val="115"/>
                          <w:sz w:val="5"/>
                          <w:szCs w:val="5"/>
                        </w:rPr>
                        <w:t>•</w:t>
                      </w:r>
                      <w:r>
                        <w:rPr>
                          <w:rFonts w:ascii="ITC Stone Sans Std Medium" w:hAnsi="ITC Stone Sans Std Medium" w:cs="ITC Stone Sans Std Medium" w:eastAsia="ITC Stone Sans Std Medium"/>
                          <w:sz w:val="5"/>
                          <w:szCs w:val="5"/>
                        </w:rPr>
                      </w:r>
                    </w:p>
                  </w:txbxContent>
                </v:textbox>
                <w10:wrap type="none"/>
              </v:shape>
              <v:shape style="position:absolute;left:4717;top:4386;width:116;height:241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ITC Stone Sans Std Medium" w:hAnsi="ITC Stone Sans Std Medium" w:cs="ITC Stone Sans Std Medium" w:eastAsia="ITC Stone Sans Std Medium"/>
                          <w:sz w:val="24"/>
                          <w:szCs w:val="24"/>
                        </w:rPr>
                      </w:pPr>
                      <w:r>
                        <w:rPr>
                          <w:rFonts w:ascii="ITC Stone Sans Std Medium"/>
                          <w:color w:val="010202"/>
                          <w:sz w:val="24"/>
                        </w:rPr>
                        <w:t>F</w:t>
                      </w:r>
                      <w:r>
                        <w:rPr>
                          <w:rFonts w:ascii="ITC Stone Sans Std Medium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561;top:4713;width:120;height:241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ITC Stone Sans Std Medium" w:hAnsi="ITC Stone Sans Std Medium" w:cs="ITC Stone Sans Std Medium" w:eastAsia="ITC Stone Sans Std Medium"/>
                          <w:sz w:val="24"/>
                          <w:szCs w:val="24"/>
                        </w:rPr>
                      </w:pPr>
                      <w:r>
                        <w:rPr>
                          <w:rFonts w:ascii="ITC Stone Sans Std Medium"/>
                          <w:color w:val="010202"/>
                          <w:sz w:val="24"/>
                        </w:rPr>
                        <w:t>E</w:t>
                      </w:r>
                      <w:r>
                        <w:rPr>
                          <w:rFonts w:ascii="ITC Stone Sans Std Medium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889;top:4566;width:147;height:241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ITC Stone Sans Std Medium" w:hAnsi="ITC Stone Sans Std Medium" w:cs="ITC Stone Sans Std Medium" w:eastAsia="ITC Stone Sans Std Medium"/>
                          <w:sz w:val="24"/>
                          <w:szCs w:val="24"/>
                        </w:rPr>
                      </w:pPr>
                      <w:r>
                        <w:rPr>
                          <w:rFonts w:ascii="ITC Stone Sans Std Medium"/>
                          <w:color w:val="010202"/>
                          <w:sz w:val="24"/>
                        </w:rPr>
                        <w:t>A</w:t>
                      </w:r>
                      <w:r>
                        <w:rPr>
                          <w:rFonts w:ascii="ITC Stone Sans Std Medium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spacing w:before="77"/>
        <w:ind w:left="359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19—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Crimping </w:t>
      </w:r>
      <w:r>
        <w:rPr>
          <w:rFonts w:ascii="Arial" w:hAnsi="Arial" w:cs="Arial" w:eastAsia="Arial"/>
          <w:color w:val="231F20"/>
          <w:sz w:val="18"/>
          <w:szCs w:val="18"/>
        </w:rPr>
        <w:t>rough-in: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front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view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84" w:lineRule="auto" w:before="0"/>
        <w:ind w:left="560" w:right="1053"/>
        <w:jc w:val="left"/>
      </w:pPr>
      <w:r>
        <w:rPr>
          <w:color w:val="4C4D4F"/>
          <w:spacing w:val="-1"/>
        </w:rPr>
        <w:t>Provide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dimensions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3"/>
        </w:rPr>
        <w:t>A,</w:t>
      </w:r>
      <w:r>
        <w:rPr>
          <w:color w:val="4C4D4F"/>
        </w:rPr>
        <w:t> </w:t>
      </w:r>
      <w:r>
        <w:rPr>
          <w:color w:val="4C4D4F"/>
          <w:spacing w:val="-1"/>
        </w:rPr>
        <w:t>B,</w:t>
      </w:r>
      <w:r>
        <w:rPr>
          <w:color w:val="4C4D4F"/>
        </w:rPr>
        <w:t> </w:t>
      </w:r>
      <w:r>
        <w:rPr>
          <w:color w:val="4C4D4F"/>
          <w:spacing w:val="-2"/>
        </w:rPr>
        <w:t>C,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D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Figure</w:t>
      </w:r>
      <w:r>
        <w:rPr>
          <w:color w:val="4C4D4F"/>
        </w:rPr>
        <w:t> </w:t>
      </w:r>
      <w:r>
        <w:rPr>
          <w:color w:val="4C4D4F"/>
          <w:spacing w:val="-4"/>
        </w:rPr>
        <w:t>19.</w:t>
      </w:r>
      <w:r>
        <w:rPr>
          <w:color w:val="4C4D4F"/>
        </w:rPr>
        <w:t> See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manufacturer</w:t>
      </w:r>
      <w:r>
        <w:rPr>
          <w:color w:val="4C4D4F"/>
          <w:spacing w:val="45"/>
        </w:rPr>
        <w:t> </w:t>
      </w:r>
      <w:r>
        <w:rPr>
          <w:color w:val="4C4D4F"/>
        </w:rPr>
        <w:t>specification </w:t>
      </w:r>
      <w:r>
        <w:rPr>
          <w:color w:val="4C4D4F"/>
          <w:spacing w:val="-1"/>
        </w:rPr>
        <w:t>sheet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dimensions</w:t>
      </w:r>
      <w:r>
        <w:rPr>
          <w:color w:val="4C4D4F"/>
        </w:rPr>
        <w:t> </w:t>
      </w:r>
      <w:r>
        <w:rPr>
          <w:color w:val="4C4D4F"/>
          <w:spacing w:val="-1"/>
        </w:rPr>
        <w:t>E,</w:t>
      </w:r>
      <w:r>
        <w:rPr>
          <w:color w:val="4C4D4F"/>
        </w:rPr>
        <w:t> </w:t>
      </w:r>
      <w:r>
        <w:rPr>
          <w:color w:val="4C4D4F"/>
          <w:spacing w:val="-13"/>
        </w:rPr>
        <w:t>F,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G.</w:t>
      </w:r>
      <w:r>
        <w:rPr/>
      </w:r>
    </w:p>
    <w:p>
      <w:pPr>
        <w:pStyle w:val="BodyText"/>
        <w:spacing w:line="284" w:lineRule="auto" w:before="181"/>
        <w:ind w:left="560" w:right="1202"/>
        <w:jc w:val="left"/>
      </w:pP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recommended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conduct </w:t>
      </w:r>
      <w:r>
        <w:rPr>
          <w:color w:val="4C4D4F"/>
          <w:spacing w:val="-1"/>
        </w:rPr>
        <w:t>the</w:t>
      </w:r>
      <w:r>
        <w:rPr>
          <w:color w:val="4C4D4F"/>
        </w:rPr>
        <w:t> rough-in on a section </w:t>
      </w:r>
      <w:r>
        <w:rPr>
          <w:color w:val="4C4D4F"/>
          <w:spacing w:val="-1"/>
        </w:rPr>
        <w:t>of</w:t>
      </w:r>
      <w:r>
        <w:rPr>
          <w:color w:val="4C4D4F"/>
        </w:rPr>
        <w:t> plywood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allow</w:t>
      </w:r>
      <w:r>
        <w:rPr>
          <w:color w:val="4C4D4F"/>
        </w:rPr>
        <w:t> </w:t>
      </w:r>
      <w:r>
        <w:rPr>
          <w:color w:val="4C4D4F"/>
          <w:spacing w:val="-1"/>
        </w:rPr>
        <w:t>chalk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49"/>
        </w:rPr>
        <w:t> </w:t>
      </w:r>
      <w:r>
        <w:rPr>
          <w:color w:val="4C4D4F"/>
          <w:spacing w:val="-2"/>
        </w:rPr>
        <w:t>layout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1"/>
        </w:rPr>
        <w:t>checked</w:t>
      </w:r>
      <w:r>
        <w:rPr>
          <w:color w:val="4C4D4F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</w:rPr>
        <w:t> </w:t>
      </w:r>
      <w:r>
        <w:rPr>
          <w:color w:val="4C4D4F"/>
          <w:spacing w:val="-1"/>
        </w:rPr>
        <w:t>installation</w:t>
      </w:r>
      <w:r>
        <w:rPr>
          <w:color w:val="4C4D4F"/>
        </w:rPr>
        <w:t> occurs. </w:t>
      </w:r>
      <w:r>
        <w:rPr>
          <w:color w:val="4C4D4F"/>
          <w:spacing w:val="-2"/>
        </w:rPr>
        <w:t>Removing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challenge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drilling</w:t>
      </w:r>
      <w:r>
        <w:rPr>
          <w:color w:val="4C4D4F"/>
        </w:rPr>
        <w:t> </w:t>
      </w:r>
      <w:r>
        <w:rPr>
          <w:color w:val="4C4D4F"/>
          <w:spacing w:val="-1"/>
        </w:rPr>
        <w:t>studs</w:t>
      </w:r>
      <w:r>
        <w:rPr>
          <w:color w:val="4C4D4F"/>
        </w:rPr>
        <w:t> </w:t>
      </w:r>
      <w:r>
        <w:rPr>
          <w:color w:val="4C4D4F"/>
          <w:spacing w:val="-1"/>
        </w:rPr>
        <w:t>allows</w:t>
      </w:r>
      <w:r>
        <w:rPr>
          <w:color w:val="4C4D4F"/>
          <w:spacing w:val="47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focus</w:t>
      </w:r>
      <w:r>
        <w:rPr>
          <w:color w:val="4C4D4F"/>
        </w:rPr>
        <w:t> on </w:t>
      </w:r>
      <w:r>
        <w:rPr>
          <w:color w:val="4C4D4F"/>
          <w:spacing w:val="-2"/>
        </w:rPr>
        <w:t>laying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piping</w:t>
      </w:r>
      <w:r>
        <w:rPr>
          <w:color w:val="4C4D4F"/>
        </w:rPr>
        <w:t> on a two-dimensional </w:t>
      </w:r>
      <w:r>
        <w:rPr>
          <w:color w:val="4C4D4F"/>
          <w:spacing w:val="-2"/>
        </w:rPr>
        <w:t>plane.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spacing w:before="59"/>
        <w:ind w:left="1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4F61AB"/>
          <w:spacing w:val="-1"/>
          <w:sz w:val="32"/>
        </w:rPr>
        <w:t>Installation</w:t>
      </w:r>
      <w:r>
        <w:rPr>
          <w:rFonts w:ascii="Arial"/>
          <w:b/>
          <w:color w:val="4F61AB"/>
          <w:spacing w:val="-15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Notes</w:t>
      </w:r>
      <w:r>
        <w:rPr>
          <w:rFonts w:ascii="Arial"/>
          <w:sz w:val="32"/>
        </w:rPr>
      </w:r>
    </w:p>
    <w:p>
      <w:pPr>
        <w:pStyle w:val="BodyText"/>
        <w:numPr>
          <w:ilvl w:val="1"/>
          <w:numId w:val="6"/>
        </w:numPr>
        <w:tabs>
          <w:tab w:pos="1640" w:val="left" w:leader="none"/>
        </w:tabs>
        <w:spacing w:line="284" w:lineRule="auto" w:before="206" w:after="0"/>
        <w:ind w:left="1640" w:right="779" w:hanging="270"/>
        <w:jc w:val="left"/>
      </w:pPr>
      <w:r>
        <w:rPr>
          <w:color w:val="4C4D4F"/>
        </w:rPr>
        <w:t>A </w:t>
      </w:r>
      <w:r>
        <w:rPr>
          <w:color w:val="4C4D4F"/>
          <w:spacing w:val="-2"/>
        </w:rPr>
        <w:t>painted</w:t>
      </w:r>
      <w:r>
        <w:rPr>
          <w:color w:val="4C4D4F"/>
        </w:rPr>
        <w:t> plywood </w:t>
      </w:r>
      <w:r>
        <w:rPr>
          <w:color w:val="4C4D4F"/>
          <w:spacing w:val="-2"/>
        </w:rPr>
        <w:t>wall</w:t>
      </w:r>
      <w:r>
        <w:rPr>
          <w:color w:val="4C4D4F"/>
        </w:rPr>
        <w:t> serves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2"/>
        </w:rPr>
        <w:t>excellent</w:t>
      </w:r>
      <w:r>
        <w:rPr>
          <w:color w:val="4C4D4F"/>
        </w:rPr>
        <w:t> surface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laying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installing</w:t>
      </w:r>
      <w:r>
        <w:rPr>
          <w:color w:val="4C4D4F"/>
        </w:rPr>
        <w:t> </w:t>
      </w:r>
      <w:r>
        <w:rPr>
          <w:color w:val="4C4D4F"/>
          <w:spacing w:val="-2"/>
        </w:rPr>
        <w:t>pipe.</w:t>
      </w:r>
      <w:r>
        <w:rPr>
          <w:color w:val="4C4D4F"/>
          <w:spacing w:val="75"/>
        </w:rPr>
        <w:t> </w:t>
      </w:r>
      <w:r>
        <w:rPr>
          <w:color w:val="4C4D4F"/>
          <w:spacing w:val="-2"/>
        </w:rPr>
        <w:t>Pencil,</w:t>
      </w:r>
      <w:r>
        <w:rPr>
          <w:color w:val="4C4D4F"/>
        </w:rPr>
        <w:t> </w:t>
      </w:r>
      <w:r>
        <w:rPr>
          <w:color w:val="4C4D4F"/>
          <w:spacing w:val="-1"/>
        </w:rPr>
        <w:t>chalk</w:t>
      </w:r>
      <w:r>
        <w:rPr>
          <w:color w:val="4C4D4F"/>
        </w:rPr>
        <w:t> </w:t>
      </w:r>
      <w:r>
        <w:rPr>
          <w:color w:val="4C4D4F"/>
          <w:spacing w:val="-1"/>
        </w:rPr>
        <w:t>lines,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levels</w:t>
      </w:r>
      <w:r>
        <w:rPr>
          <w:color w:val="4C4D4F"/>
        </w:rPr>
        <w:t> can be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transfer</w:t>
      </w:r>
      <w:r>
        <w:rPr>
          <w:color w:val="4C4D4F"/>
        </w:rPr>
        <w:t> </w:t>
      </w:r>
      <w:r>
        <w:rPr>
          <w:color w:val="4C4D4F"/>
          <w:spacing w:val="-1"/>
        </w:rPr>
        <w:t>dimensions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given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surface.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check </w:t>
      </w:r>
      <w:r>
        <w:rPr>
          <w:color w:val="4C4D4F"/>
          <w:spacing w:val="-2"/>
        </w:rPr>
        <w:t>student</w:t>
      </w:r>
      <w:r>
        <w:rPr>
          <w:color w:val="4C4D4F"/>
        </w:rPr>
        <w:t> </w:t>
      </w:r>
      <w:r>
        <w:rPr>
          <w:color w:val="4C4D4F"/>
          <w:spacing w:val="-2"/>
        </w:rPr>
        <w:t>layouts</w:t>
      </w:r>
      <w:r>
        <w:rPr>
          <w:color w:val="4C4D4F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</w:rPr>
        <w:t> </w:t>
      </w:r>
      <w:r>
        <w:rPr>
          <w:color w:val="4C4D4F"/>
          <w:spacing w:val="-1"/>
        </w:rPr>
        <w:t>allowing</w:t>
      </w:r>
      <w:r>
        <w:rPr>
          <w:color w:val="4C4D4F"/>
        </w:rPr>
        <w:t> </w:t>
      </w:r>
      <w:r>
        <w:rPr>
          <w:color w:val="4C4D4F"/>
          <w:spacing w:val="-1"/>
        </w:rPr>
        <w:t>them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install</w:t>
      </w:r>
      <w:r>
        <w:rPr>
          <w:color w:val="4C4D4F"/>
          <w:spacing w:val="45"/>
        </w:rPr>
        <w:t> </w:t>
      </w:r>
      <w:r>
        <w:rPr>
          <w:color w:val="4C4D4F"/>
          <w:spacing w:val="-2"/>
        </w:rPr>
        <w:t>piping.</w:t>
      </w:r>
      <w:r>
        <w:rPr/>
      </w:r>
    </w:p>
    <w:p>
      <w:pPr>
        <w:pStyle w:val="BodyText"/>
        <w:numPr>
          <w:ilvl w:val="1"/>
          <w:numId w:val="6"/>
        </w:numPr>
        <w:tabs>
          <w:tab w:pos="1640" w:val="left" w:leader="none"/>
        </w:tabs>
        <w:spacing w:line="284" w:lineRule="auto" w:before="181" w:after="0"/>
        <w:ind w:left="1640" w:right="632" w:hanging="270"/>
        <w:jc w:val="left"/>
      </w:pPr>
      <w:r>
        <w:rPr>
          <w:color w:val="4C4D4F"/>
          <w:spacing w:val="-1"/>
        </w:rPr>
        <w:t>Time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space</w:t>
      </w:r>
      <w:r>
        <w:rPr>
          <w:color w:val="4C4D4F"/>
        </w:rPr>
        <w:t> </w:t>
      </w:r>
      <w:r>
        <w:rPr>
          <w:color w:val="4C4D4F"/>
          <w:spacing w:val="-1"/>
        </w:rPr>
        <w:t>permitting,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plywood could be </w:t>
      </w:r>
      <w:r>
        <w:rPr>
          <w:color w:val="4C4D4F"/>
          <w:spacing w:val="-2"/>
        </w:rPr>
        <w:t>removed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1"/>
        </w:rPr>
        <w:t>installed</w:t>
      </w:r>
      <w:r>
        <w:rPr>
          <w:color w:val="4C4D4F"/>
        </w:rPr>
        <w:t> </w:t>
      </w:r>
      <w:r>
        <w:rPr>
          <w:color w:val="4C4D4F"/>
          <w:spacing w:val="-1"/>
        </w:rPr>
        <w:t>within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studs</w:t>
      </w:r>
      <w:r>
        <w:rPr>
          <w:color w:val="4C4D4F"/>
        </w:rPr>
        <w:t> </w:t>
      </w:r>
      <w:r>
        <w:rPr>
          <w:color w:val="4C4D4F"/>
          <w:spacing w:val="-4"/>
        </w:rPr>
        <w:t>(as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be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2"/>
        </w:rPr>
        <w:t>authentic</w:t>
      </w:r>
      <w:r>
        <w:rPr>
          <w:color w:val="4C4D4F"/>
        </w:rPr>
        <w:t> construction </w:t>
      </w:r>
      <w:r>
        <w:rPr>
          <w:color w:val="4C4D4F"/>
          <w:spacing w:val="-3"/>
        </w:rPr>
        <w:t>setting).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plywood </w:t>
      </w:r>
      <w:r>
        <w:rPr>
          <w:color w:val="4C4D4F"/>
          <w:spacing w:val="-2"/>
        </w:rPr>
        <w:t>layout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serve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a full-sized </w:t>
      </w:r>
      <w:r>
        <w:rPr>
          <w:color w:val="4C4D4F"/>
          <w:spacing w:val="-2"/>
        </w:rPr>
        <w:t>template.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be </w:t>
      </w:r>
      <w:r>
        <w:rPr>
          <w:color w:val="4C4D4F"/>
          <w:spacing w:val="-1"/>
        </w:rPr>
        <w:t>required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drill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2"/>
        </w:rPr>
        <w:t>studs,</w:t>
      </w:r>
      <w:r>
        <w:rPr>
          <w:color w:val="4C4D4F"/>
        </w:rPr>
        <w:t> a </w:t>
      </w:r>
      <w:r>
        <w:rPr>
          <w:color w:val="4C4D4F"/>
          <w:spacing w:val="-2"/>
        </w:rPr>
        <w:t>Milwaukee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right</w:t>
      </w:r>
      <w:r>
        <w:rPr>
          <w:color w:val="4C4D4F"/>
        </w:rPr>
        <w:t> </w:t>
      </w:r>
      <w:r>
        <w:rPr>
          <w:color w:val="4C4D4F"/>
          <w:spacing w:val="-1"/>
        </w:rPr>
        <w:t>angle</w:t>
      </w:r>
      <w:r>
        <w:rPr>
          <w:color w:val="4C4D4F"/>
        </w:rPr>
        <w:t> </w:t>
      </w:r>
      <w:r>
        <w:rPr>
          <w:color w:val="4C4D4F"/>
          <w:spacing w:val="-1"/>
        </w:rPr>
        <w:t>drill</w:t>
      </w:r>
      <w:r>
        <w:rPr>
          <w:color w:val="4C4D4F"/>
        </w:rPr>
        <w:t> </w:t>
      </w:r>
      <w:r>
        <w:rPr>
          <w:color w:val="4C4D4F"/>
          <w:spacing w:val="-4"/>
        </w:rPr>
        <w:t>(or</w:t>
      </w:r>
      <w:r>
        <w:rPr>
          <w:color w:val="4C4D4F"/>
        </w:rPr>
        <w:t> </w:t>
      </w:r>
      <w:r>
        <w:rPr>
          <w:color w:val="4C4D4F"/>
          <w:spacing w:val="-3"/>
        </w:rPr>
        <w:t>equivalent)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be </w:t>
      </w:r>
      <w:r>
        <w:rPr>
          <w:color w:val="4C4D4F"/>
          <w:spacing w:val="-1"/>
        </w:rPr>
        <w:t>required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4"/>
        </w:rPr>
        <w:t>20).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239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333970" cy="2618613"/>
            <wp:effectExtent l="0" t="0" r="0" b="0"/>
            <wp:docPr id="33" name="image1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7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3970" cy="2618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40"/>
        <w:ind w:left="4246" w:right="370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20—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Right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angle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drill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1"/>
          <w:numId w:val="6"/>
        </w:numPr>
        <w:tabs>
          <w:tab w:pos="1640" w:val="left" w:leader="none"/>
        </w:tabs>
        <w:spacing w:line="284" w:lineRule="auto" w:before="0" w:after="0"/>
        <w:ind w:left="1640" w:right="632" w:hanging="27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Pipe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2"/>
        </w:rPr>
        <w:t>fastened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</w:t>
      </w:r>
      <w:r>
        <w:rPr>
          <w:color w:val="4C4D4F"/>
          <w:spacing w:val="-1"/>
        </w:rPr>
        <w:t>clips.</w:t>
      </w:r>
      <w:r>
        <w:rPr>
          <w:color w:val="4C4D4F"/>
        </w:rPr>
        <w:t> </w:t>
      </w:r>
      <w:r>
        <w:rPr>
          <w:color w:val="4C4D4F"/>
          <w:spacing w:val="-5"/>
        </w:rPr>
        <w:t>Talon</w:t>
      </w:r>
      <w:r>
        <w:rPr>
          <w:color w:val="4C4D4F"/>
        </w:rPr>
        <w:t> </w:t>
      </w:r>
      <w:r>
        <w:rPr>
          <w:color w:val="4C4D4F"/>
          <w:spacing w:val="-1"/>
        </w:rPr>
        <w:t>clips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be </w:t>
      </w:r>
      <w:r>
        <w:rPr>
          <w:color w:val="4C4D4F"/>
          <w:spacing w:val="-1"/>
        </w:rPr>
        <w:t>used</w:t>
      </w:r>
      <w:r>
        <w:rPr>
          <w:color w:val="4C4D4F"/>
        </w:rPr>
        <w:t> on a </w:t>
      </w:r>
      <w:r>
        <w:rPr>
          <w:color w:val="4C4D4F"/>
          <w:spacing w:val="-1"/>
        </w:rPr>
        <w:t>flat</w:t>
      </w:r>
      <w:r>
        <w:rPr>
          <w:color w:val="4C4D4F"/>
        </w:rPr>
        <w:t> surface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but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difficult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reuse.</w:t>
      </w:r>
      <w:r>
        <w:rPr>
          <w:color w:val="4C4D4F"/>
        </w:rPr>
        <w:t> </w:t>
      </w:r>
      <w:r>
        <w:rPr>
          <w:color w:val="4C4D4F"/>
          <w:spacing w:val="-1"/>
        </w:rPr>
        <w:t>Plastic</w:t>
      </w:r>
      <w:r>
        <w:rPr>
          <w:color w:val="4C4D4F"/>
        </w:rPr>
        <w:t> </w:t>
      </w:r>
      <w:r>
        <w:rPr>
          <w:color w:val="4C4D4F"/>
          <w:spacing w:val="-1"/>
        </w:rPr>
        <w:t>pipe</w:t>
      </w:r>
      <w:r>
        <w:rPr>
          <w:color w:val="4C4D4F"/>
        </w:rPr>
        <w:t> </w:t>
      </w:r>
      <w:r>
        <w:rPr>
          <w:color w:val="4C4D4F"/>
          <w:spacing w:val="-1"/>
        </w:rPr>
        <w:t>clips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a </w:t>
      </w:r>
      <w:r>
        <w:rPr>
          <w:color w:val="4C4D4F"/>
          <w:spacing w:val="-1"/>
        </w:rPr>
        <w:t>better</w:t>
      </w:r>
      <w:r>
        <w:rPr>
          <w:color w:val="4C4D4F"/>
        </w:rPr>
        <w:t> </w:t>
      </w:r>
      <w:r>
        <w:rPr>
          <w:color w:val="4C4D4F"/>
          <w:spacing w:val="-1"/>
        </w:rPr>
        <w:t>choice,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can be </w:t>
      </w:r>
      <w:r>
        <w:rPr>
          <w:color w:val="4C4D4F"/>
          <w:spacing w:val="-1"/>
        </w:rPr>
        <w:t>screwed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a</w:t>
      </w:r>
      <w:r>
        <w:rPr>
          <w:color w:val="4C4D4F"/>
          <w:spacing w:val="61"/>
        </w:rPr>
        <w:t> </w:t>
      </w:r>
      <w:r>
        <w:rPr>
          <w:rFonts w:ascii="Arial"/>
          <w:color w:val="4C4D4F"/>
        </w:rPr>
        <w:t>surface</w:t>
      </w:r>
      <w:r>
        <w:rPr>
          <w:rFonts w:ascii="Arial"/>
          <w:color w:val="4C4D4F"/>
          <w:spacing w:val="-1"/>
        </w:rPr>
        <w:t> where</w:t>
      </w:r>
      <w:r>
        <w:rPr>
          <w:rFonts w:ascii="Arial"/>
          <w:color w:val="4C4D4F"/>
        </w:rPr>
        <w:t> necessary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easily reused.</w:t>
      </w:r>
      <w:r>
        <w:rPr>
          <w:rFonts w:ascii="Arial"/>
        </w:rPr>
      </w:r>
    </w:p>
    <w:p>
      <w:pPr>
        <w:pStyle w:val="BodyText"/>
        <w:numPr>
          <w:ilvl w:val="1"/>
          <w:numId w:val="6"/>
        </w:numPr>
        <w:tabs>
          <w:tab w:pos="1640" w:val="left" w:leader="none"/>
        </w:tabs>
        <w:spacing w:line="284" w:lineRule="auto" w:before="37" w:after="0"/>
        <w:ind w:left="1640" w:right="949" w:hanging="270"/>
        <w:jc w:val="left"/>
        <w:rPr>
          <w:rFonts w:ascii="Arial" w:hAnsi="Arial" w:cs="Arial" w:eastAsia="Arial"/>
        </w:rPr>
      </w:pPr>
      <w:r>
        <w:rPr>
          <w:color w:val="4C4D4F"/>
          <w:spacing w:val="-2"/>
        </w:rPr>
        <w:t>Piping</w:t>
      </w:r>
      <w:r>
        <w:rPr>
          <w:color w:val="4C4D4F"/>
        </w:rPr>
        <w:t> can be </w:t>
      </w:r>
      <w:r>
        <w:rPr>
          <w:color w:val="4C4D4F"/>
          <w:spacing w:val="-2"/>
        </w:rPr>
        <w:t>tested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a </w:t>
      </w:r>
      <w:r>
        <w:rPr>
          <w:color w:val="4C4D4F"/>
          <w:spacing w:val="-2"/>
        </w:rPr>
        <w:t>hydrostatic</w:t>
      </w:r>
      <w:r>
        <w:rPr>
          <w:color w:val="4C4D4F"/>
        </w:rPr>
        <w:t> </w:t>
      </w:r>
      <w:r>
        <w:rPr>
          <w:color w:val="4C4D4F"/>
          <w:spacing w:val="-1"/>
        </w:rPr>
        <w:t>pump</w:t>
      </w:r>
      <w:r>
        <w:rPr>
          <w:color w:val="4C4D4F"/>
        </w:rPr>
        <w:t> or a </w:t>
      </w:r>
      <w:r>
        <w:rPr>
          <w:color w:val="4C4D4F"/>
          <w:spacing w:val="-1"/>
        </w:rPr>
        <w:t>hose</w:t>
      </w:r>
      <w:r>
        <w:rPr>
          <w:color w:val="4C4D4F"/>
        </w:rPr>
        <w:t> connector </w:t>
      </w:r>
      <w:r>
        <w:rPr>
          <w:color w:val="4C4D4F"/>
          <w:spacing w:val="-1"/>
        </w:rPr>
        <w:t>connected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a </w:t>
      </w:r>
      <w:r>
        <w:rPr>
          <w:color w:val="4C4D4F"/>
          <w:spacing w:val="-2"/>
        </w:rPr>
        <w:t>wall</w:t>
      </w:r>
      <w:r>
        <w:rPr>
          <w:color w:val="4C4D4F"/>
          <w:spacing w:val="67"/>
        </w:rPr>
        <w:t> </w:t>
      </w:r>
      <w:r>
        <w:rPr>
          <w:rFonts w:ascii="Arial"/>
          <w:color w:val="4C4D4F"/>
          <w:spacing w:val="-2"/>
        </w:rPr>
        <w:t>hydrant.</w:t>
      </w:r>
      <w:r>
        <w:rPr>
          <w:rFonts w:ascii="Arial"/>
        </w:rPr>
      </w:r>
    </w:p>
    <w:p>
      <w:pPr>
        <w:pStyle w:val="BodyText"/>
        <w:numPr>
          <w:ilvl w:val="1"/>
          <w:numId w:val="6"/>
        </w:numPr>
        <w:tabs>
          <w:tab w:pos="1640" w:val="left" w:leader="none"/>
        </w:tabs>
        <w:spacing w:line="284" w:lineRule="auto" w:before="37" w:after="0"/>
        <w:ind w:left="1640" w:right="661" w:hanging="270"/>
        <w:jc w:val="left"/>
        <w:rPr>
          <w:rFonts w:ascii="Arial" w:hAnsi="Arial" w:cs="Arial" w:eastAsia="Arial"/>
        </w:rPr>
      </w:pPr>
      <w:r>
        <w:rPr>
          <w:color w:val="4C4D4F"/>
          <w:spacing w:val="-10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present</w:t>
      </w:r>
      <w:r>
        <w:rPr>
          <w:color w:val="4C4D4F"/>
        </w:rPr>
        <w:t> a </w:t>
      </w:r>
      <w:r>
        <w:rPr>
          <w:color w:val="4C4D4F"/>
          <w:spacing w:val="-1"/>
        </w:rPr>
        <w:t>more</w:t>
      </w:r>
      <w:r>
        <w:rPr>
          <w:color w:val="4C4D4F"/>
        </w:rPr>
        <w:t> </w:t>
      </w:r>
      <w:r>
        <w:rPr>
          <w:color w:val="4C4D4F"/>
          <w:spacing w:val="-1"/>
        </w:rPr>
        <w:t>realistic</w:t>
      </w:r>
      <w:r>
        <w:rPr>
          <w:color w:val="4C4D4F"/>
        </w:rPr>
        <w:t> </w:t>
      </w:r>
      <w:r>
        <w:rPr>
          <w:color w:val="4C4D4F"/>
          <w:spacing w:val="-2"/>
        </w:rPr>
        <w:t>example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rough-in specifications, </w:t>
      </w:r>
      <w:r>
        <w:rPr>
          <w:color w:val="4C4D4F"/>
          <w:spacing w:val="-1"/>
        </w:rPr>
        <w:t>actual</w:t>
      </w:r>
      <w:r>
        <w:rPr>
          <w:color w:val="4C4D4F"/>
        </w:rPr>
        <w:t> rough-in </w:t>
      </w:r>
      <w:r>
        <w:rPr>
          <w:color w:val="4C4D4F"/>
          <w:spacing w:val="-1"/>
        </w:rPr>
        <w:t>dimensions</w:t>
      </w:r>
      <w:r>
        <w:rPr>
          <w:color w:val="4C4D4F"/>
          <w:spacing w:val="41"/>
        </w:rPr>
        <w:t> </w:t>
      </w:r>
      <w:r>
        <w:rPr>
          <w:rFonts w:ascii="Arial"/>
          <w:color w:val="4C4D4F"/>
          <w:spacing w:val="-2"/>
        </w:rPr>
        <w:t>may</w:t>
      </w:r>
      <w:r>
        <w:rPr>
          <w:rFonts w:ascii="Arial"/>
          <w:color w:val="4C4D4F"/>
          <w:spacing w:val="-1"/>
        </w:rPr>
        <w:t> be used.</w:t>
      </w:r>
      <w:r>
        <w:rPr>
          <w:rFonts w:ascii="Arial"/>
          <w:color w:val="4C4D4F"/>
        </w:rPr>
        <w:t> See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referenced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spec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sheets for</w:t>
      </w:r>
      <w:r>
        <w:rPr>
          <w:rFonts w:ascii="Arial"/>
          <w:color w:val="4C4D4F"/>
        </w:rPr>
        <w:t> American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Standard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bathroom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sink and</w:t>
      </w:r>
      <w:r>
        <w:rPr>
          <w:rFonts w:ascii="Arial"/>
          <w:color w:val="4C4D4F"/>
          <w:spacing w:val="49"/>
        </w:rPr>
        <w:t> </w:t>
      </w:r>
      <w:r>
        <w:rPr>
          <w:rFonts w:ascii="Arial"/>
          <w:color w:val="4C4D4F"/>
          <w:spacing w:val="-1"/>
        </w:rPr>
        <w:t>toilet.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4"/>
        <w:spacing w:line="240" w:lineRule="auto" w:before="69"/>
        <w:ind w:left="56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  <w:spacing w:val="-1"/>
        </w:rPr>
        <w:t>Source</w:t>
      </w:r>
      <w:r>
        <w:rPr>
          <w:rFonts w:ascii="Arial"/>
          <w:b w:val="0"/>
        </w:rPr>
      </w:r>
    </w:p>
    <w:p>
      <w:pPr>
        <w:pStyle w:val="BodyText"/>
        <w:spacing w:line="240" w:lineRule="auto" w:before="186"/>
        <w:ind w:left="560" w:right="0"/>
        <w:jc w:val="left"/>
      </w:pPr>
      <w:r>
        <w:rPr>
          <w:rFonts w:ascii="Arial"/>
          <w:b/>
          <w:color w:val="4C4D4F"/>
          <w:spacing w:val="-1"/>
        </w:rPr>
        <w:t>Sink:</w:t>
      </w:r>
      <w:r>
        <w:rPr>
          <w:rFonts w:ascii="Arial"/>
          <w:b/>
          <w:color w:val="4C4D4F"/>
        </w:rPr>
        <w:t> </w:t>
      </w:r>
      <w:r>
        <w:rPr>
          <w:rFonts w:ascii="Arial"/>
          <w:b/>
          <w:color w:val="4C4D4F"/>
          <w:spacing w:val="56"/>
        </w:rPr>
        <w:t> </w:t>
      </w:r>
      <w:hyperlink r:id="rId32">
        <w:r>
          <w:rPr>
            <w:color w:val="4C4D4F"/>
            <w:spacing w:val="-1"/>
          </w:rPr>
          <w:t>http://www.americanstandard.ca/assets/documents/amstdca/spec/SpecSheet_260.pdf</w:t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60" w:right="0"/>
        <w:jc w:val="left"/>
      </w:pPr>
      <w:r>
        <w:rPr>
          <w:rFonts w:ascii="Arial"/>
          <w:b/>
          <w:color w:val="4C4D4F"/>
          <w:spacing w:val="-3"/>
        </w:rPr>
        <w:t>Toilet:</w:t>
      </w:r>
      <w:r>
        <w:rPr>
          <w:rFonts w:ascii="Arial"/>
          <w:b/>
          <w:color w:val="4C4D4F"/>
          <w:spacing w:val="10"/>
        </w:rPr>
        <w:t> </w:t>
      </w:r>
      <w:hyperlink r:id="rId33">
        <w:r>
          <w:rPr>
            <w:color w:val="4C4D4F"/>
            <w:spacing w:val="-1"/>
          </w:rPr>
          <w:t>http://www.americanstandard.ca/assets/documents/amstdca/spec/SpecSheet_6648.pdf</w:t>
        </w:r>
        <w:r>
          <w:rPr/>
        </w:r>
      </w:hyperlink>
    </w:p>
    <w:p>
      <w:pPr>
        <w:spacing w:line="240" w:lineRule="auto" w:before="3"/>
        <w:rPr>
          <w:rFonts w:ascii="Arial" w:hAnsi="Arial" w:cs="Arial" w:eastAsia="Arial"/>
          <w:sz w:val="27"/>
          <w:szCs w:val="27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Possible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Integrated</w:t>
      </w:r>
      <w:r>
        <w:rPr>
          <w:color w:val="4F61AB"/>
          <w:spacing w:val="-11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1100" w:val="left" w:leader="none"/>
        </w:tabs>
        <w:spacing w:line="284" w:lineRule="auto" w:before="206" w:after="0"/>
        <w:ind w:left="1100" w:right="1807" w:hanging="270"/>
        <w:jc w:val="left"/>
      </w:pPr>
      <w:r>
        <w:rPr>
          <w:color w:val="4C4D4F"/>
        </w:rPr>
        <w:t>PEX </w:t>
      </w:r>
      <w:r>
        <w:rPr>
          <w:color w:val="4C4D4F"/>
          <w:spacing w:val="-2"/>
        </w:rPr>
        <w:t>water</w:t>
      </w:r>
      <w:r>
        <w:rPr>
          <w:color w:val="4C4D4F"/>
        </w:rPr>
        <w:t> rough-in could be </w:t>
      </w:r>
      <w:r>
        <w:rPr>
          <w:color w:val="4C4D4F"/>
          <w:spacing w:val="-2"/>
        </w:rPr>
        <w:t>integrated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a </w:t>
      </w:r>
      <w:r>
        <w:rPr>
          <w:color w:val="4C4D4F"/>
          <w:spacing w:val="-1"/>
        </w:rPr>
        <w:t>full</w:t>
      </w:r>
      <w:r>
        <w:rPr>
          <w:color w:val="4C4D4F"/>
        </w:rPr>
        <w:t> </w:t>
      </w:r>
      <w:r>
        <w:rPr>
          <w:color w:val="4C4D4F"/>
          <w:spacing w:val="-1"/>
        </w:rPr>
        <w:t>bathroom</w:t>
      </w:r>
      <w:r>
        <w:rPr>
          <w:color w:val="4C4D4F"/>
        </w:rPr>
        <w:t> rough-in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includes</w:t>
      </w:r>
      <w:r>
        <w:rPr>
          <w:color w:val="4C4D4F"/>
        </w:rPr>
        <w:t> a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drainage</w:t>
      </w:r>
      <w:r>
        <w:rPr>
          <w:color w:val="4C4D4F"/>
        </w:rPr>
        <w:t> </w:t>
      </w:r>
      <w:r>
        <w:rPr>
          <w:color w:val="4C4D4F"/>
          <w:spacing w:val="-2"/>
        </w:rPr>
        <w:t>system.</w:t>
      </w:r>
      <w:r>
        <w:rPr/>
      </w:r>
    </w:p>
    <w:p>
      <w:pPr>
        <w:pStyle w:val="BodyText"/>
        <w:numPr>
          <w:ilvl w:val="0"/>
          <w:numId w:val="6"/>
        </w:numPr>
        <w:tabs>
          <w:tab w:pos="1100" w:val="left" w:leader="none"/>
        </w:tabs>
        <w:spacing w:line="284" w:lineRule="auto" w:before="37" w:after="0"/>
        <w:ind w:left="1100" w:right="1555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3"/>
        </w:rPr>
        <w:t>Water</w:t>
      </w:r>
      <w:r>
        <w:rPr>
          <w:rFonts w:ascii="Arial"/>
          <w:color w:val="4C4D4F"/>
          <w:spacing w:val="-1"/>
        </w:rPr>
        <w:t> outlets </w:t>
      </w:r>
      <w:r>
        <w:rPr>
          <w:rFonts w:ascii="Arial"/>
          <w:color w:val="4C4D4F"/>
        </w:rPr>
        <w:t>could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fabricated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soldered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outlets 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connected with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PEX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63"/>
        </w:rPr>
        <w:t> </w:t>
      </w:r>
      <w:r>
        <w:rPr>
          <w:rFonts w:ascii="Arial"/>
          <w:color w:val="4C4D4F"/>
          <w:spacing w:val="-1"/>
        </w:rPr>
        <w:t>solder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adap</w:t>
      </w:r>
      <w:r>
        <w:rPr>
          <w:rFonts w:ascii="Arial"/>
          <w:color w:val="4C4D4F"/>
          <w:spacing w:val="-5"/>
        </w:rPr>
        <w:t>t</w:t>
      </w:r>
      <w:r>
        <w:rPr>
          <w:rFonts w:ascii="Arial"/>
          <w:color w:val="4C4D4F"/>
          <w:spacing w:val="-4"/>
        </w:rPr>
        <w:t>er</w:t>
      </w:r>
      <w:r>
        <w:rPr>
          <w:rFonts w:ascii="Arial"/>
          <w:color w:val="4C4D4F"/>
          <w:spacing w:val="-5"/>
        </w:rPr>
        <w:t>.</w:t>
      </w:r>
      <w:r>
        <w:rPr>
          <w:rFonts w:ascii="Arial"/>
        </w:rPr>
      </w:r>
    </w:p>
    <w:p>
      <w:pPr>
        <w:pStyle w:val="BodyText"/>
        <w:numPr>
          <w:ilvl w:val="0"/>
          <w:numId w:val="6"/>
        </w:numPr>
        <w:tabs>
          <w:tab w:pos="1100" w:val="left" w:leader="none"/>
        </w:tabs>
        <w:spacing w:line="240" w:lineRule="auto" w:before="37" w:after="0"/>
        <w:ind w:left="1100" w:right="0" w:hanging="27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could </w:t>
      </w:r>
      <w:r>
        <w:rPr>
          <w:color w:val="4C4D4F"/>
          <w:spacing w:val="-2"/>
        </w:rPr>
        <w:t>draw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isometric</w:t>
      </w:r>
      <w:r>
        <w:rPr>
          <w:color w:val="4C4D4F"/>
        </w:rPr>
        <w:t> </w:t>
      </w:r>
      <w:r>
        <w:rPr>
          <w:color w:val="4C4D4F"/>
          <w:spacing w:val="-1"/>
        </w:rPr>
        <w:t>diagram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proposed</w:t>
      </w:r>
      <w:r>
        <w:rPr>
          <w:color w:val="4C4D4F"/>
        </w:rPr>
        <w:t> </w:t>
      </w:r>
      <w:r>
        <w:rPr>
          <w:color w:val="4C4D4F"/>
          <w:spacing w:val="-1"/>
        </w:rPr>
        <w:t>project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7"/>
        </w:rPr>
        <w:t>21).</w:t>
      </w:r>
      <w:r>
        <w:rPr/>
      </w:r>
    </w:p>
    <w:p>
      <w:pPr>
        <w:pStyle w:val="BodyText"/>
        <w:numPr>
          <w:ilvl w:val="0"/>
          <w:numId w:val="6"/>
        </w:numPr>
        <w:tabs>
          <w:tab w:pos="1100" w:val="left" w:leader="none"/>
        </w:tabs>
        <w:spacing w:line="284" w:lineRule="auto" w:before="83" w:after="0"/>
        <w:ind w:left="1100" w:right="1100" w:hanging="27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could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PEX rough-in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1"/>
        </w:rPr>
        <w:t>part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2"/>
        </w:rPr>
        <w:t>integrated</w:t>
      </w:r>
      <w:r>
        <w:rPr>
          <w:color w:val="4C4D4F"/>
        </w:rPr>
        <w:t> </w:t>
      </w:r>
      <w:r>
        <w:rPr>
          <w:color w:val="4C4D4F"/>
          <w:spacing w:val="-1"/>
        </w:rPr>
        <w:t>bathroom</w:t>
      </w:r>
      <w:r>
        <w:rPr>
          <w:color w:val="4C4D4F"/>
        </w:rPr>
        <w:t> project </w:t>
      </w:r>
      <w:r>
        <w:rPr>
          <w:color w:val="4C4D4F"/>
          <w:spacing w:val="-1"/>
        </w:rPr>
        <w:t>upon</w:t>
      </w:r>
      <w:r>
        <w:rPr>
          <w:color w:val="4C4D4F"/>
        </w:rPr>
        <w:t> which</w:t>
      </w:r>
      <w:r>
        <w:rPr>
          <w:color w:val="4C4D4F"/>
          <w:spacing w:val="51"/>
        </w:rPr>
        <w:t> </w:t>
      </w:r>
      <w:r>
        <w:rPr>
          <w:color w:val="4C4D4F"/>
        </w:rPr>
        <w:t>fixtures </w:t>
      </w:r>
      <w:r>
        <w:rPr>
          <w:color w:val="4C4D4F"/>
          <w:spacing w:val="-2"/>
        </w:rPr>
        <w:t>may</w:t>
      </w:r>
      <w:r>
        <w:rPr>
          <w:color w:val="4C4D4F"/>
        </w:rPr>
        <w:t> be </w:t>
      </w:r>
      <w:r>
        <w:rPr>
          <w:color w:val="4C4D4F"/>
          <w:spacing w:val="-1"/>
        </w:rPr>
        <w:t>connected.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329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00.45pt;height:156.3pt;mso-position-horizontal-relative:char;mso-position-vertical-relative:line" coordorigin="0,0" coordsize="4009,3126">
            <v:group style="position:absolute;left:3956;top:1080;width:2;height:2003" coordorigin="3956,1080" coordsize="2,2003">
              <v:shape style="position:absolute;left:3956;top:1080;width:2;height:2003" coordorigin="3956,1080" coordsize="0,2003" path="m3956,1080l3956,3083e" filled="false" stroked="true" strokeweight=".824pt" strokecolor="#010202">
                <v:path arrowok="t"/>
              </v:shape>
            </v:group>
            <v:group style="position:absolute;left:1780;top:37;width:2176;height:1043" coordorigin="1780,37" coordsize="2176,1043">
              <v:shape style="position:absolute;left:1780;top:37;width:2176;height:1043" coordorigin="1780,37" coordsize="2176,1043" path="m1780,37l3956,1080e" filled="false" stroked="true" strokeweight=".824pt" strokecolor="#010202">
                <v:path arrowok="t"/>
              </v:shape>
            </v:group>
            <v:group style="position:absolute;left:338;top:1352;width:3619;height:1731" coordorigin="338,1352" coordsize="3619,1731">
              <v:shape style="position:absolute;left:338;top:1352;width:3619;height:1731" coordorigin="338,1352" coordsize="3619,1731" path="m338,1352l3956,3083e" filled="false" stroked="true" strokeweight=".824pt" strokecolor="#010202">
                <v:path arrowok="t"/>
              </v:shape>
            </v:group>
            <v:group style="position:absolute;left:338;top:1352;width:2;height:709" coordorigin="338,1352" coordsize="2,709">
              <v:shape style="position:absolute;left:338;top:1352;width:2;height:709" coordorigin="338,1352" coordsize="0,709" path="m338,1352l338,2061e" filled="false" stroked="true" strokeweight=".824pt" strokecolor="#010202">
                <v:path arrowok="t"/>
              </v:shape>
            </v:group>
            <v:group style="position:absolute;left:1780;top:37;width:2;height:668" coordorigin="1780,37" coordsize="2,668">
              <v:shape style="position:absolute;left:1780;top:37;width:2;height:668" coordorigin="1780,37" coordsize="0,668" path="m1780,37l1780,705e" filled="false" stroked="true" strokeweight=".824pt" strokecolor="#010202">
                <v:path arrowok="t"/>
              </v:shape>
            </v:group>
            <v:group style="position:absolute;left:1780;top:705;width:1344;height:648" coordorigin="1780,705" coordsize="1344,648">
              <v:shape style="position:absolute;left:1780;top:705;width:1344;height:648" coordorigin="1780,705" coordsize="1344,648" path="m1780,705l3124,1352e" filled="false" stroked="true" strokeweight=".824pt" strokecolor="#010202">
                <v:path arrowok="t"/>
              </v:shape>
            </v:group>
            <v:group style="position:absolute;left:3124;top:1352;width:2;height:404" coordorigin="3124,1352" coordsize="2,404">
              <v:shape style="position:absolute;left:3124;top:1352;width:2;height:404" coordorigin="3124,1352" coordsize="0,404" path="m3124,1352l3124,1756e" filled="false" stroked="true" strokeweight=".824pt" strokecolor="#010202">
                <v:path arrowok="t"/>
              </v:shape>
            </v:group>
            <v:group style="position:absolute;left:8;top:2061;width:330;height:174" coordorigin="8,2061" coordsize="330,174">
              <v:shape style="position:absolute;left:8;top:2061;width:330;height:174" coordorigin="8,2061" coordsize="330,174" path="m338,2061l8,2234e" filled="false" stroked="true" strokeweight=".824pt" strokecolor="#010202">
                <v:path arrowok="t"/>
              </v:shape>
            </v:group>
            <v:group style="position:absolute;left:2794;top:1756;width:330;height:174" coordorigin="2794,1756" coordsize="330,174">
              <v:shape style="position:absolute;left:2794;top:1756;width:330;height:174" coordorigin="2794,1756" coordsize="330,174" path="m3124,1756l2794,1929e" filled="false" stroked="true" strokeweight=".824pt" strokecolor="#010202">
                <v:path arrowok="t"/>
              </v:shape>
            </v:group>
            <v:group style="position:absolute;left:3627;top:2160;width:330;height:174" coordorigin="3627,2160" coordsize="330,174">
              <v:shape style="position:absolute;left:3627;top:2160;width:330;height:174" coordorigin="3627,2160" coordsize="330,174" path="m3956,2160l3627,2333e" filled="false" stroked="true" strokeweight=".824pt" strokecolor="#010202">
                <v:path arrowok="t"/>
              </v:shape>
            </v:group>
            <v:group style="position:absolute;left:3070;top:1268;width:2;height:116" coordorigin="3070,1268" coordsize="2,116">
              <v:shape style="position:absolute;left:3070;top:1268;width:2;height:116" coordorigin="3070,1268" coordsize="0,116" path="m3070,1268l3070,1383e" filled="false" stroked="true" strokeweight=".824pt" strokecolor="#010202">
                <v:path arrowok="t"/>
              </v:shape>
            </v:group>
            <v:group style="position:absolute;left:3066;top:1725;width:2;height:116" coordorigin="3066,1725" coordsize="2,116">
              <v:shape style="position:absolute;left:3066;top:1725;width:2;height:116" coordorigin="3066,1725" coordsize="0,116" path="m3066,1725l3066,1841e" filled="false" stroked="true" strokeweight=".824pt" strokecolor="#010202">
                <v:path arrowok="t"/>
              </v:shape>
            </v:group>
            <v:group style="position:absolute;left:3895;top:2127;width:2;height:116" coordorigin="3895,2127" coordsize="2,116">
              <v:shape style="position:absolute;left:3895;top:2127;width:2;height:116" coordorigin="3895,2127" coordsize="0,116" path="m3895,2127l3895,2242e" filled="false" stroked="true" strokeweight=".824pt" strokecolor="#010202">
                <v:path arrowok="t"/>
              </v:shape>
            </v:group>
            <v:group style="position:absolute;left:3897;top:990;width:2;height:116" coordorigin="3897,990" coordsize="2,116">
              <v:shape style="position:absolute;left:3897;top:990;width:2;height:116" coordorigin="3897,990" coordsize="0,116" path="m3897,990l3897,1106e" filled="false" stroked="true" strokeweight=".824pt" strokecolor="#010202">
                <v:path arrowok="t"/>
              </v:shape>
            </v:group>
            <v:group style="position:absolute;left:1834;top:672;width:2;height:116" coordorigin="1834,672" coordsize="2,116">
              <v:shape style="position:absolute;left:1834;top:672;width:2;height:116" coordorigin="1834,672" coordsize="0,116" path="m1834,672l1834,787e" filled="false" stroked="true" strokeweight=".824pt" strokecolor="#010202">
                <v:path arrowok="t"/>
              </v:shape>
            </v:group>
            <v:group style="position:absolute;left:1839;top:8;width:2;height:116" coordorigin="1839,8" coordsize="2,116">
              <v:shape style="position:absolute;left:1839;top:8;width:2;height:116" coordorigin="1839,8" coordsize="0,116" path="m1839,8l1839,124e" filled="false" stroked="true" strokeweight=".824pt" strokecolor="#010202">
                <v:path arrowok="t"/>
              </v:shape>
            </v:group>
            <v:group style="position:absolute;left:3899;top:3002;width:2;height:116" coordorigin="3899,3002" coordsize="2,116">
              <v:shape style="position:absolute;left:3899;top:3002;width:2;height:116" coordorigin="3899,3002" coordsize="0,116" path="m3899,3002l3899,3117e" filled="false" stroked="true" strokeweight=".824pt" strokecolor="#010202">
                <v:path arrowok="t"/>
              </v:shape>
            </v:group>
            <v:group style="position:absolute;left:404;top:1322;width:2;height:116" coordorigin="404,1322" coordsize="2,116">
              <v:shape style="position:absolute;left:404;top:1322;width:2;height:116" coordorigin="404,1322" coordsize="0,116" path="m404,1322l404,1437e" filled="false" stroked="true" strokeweight=".824pt" strokecolor="#010202">
                <v:path arrowok="t"/>
              </v:shape>
            </v:group>
            <v:group style="position:absolute;left:288;top:2030;width:2;height:116" coordorigin="288,2030" coordsize="2,116">
              <v:shape style="position:absolute;left:288;top:2030;width:2;height:116" coordorigin="288,2030" coordsize="0,116" path="m288,2030l288,2146e" filled="false" stroked="true" strokeweight=".824pt" strokecolor="#010202">
                <v:path arrowok="t"/>
              </v:shape>
            </v:group>
            <v:group style="position:absolute;left:2794;top:1871;width:2;height:116" coordorigin="2794,1871" coordsize="2,116">
              <v:shape style="position:absolute;left:2794;top:1871;width:2;height:116" coordorigin="2794,1871" coordsize="0,116" path="m2794,1871l2794,1986e" filled="false" stroked="true" strokeweight=".824pt" strokecolor="#010202">
                <v:path arrowok="t"/>
              </v:shape>
            </v:group>
            <v:group style="position:absolute;left:3627;top:2275;width:2;height:116" coordorigin="3627,2275" coordsize="2,116">
              <v:shape style="position:absolute;left:3627;top:2275;width:2;height:116" coordorigin="3627,2275" coordsize="0,116" path="m3627,2275l3627,2390e" filled="false" stroked="true" strokeweight=".824pt" strokecolor="#010202">
                <v:path arrowok="t"/>
              </v:shape>
            </v:group>
            <v:group style="position:absolute;left:8;top:2172;width:2;height:116" coordorigin="8,2172" coordsize="2,116">
              <v:shape style="position:absolute;left:8;top:2172;width:2;height:116" coordorigin="8,2172" coordsize="0,116" path="m8,2172l8,2287e" filled="false" stroked="true" strokeweight=".824pt" strokecolor="#010202">
                <v:path arrowok="t"/>
              </v:shape>
            </v:group>
            <v:group style="position:absolute;left:3080;top:1681;width:77;height:32" coordorigin="3080,1681" coordsize="77,32">
              <v:shape style="position:absolute;left:3080;top:1681;width:77;height:32" coordorigin="3080,1681" coordsize="77,32" path="m3157,1681l3080,1713e" filled="false" stroked="true" strokeweight=".824pt" strokecolor="#010202">
                <v:path arrowok="t"/>
              </v:shape>
            </v:group>
            <v:group style="position:absolute;left:3918;top:2070;width:77;height:32" coordorigin="3918,2070" coordsize="77,32">
              <v:shape style="position:absolute;left:3918;top:2070;width:77;height:32" coordorigin="3918,2070" coordsize="77,32" path="m3995,2070l3918,2102e" filled="false" stroked="true" strokeweight=".824pt" strokecolor="#010202">
                <v:path arrowok="t"/>
              </v:shape>
            </v:group>
            <v:group style="position:absolute;left:3925;top:2210;width:76;height:32" coordorigin="3925,2210" coordsize="76,32">
              <v:shape style="position:absolute;left:3925;top:2210;width:76;height:32" coordorigin="3925,2210" coordsize="76,32" path="m4000,2210l3925,2242e" filled="false" stroked="true" strokeweight=".824pt" strokecolor="#010202">
                <v:path arrowok="t"/>
              </v:shape>
            </v:group>
            <v:group style="position:absolute;left:3917;top:1128;width:76;height:31" coordorigin="3917,1128" coordsize="76,31">
              <v:shape style="position:absolute;left:3917;top:1128;width:76;height:31" coordorigin="3917,1128" coordsize="76,31" path="m3992,1158l3917,1128e" filled="false" stroked="true" strokeweight=".824pt" strokecolor="#010202">
                <v:path arrowok="t"/>
              </v:shape>
            </v:group>
            <v:group style="position:absolute;left:3088;top:1409;width:76;height:31" coordorigin="3088,1409" coordsize="76,31">
              <v:shape style="position:absolute;left:3088;top:1409;width:76;height:31" coordorigin="3088,1409" coordsize="76,31" path="m3164,1440l3088,1409e" filled="false" stroked="true" strokeweight=".824pt" strokecolor="#010202">
                <v:path arrowok="t"/>
              </v:shape>
            </v:group>
            <v:group style="position:absolute;left:1742;top:629;width:77;height:31" coordorigin="1742,629" coordsize="77,31">
              <v:shape style="position:absolute;left:1742;top:629;width:77;height:31" coordorigin="1742,629" coordsize="77,31" path="m1819,659l1742,629e" filled="false" stroked="true" strokeweight=".824pt" strokecolor="#010202">
                <v:path arrowok="t"/>
              </v:shape>
            </v:group>
            <v:group style="position:absolute;left:1738;top:111;width:77;height:32" coordorigin="1738,111" coordsize="77,32">
              <v:shape style="position:absolute;left:1738;top:111;width:77;height:32" coordorigin="1738,111" coordsize="77,32" path="m1815,143l1738,111e" filled="false" stroked="true" strokeweight=".824pt" strokecolor="#010202">
                <v:path arrowok="t"/>
              </v:shape>
            </v:group>
            <v:group style="position:absolute;left:3925;top:2987;width:76;height:32" coordorigin="3925,2987" coordsize="76,32">
              <v:shape style="position:absolute;left:3925;top:2987;width:76;height:32" coordorigin="3925,2987" coordsize="76,32" path="m4000,3018l3925,2987e" filled="false" stroked="true" strokeweight=".824pt" strokecolor="#010202">
                <v:path arrowok="t"/>
              </v:shape>
            </v:group>
            <v:group style="position:absolute;left:299;top:1409;width:77;height:31" coordorigin="299,1409" coordsize="77,31">
              <v:shape style="position:absolute;left:299;top:1409;width:77;height:31" coordorigin="299,1409" coordsize="77,31" path="m376,1440l299,1409e" filled="false" stroked="true" strokeweight=".824pt" strokecolor="#010202">
                <v:path arrowok="t"/>
              </v:shape>
            </v:group>
            <v:group style="position:absolute;left:299;top:1971;width:77;height:31" coordorigin="299,1971" coordsize="77,31">
              <v:shape style="position:absolute;left:299;top:1971;width:77;height:31" coordorigin="299,1971" coordsize="77,31" path="m376,1971l299,2002e" filled="false" stroked="true" strokeweight=".824pt" strokecolor="#010202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6"/>
        <w:rPr>
          <w:rFonts w:ascii="Arial" w:hAnsi="Arial" w:cs="Arial" w:eastAsia="Arial"/>
          <w:sz w:val="23"/>
          <w:szCs w:val="23"/>
        </w:rPr>
      </w:pPr>
    </w:p>
    <w:p>
      <w:pPr>
        <w:spacing w:before="77"/>
        <w:ind w:left="3886" w:right="4424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6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21—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PEX</w:t>
      </w:r>
      <w:r>
        <w:rPr>
          <w:rFonts w:ascii="Arial" w:hAnsi="Arial" w:cs="Arial" w:eastAsia="Arial"/>
          <w:color w:val="231F20"/>
          <w:spacing w:val="-5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isometric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 w:before="125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78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student:</w:t>
      </w:r>
      <w:r>
        <w:rPr>
          <w:rFonts w:ascii="Arial"/>
        </w:rPr>
      </w:r>
    </w:p>
    <w:p>
      <w:pPr>
        <w:pStyle w:val="BodyText"/>
        <w:numPr>
          <w:ilvl w:val="0"/>
          <w:numId w:val="6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Uses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2"/>
        </w:rPr>
        <w:t>equipment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procedures.</w:t>
      </w:r>
      <w:r>
        <w:rPr/>
      </w:r>
    </w:p>
    <w:p>
      <w:pPr>
        <w:pStyle w:val="BodyText"/>
        <w:numPr>
          <w:ilvl w:val="0"/>
          <w:numId w:val="6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Selects</w:t>
      </w:r>
      <w:r>
        <w:rPr>
          <w:rFonts w:ascii="Arial"/>
          <w:color w:val="4C4D4F"/>
          <w:spacing w:val="-1"/>
        </w:rPr>
        <w:t> appropriate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5"/>
        </w:rPr>
        <w:t>t</w:t>
      </w:r>
      <w:r>
        <w:rPr>
          <w:rFonts w:ascii="Arial"/>
          <w:color w:val="4C4D4F"/>
          <w:spacing w:val="-4"/>
        </w:rPr>
        <w:t>ool(s)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task.</w:t>
      </w:r>
      <w:r>
        <w:rPr>
          <w:rFonts w:ascii="Arial"/>
        </w:rPr>
      </w:r>
    </w:p>
    <w:p>
      <w:pPr>
        <w:pStyle w:val="BodyText"/>
        <w:numPr>
          <w:ilvl w:val="0"/>
          <w:numId w:val="6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Produces</w:t>
      </w:r>
      <w:r>
        <w:rPr>
          <w:color w:val="4C4D4F"/>
        </w:rPr>
        <w:t> </w:t>
      </w:r>
      <w:r>
        <w:rPr>
          <w:color w:val="4C4D4F"/>
          <w:spacing w:val="-1"/>
        </w:rPr>
        <w:t>accurately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meet</w:t>
      </w:r>
      <w:r>
        <w:rPr>
          <w:color w:val="4C4D4F"/>
        </w:rPr>
        <w:t> </w:t>
      </w:r>
      <w:r>
        <w:rPr>
          <w:color w:val="4C4D4F"/>
          <w:spacing w:val="-2"/>
        </w:rPr>
        <w:t>given</w:t>
      </w:r>
      <w:r>
        <w:rPr>
          <w:color w:val="4C4D4F"/>
        </w:rPr>
        <w:t> </w:t>
      </w:r>
      <w:r>
        <w:rPr>
          <w:color w:val="4C4D4F"/>
          <w:spacing w:val="-1"/>
        </w:rPr>
        <w:t>dimensions.</w:t>
      </w:r>
      <w:r>
        <w:rPr/>
      </w:r>
    </w:p>
    <w:p>
      <w:pPr>
        <w:pStyle w:val="BodyText"/>
        <w:numPr>
          <w:ilvl w:val="0"/>
          <w:numId w:val="6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Produces</w:t>
      </w:r>
      <w:r>
        <w:rPr>
          <w:color w:val="4C4D4F"/>
        </w:rPr>
        <w:t> a </w:t>
      </w:r>
      <w:r>
        <w:rPr>
          <w:color w:val="4C4D4F"/>
          <w:spacing w:val="-1"/>
        </w:rPr>
        <w:t>watertight</w:t>
      </w:r>
      <w:r>
        <w:rPr>
          <w:color w:val="4C4D4F"/>
        </w:rPr>
        <w:t> </w:t>
      </w:r>
      <w:r>
        <w:rPr>
          <w:color w:val="4C4D4F"/>
          <w:spacing w:val="-1"/>
        </w:rPr>
        <w:t>piping</w:t>
      </w:r>
      <w:r>
        <w:rPr>
          <w:color w:val="4C4D4F"/>
        </w:rPr>
        <w:t> </w:t>
      </w:r>
      <w:r>
        <w:rPr>
          <w:color w:val="4C4D4F"/>
          <w:spacing w:val="-2"/>
        </w:rPr>
        <w:t>system.</w:t>
      </w:r>
      <w:r>
        <w:rPr/>
      </w:r>
    </w:p>
    <w:p>
      <w:pPr>
        <w:pStyle w:val="BodyText"/>
        <w:numPr>
          <w:ilvl w:val="0"/>
          <w:numId w:val="6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Exhibits</w:t>
      </w:r>
      <w:r>
        <w:rPr>
          <w:color w:val="4C4D4F"/>
        </w:rPr>
        <w:t> </w:t>
      </w:r>
      <w:r>
        <w:rPr>
          <w:color w:val="4C4D4F"/>
          <w:spacing w:val="-1"/>
        </w:rPr>
        <w:t>tidy</w:t>
      </w:r>
      <w:r>
        <w:rPr>
          <w:color w:val="4C4D4F"/>
        </w:rPr>
        <w:t> </w:t>
      </w:r>
      <w:r>
        <w:rPr>
          <w:color w:val="4C4D4F"/>
          <w:spacing w:val="-2"/>
        </w:rPr>
        <w:t>housekeeping.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7"/>
          <w:szCs w:val="2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Acknowledgments</w:t>
      </w:r>
      <w:r>
        <w:rPr>
          <w:b w:val="0"/>
        </w:rPr>
      </w:r>
    </w:p>
    <w:p>
      <w:pPr>
        <w:pStyle w:val="BodyText"/>
        <w:spacing w:line="240" w:lineRule="auto" w:before="198"/>
        <w:ind w:left="560" w:right="0"/>
        <w:jc w:val="left"/>
      </w:pPr>
      <w:r>
        <w:rPr>
          <w:rFonts w:ascii="Arial" w:hAnsi="Arial" w:cs="Arial" w:eastAsia="Arial"/>
          <w:color w:val="4C4D4F"/>
        </w:rPr>
        <w:t>“</w:t>
      </w:r>
      <w:r>
        <w:rPr>
          <w:rFonts w:ascii="Arial" w:hAnsi="Arial" w:cs="Arial" w:eastAsia="Arial"/>
          <w:color w:val="231F20"/>
        </w:rPr>
        <w:t>½</w:t>
      </w:r>
      <w:r>
        <w:rPr>
          <w:color w:val="4C4D4F"/>
        </w:rPr>
        <w:t>"</w:t>
      </w:r>
      <w:r>
        <w:rPr>
          <w:color w:val="4C4D4F"/>
          <w:spacing w:val="-1"/>
        </w:rPr>
        <w:t> </w:t>
      </w:r>
      <w:r>
        <w:rPr>
          <w:color w:val="4C4D4F"/>
        </w:rPr>
        <w:t>crimp </w:t>
      </w:r>
      <w:r>
        <w:rPr>
          <w:color w:val="4C4D4F"/>
          <w:spacing w:val="1"/>
        </w:rPr>
        <w:t>90°</w:t>
      </w:r>
      <w:r>
        <w:rPr>
          <w:color w:val="4C4D4F"/>
        </w:rPr>
        <w:t> elbow” </w:t>
      </w:r>
      <w:r>
        <w:rPr>
          <w:color w:val="4C4D4F"/>
          <w:spacing w:val="-1"/>
        </w:rPr>
        <w:t>photograph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permission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Conbraco </w:t>
      </w:r>
      <w:r>
        <w:rPr>
          <w:color w:val="4C4D4F"/>
          <w:spacing w:val="-1"/>
        </w:rPr>
        <w:t>Industries</w:t>
      </w:r>
      <w:r>
        <w:rPr>
          <w:color w:val="4C4D4F"/>
        </w:rPr>
        <w:t> </w:t>
      </w:r>
      <w:r>
        <w:rPr>
          <w:color w:val="4C4D4F"/>
          <w:spacing w:val="-1"/>
        </w:rPr>
        <w:t>Inc.</w:t>
      </w:r>
      <w:r>
        <w:rPr/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ITC Stone Sans Std Medium">
    <w:altName w:val="ITC Stone Sans Std Medium"/>
    <w:charset w:val="0"/>
    <w:family w:val="roman"/>
    <w:pitch w:val="variable"/>
  </w:font>
  <w:font w:name="ITC Stone Sans Std Semibold">
    <w:altName w:val="ITC Stone Sans Std Semibold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2065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2063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2060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2058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6.9pt;height:14pt;mso-position-horizontal-relative:page;mso-position-vertical-relative:page;z-index:-2041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2039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5.265625pt;margin-top:748.847534pt;width:16.75pt;height:14pt;mso-position-horizontal-relative:page;mso-position-vertical-relative:page;z-index:-2036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2034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2080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207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5.343018pt;margin-top:37.740337pt;width:46.25pt;height:13pt;mso-position-horizontal-relative:page;mso-position-vertical-relative:page;z-index:-207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Plumber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072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50.55pt;height:13pt;mso-position-horizontal-relative:page;mso-position-vertical-relative:page;z-index:-207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Crimping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5.342987pt;margin-top:37.240337pt;width:46.25pt;height:13pt;mso-position-horizontal-relative:page;mso-position-vertical-relative:page;z-index:-206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Plumber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2056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46.25pt;height:13pt;mso-position-horizontal-relative:page;mso-position-vertical-relative:page;z-index:-205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Plumber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0.955078pt;margin-top:37.240337pt;width:50.55pt;height:13pt;mso-position-horizontal-relative:page;mso-position-vertical-relative:page;z-index:-205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Crimping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048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50.55pt;height:13pt;mso-position-horizontal-relative:page;mso-position-vertical-relative:page;z-index:-204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Crimping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5.342987pt;margin-top:37.240337pt;width:46.25pt;height:13pt;mso-position-horizontal-relative:page;mso-position-vertical-relative:page;z-index:-204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Plumber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580" w:hanging="32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decimal"/>
      <w:lvlText w:val="%2."/>
      <w:lvlJc w:val="left"/>
      <w:pPr>
        <w:ind w:left="2041" w:hanging="32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2">
      <w:start w:val="1"/>
      <w:numFmt w:val="bullet"/>
      <w:lvlText w:val="•"/>
      <w:lvlJc w:val="left"/>
      <w:pPr>
        <w:ind w:left="2550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59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6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77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85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9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603" w:hanging="32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40" w:hanging="320"/>
        <w:jc w:val="righ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578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6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2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3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8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231F20"/>
        <w:sz w:val="20"/>
        <w:szCs w:val="20"/>
      </w:rPr>
    </w:lvl>
    <w:lvl w:ilvl="1">
      <w:start w:val="1"/>
      <w:numFmt w:val="bullet"/>
      <w:lvlText w:val="•"/>
      <w:lvlJc w:val="left"/>
      <w:pPr>
        <w:ind w:left="2578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6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2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3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8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231F20"/>
        <w:sz w:val="22"/>
        <w:szCs w:val="22"/>
      </w:rPr>
    </w:lvl>
    <w:lvl w:ilvl="2">
      <w:start w:val="1"/>
      <w:numFmt w:val="bullet"/>
      <w:lvlText w:val="—"/>
      <w:lvlJc w:val="left"/>
      <w:pPr>
        <w:ind w:left="1640" w:hanging="270"/>
      </w:pPr>
      <w:rPr>
        <w:rFonts w:hint="default" w:ascii="Arial" w:hAnsi="Arial" w:eastAsia="Arial"/>
        <w:color w:val="4C4D4F"/>
        <w:w w:val="70"/>
        <w:sz w:val="22"/>
        <w:szCs w:val="22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spacing w:before="59"/>
      <w:ind w:left="560"/>
      <w:outlineLvl w:val="2"/>
    </w:pPr>
    <w:rPr>
      <w:rFonts w:ascii="Arial" w:hAnsi="Arial" w:eastAsia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ind w:left="560"/>
      <w:outlineLvl w:val="3"/>
    </w:pPr>
    <w:rPr>
      <w:rFonts w:ascii="Arial" w:hAnsi="Arial" w:eastAsia="Arial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ind w:left="40"/>
      <w:outlineLvl w:val="4"/>
    </w:pPr>
    <w:rPr>
      <w:rFonts w:ascii="Arial" w:hAnsi="Arial" w:eastAsia="Arial"/>
      <w:b/>
      <w:bCs/>
      <w:sz w:val="24"/>
      <w:szCs w:val="24"/>
    </w:rPr>
  </w:style>
  <w:style w:styleId="Heading5" w:type="paragraph">
    <w:name w:val="Heading 5"/>
    <w:basedOn w:val="Normal"/>
    <w:uiPriority w:val="1"/>
    <w:qFormat/>
    <w:pPr>
      <w:ind w:left="20"/>
      <w:outlineLvl w:val="5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header" Target="header3.xml"/><Relationship Id="rId15" Type="http://schemas.openxmlformats.org/officeDocument/2006/relationships/header" Target="header4.xml"/><Relationship Id="rId16" Type="http://schemas.openxmlformats.org/officeDocument/2006/relationships/image" Target="media/image6.jpeg"/><Relationship Id="rId17" Type="http://schemas.openxmlformats.org/officeDocument/2006/relationships/image" Target="media/image7.jpeg"/><Relationship Id="rId18" Type="http://schemas.openxmlformats.org/officeDocument/2006/relationships/hyperlink" Target="http://www.pexuniverse.com/content/how-install-pex-tubing-installation" TargetMode="External"/><Relationship Id="rId19" Type="http://schemas.openxmlformats.org/officeDocument/2006/relationships/hyperlink" Target="http://www.pexinfo.com/" TargetMode="External"/><Relationship Id="rId20" Type="http://schemas.openxmlformats.org/officeDocument/2006/relationships/image" Target="media/image8.jpeg"/><Relationship Id="rId21" Type="http://schemas.openxmlformats.org/officeDocument/2006/relationships/image" Target="media/image9.jpeg"/><Relationship Id="rId22" Type="http://schemas.openxmlformats.org/officeDocument/2006/relationships/image" Target="media/image10.jpeg"/><Relationship Id="rId23" Type="http://schemas.openxmlformats.org/officeDocument/2006/relationships/image" Target="media/image11.jpeg"/><Relationship Id="rId24" Type="http://schemas.openxmlformats.org/officeDocument/2006/relationships/image" Target="media/image12.jpeg"/><Relationship Id="rId25" Type="http://schemas.openxmlformats.org/officeDocument/2006/relationships/image" Target="media/image13.jpeg"/><Relationship Id="rId26" Type="http://schemas.openxmlformats.org/officeDocument/2006/relationships/image" Target="media/image14.jpeg"/><Relationship Id="rId27" Type="http://schemas.openxmlformats.org/officeDocument/2006/relationships/image" Target="media/image15.jpeg"/><Relationship Id="rId28" Type="http://schemas.openxmlformats.org/officeDocument/2006/relationships/image" Target="media/image16.jpeg"/><Relationship Id="rId29" Type="http://schemas.openxmlformats.org/officeDocument/2006/relationships/footer" Target="footer3.xml"/><Relationship Id="rId30" Type="http://schemas.openxmlformats.org/officeDocument/2006/relationships/footer" Target="footer4.xml"/><Relationship Id="rId31" Type="http://schemas.openxmlformats.org/officeDocument/2006/relationships/image" Target="media/image17.jpeg"/><Relationship Id="rId32" Type="http://schemas.openxmlformats.org/officeDocument/2006/relationships/hyperlink" Target="http://www.americanstandard.ca/assets/documents/amstdca/spec/SpecSheet_260.pdf" TargetMode="External"/><Relationship Id="rId33" Type="http://schemas.openxmlformats.org/officeDocument/2006/relationships/hyperlink" Target="http://www.americanstandard.ca/assets/documents/amstdca/spec/SpecSheet_6648.pdf" TargetMode="External"/><Relationship Id="rId3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2017-12-07T14:25:05Z</dcterms:created>
  <dcterms:modified xsi:type="dcterms:W3CDTF">2017-12-07T14:25:05Z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