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BBQ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Flipper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25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this</w:t>
      </w:r>
      <w:r>
        <w:rPr>
          <w:color w:val="4C4D4F"/>
        </w:rPr>
        <w:t> activity</w:t>
      </w:r>
      <w:r>
        <w:rPr>
          <w:color w:val="4C4D4F"/>
          <w:spacing w:val="-1"/>
        </w:rPr>
        <w:t> is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practical</w:t>
      </w:r>
      <w:r>
        <w:rPr>
          <w:color w:val="4C4D4F"/>
          <w:spacing w:val="-2"/>
        </w:rPr>
        <w:t> activity.</w:t>
      </w:r>
      <w:r>
        <w:rPr>
          <w:color w:val="4C4D4F"/>
          <w:spacing w:val="89"/>
          <w:w w:val="99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is an 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basic hand tools 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metal.</w:t>
      </w:r>
      <w:r>
        <w:rPr>
          <w:color w:val="4C4D4F"/>
        </w:rPr>
        <w:t> </w:t>
      </w:r>
      <w:r>
        <w:rPr>
          <w:color w:val="4C4D4F"/>
          <w:spacing w:val="-1"/>
        </w:rPr>
        <w:t>It also includes </w:t>
      </w:r>
      <w:r>
        <w:rPr>
          <w:color w:val="4C4D4F"/>
        </w:rPr>
        <w:t>a</w:t>
      </w:r>
      <w:r>
        <w:rPr>
          <w:color w:val="4C4D4F"/>
          <w:spacing w:val="-1"/>
        </w:rPr>
        <w:t>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element that</w:t>
      </w:r>
      <w:r>
        <w:rPr>
          <w:color w:val="4C4D4F"/>
        </w:rPr>
        <w:t> </w:t>
      </w:r>
      <w:r>
        <w:rPr>
          <w:color w:val="4C4D4F"/>
          <w:spacing w:val="-1"/>
        </w:rPr>
        <w:t>allows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personalize their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increasing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level.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Break out and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Assemble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Finish </w:t>
      </w:r>
      <w:r>
        <w:rPr>
          <w:color w:val="4C4D4F"/>
          <w:spacing w:val="-1"/>
        </w:rPr>
        <w:t>sheet metal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9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aspects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shop,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machines,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Cut, </w:t>
      </w:r>
      <w:r>
        <w:rPr>
          <w:color w:val="4C4D4F"/>
        </w:rPr>
        <w:t>form</w:t>
      </w:r>
      <w:r>
        <w:rPr>
          <w:color w:val="4C4D4F"/>
          <w:spacing w:val="-1"/>
        </w:rPr>
        <w:t> and join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shop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715" w:firstLine="0"/>
        <w:jc w:val="left"/>
      </w:pPr>
      <w:r>
        <w:rPr>
          <w:rFonts w:ascii="Arial"/>
          <w:b/>
          <w:color w:val="4C4D4F"/>
          <w:spacing w:val="-2"/>
        </w:rPr>
        <w:t>Aviation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snips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intricate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universal,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direction.</w:t>
      </w:r>
      <w:r>
        <w:rPr/>
      </w:r>
    </w:p>
    <w:p>
      <w:pPr>
        <w:pStyle w:val="BodyText"/>
        <w:spacing w:line="265" w:lineRule="auto" w:before="144"/>
        <w:ind w:right="715" w:firstLine="0"/>
        <w:jc w:val="left"/>
      </w:pPr>
      <w:r>
        <w:rPr>
          <w:rFonts w:ascii="Arial"/>
          <w:b/>
          <w:color w:val="4C4D4F"/>
          <w:spacing w:val="-3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pan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brake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1"/>
        </w:rPr>
        <w:t>in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Breaking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Centre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punching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marking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centre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715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Combination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1"/>
        </w:rPr>
        <w:t>Emery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cloth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abrasive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surfaces.</w:t>
      </w:r>
      <w:r>
        <w:rPr/>
      </w:r>
    </w:p>
    <w:p>
      <w:pPr>
        <w:pStyle w:val="BodyText"/>
        <w:spacing w:line="265" w:lineRule="auto" w:before="171"/>
        <w:ind w:right="715" w:firstLine="0"/>
        <w:jc w:val="left"/>
      </w:pPr>
      <w:r>
        <w:rPr>
          <w:rFonts w:ascii="Arial"/>
          <w:b/>
          <w:color w:val="4C4D4F"/>
          <w:spacing w:val="-3"/>
        </w:rPr>
        <w:t>File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Available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sizes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projects.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hardened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steel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varying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large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minimal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material.</w:t>
      </w:r>
      <w:r>
        <w:rPr/>
      </w:r>
    </w:p>
    <w:p>
      <w:pPr>
        <w:pStyle w:val="BodyText"/>
        <w:spacing w:line="265" w:lineRule="auto" w:before="144"/>
        <w:ind w:right="715" w:firstLine="0"/>
        <w:jc w:val="left"/>
      </w:pPr>
      <w:r>
        <w:rPr>
          <w:rFonts w:ascii="Arial"/>
          <w:b/>
          <w:color w:val="4C4D4F"/>
          <w:spacing w:val="-2"/>
        </w:rPr>
        <w:t>Finishing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polishing,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sandblasting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painting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desirable</w:t>
      </w:r>
      <w:r>
        <w:rPr>
          <w:color w:val="4C4D4F"/>
          <w:spacing w:val="26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Jewellers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saw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saw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teeth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internal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designs</w:t>
      </w:r>
      <w:r>
        <w:rPr>
          <w:rFonts w:ascii="Arial"/>
          <w:color w:val="4C4D4F"/>
          <w:spacing w:val="-3"/>
        </w:rPr>
        <w:t> into </w:t>
      </w:r>
      <w:r>
        <w:rPr>
          <w:rFonts w:ascii="Arial"/>
          <w:color w:val="4C4D4F"/>
          <w:spacing w:val="-2"/>
        </w:rPr>
        <w:t>metal.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1125" w:firstLine="0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transferring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pattern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scribes,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scales.</w:t>
      </w:r>
      <w:r>
        <w:rPr/>
      </w:r>
    </w:p>
    <w:p>
      <w:pPr>
        <w:spacing w:line="265" w:lineRule="auto" w:before="144"/>
        <w:ind w:left="1100" w:right="6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Letter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and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number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stamps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hardened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bars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letters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numbers.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permanently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label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projects.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Pattern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guide.</w:t>
      </w:r>
      <w:r>
        <w:rPr/>
      </w:r>
    </w:p>
    <w:p>
      <w:pPr>
        <w:pStyle w:val="BodyText"/>
        <w:spacing w:line="265" w:lineRule="auto" w:before="171"/>
        <w:ind w:right="614" w:firstLine="0"/>
        <w:jc w:val="left"/>
      </w:pPr>
      <w:r>
        <w:rPr>
          <w:rFonts w:ascii="Arial"/>
          <w:b/>
          <w:color w:val="4C4D4F"/>
          <w:spacing w:val="-2"/>
        </w:rPr>
        <w:t>Riveting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technique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rivet.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Roper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Whitney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402" w:lineRule="auto" w:before="171"/>
        <w:ind w:right="1125" w:firstLine="0"/>
        <w:jc w:val="left"/>
      </w:pPr>
      <w:r>
        <w:rPr>
          <w:rFonts w:ascii="Arial"/>
          <w:b/>
          <w:color w:val="4C4D4F"/>
          <w:spacing w:val="-2"/>
        </w:rPr>
        <w:t>Ruler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intervals.</w:t>
      </w:r>
      <w:r>
        <w:rPr>
          <w:color w:val="4C4D4F"/>
          <w:spacing w:val="81"/>
          <w:w w:val="99"/>
        </w:rPr>
        <w:t> </w:t>
      </w:r>
      <w:r>
        <w:rPr>
          <w:rFonts w:ascii="Arial"/>
          <w:b/>
          <w:color w:val="4C4D4F"/>
          <w:spacing w:val="-2"/>
        </w:rPr>
        <w:t>Scribe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3"/>
        </w:rPr>
        <w:t> 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mark</w:t>
      </w:r>
      <w:r>
        <w:rPr>
          <w:color w:val="4C4D4F"/>
          <w:spacing w:val="-3"/>
        </w:rPr>
        <w:t> 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55"/>
          <w:w w:val="99"/>
        </w:rPr>
        <w:t> </w:t>
      </w: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stock.</w:t>
      </w:r>
      <w:r>
        <w:rPr/>
      </w:r>
    </w:p>
    <w:p>
      <w:pPr>
        <w:spacing w:before="5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Squaring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foot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shear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foot-controlled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1"/>
        </w:rPr>
        <w:t>2–3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20, </w:t>
      </w:r>
      <w:r>
        <w:rPr>
          <w:rFonts w:ascii="Arial"/>
          <w:color w:val="4C4D4F"/>
          <w:spacing w:val="-1"/>
          <w:sz w:val="22"/>
        </w:rPr>
        <w:t>based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on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z w:val="22"/>
        </w:rPr>
        <w:t>BC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Technology</w:t>
      </w:r>
      <w:r>
        <w:rPr>
          <w:rFonts w:ascii="Arial"/>
          <w:i/>
          <w:color w:val="4C4D4F"/>
          <w:spacing w:val="-1"/>
          <w:sz w:val="22"/>
        </w:rPr>
        <w:t> Education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Association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z w:val="22"/>
        </w:rPr>
        <w:t>Best</w:t>
      </w:r>
      <w:r>
        <w:rPr>
          <w:rFonts w:ascii="Arial"/>
          <w:i/>
          <w:color w:val="4C4D4F"/>
          <w:spacing w:val="-1"/>
          <w:sz w:val="22"/>
        </w:rPr>
        <w:t> Practices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Guide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facility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necessary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Files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</w:t>
      </w:r>
      <w:r>
        <w:rPr>
          <w:color w:val="4C4D4F"/>
        </w:rPr>
        <w:t>coarse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smooth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Jewellers</w:t>
      </w:r>
      <w:r>
        <w:rPr>
          <w:color w:val="4C4D4F"/>
        </w:rPr>
        <w:t> </w:t>
      </w:r>
      <w:r>
        <w:rPr>
          <w:color w:val="4C4D4F"/>
          <w:spacing w:val="-2"/>
        </w:rPr>
        <w:t>saw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Letter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Pop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gun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Vise</w:t>
      </w:r>
      <w:r>
        <w:rPr>
          <w:rFonts w:ascii="Arial" w:hAnsi="Arial" w:cs="Arial" w:eastAsia="Arial"/>
          <w:color w:val="4C4D4F"/>
        </w:rPr>
        <w:t> –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soft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jaws/vise</w:t>
      </w:r>
      <w:r>
        <w:rPr>
          <w:rFonts w:ascii="Arial" w:hAnsi="Arial" w:cs="Arial" w:eastAsia="Arial"/>
          <w:color w:val="4C4D4F"/>
        </w:rPr>
        <w:t> caps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125" w:hanging="270"/>
        <w:jc w:val="left"/>
      </w:pPr>
      <w:r>
        <w:rPr>
          <w:color w:val="4C4D4F"/>
          <w:spacing w:val="-1"/>
        </w:rPr>
        <w:t>Whitney punch 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die </w:t>
      </w:r>
      <w:r>
        <w:rPr>
          <w:color w:val="4C4D4F"/>
          <w:spacing w:val="-3"/>
        </w:rPr>
        <w:t>(other</w:t>
      </w:r>
      <w:r>
        <w:rPr>
          <w:color w:val="4C4D4F"/>
          <w:spacing w:val="-1"/>
        </w:rPr>
        <w:t> dies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 required </w:t>
      </w:r>
      <w:r>
        <w:rPr>
          <w:color w:val="4C4D4F"/>
        </w:rPr>
        <w:t>on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individual basis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  <w:spacing w:val="35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choices)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6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3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1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-1"/>
          <w:sz w:val="22"/>
        </w:rPr>
        <w:t> Company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before="69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z w:val="24"/>
        </w:rPr>
        <w:t>Videos</w:t>
      </w:r>
      <w:r>
        <w:rPr>
          <w:rFonts w:ascii="Arial"/>
          <w:sz w:val="24"/>
        </w:rPr>
      </w:r>
    </w:p>
    <w:p>
      <w:pPr>
        <w:pStyle w:val="BodyText"/>
        <w:spacing w:line="284" w:lineRule="auto" w:before="132"/>
        <w:ind w:right="61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4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15"/>
        </w:rPr>
        <w:t> </w:t>
      </w:r>
      <w:r>
        <w:rPr>
          <w:rFonts w:ascii="Arial"/>
          <w:color w:val="456DA9"/>
          <w:spacing w:val="-3"/>
          <w:u w:val="single" w:color="456DA9"/>
        </w:rPr>
        <w:t>B5F895025F7C74515AE0B5F895025F7C74515AE&amp;FORM=VIRE</w:t>
      </w:r>
      <w:r>
        <w:rPr>
          <w:rFonts w:ascii="Arial"/>
          <w:color w:val="456DA9"/>
          <w:spacing w:val="1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61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5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61"/>
        </w:rPr>
        <w:t> </w:t>
      </w:r>
      <w:r>
        <w:rPr>
          <w:rFonts w:ascii="Arial"/>
          <w:color w:val="456DA9"/>
          <w:u w:val="single" w:color="456DA9"/>
        </w:rPr>
        <w:t>538A09825CF06DD94426538A09825CF06DD&amp;FORM=VRDGAR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614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6">
        <w:r>
          <w:rPr>
            <w:rFonts w:ascii="Arial"/>
            <w:color w:val="456DA9"/>
            <w:spacing w:val="-3"/>
            <w:u w:val="single" w:color="456DA9"/>
          </w:rPr>
          <w:t>h</w:t>
        </w:r>
        <w:r>
          <w:rPr>
            <w:rFonts w:ascii="Arial"/>
            <w:color w:val="456DA9"/>
            <w:spacing w:val="4"/>
            <w:u w:val="single" w:color="456DA9"/>
          </w:rPr>
          <w:t>t</w:t>
        </w:r>
        <w:r>
          <w:rPr>
            <w:rFonts w:ascii="Arial"/>
            <w:color w:val="456DA9"/>
            <w:u w:val="single" w:color="456DA9"/>
          </w:rPr>
          <w:t>t</w:t>
        </w:r>
        <w:r>
          <w:rPr>
            <w:rFonts w:ascii="Arial"/>
            <w:color w:val="456DA9"/>
            <w:spacing w:val="-8"/>
            <w:u w:val="single" w:color="456DA9"/>
          </w:rPr>
          <w:t>p</w:t>
        </w:r>
        <w:r>
          <w:rPr>
            <w:rFonts w:ascii="Arial"/>
            <w:color w:val="456DA9"/>
            <w:spacing w:val="1"/>
            <w:u w:val="single" w:color="456DA9"/>
          </w:rPr>
          <w:t>:</w:t>
        </w:r>
        <w:r>
          <w:rPr>
            <w:rFonts w:ascii="Arial"/>
            <w:color w:val="456DA9"/>
            <w:spacing w:val="-6"/>
            <w:u w:val="single" w:color="456DA9"/>
          </w:rPr>
          <w:t>/</w:t>
        </w:r>
        <w:r>
          <w:rPr>
            <w:rFonts w:ascii="Arial"/>
            <w:color w:val="456DA9"/>
            <w:spacing w:val="3"/>
            <w:u w:val="single" w:color="456DA9"/>
          </w:rPr>
          <w:t>/</w:t>
        </w:r>
        <w:r>
          <w:rPr>
            <w:rFonts w:ascii="Arial"/>
            <w:color w:val="456DA9"/>
            <w:spacing w:val="7"/>
            <w:u w:val="single" w:color="456DA9"/>
          </w:rPr>
          <w:t>ww</w:t>
        </w:r>
        <w:r>
          <w:rPr>
            <w:rFonts w:ascii="Arial"/>
            <w:color w:val="456DA9"/>
            <w:spacing w:val="-11"/>
            <w:u w:val="single" w:color="456DA9"/>
          </w:rPr>
          <w:t>w</w:t>
        </w:r>
        <w:r>
          <w:rPr>
            <w:rFonts w:ascii="Arial"/>
            <w:color w:val="456DA9"/>
            <w:spacing w:val="-2"/>
            <w:u w:val="single" w:color="456DA9"/>
          </w:rPr>
          <w:t>.</w:t>
        </w:r>
        <w:r>
          <w:rPr>
            <w:rFonts w:ascii="Arial"/>
            <w:color w:val="456DA9"/>
            <w:spacing w:val="-1"/>
            <w:u w:val="single" w:color="456DA9"/>
          </w:rPr>
          <w:t>bin</w:t>
        </w:r>
        <w:r>
          <w:rPr>
            <w:rFonts w:ascii="Arial"/>
            <w:color w:val="456DA9"/>
            <w:spacing w:val="-3"/>
            <w:u w:val="single" w:color="456DA9"/>
          </w:rPr>
          <w:t>g</w:t>
        </w:r>
        <w:r>
          <w:rPr>
            <w:rFonts w:ascii="Arial"/>
            <w:color w:val="456DA9"/>
            <w:spacing w:val="-4"/>
            <w:u w:val="single" w:color="456DA9"/>
          </w:rPr>
          <w:t>.</w:t>
        </w:r>
        <w:r>
          <w:rPr>
            <w:rFonts w:ascii="Arial"/>
            <w:color w:val="456DA9"/>
            <w:spacing w:val="3"/>
            <w:u w:val="single" w:color="456DA9"/>
          </w:rPr>
          <w:t>c</w:t>
        </w:r>
        <w:r>
          <w:rPr>
            <w:rFonts w:ascii="Arial"/>
            <w:color w:val="456DA9"/>
            <w:u w:val="single" w:color="456DA9"/>
          </w:rPr>
          <w:t>o</w:t>
        </w:r>
        <w:r>
          <w:rPr>
            <w:rFonts w:ascii="Arial"/>
            <w:color w:val="456DA9"/>
            <w:spacing w:val="2"/>
            <w:u w:val="single" w:color="456DA9"/>
          </w:rPr>
          <w:t>m/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u w:val="single" w:color="456DA9"/>
          </w:rPr>
          <w:t>eo</w:t>
        </w:r>
        <w:r>
          <w:rPr>
            <w:rFonts w:ascii="Arial"/>
            <w:color w:val="456DA9"/>
            <w:spacing w:val="1"/>
            <w:u w:val="single" w:color="456DA9"/>
          </w:rPr>
          <w:t>s</w:t>
        </w:r>
        <w:r>
          <w:rPr>
            <w:rFonts w:ascii="Arial"/>
            <w:color w:val="456DA9"/>
            <w:spacing w:val="-5"/>
            <w:u w:val="single" w:color="456DA9"/>
          </w:rPr>
          <w:t>/</w:t>
        </w:r>
        <w:r>
          <w:rPr>
            <w:rFonts w:ascii="Arial"/>
            <w:color w:val="456DA9"/>
            <w:spacing w:val="-1"/>
            <w:u w:val="single" w:color="456DA9"/>
          </w:rPr>
          <w:t>sear</w:t>
        </w:r>
        <w:r>
          <w:rPr>
            <w:rFonts w:ascii="Arial"/>
            <w:color w:val="456DA9"/>
            <w:spacing w:val="1"/>
            <w:u w:val="single" w:color="456DA9"/>
          </w:rPr>
          <w:t>c</w:t>
        </w:r>
        <w:r>
          <w:rPr>
            <w:rFonts w:ascii="Arial"/>
            <w:color w:val="456DA9"/>
            <w:spacing w:val="-10"/>
            <w:u w:val="single" w:color="456DA9"/>
          </w:rPr>
          <w:t>h</w:t>
        </w:r>
        <w:r>
          <w:rPr>
            <w:rFonts w:ascii="Arial"/>
            <w:color w:val="456DA9"/>
            <w:spacing w:val="-6"/>
            <w:u w:val="single" w:color="456DA9"/>
          </w:rPr>
          <w:t>?</w:t>
        </w:r>
        <w:r>
          <w:rPr>
            <w:rFonts w:ascii="Arial"/>
            <w:color w:val="456DA9"/>
            <w:u w:val="single" w:color="456DA9"/>
          </w:rPr>
          <w:t>q=h</w:t>
        </w:r>
        <w:r>
          <w:rPr>
            <w:rFonts w:ascii="Arial"/>
            <w:color w:val="456DA9"/>
            <w:spacing w:val="-2"/>
            <w:u w:val="single" w:color="456DA9"/>
          </w:rPr>
          <w:t>o</w:t>
        </w:r>
        <w:r>
          <w:rPr>
            <w:rFonts w:ascii="Arial"/>
            <w:color w:val="456DA9"/>
            <w:spacing w:val="-1"/>
            <w:u w:val="single" w:color="456DA9"/>
          </w:rPr>
          <w:t>w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2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o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use</w:t>
        </w:r>
        <w:r>
          <w:rPr>
            <w:rFonts w:ascii="Arial"/>
            <w:color w:val="456DA9"/>
            <w:spacing w:val="-2"/>
            <w:u w:val="single" w:color="456DA9"/>
          </w:rPr>
          <w:t>+</w:t>
        </w:r>
        <w:r>
          <w:rPr>
            <w:rFonts w:ascii="Arial"/>
            <w:color w:val="456DA9"/>
            <w:spacing w:val="-4"/>
            <w:u w:val="single" w:color="456DA9"/>
          </w:rPr>
          <w:t>a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ba</w:t>
        </w:r>
        <w:r>
          <w:rPr>
            <w:rFonts w:ascii="Arial"/>
            <w:color w:val="456DA9"/>
            <w:u w:val="single" w:color="456DA9"/>
          </w:rPr>
          <w:t>r</w:t>
        </w:r>
        <w:r>
          <w:rPr>
            <w:rFonts w:ascii="Arial"/>
            <w:color w:val="456DA9"/>
            <w:spacing w:val="-3"/>
            <w:u w:val="single" w:color="456DA9"/>
          </w:rPr>
          <w:t>+</w:t>
        </w:r>
        <w:r>
          <w:rPr>
            <w:rFonts w:ascii="Arial"/>
            <w:color w:val="456DA9"/>
            <w:spacing w:val="-1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ol</w:t>
        </w:r>
        <w:r>
          <w:rPr>
            <w:rFonts w:ascii="Arial"/>
            <w:color w:val="456DA9"/>
            <w:spacing w:val="-1"/>
            <w:u w:val="single" w:color="456DA9"/>
          </w:rPr>
          <w:t>de</w:t>
        </w:r>
        <w:r>
          <w:rPr>
            <w:rFonts w:ascii="Arial"/>
            <w:color w:val="456DA9"/>
            <w:spacing w:val="-5"/>
            <w:u w:val="single" w:color="456DA9"/>
          </w:rPr>
          <w:t>r</w:t>
        </w:r>
        <w:r>
          <w:rPr>
            <w:rFonts w:ascii="Arial"/>
            <w:color w:val="456DA9"/>
            <w:spacing w:val="-1"/>
            <w:u w:val="single" w:color="456DA9"/>
          </w:rPr>
          <w:t>&amp;</w:t>
        </w:r>
        <w:r>
          <w:rPr>
            <w:rFonts w:ascii="Arial"/>
            <w:color w:val="456DA9"/>
            <w:spacing w:val="-8"/>
            <w:u w:val="single" w:color="456DA9"/>
          </w:rPr>
          <w:t>&amp;</w:t>
        </w:r>
        <w:r>
          <w:rPr>
            <w:rFonts w:ascii="Arial"/>
            <w:color w:val="456DA9"/>
            <w:u w:val="single" w:color="456DA9"/>
          </w:rPr>
          <w:t>vi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2"/>
            <w:u w:val="single" w:color="456DA9"/>
          </w:rPr>
          <w:t>w</w:t>
        </w:r>
        <w:r>
          <w:rPr>
            <w:rFonts w:ascii="Arial"/>
            <w:color w:val="456DA9"/>
            <w:spacing w:val="1"/>
            <w:u w:val="single" w:color="456DA9"/>
          </w:rPr>
          <w:t>=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3"/>
            <w:u w:val="single" w:color="456DA9"/>
          </w:rPr>
          <w:t>e</w:t>
        </w:r>
        <w:r>
          <w:rPr>
            <w:rFonts w:ascii="Arial"/>
            <w:color w:val="456DA9"/>
            <w:spacing w:val="1"/>
            <w:u w:val="single" w:color="456DA9"/>
          </w:rPr>
          <w:t>t</w:t>
        </w:r>
        <w:r>
          <w:rPr>
            <w:rFonts w:ascii="Arial"/>
            <w:color w:val="456DA9"/>
            <w:spacing w:val="-1"/>
            <w:u w:val="single" w:color="456DA9"/>
          </w:rPr>
          <w:t>ai</w:t>
        </w:r>
        <w:r>
          <w:rPr>
            <w:rFonts w:ascii="Arial"/>
            <w:color w:val="456DA9"/>
            <w:spacing w:val="-2"/>
            <w:u w:val="single" w:color="456DA9"/>
          </w:rPr>
          <w:t>l</w:t>
        </w:r>
        <w:r>
          <w:rPr>
            <w:rFonts w:ascii="Arial"/>
            <w:color w:val="456DA9"/>
            <w:u w:val="single" w:color="456DA9"/>
          </w:rPr>
          <w:t>&amp;</w:t>
        </w:r>
        <w:r>
          <w:rPr>
            <w:rFonts w:ascii="Arial"/>
            <w:color w:val="456DA9"/>
            <w:spacing w:val="-1"/>
            <w:u w:val="single" w:color="456DA9"/>
          </w:rPr>
          <w:t>m</w:t>
        </w:r>
        <w:r>
          <w:rPr>
            <w:rFonts w:ascii="Arial"/>
            <w:color w:val="456DA9"/>
            <w:u w:val="single" w:color="456DA9"/>
          </w:rPr>
          <w:t>i</w:t>
        </w:r>
        <w:r>
          <w:rPr>
            <w:rFonts w:ascii="Arial"/>
            <w:color w:val="456DA9"/>
            <w:spacing w:val="-1"/>
            <w:u w:val="single" w:color="456DA9"/>
          </w:rPr>
          <w:t>d</w:t>
        </w:r>
        <w:r>
          <w:rPr>
            <w:rFonts w:ascii="Arial"/>
            <w:color w:val="456DA9"/>
            <w:spacing w:val="-2"/>
            <w:u w:val="single" w:color="456DA9"/>
          </w:rPr>
          <w:t>=</w:t>
        </w:r>
        <w:r>
          <w:rPr>
            <w:rFonts w:ascii="Arial"/>
            <w:color w:val="456DA9"/>
            <w:spacing w:val="2"/>
            <w:u w:val="single" w:color="456DA9"/>
          </w:rPr>
          <w:t>3</w:t>
        </w:r>
        <w:r>
          <w:rPr>
            <w:rFonts w:ascii="Arial"/>
            <w:color w:val="456DA9"/>
            <w:spacing w:val="4"/>
            <w:u w:val="single" w:color="456DA9"/>
          </w:rPr>
          <w:t>0</w:t>
        </w:r>
        <w:r>
          <w:rPr>
            <w:rFonts w:ascii="Arial"/>
            <w:color w:val="456DA9"/>
            <w:spacing w:val="2"/>
            <w:u w:val="single" w:color="456DA9"/>
          </w:rPr>
          <w:t>0</w:t>
        </w:r>
        <w:r>
          <w:rPr>
            <w:rFonts w:ascii="Arial"/>
            <w:color w:val="456DA9"/>
            <w:spacing w:val="1"/>
            <w:u w:val="single" w:color="456DA9"/>
          </w:rPr>
          <w:t>C3</w:t>
        </w:r>
        <w:r>
          <w:rPr>
            <w:rFonts w:ascii="Arial"/>
            <w:color w:val="456DA9"/>
            <w:spacing w:val="-3"/>
            <w:u w:val="single" w:color="456DA9"/>
          </w:rPr>
          <w:t>F</w:t>
        </w:r>
        <w:r>
          <w:rPr>
            <w:rFonts w:ascii="Arial"/>
            <w:color w:val="456DA9"/>
            <w:u w:val="single" w:color="456DA9"/>
          </w:rPr>
          <w:t>9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1"/>
          <w:u w:val="single" w:color="456DA9"/>
        </w:rPr>
        <w:t>B87B7F4360FE7300C3F9B87B7F4360FE7&amp;FORM=VRDGAR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right="1858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Foot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shear</w:t>
      </w:r>
      <w:r>
        <w:rPr>
          <w:rFonts w:ascii="Arial"/>
          <w:b/>
          <w:color w:val="4C4D4F"/>
          <w:spacing w:val="1"/>
        </w:rPr>
        <w:t> </w:t>
      </w:r>
      <w:r>
        <w:rPr>
          <w:rFonts w:ascii="Arial"/>
          <w:color w:val="456DA9"/>
          <w:spacing w:val="1"/>
        </w:rPr>
      </w:r>
      <w:r>
        <w:rPr>
          <w:rFonts w:ascii="Arial"/>
          <w:color w:val="456DA9"/>
          <w:spacing w:val="1"/>
        </w:rPr>
        <w:t> </w:t>
      </w:r>
      <w:r>
        <w:rPr>
          <w:rFonts w:ascii="Arial"/>
          <w:color w:val="456DA9"/>
          <w:spacing w:val="-1"/>
          <w:u w:val="single" w:color="456DA9"/>
        </w:rPr>
        <w:t>https://www.youtube.com/watch?v=w8d3n_kvlyMhttps://</w:t>
      </w:r>
      <w:hyperlink r:id="rId17">
        <w:r>
          <w:rPr>
            <w:rFonts w:ascii="Arial"/>
            <w:color w:val="456DA9"/>
            <w:spacing w:val="-1"/>
            <w:u w:val="single" w:color="456DA9"/>
          </w:rPr>
          <w:t>www.youtube.com/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25"/>
        </w:rPr>
        <w:t> </w:t>
      </w:r>
      <w:r>
        <w:rPr>
          <w:rFonts w:ascii="Arial"/>
          <w:color w:val="456DA9"/>
          <w:spacing w:val="-2"/>
          <w:u w:val="single" w:color="456DA9"/>
        </w:rPr>
        <w:t>watch?v=S0Vl77nS_5U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Heading6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Pop</w:t>
      </w:r>
      <w:r>
        <w:rPr>
          <w:color w:val="4C4D4F"/>
          <w:spacing w:val="-5"/>
        </w:rPr>
        <w:t> </w:t>
      </w:r>
      <w:r>
        <w:rPr>
          <w:color w:val="4C4D4F"/>
        </w:rPr>
        <w:t>rivet</w:t>
      </w:r>
      <w:r>
        <w:rPr>
          <w:color w:val="4C4D4F"/>
          <w:spacing w:val="-4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8">
        <w:r>
          <w:rPr>
            <w:rFonts w:ascii="Arial"/>
            <w:color w:val="456DA9"/>
            <w:spacing w:val="-1"/>
            <w:u w:val="single" w:color="456DA9"/>
          </w:rPr>
          <w:t>www.youtube.com/watch?v=WPwNsQMnx88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9">
        <w:r>
          <w:rPr>
            <w:rFonts w:ascii="Arial"/>
            <w:color w:val="456DA9"/>
            <w:spacing w:val="-1"/>
            <w:u w:val="single" w:color="456DA9"/>
          </w:rPr>
          <w:t>www.youtube.com/watch?v=5Nrc2xvLmC0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(per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student)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tbl>
      <w:tblPr>
        <w:tblW w:w="0" w:type="auto"/>
        <w:jc w:val="left"/>
        <w:tblInd w:w="22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2"/>
        <w:gridCol w:w="4680"/>
      </w:tblGrid>
      <w:tr>
        <w:trPr>
          <w:trHeight w:val="435" w:hRule="exact"/>
        </w:trPr>
        <w:tc>
          <w:tcPr>
            <w:tcW w:w="24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83"/>
              <w:ind w:left="2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z w:val="22"/>
              </w:rPr>
              <w:t>Number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of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2"/>
              </w:rPr>
              <w:t>pieces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468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CDDEF"/>
          </w:tcPr>
          <w:p>
            <w:pPr>
              <w:pStyle w:val="TableParagraph"/>
              <w:spacing w:line="240" w:lineRule="auto" w:before="83"/>
              <w:ind w:left="6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pacing w:val="1"/>
                <w:sz w:val="22"/>
              </w:rPr>
              <w:t>Material</w:t>
            </w:r>
            <w:r>
              <w:rPr>
                <w:rFonts w:ascii="Arial"/>
                <w:b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and</w:t>
            </w:r>
            <w:r>
              <w:rPr>
                <w:rFonts w:ascii="Arial"/>
                <w:b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size specifications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05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Handle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8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1"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× </w:t>
            </w:r>
            <w:r>
              <w:rPr>
                <w:rFonts w:ascii="Arial" w:hAnsi="Arial" w:cs="Arial" w:eastAsia="Arial"/>
                <w:color w:val="4C4D4F"/>
                <w:spacing w:val="-4"/>
                <w:sz w:val="20"/>
                <w:szCs w:val="20"/>
              </w:rPr>
              <w:t>14</w:t>
            </w:r>
            <w:r>
              <w:rPr>
                <w:rFonts w:ascii="Arial" w:hAnsi="Arial" w:cs="Arial" w:eastAsia="Arial"/>
                <w:color w:val="4C4D4F"/>
                <w:spacing w:val="-5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0"/>
                <w:szCs w:val="20"/>
              </w:rPr>
              <w:t>14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gauge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stainless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steel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05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color w:val="4C4D4F"/>
                <w:spacing w:val="-1"/>
                <w:sz w:val="20"/>
              </w:rPr>
              <w:t> Head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8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4"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6¾"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5"/>
                <w:sz w:val="20"/>
                <w:szCs w:val="20"/>
              </w:rPr>
              <w:t>14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gauge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stainless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steel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05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8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1"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×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6"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×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3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plywood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(plus paint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or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stain)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05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8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3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machine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screws, countersunk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heads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05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8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3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nuts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591" w:hRule="exact"/>
        </w:trPr>
        <w:tc>
          <w:tcPr>
            <w:tcW w:w="24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8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3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shank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tinner’s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rivets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(or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blind/pop 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rivets)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50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5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long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aluminum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Student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z w:val="40"/>
        </w:rPr>
        <w:t>Activity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8" w:after="0"/>
        <w:ind w:left="900" w:right="1858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 a </w:t>
      </w:r>
      <w:r>
        <w:rPr>
          <w:rFonts w:ascii="Arial"/>
          <w:color w:val="4C4D4F"/>
          <w:spacing w:val="-1"/>
        </w:rPr>
        <w:t>blank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paper,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sketch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6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(e.g.,</w:t>
      </w:r>
      <w:r>
        <w:rPr>
          <w:rFonts w:ascii="Arial"/>
          <w:color w:val="4C4D4F"/>
          <w:spacing w:val="43"/>
        </w:rPr>
        <w:t> </w:t>
      </w:r>
      <w:r>
        <w:rPr>
          <w:rFonts w:ascii="Arial"/>
          <w:color w:val="4C4D4F"/>
          <w:spacing w:val="-1"/>
        </w:rPr>
        <w:t>flames,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#1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griller,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starburst).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pencil,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detailed.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28" w:hanging="320"/>
        <w:jc w:val="left"/>
      </w:pPr>
      <w:r>
        <w:rPr>
          <w:rFonts w:ascii="Arial" w:hAnsi="Arial" w:cs="Arial" w:eastAsia="Arial"/>
          <w:color w:val="4C4D4F"/>
          <w:spacing w:val="-1"/>
        </w:rPr>
        <w:t>Choose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designs,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on a </w:t>
      </w:r>
      <w:r>
        <w:rPr>
          <w:rFonts w:ascii="Arial" w:hAnsi="Arial" w:cs="Arial" w:eastAsia="Arial"/>
          <w:color w:val="4C4D4F"/>
          <w:spacing w:val="-2"/>
        </w:rPr>
        <w:t>separate</w:t>
      </w:r>
      <w:r>
        <w:rPr>
          <w:rFonts w:ascii="Arial" w:hAnsi="Arial" w:cs="Arial" w:eastAsia="Arial"/>
          <w:color w:val="4C4D4F"/>
        </w:rPr>
        <w:t>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paper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draw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BBQ </w:t>
      </w:r>
      <w:r>
        <w:rPr>
          <w:rFonts w:ascii="Arial" w:hAnsi="Arial" w:cs="Arial" w:eastAsia="Arial"/>
          <w:color w:val="4C4D4F"/>
          <w:spacing w:val="-1"/>
        </w:rPr>
        <w:t>flipper</w:t>
      </w:r>
      <w:r>
        <w:rPr>
          <w:rFonts w:ascii="Arial" w:hAnsi="Arial" w:cs="Arial" w:eastAsia="Arial"/>
          <w:color w:val="4C4D4F"/>
          <w:spacing w:val="67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scale, including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 should measure</w:t>
      </w:r>
      <w:r>
        <w:rPr>
          <w:color w:val="4C4D4F"/>
          <w:spacing w:val="-2"/>
        </w:rPr>
        <w:t> 4"</w:t>
      </w:r>
      <w:r>
        <w:rPr>
          <w:color w:val="4C4D4F"/>
        </w:rPr>
        <w:t> ×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6</w:t>
      </w:r>
      <w:r>
        <w:rPr>
          <w:color w:val="4C4D4F"/>
          <w:spacing w:val="-6"/>
        </w:rPr>
        <w:t>¾",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1</w:t>
      </w:r>
      <w:r>
        <w:rPr>
          <w:color w:val="4C4D4F"/>
          <w:spacing w:val="-7"/>
        </w:rPr>
        <w:t>¾"</w:t>
      </w:r>
      <w:r>
        <w:rPr>
          <w:color w:val="4C4D4F"/>
        </w:rPr>
        <w:t> </w:t>
      </w:r>
      <w:r>
        <w:rPr>
          <w:color w:val="4C4D4F"/>
          <w:spacing w:val="-1"/>
        </w:rPr>
        <w:t>fold </w:t>
      </w:r>
      <w:r>
        <w:rPr>
          <w:color w:val="4C4D4F"/>
          <w:spacing w:val="-2"/>
        </w:rPr>
        <w:t>line.</w:t>
      </w:r>
      <w:r>
        <w:rPr>
          <w:color w:val="4C4D4F"/>
        </w:rPr>
        <w:t> </w:t>
      </w:r>
      <w:r>
        <w:rPr>
          <w:color w:val="4C4D4F"/>
          <w:spacing w:val="-2"/>
        </w:rPr>
        <w:t>(See </w:t>
      </w:r>
      <w:r>
        <w:rPr>
          <w:color w:val="4C4D4F"/>
          <w:spacing w:val="-1"/>
        </w:rPr>
        <w:t>Dimension diagram</w:t>
      </w:r>
      <w:r>
        <w:rPr>
          <w:color w:val="4C4D4F"/>
        </w:rPr>
        <w:t> on</w:t>
      </w:r>
      <w:r>
        <w:rPr>
          <w:color w:val="4C4D4F"/>
          <w:spacing w:val="-1"/>
        </w:rPr>
        <w:t> page</w:t>
      </w:r>
      <w:r>
        <w:rPr>
          <w:color w:val="4C4D4F"/>
          <w:spacing w:val="-2"/>
        </w:rPr>
        <w:t> </w:t>
      </w:r>
      <w:r>
        <w:rPr>
          <w:color w:val="4C4D4F"/>
          <w:spacing w:val="-14"/>
        </w:rPr>
        <w:t>7</w:t>
      </w:r>
      <w:r>
        <w:rPr>
          <w:color w:val="4C4D4F"/>
          <w:spacing w:val="-15"/>
        </w:rPr>
        <w:t>.</w:t>
      </w:r>
      <w:r>
        <w:rPr>
          <w:color w:val="4C4D4F"/>
          <w:spacing w:val="-14"/>
        </w:rPr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232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template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materials: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</w:rPr>
        <w:t>1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piece,</w:t>
      </w:r>
      <w:r>
        <w:rPr>
          <w:rFonts w:ascii="Arial"/>
          <w:color w:val="4C4D4F"/>
        </w:rPr>
        <w:t> 1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piece.</w:t>
      </w:r>
      <w:r>
        <w:rPr>
          <w:rFonts w:ascii="Arial"/>
        </w:rPr>
      </w:r>
    </w:p>
    <w:p>
      <w:pPr>
        <w:pStyle w:val="Heading6"/>
        <w:spacing w:line="240" w:lineRule="auto" w:before="91"/>
        <w:ind w:left="920" w:right="0"/>
        <w:jc w:val="left"/>
        <w:rPr>
          <w:b w:val="0"/>
          <w:bCs w:val="0"/>
        </w:rPr>
      </w:pPr>
      <w:r>
        <w:rPr>
          <w:color w:val="4C4D4F"/>
          <w:spacing w:val="-1"/>
        </w:rPr>
        <w:t>Note:</w:t>
      </w:r>
      <w:r>
        <w:rPr>
          <w:color w:val="4C4D4F"/>
          <w:spacing w:val="-2"/>
        </w:rPr>
        <w:t> </w:t>
      </w:r>
      <w:r>
        <w:rPr>
          <w:color w:val="4C4D4F"/>
        </w:rPr>
        <w:t>Sheet</w:t>
      </w:r>
      <w:r>
        <w:rPr>
          <w:color w:val="4C4D4F"/>
          <w:spacing w:val="-2"/>
        </w:rPr>
        <w:t> </w:t>
      </w:r>
      <w:r>
        <w:rPr>
          <w:color w:val="4C4D4F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</w:rPr>
        <w:t>sharp</w:t>
      </w:r>
      <w:r>
        <w:rPr>
          <w:color w:val="4C4D4F"/>
          <w:spacing w:val="-2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cut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skin</w:t>
      </w:r>
      <w:r>
        <w:rPr>
          <w:color w:val="4C4D4F"/>
          <w:spacing w:val="-2"/>
        </w:rPr>
        <w:t> easily.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37" w:after="0"/>
        <w:ind w:left="900" w:right="1180" w:hanging="320"/>
        <w:jc w:val="left"/>
      </w:pP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dimensioned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diagram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attached,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holes on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the</w:t>
      </w:r>
      <w:r>
        <w:rPr>
          <w:color w:val="4C4D4F"/>
          <w:spacing w:val="-2"/>
        </w:rPr>
        <w:t> </w:t>
      </w:r>
      <w:r>
        <w:rPr>
          <w:color w:val="4C4D4F"/>
        </w:rPr>
        <w:t>scribe</w:t>
      </w:r>
      <w:r>
        <w:rPr>
          <w:color w:val="4C4D4F"/>
          <w:spacing w:val="-1"/>
        </w:rPr>
        <w:t> and </w:t>
      </w:r>
      <w:r>
        <w:rPr>
          <w:color w:val="4C4D4F"/>
          <w:spacing w:val="-3"/>
        </w:rPr>
        <w:t>ruler.</w:t>
      </w:r>
      <w:r>
        <w:rPr>
          <w:color w:val="4C4D4F"/>
          <w:spacing w:val="-1"/>
        </w:rPr>
        <w:t> There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6</w:t>
      </w:r>
      <w:r>
        <w:rPr>
          <w:color w:val="4C4D4F"/>
          <w:spacing w:val="-1"/>
        </w:rPr>
        <w:t> holes in </w:t>
      </w:r>
      <w:r>
        <w:rPr>
          <w:color w:val="4C4D4F"/>
          <w:spacing w:val="-2"/>
        </w:rPr>
        <w:t>total.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head.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a </w:t>
      </w:r>
      <w:r>
        <w:rPr>
          <w:rFonts w:ascii="Arial"/>
          <w:color w:val="4C4D4F"/>
          <w:spacing w:val="-1"/>
        </w:rPr>
        <w:t>solid</w:t>
      </w:r>
      <w:r>
        <w:rPr>
          <w:rFonts w:ascii="Arial"/>
          <w:color w:val="4C4D4F"/>
        </w:rPr>
        <w:t> scribed </w:t>
      </w:r>
      <w:r>
        <w:rPr>
          <w:rFonts w:ascii="Arial"/>
          <w:color w:val="4C4D4F"/>
          <w:spacing w:val="-2"/>
        </w:rPr>
        <w:t>line.</w:t>
      </w:r>
      <w:r>
        <w:rPr>
          <w:rFonts w:ascii="Arial"/>
        </w:rPr>
      </w:r>
    </w:p>
    <w:p>
      <w:pPr>
        <w:pStyle w:val="Heading6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1"/>
        </w:rPr>
        <w:t>Show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5"/>
        </w:rPr>
        <w:t> </w:t>
      </w:r>
      <w:r>
        <w:rPr>
          <w:color w:val="4C4D4F"/>
        </w:rPr>
        <w:t>teacher</w:t>
      </w:r>
      <w:r>
        <w:rPr>
          <w:color w:val="4C4D4F"/>
          <w:spacing w:val="-5"/>
        </w:rPr>
        <w:t> </w:t>
      </w:r>
      <w:r>
        <w:rPr>
          <w:color w:val="4C4D4F"/>
        </w:rPr>
        <w:t>before</w:t>
      </w:r>
      <w:r>
        <w:rPr>
          <w:color w:val="4C4D4F"/>
          <w:spacing w:val="-5"/>
        </w:rPr>
        <w:t> </w:t>
      </w:r>
      <w:r>
        <w:rPr>
          <w:color w:val="4C4D4F"/>
        </w:rPr>
        <w:t>proceeding.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Centre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punch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hole location on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flipper.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rFonts w:ascii="Arial" w:hAnsi="Arial" w:cs="Arial" w:eastAsia="Arial"/>
          <w:color w:val="4C4D4F"/>
          <w:spacing w:val="-1"/>
        </w:rPr>
        <w:t>Punch both</w:t>
      </w:r>
      <w:r>
        <w:rPr>
          <w:rFonts w:ascii="Arial" w:hAnsi="Arial" w:cs="Arial" w:eastAsia="Arial"/>
          <w:color w:val="4C4D4F"/>
        </w:rPr>
        <w:t> holes on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flipper head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 and</w:t>
      </w:r>
      <w:r>
        <w:rPr>
          <w:rFonts w:ascii="Arial" w:hAnsi="Arial" w:cs="Arial" w:eastAsia="Arial"/>
          <w:color w:val="4C4D4F"/>
        </w:rPr>
        <w:t> a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3"/>
        </w:rPr>
        <w:t>die.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785" w:hanging="320"/>
        <w:jc w:val="left"/>
      </w:pPr>
      <w:r>
        <w:rPr>
          <w:rFonts w:ascii="Arial" w:hAnsi="Arial" w:cs="Arial" w:eastAsia="Arial"/>
          <w:color w:val="4C4D4F"/>
          <w:spacing w:val="-1"/>
        </w:rPr>
        <w:t>Punch all</w:t>
      </w:r>
      <w:r>
        <w:rPr>
          <w:rFonts w:ascii="Arial" w:hAnsi="Arial" w:cs="Arial" w:eastAsia="Arial"/>
          <w:color w:val="4C4D4F"/>
        </w:rPr>
        <w:t> 4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 holes</w:t>
      </w:r>
      <w:r>
        <w:rPr>
          <w:rFonts w:ascii="Arial" w:hAnsi="Arial" w:cs="Arial" w:eastAsia="Arial"/>
          <w:color w:val="4C4D4F"/>
        </w:rPr>
        <w:t> on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flipper handle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</w:t>
      </w:r>
      <w:r>
        <w:rPr>
          <w:color w:val="4C4D4F"/>
          <w:spacing w:val="-1"/>
        </w:rPr>
        <w:t> die </w:t>
      </w:r>
      <w:r>
        <w:rPr>
          <w:color w:val="4C4D4F"/>
        </w:rPr>
        <w:t>on</w:t>
      </w:r>
      <w:r>
        <w:rPr>
          <w:color w:val="4C4D4F"/>
          <w:spacing w:val="-1"/>
        </w:rPr>
        <w:t> the Roper Whitney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punch. </w:t>
      </w:r>
      <w:r>
        <w:rPr>
          <w:color w:val="4C4D4F"/>
        </w:rPr>
        <w:t>Be</w:t>
      </w:r>
      <w:r>
        <w:rPr>
          <w:color w:val="4C4D4F"/>
          <w:spacing w:val="-2"/>
        </w:rPr>
        <w:t> sure </w:t>
      </w:r>
      <w:r>
        <w:rPr>
          <w:color w:val="4C4D4F"/>
          <w:spacing w:val="-1"/>
        </w:rPr>
        <w:t>to 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Roper</w:t>
      </w:r>
      <w:r>
        <w:rPr>
          <w:color w:val="4C4D4F"/>
        </w:rPr>
        <w:t> </w:t>
      </w:r>
      <w:r>
        <w:rPr>
          <w:color w:val="4C4D4F"/>
          <w:spacing w:val="-1"/>
        </w:rPr>
        <w:t>Whitney punch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marks.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274" w:hanging="320"/>
        <w:jc w:val="left"/>
      </w:pPr>
      <w:r>
        <w:rPr>
          <w:rFonts w:ascii="Arial"/>
          <w:color w:val="4C4D4F"/>
        </w:rPr>
        <w:t>With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no burrs or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holes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punched.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6"/>
        </w:rPr>
        <w:t>Test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holes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head.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61" w:hanging="320"/>
        <w:jc w:val="left"/>
      </w:pPr>
      <w:r>
        <w:rPr>
          <w:color w:val="4C4D4F"/>
          <w:spacing w:val="-1"/>
        </w:rPr>
        <w:t>Set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  <w:spacing w:val="-2"/>
        </w:rPr>
        <w:t> aside.</w:t>
      </w:r>
      <w:r>
        <w:rPr>
          <w:color w:val="4C4D4F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permanent</w:t>
      </w:r>
      <w:r>
        <w:rPr>
          <w:color w:val="4C4D4F"/>
        </w:rPr>
        <w:t> </w:t>
      </w:r>
      <w:r>
        <w:rPr>
          <w:color w:val="4C4D4F"/>
          <w:spacing w:val="-2"/>
        </w:rPr>
        <w:t>marker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tools,</w:t>
      </w:r>
      <w:r>
        <w:rPr>
          <w:color w:val="4C4D4F"/>
        </w:rPr>
        <w:t> trace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onto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head.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careful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centre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space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along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edges.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confirm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ready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232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Roper Whitney</w:t>
      </w:r>
      <w:r>
        <w:rPr>
          <w:color w:val="4C4D4F"/>
        </w:rPr>
        <w:t> </w:t>
      </w:r>
      <w:r>
        <w:rPr>
          <w:color w:val="4C4D4F"/>
          <w:spacing w:val="-1"/>
        </w:rPr>
        <w:t>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jewellers</w:t>
      </w:r>
      <w:r>
        <w:rPr>
          <w:color w:val="4C4D4F"/>
        </w:rPr>
        <w:t> </w:t>
      </w:r>
      <w:r>
        <w:rPr>
          <w:color w:val="4C4D4F"/>
          <w:spacing w:val="-4"/>
        </w:rPr>
        <w:t>saw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cut 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design </w:t>
      </w:r>
      <w:r>
        <w:rPr>
          <w:color w:val="4C4D4F"/>
          <w:spacing w:val="-2"/>
        </w:rPr>
        <w:t>carefully.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take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rough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sharp edges </w:t>
      </w:r>
      <w:r>
        <w:rPr>
          <w:color w:val="4C4D4F"/>
          <w:spacing w:val="-2"/>
        </w:rPr>
        <w:t>until</w:t>
      </w:r>
      <w:r>
        <w:rPr>
          <w:color w:val="4C4D4F"/>
          <w:spacing w:val="-1"/>
        </w:rPr>
        <w:t> smooth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free</w:t>
      </w:r>
      <w:r>
        <w:rPr>
          <w:color w:val="4C4D4F"/>
        </w:rPr>
        <w:t> </w:t>
      </w:r>
      <w:r>
        <w:rPr>
          <w:color w:val="4C4D4F"/>
          <w:spacing w:val="-1"/>
        </w:rPr>
        <w:t>of burrs.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232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Sharpen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opposite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holes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attachment.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79"/>
        </w:rPr>
        <w:t> </w:t>
      </w:r>
      <w:r>
        <w:rPr>
          <w:rFonts w:ascii="Arial"/>
          <w:color w:val="4C4D4F"/>
        </w:rPr>
        <w:t>file first,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cloth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8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soft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jaws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secure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head,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slightly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corners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no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could be </w:t>
      </w:r>
      <w:r>
        <w:rPr>
          <w:rFonts w:ascii="Arial"/>
          <w:color w:val="4C4D4F"/>
          <w:spacing w:val="-1"/>
        </w:rPr>
        <w:t>done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file or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cloth.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72" w:after="0"/>
        <w:ind w:left="1440" w:right="674" w:hanging="320"/>
        <w:jc w:val="both"/>
      </w:pPr>
      <w:r>
        <w:rPr>
          <w:rFonts w:ascii="Arial" w:hAnsi="Arial" w:cs="Arial" w:eastAsia="Arial"/>
          <w:color w:val="4C4D4F"/>
          <w:spacing w:val="-1"/>
        </w:rPr>
        <w:t>Now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all</w:t>
      </w:r>
      <w:r>
        <w:rPr>
          <w:rFonts w:ascii="Arial" w:hAnsi="Arial" w:cs="Arial" w:eastAsia="Arial"/>
          <w:color w:val="4C4D4F"/>
        </w:rPr>
        <w:t> surfaces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smooth,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handle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flipper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head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need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bent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30° </w:t>
      </w:r>
      <w:r>
        <w:rPr>
          <w:color w:val="4C4D4F"/>
          <w:spacing w:val="-1"/>
        </w:rPr>
        <w:t>angle using either the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and pan </w:t>
      </w:r>
      <w:r>
        <w:rPr>
          <w:color w:val="4C4D4F"/>
          <w:spacing w:val="-2"/>
        </w:rPr>
        <w:t>brake </w:t>
      </w:r>
      <w:r>
        <w:rPr>
          <w:color w:val="4C4D4F"/>
        </w:rPr>
        <w:t>or </w:t>
      </w:r>
      <w:r>
        <w:rPr>
          <w:color w:val="4C4D4F"/>
          <w:spacing w:val="-1"/>
        </w:rPr>
        <w:t>bar</w:t>
      </w:r>
      <w:r>
        <w:rPr>
          <w:color w:val="4C4D4F"/>
        </w:rPr>
        <w:t> </w:t>
      </w:r>
      <w:r>
        <w:rPr>
          <w:color w:val="4C4D4F"/>
          <w:spacing w:val="-3"/>
        </w:rPr>
        <w:t>folder.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fold</w:t>
      </w:r>
      <w:r>
        <w:rPr>
          <w:color w:val="4C4D4F"/>
        </w:rPr>
        <w:t> </w:t>
      </w:r>
      <w:r>
        <w:rPr>
          <w:color w:val="4C4D4F"/>
          <w:spacing w:val="-1"/>
        </w:rPr>
        <w:t>line </w:t>
      </w:r>
      <w:r>
        <w:rPr>
          <w:color w:val="4C4D4F"/>
          <w:spacing w:val="-2"/>
        </w:rPr>
        <w:t>evenly</w:t>
      </w:r>
      <w:r>
        <w:rPr>
          <w:color w:val="4C4D4F"/>
          <w:spacing w:val="-1"/>
        </w:rPr>
        <w:t> to</w:t>
      </w:r>
      <w:r>
        <w:rPr>
          <w:color w:val="4C4D4F"/>
          <w:spacing w:val="43"/>
        </w:rPr>
        <w:t> </w:t>
      </w:r>
      <w:r>
        <w:rPr>
          <w:color w:val="4C4D4F"/>
          <w:spacing w:val="-2"/>
        </w:rPr>
        <w:t>guarantee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715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piece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400</w:t>
      </w:r>
      <w:r>
        <w:rPr>
          <w:rFonts w:ascii="Arial"/>
          <w:color w:val="4C4D4F"/>
        </w:rPr>
        <w:t> grit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cloth.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direction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uniform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614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Ask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2 </w:t>
      </w:r>
      <w:r>
        <w:rPr>
          <w:rFonts w:ascii="Arial"/>
          <w:color w:val="4C4D4F"/>
          <w:spacing w:val="-1"/>
        </w:rPr>
        <w:t>rivets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piece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gun.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correctly </w:t>
      </w:r>
      <w:r>
        <w:rPr>
          <w:rFonts w:ascii="Arial"/>
          <w:color w:val="4C4D4F"/>
          <w:spacing w:val="-1"/>
        </w:rPr>
        <w:t>before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riveting</w:t>
      </w:r>
      <w:r>
        <w:rPr>
          <w:rFonts w:ascii="Arial"/>
          <w:color w:val="4C4D4F"/>
        </w:rPr>
        <w:t> process.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Gather </w:t>
      </w: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</w:rPr>
        <w:t>pieces </w:t>
      </w:r>
      <w:r>
        <w:rPr>
          <w:color w:val="4C4D4F"/>
          <w:spacing w:val="-1"/>
        </w:rPr>
        <w:t>of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×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×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wood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teacher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 hardware</w:t>
      </w:r>
      <w:r>
        <w:rPr/>
      </w:r>
    </w:p>
    <w:p>
      <w:pPr>
        <w:pStyle w:val="BodyText"/>
        <w:spacing w:line="240" w:lineRule="auto" w:before="47"/>
        <w:ind w:left="1440" w:right="0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(</w:t>
      </w:r>
      <w:r>
        <w:rPr>
          <w:color w:val="4C4D4F"/>
          <w:spacing w:val="-1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  <w:spacing w:val="-1"/>
        </w:rPr>
        <w:t>⁄</w:t>
      </w:r>
      <w:r>
        <w:rPr>
          <w:color w:val="4C4D4F"/>
          <w:spacing w:val="-1"/>
          <w:sz w:val="13"/>
          <w:szCs w:val="13"/>
        </w:rPr>
        <w:t>16</w:t>
      </w:r>
      <w:r>
        <w:rPr>
          <w:rFonts w:ascii="Arial" w:hAnsi="Arial" w:cs="Arial" w:eastAsia="Arial"/>
          <w:color w:val="4C4D4F"/>
          <w:spacing w:val="-1"/>
        </w:rPr>
        <w:t>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machine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screws,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countersunk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heads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nuts)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attach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wood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flipper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handle.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480" w:lineRule="atLeast" w:before="0" w:after="0"/>
        <w:ind w:left="1120" w:right="118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wood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120</w:t>
      </w:r>
      <w:r>
        <w:rPr>
          <w:rFonts w:ascii="Arial"/>
          <w:color w:val="4C4D4F"/>
        </w:rPr>
        <w:t> grit </w:t>
      </w:r>
      <w:r>
        <w:rPr>
          <w:rFonts w:ascii="Arial"/>
          <w:color w:val="4C4D4F"/>
          <w:spacing w:val="-1"/>
        </w:rPr>
        <w:t>sandpaper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wood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stain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oil.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1"/>
        </w:rPr>
        <w:t>22.</w:t>
      </w:r>
      <w:r>
        <w:rPr>
          <w:rFonts w:ascii="Arial"/>
          <w:color w:val="4C4D4F"/>
          <w:spacing w:val="1"/>
        </w:rPr>
        <w:t>Using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letter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stamps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3"/>
        </w:rPr>
        <w:t>hammer,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stamp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initials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name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ONE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</w:rPr>
      </w:r>
    </w:p>
    <w:p>
      <w:pPr>
        <w:pStyle w:val="BodyText"/>
        <w:spacing w:line="240" w:lineRule="auto" w:before="47"/>
        <w:ind w:left="1440" w:right="0" w:firstLine="0"/>
        <w:jc w:val="left"/>
      </w:pPr>
      <w:r>
        <w:rPr>
          <w:color w:val="4C4D4F"/>
          <w:spacing w:val="-1"/>
        </w:rPr>
        <w:t>wooden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handle pieces.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Attach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wood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handle,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tighten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screws.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Hand in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marking</w:t>
      </w:r>
      <w:r>
        <w:rPr>
          <w:color w:val="4C4D4F"/>
        </w:rPr>
        <w:t> </w:t>
      </w:r>
      <w:r>
        <w:rPr>
          <w:color w:val="4C4D4F"/>
          <w:spacing w:val="-1"/>
        </w:rPr>
        <w:t>along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design</w:t>
      </w:r>
      <w:r>
        <w:rPr>
          <w:color w:val="4C4D4F"/>
        </w:rPr>
        <w:t> </w:t>
      </w:r>
      <w:r>
        <w:rPr>
          <w:color w:val="4C4D4F"/>
          <w:spacing w:val="-2"/>
        </w:rPr>
        <w:t>drawings.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688" w:firstLine="0"/>
        <w:jc w:val="both"/>
      </w:pP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AutoCAD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similar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software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available,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flipper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either laser</w:t>
      </w:r>
      <w:r>
        <w:rPr>
          <w:color w:val="4C4D4F"/>
        </w:rPr>
        <w:t> </w:t>
      </w:r>
      <w:r>
        <w:rPr>
          <w:color w:val="4C4D4F"/>
          <w:spacing w:val="-2"/>
        </w:rPr>
        <w:t>engrave</w:t>
      </w:r>
      <w:r>
        <w:rPr>
          <w:color w:val="4C4D4F"/>
          <w:spacing w:val="-1"/>
        </w:rPr>
        <w:t> </w:t>
      </w:r>
      <w:r>
        <w:rPr>
          <w:color w:val="4C4D4F"/>
        </w:rPr>
        <w:t>or CNC</w:t>
      </w:r>
      <w:r>
        <w:rPr>
          <w:color w:val="4C4D4F"/>
          <w:spacing w:val="-1"/>
        </w:rPr>
        <w:t> machine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design,</w:t>
      </w:r>
      <w:r>
        <w:rPr>
          <w:color w:val="4C4D4F"/>
        </w:rPr>
        <w:t> </w:t>
      </w:r>
      <w:r>
        <w:rPr>
          <w:color w:val="4C4D4F"/>
          <w:spacing w:val="-1"/>
        </w:rPr>
        <w:t>depending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in the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shop.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715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procedures at</w:t>
      </w:r>
      <w:r>
        <w:rPr>
          <w:color w:val="4C4D4F"/>
        </w:rPr>
        <w:t> </w:t>
      </w:r>
      <w:r>
        <w:rPr>
          <w:color w:val="4C4D4F"/>
          <w:spacing w:val="-1"/>
        </w:rPr>
        <w:t>all times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management: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time, attitude, </w:t>
      </w:r>
      <w:r>
        <w:rPr>
          <w:color w:val="4C4D4F"/>
          <w:spacing w:val="1"/>
        </w:rPr>
        <w:t>effort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are neat</w:t>
      </w:r>
      <w:r>
        <w:rPr>
          <w:color w:val="4C4D4F"/>
        </w:rPr>
        <w:t> </w:t>
      </w:r>
      <w:r>
        <w:rPr>
          <w:color w:val="4C4D4F"/>
          <w:spacing w:val="-1"/>
        </w:rPr>
        <w:t>and organized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 details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measurements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layout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tools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burrs </w:t>
      </w:r>
      <w:r>
        <w:rPr>
          <w:color w:val="4C4D4F"/>
          <w:spacing w:val="-1"/>
        </w:rPr>
        <w:t>are </w:t>
      </w:r>
      <w:r>
        <w:rPr>
          <w:color w:val="4C4D4F"/>
          <w:spacing w:val="-2"/>
        </w:rPr>
        <w:t>removed </w:t>
      </w:r>
      <w:r>
        <w:rPr>
          <w:color w:val="4C4D4F"/>
          <w:spacing w:val="-1"/>
        </w:rPr>
        <w:t>and sharp 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Project is assembled</w:t>
      </w:r>
      <w:r>
        <w:rPr>
          <w:color w:val="4C4D4F"/>
        </w:rPr>
        <w:t> correctly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securely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137" w:after="0"/>
        <w:ind w:left="1640" w:right="1180" w:hanging="270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 located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wooden handle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easy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read.</w:t>
      </w:r>
      <w:r>
        <w:rPr>
          <w:color w:val="4C4D4F"/>
        </w:rPr>
        <w:t> </w:t>
      </w:r>
      <w:r>
        <w:rPr>
          <w:color w:val="4C4D4F"/>
          <w:spacing w:val="-2"/>
        </w:rPr>
        <w:t>Equally</w:t>
      </w:r>
      <w:r>
        <w:rPr>
          <w:color w:val="4C4D4F"/>
          <w:spacing w:val="-1"/>
        </w:rPr>
        <w:t> spaced and lined up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horizontally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folds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even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square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59"/>
        <w:ind w:left="560" w:right="0"/>
        <w:jc w:val="left"/>
      </w:pPr>
      <w:r>
        <w:rPr/>
        <w:pict>
          <v:group style="position:absolute;margin-left:318.820099pt;margin-top:55.413635pt;width:50.9pt;height:17.25pt;mso-position-horizontal-relative:page;mso-position-vertical-relative:paragraph;z-index:1096" coordorigin="6376,1108" coordsize="1018,345">
            <v:group style="position:absolute;left:7096;top:1117;width:288;height:2" coordorigin="7096,1117" coordsize="288,2">
              <v:shape style="position:absolute;left:7096;top:1117;width:288;height:2" coordorigin="7096,1117" coordsize="288,0" path="m7384,1117l7096,1117e" filled="false" stroked="true" strokeweight=".9pt" strokecolor="#000000">
                <v:path arrowok="t"/>
              </v:shape>
            </v:group>
            <v:group style="position:absolute;left:6522;top:1123;width:584;height:265" coordorigin="6522,1123" coordsize="584,265">
              <v:shape style="position:absolute;left:6522;top:1123;width:584;height:265" coordorigin="6522,1123" coordsize="584,265" path="m6522,1388l7105,1123e" filled="false" stroked="true" strokeweight=".9pt" strokecolor="#000000">
                <v:path arrowok="t"/>
              </v:shape>
            </v:group>
            <v:group style="position:absolute;left:6376;top:1325;width:200;height:129" coordorigin="6376,1325" coordsize="200,129">
              <v:shape style="position:absolute;left:6376;top:1325;width:200;height:129" coordorigin="6376,1325" coordsize="200,129" path="m6533,1325l6376,1453,6576,1420,6533,1325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F61AB"/>
        </w:rPr>
        <w:t>BBQ Flipper Body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spacing w:after="0" w:line="240" w:lineRule="auto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Heading4"/>
        <w:spacing w:line="240" w:lineRule="auto"/>
        <w:ind w:left="0" w:right="0"/>
        <w:jc w:val="right"/>
      </w:pPr>
      <w:r>
        <w:rPr/>
        <w:pict>
          <v:group style="position:absolute;margin-left:68.163300pt;margin-top:-.659846pt;width:367.55pt;height:370.1pt;mso-position-horizontal-relative:page;mso-position-vertical-relative:paragraph;z-index:-13624" coordorigin="1363,-13" coordsize="7351,7402">
            <v:group style="position:absolute;left:2672;top:216;width:3155;height:3" coordorigin="2672,216" coordsize="3155,3">
              <v:shape style="position:absolute;left:2672;top:216;width:3155;height:3" coordorigin="2672,216" coordsize="3155,3" path="m2672,216l5826,219e" filled="false" stroked="true" strokeweight=".9pt" strokecolor="#000000">
                <v:path arrowok="t"/>
              </v:shape>
            </v:group>
            <v:group style="position:absolute;left:2512;top:163;width:196;height:105" coordorigin="2512,163" coordsize="196,105">
              <v:shape style="position:absolute;left:2512;top:163;width:196;height:105" coordorigin="2512,163" coordsize="196,105" path="m2707,163l2512,215,2707,268,2707,163xe" filled="true" fillcolor="#000000" stroked="false">
                <v:path arrowok="t"/>
                <v:fill type="solid"/>
              </v:shape>
            </v:group>
            <v:group style="position:absolute;left:5791;top:166;width:196;height:105" coordorigin="5791,166" coordsize="196,105">
              <v:shape style="position:absolute;left:5791;top:166;width:196;height:105" coordorigin="5791,166" coordsize="196,105" path="m5791,166l5791,271,5986,219,5791,166xe" filled="true" fillcolor="#000000" stroked="false">
                <v:path arrowok="t"/>
                <v:fill type="solid"/>
              </v:shape>
            </v:group>
            <v:group style="position:absolute;left:1540;top:5751;width:31;height:402" coordorigin="1540,5751" coordsize="31,402">
              <v:shape style="position:absolute;left:1540;top:5751;width:31;height:402" coordorigin="1540,5751" coordsize="31,402" path="m1570,5751l1540,6153e" filled="false" stroked="true" strokeweight=".9pt" strokecolor="#000000">
                <v:path arrowok="t"/>
              </v:shape>
            </v:group>
            <v:group style="position:absolute;left:1516;top:5592;width:105;height:199" coordorigin="1516,5592" coordsize="105,199">
              <v:shape style="position:absolute;left:1516;top:5592;width:105;height:199" coordorigin="1516,5592" coordsize="105,199" path="m1582,5592l1516,5782,1620,5790,1582,5592xe" filled="true" fillcolor="#000000" stroked="false">
                <v:path arrowok="t"/>
                <v:fill type="solid"/>
              </v:shape>
            </v:group>
            <v:group style="position:absolute;left:1491;top:6113;width:105;height:199" coordorigin="1491,6113" coordsize="105,199">
              <v:shape style="position:absolute;left:1491;top:6113;width:105;height:199" coordorigin="1491,6113" coordsize="105,199" path="m1491,6113l1528,6312,1595,6121,1491,6113xe" filled="true" fillcolor="#000000" stroked="false">
                <v:path arrowok="t"/>
                <v:fill type="solid"/>
              </v:shape>
            </v:group>
            <v:group style="position:absolute;left:6684;top:939;width:68;height:5597" coordorigin="6684,939" coordsize="68,5597">
              <v:shape style="position:absolute;left:6684;top:939;width:68;height:5597" coordorigin="6684,939" coordsize="68,5597" path="m6684,939l6752,6535e" filled="false" stroked="true" strokeweight=".9pt" strokecolor="#000000">
                <v:path arrowok="t"/>
              </v:shape>
            </v:group>
            <v:group style="position:absolute;left:6632;top:780;width:105;height:196" coordorigin="6632,780" coordsize="105,196">
              <v:shape style="position:absolute;left:6632;top:780;width:105;height:196" coordorigin="6632,780" coordsize="105,196" path="m6682,780l6632,975,6737,974,6682,780xe" filled="true" fillcolor="#000000" stroked="false">
                <v:path arrowok="t"/>
                <v:fill type="solid"/>
              </v:shape>
            </v:group>
            <v:group style="position:absolute;left:6699;top:6499;width:105;height:196" coordorigin="6699,6499" coordsize="105,196">
              <v:shape style="position:absolute;left:6699;top:6499;width:105;height:196" coordorigin="6699,6499" coordsize="105,196" path="m6804,6499l6699,6500,6754,6695,6804,6499xe" filled="true" fillcolor="#000000" stroked="false">
                <v:path arrowok="t"/>
                <v:fill type="solid"/>
              </v:shape>
            </v:group>
            <v:group style="position:absolute;left:6190;top:4476;width:988;height:580" coordorigin="6190,4476" coordsize="988,580">
              <v:shape style="position:absolute;left:6190;top:4476;width:988;height:580" coordorigin="6190,4476" coordsize="988,580" path="m6190,5055l7177,4476e" filled="false" stroked="true" strokeweight=".9pt" strokecolor="#000000">
                <v:path arrowok="t"/>
              </v:shape>
            </v:group>
            <v:group style="position:absolute;left:6052;top:4992;width:195;height:144" coordorigin="6052,4992" coordsize="195,144">
              <v:shape style="position:absolute;left:6052;top:4992;width:195;height:144" coordorigin="6052,4992" coordsize="195,144" path="m6194,4992l6052,5136,6247,5082,6194,4992xe" filled="true" fillcolor="#000000" stroked="false">
                <v:path arrowok="t"/>
                <v:fill type="solid"/>
              </v:shape>
            </v:group>
            <v:group style="position:absolute;left:1372;top:6756;width:7333;height:2" coordorigin="1372,6756" coordsize="7333,2">
              <v:shape style="position:absolute;left:1372;top:6756;width:7333;height:2" coordorigin="1372,6756" coordsize="7333,0" path="m1372,6756l8704,6756e" filled="false" stroked="true" strokeweight=".9pt" strokecolor="#000000">
                <v:path arrowok="t"/>
              </v:shape>
            </v:group>
            <v:group style="position:absolute;left:1581;top:4842;width:2;height:164" coordorigin="1581,4842" coordsize="2,164">
              <v:shape style="position:absolute;left:1581;top:4842;width:2;height:164" coordorigin="1581,4842" coordsize="0,164" path="m1581,5005l1581,4842e" filled="false" stroked="true" strokeweight=".9pt" strokecolor="#000000">
                <v:path arrowok="t"/>
              </v:shape>
            </v:group>
            <v:group style="position:absolute;left:1529;top:4969;width:105;height:196" coordorigin="1529,4969" coordsize="105,196">
              <v:shape style="position:absolute;left:1529;top:4969;width:105;height:196" coordorigin="1529,4969" coordsize="105,196" path="m1634,4969l1529,4969,1581,5164,1634,4969xe" filled="true" fillcolor="#000000" stroked="false">
                <v:path arrowok="t"/>
                <v:fill type="solid"/>
              </v:shape>
            </v:group>
            <v:group style="position:absolute;left:1432;top:5148;width:7189;height:2" coordorigin="1432,5148" coordsize="7189,2">
              <v:shape style="position:absolute;left:1432;top:5148;width:7189;height:2" coordorigin="1432,5148" coordsize="7189,0" path="m1432,5148l8620,5148e" filled="false" stroked="true" strokeweight=".9pt" strokecolor="#000000">
                <v:path arrowok="t"/>
              </v:shape>
            </v:group>
            <v:group style="position:absolute;left:7180;top:4476;width:300;height:2" coordorigin="7180,4476" coordsize="300,2">
              <v:shape style="position:absolute;left:7180;top:4476;width:300;height:2" coordorigin="7180,4476" coordsize="300,0" path="m7480,4476l7180,4476e" filled="false" stroked="true" strokeweight=".9pt" strokecolor="#000000">
                <v:path arrowok="t"/>
              </v:shape>
            </v:group>
            <v:group style="position:absolute;left:1516;top:6951;width:2;height:314" coordorigin="1516,6951" coordsize="2,314">
              <v:shape style="position:absolute;left:1516;top:6951;width:2;height:314" coordorigin="1516,6951" coordsize="0,314" path="m1516,6951l1516,7265e" filled="false" stroked="true" strokeweight=".9pt" strokecolor="#000000">
                <v:path arrowok="t"/>
              </v:shape>
            </v:group>
            <v:group style="position:absolute;left:1464;top:6792;width:105;height:196" coordorigin="1464,6792" coordsize="105,196">
              <v:shape style="position:absolute;left:1464;top:6792;width:105;height:196" coordorigin="1464,6792" coordsize="105,196" path="m1516,6792l1464,6987,1569,6987,1516,6792xe" filled="true" fillcolor="#000000" stroked="false">
                <v:path arrowok="t"/>
                <v:fill type="solid"/>
              </v:shape>
            </v:group>
            <v:group style="position:absolute;left:8524;top:5325;width:43;height:1236" coordorigin="8524,5325" coordsize="43,1236">
              <v:shape style="position:absolute;left:8524;top:5325;width:43;height:1236" coordorigin="8524,5325" coordsize="43,1236" path="m8524,5325l8567,6560e" filled="false" stroked="true" strokeweight=".9pt" strokecolor="#000000">
                <v:path arrowok="t"/>
              </v:shape>
            </v:group>
            <v:group style="position:absolute;left:8473;top:5166;width:105;height:197" coordorigin="8473,5166" coordsize="105,197">
              <v:shape style="position:absolute;left:8473;top:5166;width:105;height:197" coordorigin="8473,5166" coordsize="105,197" path="m8518,5166l8473,5362,8577,5359,8518,5166xe" filled="true" fillcolor="#000000" stroked="false">
                <v:path arrowok="t"/>
                <v:fill type="solid"/>
              </v:shape>
            </v:group>
            <v:group style="position:absolute;left:8513;top:6523;width:105;height:197" coordorigin="8513,6523" coordsize="105,197">
              <v:shape style="position:absolute;left:8513;top:6523;width:105;height:197" coordorigin="8513,6523" coordsize="105,197" path="m8618,6523l8513,6526,8572,6720,8618,6523xe" filled="true" fillcolor="#000000" stroked="false">
                <v:path arrowok="t"/>
                <v:fill type="solid"/>
              </v:shape>
            </v:group>
            <v:group style="position:absolute;left:1396;top:5616;width:2820;height:3" coordorigin="1396,5616" coordsize="2820,3">
              <v:shape style="position:absolute;left:1396;top:5616;width:2820;height:3" coordorigin="1396,5616" coordsize="2820,3" path="m1396,5616l4216,5618e" filled="false" stroked="true" strokeweight=".9pt" strokecolor="#000000">
                <v:path arrowok="t"/>
              </v:shape>
            </v:group>
            <v:group style="position:absolute;left:1372;top:6290;width:2827;height:22" coordorigin="1372,6290" coordsize="2827,22">
              <v:shape style="position:absolute;left:1372;top:6290;width:2827;height:22" coordorigin="1372,6290" coordsize="2827,22" path="m1372,6312l4199,6290e" filled="false" stroked="true" strokeweight=".9pt" strokecolor="#000000">
                <v:path arrowok="t"/>
              </v:shape>
            </v:group>
            <v:group style="position:absolute;left:4804;top:7380;width:301;height:2" coordorigin="4804,7380" coordsize="301,2">
              <v:shape style="position:absolute;left:4804;top:7380;width:301;height:2" coordorigin="4804,7380" coordsize="301,0" path="m5104,7380l4804,7380e" filled="false" stroked="true" strokeweight=".9pt" strokecolor="#000000">
                <v:path arrowok="t"/>
              </v:shape>
            </v:group>
            <v:group style="position:absolute;left:4314;top:6459;width:479;height:921" coordorigin="4314,6459" coordsize="479,921">
              <v:shape style="position:absolute;left:4314;top:6459;width:479;height:921" coordorigin="4314,6459" coordsize="479,921" path="m4314,6459l4792,7380e" filled="false" stroked="true" strokeweight=".9pt" strokecolor="#000000">
                <v:path arrowok="t"/>
              </v:shape>
            </v:group>
            <v:group style="position:absolute;left:4240;top:6318;width:137;height:198" coordorigin="4240,6318" coordsize="137,198">
              <v:shape style="position:absolute;left:4240;top:6318;width:137;height:198" coordorigin="4240,6318" coordsize="137,198" path="m4240,6318l4284,6515,4377,6467,4240,6318xe" filled="true" fillcolor="#000000" stroked="false">
                <v:path arrowok="t"/>
                <v:fill type="solid"/>
              </v:shape>
            </v:group>
            <v:group style="position:absolute;left:4137;top:6159;width:239;height:240" coordorigin="4137,6159" coordsize="239,240">
              <v:shape style="position:absolute;left:4137;top:6159;width:239;height:240" coordorigin="4137,6159" coordsize="239,240" path="m4375,6279l4357,6342,4309,6386,4266,6398,4241,6396,4179,6370,4142,6319,4137,6298,4138,6272,4162,6207,4209,6168,4249,6159,4274,6161,4334,6189,4369,6242,4375,6279xe" filled="false" stroked="true" strokeweight=".45pt" strokecolor="#000000">
                <v:path arrowok="t"/>
              </v:shape>
            </v:group>
            <v:group style="position:absolute;left:4140;top:5479;width:239;height:240" coordorigin="4140,5479" coordsize="239,240">
              <v:shape style="position:absolute;left:4140;top:5479;width:239;height:240" coordorigin="4140,5479" coordsize="239,240" path="m4378,5599l4360,5662,4312,5706,4269,5718,4244,5716,4182,5690,4145,5639,4140,5618,4141,5592,4165,5527,4212,5488,4252,5479,4276,5481,4336,5509,4372,5562,4378,5599xe" filled="false" stroked="true" strokeweight=".45pt" strokecolor="#000000">
                <v:path arrowok="t"/>
              </v:shape>
            </v:group>
            <v:group style="position:absolute;left:5823;top:765;width:1045;height:14" coordorigin="5823,765" coordsize="1045,14">
              <v:shape style="position:absolute;left:5823;top:765;width:1045;height:14" coordorigin="5823,765" coordsize="1045,14" path="m6867,778l5823,765e" filled="false" stroked="true" strokeweight=".9pt" strokecolor="#000000">
                <v:path arrowok="t"/>
              </v:shape>
            </v:group>
            <v:group style="position:absolute;left:2452;top:65;width:81;height:6715" coordorigin="2452,65" coordsize="81,6715">
              <v:shape style="position:absolute;left:2452;top:65;width:81;height:6715" coordorigin="2452,65" coordsize="81,6715" path="m2533,65l2452,6780e" filled="false" stroked="true" strokeweight=".9pt" strokecolor="#000000">
                <v:path arrowok="t"/>
              </v:shape>
            </v:group>
            <v:group style="position:absolute;left:2515;top:768;width:3492;height:167" coordorigin="2515,768" coordsize="3492,167">
              <v:shape style="position:absolute;left:2515;top:768;width:3492;height:167" coordorigin="2515,768" coordsize="3492,167" path="m2515,934l2517,911,2521,889,2551,831,2601,789,2664,768,5841,768,5864,769,5926,791,5974,835,6002,894,6006,916e" filled="false" stroked="true" strokeweight=".9pt" strokecolor="#000000">
                <v:path arrowok="t"/>
              </v:shape>
            </v:group>
            <v:group style="position:absolute;left:5998;top:876;width:54;height:5878" coordorigin="5998,876" coordsize="54,5878">
              <v:shape style="position:absolute;left:5998;top:876;width:54;height:5878" coordorigin="5998,876" coordsize="54,5878" path="m6052,6753l5998,876e" filled="false" stroked="true" strokeweight=".9pt" strokecolor="#000000">
                <v:path arrowok="t"/>
              </v:shape>
            </v:group>
            <v:group style="position:absolute;left:6637;top:3523;width:162;height:413" coordorigin="6637,3523" coordsize="162,413">
              <v:shape style="position:absolute;left:6637;top:3523;width:162;height:413" coordorigin="6637,3523" coordsize="162,413" path="m6702,3523l6650,3560,6637,3603,6639,3871,6676,3923,6718,3936,6735,3934,6787,3897,6799,3855,6799,3594,6752,3532,6702,3523xe" filled="true" fillcolor="#ffffff" stroked="false">
                <v:path arrowok="t"/>
                <v:fill type="solid"/>
              </v:shape>
            </v:group>
            <v:group style="position:absolute;left:8464;top:5755;width:162;height:413" coordorigin="8464,5755" coordsize="162,413">
              <v:shape style="position:absolute;left:8464;top:5755;width:162;height:413" coordorigin="8464,5755" coordsize="162,413" path="m8529,5755l8477,5792,8464,5835,8466,6103,8503,6156,8545,6168,8562,6166,8614,6129,8626,6087,8626,5826,8579,5764,8529,5755xe" filled="true" fillcolor="#ffffff" stroked="false">
                <v:path arrowok="t"/>
                <v:fill type="solid"/>
              </v:shape>
            </v:group>
            <v:group style="position:absolute;left:3854;top:-13;width:848;height:415" coordorigin="3854,-13" coordsize="848,415">
              <v:shape style="position:absolute;left:3854;top:-13;width:848;height:415" coordorigin="3854,-13" coordsize="848,415" path="m4620,-13l3918,-11,3866,25,3854,68,3855,336,3892,389,3935,401,4620,401,4689,362,4701,320,4699,51,4662,-1,4620,-13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t>4.0000</w:t>
      </w:r>
    </w:p>
    <w:p>
      <w:pPr>
        <w:spacing w:before="62"/>
        <w:ind w:left="2801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spacing w:val="-1"/>
          <w:sz w:val="25"/>
        </w:rPr>
        <w:t>Slight</w:t>
      </w:r>
      <w:r>
        <w:rPr>
          <w:rFonts w:ascii="Myriad Pro"/>
          <w:sz w:val="25"/>
        </w:rPr>
        <w:t> </w:t>
      </w:r>
      <w:r>
        <w:rPr>
          <w:rFonts w:ascii="Myriad Pro"/>
          <w:spacing w:val="-1"/>
          <w:sz w:val="25"/>
        </w:rPr>
        <w:t>radius</w:t>
      </w:r>
      <w:r>
        <w:rPr>
          <w:rFonts w:ascii="Myriad Pro"/>
          <w:sz w:val="25"/>
        </w:rPr>
        <w:t> </w:t>
      </w:r>
      <w:r>
        <w:rPr>
          <w:rFonts w:ascii="Myriad Pro"/>
          <w:spacing w:val="-1"/>
          <w:sz w:val="25"/>
        </w:rPr>
        <w:t>created</w:t>
      </w:r>
      <w:r>
        <w:rPr>
          <w:rFonts w:ascii="Myriad Pro"/>
          <w:sz w:val="25"/>
        </w:rPr>
        <w:t> </w:t>
      </w:r>
      <w:r>
        <w:rPr>
          <w:rFonts w:ascii="Myriad Pro"/>
          <w:spacing w:val="-1"/>
          <w:sz w:val="25"/>
        </w:rPr>
        <w:t>by</w:t>
      </w:r>
      <w:r>
        <w:rPr>
          <w:rFonts w:ascii="Myriad Pro"/>
          <w:sz w:val="25"/>
        </w:rPr>
        <w:t> filing edges</w:t>
      </w:r>
    </w:p>
    <w:p>
      <w:pPr>
        <w:spacing w:after="0"/>
        <w:jc w:val="left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2240" w:h="15840"/>
          <w:pgMar w:top="1080" w:bottom="280" w:left="880" w:right="340"/>
          <w:cols w:num="2" w:equalWidth="0">
            <w:col w:w="3735" w:space="40"/>
            <w:col w:w="7245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1" w:lineRule="auto" w:before="192"/>
        <w:ind w:left="2328" w:right="7089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pacing w:val="-1"/>
          <w:sz w:val="25"/>
        </w:rPr>
        <w:t>Student</w:t>
      </w:r>
      <w:r>
        <w:rPr>
          <w:rFonts w:ascii="Myriad Pro"/>
          <w:spacing w:val="25"/>
          <w:sz w:val="25"/>
        </w:rPr>
        <w:t> </w:t>
      </w:r>
      <w:r>
        <w:rPr>
          <w:rFonts w:ascii="Myriad Pro"/>
          <w:spacing w:val="-1"/>
          <w:sz w:val="25"/>
        </w:rPr>
        <w:t>designed</w:t>
      </w:r>
      <w:r>
        <w:rPr>
          <w:rFonts w:ascii="Myriad Pro"/>
          <w:spacing w:val="26"/>
          <w:sz w:val="25"/>
        </w:rPr>
        <w:t> </w:t>
      </w:r>
      <w:r>
        <w:rPr>
          <w:rFonts w:ascii="Myriad Pro"/>
          <w:spacing w:val="-1"/>
          <w:sz w:val="25"/>
        </w:rPr>
        <w:t>center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29"/>
          <w:szCs w:val="29"/>
        </w:rPr>
      </w:pPr>
    </w:p>
    <w:p>
      <w:pPr>
        <w:spacing w:before="62"/>
        <w:ind w:left="683" w:right="0" w:firstLine="0"/>
        <w:jc w:val="center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6.7500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0"/>
        <w:ind w:left="6684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pacing w:val="-2"/>
          <w:sz w:val="25"/>
        </w:rPr>
        <w:t>Fold</w:t>
      </w:r>
      <w:r>
        <w:rPr>
          <w:rFonts w:ascii="Myriad Pro"/>
          <w:sz w:val="25"/>
        </w:rPr>
        <w:t> line </w:t>
      </w:r>
      <w:r>
        <w:rPr>
          <w:rFonts w:ascii="Myriad Pro"/>
          <w:spacing w:val="-2"/>
          <w:sz w:val="25"/>
        </w:rPr>
        <w:t>for</w:t>
      </w:r>
      <w:r>
        <w:rPr>
          <w:rFonts w:ascii="Myriad Pro"/>
          <w:sz w:val="25"/>
        </w:rPr>
        <w:t> handle </w:t>
      </w:r>
      <w:r>
        <w:rPr>
          <w:rFonts w:ascii="Myriad Pro"/>
          <w:spacing w:val="-1"/>
          <w:sz w:val="25"/>
        </w:rPr>
        <w:t>attachment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5"/>
          <w:szCs w:val="25"/>
        </w:rPr>
      </w:pPr>
    </w:p>
    <w:p>
      <w:pPr>
        <w:spacing w:before="62"/>
        <w:ind w:left="312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0.5000</w:t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</w:p>
    <w:p>
      <w:pPr>
        <w:spacing w:before="62"/>
        <w:ind w:left="7272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1.7500</w:t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</w:p>
    <w:p>
      <w:pPr>
        <w:spacing w:before="62"/>
        <w:ind w:left="288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0.5000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62"/>
        <w:ind w:left="0" w:right="1228" w:firstLine="0"/>
        <w:jc w:val="center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3/16" hole</w:t>
      </w:r>
    </w:p>
    <w:p>
      <w:pPr>
        <w:spacing w:after="0"/>
        <w:jc w:val="center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0"/>
        <w:ind w:left="7047" w:right="0" w:firstLine="0"/>
        <w:jc w:val="left"/>
        <w:rPr>
          <w:rFonts w:ascii="Myriad Pro" w:hAnsi="Myriad Pro" w:cs="Myriad Pro" w:eastAsia="Myriad Pro"/>
          <w:sz w:val="21"/>
          <w:szCs w:val="21"/>
        </w:rPr>
      </w:pPr>
      <w:r>
        <w:rPr/>
        <w:pict>
          <v:shape style="position:absolute;margin-left:695.31665pt;margin-top:-166.992081pt;width:18pt;height:144.3pt;mso-position-horizontal-relative:page;mso-position-vertical-relative:paragraph;z-index:1216" type="#_x0000_t202" filled="false" stroked="false">
            <v:textbox inset="0,0,0,0" style="layout-flow:vertical">
              <w:txbxContent>
                <w:p>
                  <w:pPr>
                    <w:spacing w:line="34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4F61AB"/>
                      <w:sz w:val="32"/>
                    </w:rPr>
                    <w:t>BBQ Flipper Handle</w:t>
                  </w:r>
                  <w:r>
                    <w:rPr>
                      <w:rFonts w:ascii="Arial"/>
                      <w:sz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pacing w:val="-1"/>
          <w:w w:val="105"/>
          <w:sz w:val="21"/>
        </w:rPr>
        <w:t>Note:</w:t>
      </w:r>
      <w:r>
        <w:rPr>
          <w:rFonts w:ascii="Myriad Pro"/>
          <w:spacing w:val="-11"/>
          <w:w w:val="105"/>
          <w:sz w:val="21"/>
        </w:rPr>
        <w:t> </w:t>
      </w:r>
      <w:r>
        <w:rPr>
          <w:rFonts w:ascii="Myriad Pro"/>
          <w:spacing w:val="-1"/>
          <w:w w:val="105"/>
          <w:sz w:val="21"/>
        </w:rPr>
        <w:t>All</w:t>
      </w:r>
      <w:r>
        <w:rPr>
          <w:rFonts w:ascii="Myriad Pro"/>
          <w:spacing w:val="-11"/>
          <w:w w:val="105"/>
          <w:sz w:val="21"/>
        </w:rPr>
        <w:t> </w:t>
      </w:r>
      <w:r>
        <w:rPr>
          <w:rFonts w:ascii="Myriad Pro"/>
          <w:w w:val="105"/>
          <w:sz w:val="21"/>
        </w:rPr>
        <w:t>holes</w:t>
      </w:r>
      <w:r>
        <w:rPr>
          <w:rFonts w:ascii="Myriad Pro"/>
          <w:spacing w:val="-11"/>
          <w:w w:val="105"/>
          <w:sz w:val="21"/>
        </w:rPr>
        <w:t> </w:t>
      </w:r>
      <w:r>
        <w:rPr>
          <w:rFonts w:ascii="Myriad Pro"/>
          <w:spacing w:val="-1"/>
          <w:w w:val="105"/>
          <w:sz w:val="21"/>
        </w:rPr>
        <w:t>are</w:t>
      </w:r>
      <w:r>
        <w:rPr>
          <w:rFonts w:ascii="Myriad Pro"/>
          <w:spacing w:val="-11"/>
          <w:w w:val="105"/>
          <w:sz w:val="21"/>
        </w:rPr>
        <w:t> </w:t>
      </w:r>
      <w:r>
        <w:rPr>
          <w:rFonts w:ascii="Myriad Pro"/>
          <w:w w:val="105"/>
          <w:sz w:val="21"/>
        </w:rPr>
        <w:t>3/16"</w:t>
      </w:r>
      <w:r>
        <w:rPr>
          <w:rFonts w:ascii="Myriad Pro"/>
          <w:spacing w:val="-10"/>
          <w:w w:val="105"/>
          <w:sz w:val="21"/>
        </w:rPr>
        <w:t> </w:t>
      </w:r>
      <w:r>
        <w:rPr>
          <w:rFonts w:ascii="Myriad Pro"/>
          <w:w w:val="105"/>
          <w:sz w:val="21"/>
        </w:rPr>
        <w:t>in</w:t>
      </w:r>
      <w:r>
        <w:rPr>
          <w:rFonts w:ascii="Myriad Pro"/>
          <w:spacing w:val="-11"/>
          <w:w w:val="105"/>
          <w:sz w:val="21"/>
        </w:rPr>
        <w:t> </w:t>
      </w:r>
      <w:r>
        <w:rPr>
          <w:rFonts w:ascii="Myriad Pro"/>
          <w:spacing w:val="-1"/>
          <w:w w:val="105"/>
          <w:sz w:val="21"/>
        </w:rPr>
        <w:t>diameter</w:t>
      </w:r>
      <w:r>
        <w:rPr>
          <w:rFonts w:ascii="Myriad Pro"/>
          <w:sz w:val="21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4"/>
          <w:szCs w:val="24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4"/>
          <w:szCs w:val="24"/>
        </w:rPr>
        <w:sectPr>
          <w:headerReference w:type="even" r:id="rId20"/>
          <w:footerReference w:type="even" r:id="rId21"/>
          <w:pgSz w:w="15840" w:h="12240" w:orient="landscape"/>
          <w:pgMar w:header="0" w:footer="0" w:top="0" w:bottom="280" w:left="500" w:right="5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4"/>
          <w:szCs w:val="24"/>
        </w:rPr>
      </w:pPr>
    </w:p>
    <w:p>
      <w:pPr>
        <w:pStyle w:val="Heading4"/>
        <w:spacing w:line="240" w:lineRule="auto" w:before="0"/>
        <w:ind w:right="0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72.513298pt;margin-top:-26.841784pt;width:620.15pt;height:108.85pt;mso-position-horizontal-relative:page;mso-position-vertical-relative:paragraph;z-index:-13552" coordorigin="1450,-537" coordsize="12403,2177">
            <v:group style="position:absolute;left:1740;top:430;width:12077;height:46" coordorigin="1740,430" coordsize="12077,46">
              <v:shape style="position:absolute;left:1740;top:430;width:12077;height:46" coordorigin="1740,430" coordsize="12077,46" path="m13816,430l1740,476e" filled="false" stroked="true" strokeweight=".904pt" strokecolor="#000000">
                <v:path arrowok="t"/>
              </v:shape>
            </v:group>
            <v:group style="position:absolute;left:1704;top:1280;width:12140;height:19" coordorigin="1704,1280" coordsize="12140,19">
              <v:shape style="position:absolute;left:1704;top:1280;width:12140;height:19" coordorigin="1704,1280" coordsize="12140,19" path="m13843,1280l1704,1298e" filled="false" stroked="true" strokeweight=".904pt" strokecolor="#000000">
                <v:path arrowok="t"/>
              </v:shape>
            </v:group>
            <v:group style="position:absolute;left:1722;top:864;width:11552;height:28" coordorigin="1722,864" coordsize="11552,28">
              <v:shape style="position:absolute;left:1722;top:864;width:11552;height:28" coordorigin="1722,864" coordsize="11552,28" path="m13274,864l1722,891e" filled="false" stroked="true" strokeweight=".904pt" strokecolor="#000000">
                <v:path arrowok="t"/>
              </v:shape>
            </v:group>
            <v:group style="position:absolute;left:13247;top:-31;width:64;height:1320" coordorigin="13247,-31" coordsize="64,1320">
              <v:shape style="position:absolute;left:13247;top:-31;width:64;height:1320" coordorigin="13247,-31" coordsize="64,1320" path="m13247,-31l13310,1289e" filled="false" stroked="true" strokeweight=".904pt" strokecolor="#000000">
                <v:path arrowok="t"/>
              </v:shape>
            </v:group>
            <v:group style="position:absolute;left:12415;top:-40;width:73;height:1338" coordorigin="12415,-40" coordsize="73,1338">
              <v:shape style="position:absolute;left:12415;top:-40;width:73;height:1338" coordorigin="12415,-40" coordsize="73,1338" path="m12415,-40l12487,1298e" filled="false" stroked="true" strokeweight=".904pt" strokecolor="#000000">
                <v:path arrowok="t"/>
              </v:shape>
            </v:group>
            <v:group style="position:absolute;left:9080;top:-22;width:37;height:1311" coordorigin="9080,-22" coordsize="37,1311">
              <v:shape style="position:absolute;left:9080;top:-22;width:37;height:1311" coordorigin="9080,-22" coordsize="37,1311" path="m9080,-22l9116,1289e" filled="false" stroked="true" strokeweight=".904pt" strokecolor="#000000">
                <v:path arrowok="t"/>
              </v:shape>
            </v:group>
            <v:group style="position:absolute;left:3132;top:-519;width:55;height:1826" coordorigin="3132,-519" coordsize="55,1826">
              <v:shape style="position:absolute;left:3132;top:-519;width:55;height:1826" coordorigin="3132,-519" coordsize="55,1826" path="m3186,-519l3132,1307e" filled="false" stroked="true" strokeweight=".904pt" strokecolor="#000000">
                <v:path arrowok="t"/>
              </v:shape>
            </v:group>
            <v:group style="position:absolute;left:2716;top:466;width:37;height:841" coordorigin="2716,466" coordsize="37,841">
              <v:shape style="position:absolute;left:2716;top:466;width:37;height:841" coordorigin="2716,466" coordsize="37,841" path="m2752,466l2716,1307e" filled="false" stroked="true" strokeweight=".904pt" strokecolor="#000000">
                <v:path arrowok="t"/>
              </v:shape>
            </v:group>
            <v:group style="position:absolute;left:2102;top:24;width:46;height:1284" coordorigin="2102,24" coordsize="46,1284">
              <v:shape style="position:absolute;left:2102;top:24;width:46;height:1284" coordorigin="2102,24" coordsize="46,1284" path="m2147,24l2102,1307e" filled="false" stroked="true" strokeweight=".904pt" strokecolor="#000000">
                <v:path arrowok="t"/>
              </v:shape>
            </v:group>
            <v:group style="position:absolute;left:1713;top:-4;width:37;height:1320" coordorigin="1713,-4" coordsize="37,1320">
              <v:shape style="position:absolute;left:1713;top:-4;width:37;height:1320" coordorigin="1713,-4" coordsize="37,1320" path="m1749,-4l1713,1316e" filled="false" stroked="true" strokeweight=".904pt" strokecolor="#000000">
                <v:path arrowok="t"/>
              </v:shape>
            </v:group>
            <v:group style="position:absolute;left:2771;top:-528;width:2;height:615" coordorigin="2771,-528" coordsize="2,615">
              <v:shape style="position:absolute;left:2771;top:-528;width:2;height:615" coordorigin="2771,-528" coordsize="0,615" path="m2771,-528l2771,87e" filled="false" stroked="true" strokeweight=".904pt" strokecolor="#000000">
                <v:path arrowok="t"/>
              </v:shape>
            </v:group>
            <v:group style="position:absolute;left:9255;top:147;width:2997;height:6" coordorigin="9255,147" coordsize="2997,6">
              <v:shape style="position:absolute;left:9255;top:147;width:2997;height:6" coordorigin="9255,147" coordsize="2997,6" path="m9255,147l12252,153e" filled="false" stroked="true" strokeweight=".904pt" strokecolor="#000000">
                <v:path arrowok="t"/>
              </v:shape>
            </v:group>
            <v:group style="position:absolute;left:9095;top:95;width:197;height:106" coordorigin="9095,95" coordsize="197,106">
              <v:shape style="position:absolute;left:9095;top:95;width:197;height:106" coordorigin="9095,95" coordsize="197,106" path="m9291,95l9095,147,9291,200,9291,95xe" filled="true" fillcolor="#000000" stroked="false">
                <v:path arrowok="t"/>
                <v:fill type="solid"/>
              </v:shape>
            </v:group>
            <v:group style="position:absolute;left:12216;top:100;width:197;height:106" coordorigin="12216,100" coordsize="197,106">
              <v:shape style="position:absolute;left:12216;top:100;width:197;height:106" coordorigin="12216,100" coordsize="197,106" path="m12412,153l12216,100,12216,205,12412,153xe" filled="true" fillcolor="#000000" stroked="false">
                <v:path arrowok="t"/>
                <v:fill type="solid"/>
              </v:shape>
            </v:group>
            <v:group style="position:absolute;left:3325;top:146;width:5568;height:10" coordorigin="3325,146" coordsize="5568,10">
              <v:shape style="position:absolute;left:3325;top:146;width:5568;height:10" coordorigin="3325,146" coordsize="5568,10" path="m3325,155l8893,146e" filled="false" stroked="true" strokeweight=".904pt" strokecolor="#000000">
                <v:path arrowok="t"/>
              </v:shape>
            </v:group>
            <v:group style="position:absolute;left:3165;top:102;width:197;height:106" coordorigin="3165,102" coordsize="197,106">
              <v:shape style="position:absolute;left:3165;top:102;width:197;height:106" coordorigin="3165,102" coordsize="197,106" path="m3361,208l3361,102,3165,155,3361,208xe" filled="true" fillcolor="#000000" stroked="false">
                <v:path arrowok="t"/>
                <v:fill type="solid"/>
              </v:shape>
            </v:group>
            <v:group style="position:absolute;left:8857;top:94;width:197;height:106" coordorigin="8857,94" coordsize="197,106">
              <v:shape style="position:absolute;left:8857;top:94;width:197;height:106" coordorigin="8857,94" coordsize="197,106" path="m9053,146l8857,94,8857,199,9053,146xe" filled="true" fillcolor="#000000" stroked="false">
                <v:path arrowok="t"/>
                <v:fill type="solid"/>
              </v:shape>
            </v:group>
            <v:group style="position:absolute;left:3315;top:-368;width:280;height:2" coordorigin="3315,-368" coordsize="280,2">
              <v:shape style="position:absolute;left:3315;top:-368;width:280;height:2" coordorigin="3315,-368" coordsize="280,0" path="m3315,-368l3595,-368e" filled="false" stroked="true" strokeweight=".678pt" strokecolor="#000000">
                <v:path arrowok="t"/>
              </v:shape>
            </v:group>
            <v:group style="position:absolute;left:3195;top:-407;width:147;height:79" coordorigin="3195,-407" coordsize="147,79">
              <v:shape style="position:absolute;left:3195;top:-407;width:147;height:79" coordorigin="3195,-407" coordsize="147,79" path="m3342,-329l3342,-407,3195,-368,3342,-329xe" filled="true" fillcolor="#000000" stroked="false">
                <v:path arrowok="t"/>
                <v:fill type="solid"/>
              </v:shape>
            </v:group>
            <v:group style="position:absolute;left:13688;top:559;width:29;height:584" coordorigin="13688,559" coordsize="29,584">
              <v:shape style="position:absolute;left:13688;top:559;width:29;height:584" coordorigin="13688,559" coordsize="29,584" path="m13688,559l13716,1142e" filled="false" stroked="true" strokeweight=".678pt" strokecolor="#000000">
                <v:path arrowok="t"/>
              </v:shape>
            </v:group>
            <v:group style="position:absolute;left:13650;top:439;width:79;height:149" coordorigin="13650,439" coordsize="79,149">
              <v:shape style="position:absolute;left:13650;top:439;width:79;height:149" coordorigin="13650,439" coordsize="79,149" path="m13728,584l13682,439,13650,588,13728,584xe" filled="true" fillcolor="#000000" stroked="false">
                <v:path arrowok="t"/>
                <v:fill type="solid"/>
              </v:shape>
            </v:group>
            <v:group style="position:absolute;left:13675;top:1114;width:79;height:149" coordorigin="13675,1114" coordsize="79,149">
              <v:shape style="position:absolute;left:13675;top:1114;width:79;height:149" coordorigin="13675,1114" coordsize="79,149" path="m13754,1114l13675,1117,13722,1262,13754,1114xe" filled="true" fillcolor="#000000" stroked="false">
                <v:path arrowok="t"/>
                <v:fill type="solid"/>
              </v:shape>
            </v:group>
            <v:group style="position:absolute;left:2285;top:151;width:280;height:2" coordorigin="2285,151" coordsize="280,2">
              <v:shape style="position:absolute;left:2285;top:151;width:280;height:2" coordorigin="2285,151" coordsize="280,0" path="m2285,151l2565,151e" filled="false" stroked="true" strokeweight=".678pt" strokecolor="#000000">
                <v:path arrowok="t"/>
              </v:shape>
            </v:group>
            <v:group style="position:absolute;left:2165;top:111;width:147;height:79" coordorigin="2165,111" coordsize="147,79">
              <v:shape style="position:absolute;left:2165;top:111;width:147;height:79" coordorigin="2165,111" coordsize="147,79" path="m2312,190l2312,111,2165,151,2312,190xe" filled="true" fillcolor="#000000" stroked="false">
                <v:path arrowok="t"/>
                <v:fill type="solid"/>
              </v:shape>
            </v:group>
            <v:group style="position:absolute;left:2442;top:-368;width:199;height:2" coordorigin="2442,-368" coordsize="199,2">
              <v:shape style="position:absolute;left:2442;top:-368;width:199;height:2" coordorigin="2442,-368" coordsize="199,0" path="m2442,-368l2640,-368e" filled="false" stroked="true" strokeweight=".678pt" strokecolor="#000000">
                <v:path arrowok="t"/>
              </v:shape>
            </v:group>
            <v:group style="position:absolute;left:2613;top:-408;width:147;height:79" coordorigin="2613,-408" coordsize="147,79">
              <v:shape style="position:absolute;left:2613;top:-408;width:147;height:79" coordorigin="2613,-408" coordsize="147,79" path="m2760,-368l2613,-408,2613,-329,2760,-368xe" filled="true" fillcolor="#000000" stroked="false">
                <v:path arrowok="t"/>
                <v:fill type="solid"/>
              </v:shape>
            </v:group>
            <v:group style="position:absolute;left:1457;top:151;width:171;height:2" coordorigin="1457,151" coordsize="171,2">
              <v:shape style="position:absolute;left:1457;top:151;width:171;height:2" coordorigin="1457,151" coordsize="171,1" path="m1457,151l1628,151e" filled="false" stroked="true" strokeweight=".678pt" strokecolor="#000000">
                <v:path arrowok="t"/>
              </v:shape>
            </v:group>
            <v:group style="position:absolute;left:1601;top:111;width:148;height:79" coordorigin="1601,111" coordsize="148,79">
              <v:shape style="position:absolute;left:1601;top:111;width:148;height:79" coordorigin="1601,111" coordsize="148,79" path="m1748,151l1601,111,1601,190,1748,151xe" filled="true" fillcolor="#000000" stroked="false">
                <v:path arrowok="t"/>
                <v:fill type="solid"/>
              </v:shape>
            </v:group>
            <v:group style="position:absolute;left:2644;top:800;width:190;height:189" coordorigin="2644,800" coordsize="190,189">
              <v:shape style="position:absolute;left:2644;top:800;width:190;height:189" coordorigin="2644,800" coordsize="190,189" path="m2834,895l2811,956,2755,989,2728,987,2669,958,2644,903,2646,878,2679,822,2738,800,2761,803,2815,838,2834,895xe" filled="false" stroked="true" strokeweight=".452pt" strokecolor="#000000">
                <v:path arrowok="t"/>
              </v:shape>
            </v:group>
            <v:group style="position:absolute;left:2024;top:802;width:190;height:189" coordorigin="2024,802" coordsize="190,189">
              <v:shape style="position:absolute;left:2024;top:802;width:190;height:189" coordorigin="2024,802" coordsize="190,189" path="m2214,897l2191,958,2135,990,2108,989,2049,959,2024,905,2026,880,2059,823,2118,802,2141,804,2195,840,2214,897xe" filled="false" stroked="true" strokeweight=".452pt" strokecolor="#000000">
                <v:path arrowok="t"/>
              </v:shape>
            </v:group>
            <v:group style="position:absolute;left:9011;top:780;width:190;height:189" coordorigin="9011,780" coordsize="190,189">
              <v:shape style="position:absolute;left:9011;top:780;width:190;height:189" coordorigin="9011,780" coordsize="190,189" path="m9201,875l9179,937,9123,969,9096,967,9036,938,9011,883,9014,858,9046,802,9106,780,9128,783,9182,818,9201,875xe" filled="false" stroked="true" strokeweight=".452pt" strokecolor="#000000">
                <v:path arrowok="t"/>
              </v:shape>
            </v:group>
            <v:group style="position:absolute;left:12368;top:775;width:190;height:189" coordorigin="12368,775" coordsize="190,189">
              <v:shape style="position:absolute;left:12368;top:775;width:190;height:189" coordorigin="12368,775" coordsize="190,189" path="m12558,870l12536,932,12480,964,12453,962,12393,933,12368,878,12371,854,12403,797,12463,775,12485,778,12539,813,12558,870xe" filled="false" stroked="true" strokeweight=".452pt" strokecolor="#000000">
                <v:path arrowok="t"/>
              </v:shape>
            </v:group>
            <v:group style="position:absolute;left:5687;top:-74;width:851;height:416" coordorigin="5687,-74" coordsize="851,416">
              <v:shape style="position:absolute;left:5687;top:-74;width:851;height:416" coordorigin="5687,-74" coordsize="851,416" path="m6538,261l6536,-9,6499,-61,6457,-74,5752,-72,5700,-35,5687,8,5689,278,5726,330,5769,342,6457,342,6526,303,6538,261xe" filled="true" fillcolor="#ffffff" stroked="false">
                <v:path arrowok="t"/>
                <v:fill type="solid"/>
              </v:shape>
            </v:group>
            <v:group style="position:absolute;left:10315;top:-128;width:851;height:416" coordorigin="10315,-128" coordsize="851,416">
              <v:shape style="position:absolute;left:10315;top:-128;width:851;height:416" coordorigin="10315,-128" coordsize="851,416" path="m11166,207l11164,-63,11127,-116,11085,-128,10380,-126,10328,-89,10315,-46,10317,224,10354,276,10397,288,11085,288,11154,249,11166,207xe" filled="true" fillcolor="#ffffff" stroked="false">
                <v:path arrowok="t"/>
                <v:fill type="solid"/>
              </v:shape>
            </v:group>
            <v:group style="position:absolute;left:13579;top:761;width:256;height:178" coordorigin="13579,761" coordsize="256,178">
              <v:shape style="position:absolute;left:13579;top:761;width:256;height:178" coordorigin="13579,761" coordsize="256,178" path="m13834,858l13812,787,13752,761,13643,763,13591,800,13579,843,13580,875,13617,927,13660,939,13752,939,13822,900,13834,858xe" filled="true" fillcolor="#ffffff" stroked="false">
                <v:path arrowok="t"/>
                <v:fill type="solid"/>
              </v:shape>
            </v:group>
            <v:group style="position:absolute;left:3286;top:1633;width:290;height:2" coordorigin="3286,1633" coordsize="290,2">
              <v:shape style="position:absolute;left:3286;top:1633;width:290;height:2" coordorigin="3286,1633" coordsize="290,0" path="m3575,1633l3286,1633e" filled="false" stroked="true" strokeweight=".678pt" strokecolor="#000000">
                <v:path arrowok="t"/>
              </v:shape>
            </v:group>
            <v:group style="position:absolute;left:3178;top:1423;width:108;height:207" coordorigin="3178,1423" coordsize="108,207">
              <v:shape style="position:absolute;left:3178;top:1423;width:108;height:207" coordorigin="3178,1423" coordsize="108,207" path="m3286,1630l3178,1423e" filled="false" stroked="true" strokeweight=".678pt" strokecolor="#000000">
                <v:path arrowok="t"/>
              </v:shape>
            </v:group>
            <v:group style="position:absolute;left:3123;top:1316;width:103;height:149" coordorigin="3123,1316" coordsize="103,149">
              <v:shape style="position:absolute;left:3123;top:1316;width:103;height:149" coordorigin="3123,1316" coordsize="103,149" path="m3226,1428l3123,1316,3156,1465,3226,1428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</w:rPr>
        <w:t>0.5000</w:t>
      </w:r>
    </w:p>
    <w:p>
      <w:pPr>
        <w:spacing w:before="63"/>
        <w:ind w:left="236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sz w:val="25"/>
        </w:rPr>
        <w:t>0.5000</w:t>
      </w:r>
      <w:r>
        <w:rPr>
          <w:rFonts w:ascii="Myriad Pro"/>
          <w:sz w:val="25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6"/>
          <w:szCs w:val="26"/>
        </w:rPr>
      </w:pPr>
      <w:r>
        <w:rPr/>
        <w:br w:type="column"/>
      </w:r>
      <w:r>
        <w:rPr>
          <w:rFonts w:ascii="Myriad Pro"/>
          <w:sz w:val="26"/>
        </w:rPr>
      </w:r>
    </w:p>
    <w:p>
      <w:pPr>
        <w:tabs>
          <w:tab w:pos="4868" w:val="left" w:leader="none"/>
        </w:tabs>
        <w:spacing w:before="229"/>
        <w:ind w:left="236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7.2500</w:t>
        <w:tab/>
        <w:t>4.0000</w:t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  <w:r>
        <w:rPr/>
        <w:br w:type="column"/>
      </w:r>
      <w:r>
        <w:rPr>
          <w:rFonts w:ascii="Myriad Pro"/>
          <w:sz w:val="24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236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sz w:val="25"/>
        </w:rPr>
        <w:t>1.0000</w:t>
      </w:r>
    </w:p>
    <w:p>
      <w:pPr>
        <w:spacing w:after="0"/>
        <w:jc w:val="left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5840" w:h="12240" w:orient="landscape"/>
          <w:pgMar w:top="1080" w:bottom="280" w:left="500" w:right="520"/>
          <w:cols w:num="4" w:equalWidth="0">
            <w:col w:w="939" w:space="50"/>
            <w:col w:w="939" w:space="3092"/>
            <w:col w:w="5571" w:space="1174"/>
            <w:col w:w="3055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28"/>
          <w:szCs w:val="28"/>
        </w:rPr>
      </w:pPr>
      <w:r>
        <w:rPr/>
        <w:pict>
          <v:group style="position:absolute;margin-left:737.929016pt;margin-top:22.5pt;width:22.6pt;height:540pt;mso-position-horizontal-relative:page;mso-position-vertical-relative:page;z-index:1120" coordorigin="14759,450" coordsize="452,10800">
            <v:shape style="position:absolute;left:14759;top:450;width:452;height:10800" coordorigin="14759,450" coordsize="452,10800" path="m14759,450l14759,11250,15210,11250,15210,450,14759,45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41.759644pt;margin-top:30.5pt;width:13pt;height:106.05pt;mso-position-horizontal-relative:page;mso-position-vertical-relative:page;z-index:1168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Make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BB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w w:val="99"/>
                      <w:sz w:val="22"/>
                    </w:rPr>
                    <w:t>Q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Flipp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152475pt;margin-top:30.5pt;width:14pt;height:8.7pt;mso-position-horizontal-relative:page;mso-position-vertical-relative:page;z-index:1240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8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before="67"/>
        <w:ind w:left="0" w:right="1285" w:firstLine="0"/>
        <w:jc w:val="right"/>
        <w:rPr>
          <w:rFonts w:ascii="Myriad Pro" w:hAnsi="Myriad Pro" w:cs="Myriad Pro" w:eastAsia="Myriad Pro"/>
          <w:sz w:val="23"/>
          <w:szCs w:val="23"/>
        </w:rPr>
      </w:pPr>
      <w:r>
        <w:rPr>
          <w:rFonts w:ascii="Myriad Pro"/>
          <w:sz w:val="23"/>
        </w:rPr>
        <w:t>1.0000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9"/>
          <w:szCs w:val="19"/>
        </w:rPr>
      </w:pPr>
    </w:p>
    <w:p>
      <w:pPr>
        <w:pStyle w:val="Heading4"/>
        <w:spacing w:line="240" w:lineRule="auto" w:before="0"/>
        <w:ind w:left="3105" w:right="0"/>
        <w:jc w:val="left"/>
        <w:rPr>
          <w:rFonts w:ascii="Myriad Pro" w:hAnsi="Myriad Pro" w:cs="Myriad Pro" w:eastAsia="Myriad Pro"/>
        </w:rPr>
      </w:pPr>
      <w:r>
        <w:rPr/>
        <w:pict>
          <v:shape style="position:absolute;margin-left:741.759644pt;margin-top:44.540791pt;width:13pt;height:129.65pt;mso-position-horizontal-relative:page;mso-position-vertical-relative:paragraph;z-index:1192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Wo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ion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38.374493pt;width:13pt;height:135.3pt;mso-position-horizontal-relative:page;mso-position-vertical-relative:paragraph;z-index:126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 w:firstLine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Myriad Pro"/>
          <w:spacing w:val="-2"/>
        </w:rPr>
        <w:t>Fold</w:t>
      </w:r>
      <w:r>
        <w:rPr>
          <w:rFonts w:ascii="Myriad Pro"/>
          <w:spacing w:val="7"/>
        </w:rPr>
        <w:t> </w:t>
      </w:r>
      <w:r>
        <w:rPr>
          <w:rFonts w:ascii="Myriad Pro"/>
        </w:rPr>
        <w:t>line</w:t>
      </w:r>
      <w:r>
        <w:rPr>
          <w:rFonts w:ascii="Myriad Pro"/>
          <w:spacing w:val="8"/>
        </w:rPr>
        <w:t> </w:t>
      </w:r>
      <w:r>
        <w:rPr>
          <w:rFonts w:ascii="Myriad Pro"/>
          <w:spacing w:val="-2"/>
        </w:rPr>
        <w:t>for</w:t>
      </w:r>
      <w:r>
        <w:rPr>
          <w:rFonts w:ascii="Myriad Pro"/>
          <w:spacing w:val="8"/>
        </w:rPr>
        <w:t> </w:t>
      </w:r>
      <w:r>
        <w:rPr>
          <w:rFonts w:ascii="Myriad Pro"/>
        </w:rPr>
        <w:t>handle</w:t>
      </w:r>
      <w:r>
        <w:rPr>
          <w:rFonts w:ascii="Myriad Pro"/>
          <w:spacing w:val="7"/>
        </w:rPr>
        <w:t> </w:t>
      </w:r>
      <w:r>
        <w:rPr>
          <w:rFonts w:ascii="Myriad Pro"/>
          <w:spacing w:val="-1"/>
        </w:rPr>
        <w:t>attachment</w:t>
      </w:r>
      <w:r>
        <w:rPr>
          <w:rFonts w:ascii="Myriad Pro"/>
        </w:rPr>
      </w:r>
    </w:p>
    <w:sectPr>
      <w:type w:val="continuous"/>
      <w:pgSz w:w="15840" w:h="12240" w:orient="landscape"/>
      <w:pgMar w:top="108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4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4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6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3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6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05pt;height:13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BBQ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Flipper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4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3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5.452301pt;margin-top:37.240337pt;width:106.05pt;height:13pt;mso-position-horizontal-relative:page;mso-position-vertical-relative:page;z-index:-13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BBQ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Flipper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3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05pt;height:13pt;mso-position-horizontal-relative:page;mso-position-vertical-relative:page;z-index:-13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BBQ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Flipper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3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133"/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62"/>
      <w:ind w:left="236"/>
      <w:outlineLvl w:val="4"/>
    </w:pPr>
    <w:rPr>
      <w:rFonts w:ascii="Myriad Pro" w:hAnsi="Myriad Pro" w:eastAsia="Myriad Pro"/>
      <w:sz w:val="25"/>
      <w:szCs w:val="25"/>
    </w:rPr>
  </w:style>
  <w:style w:styleId="Heading5" w:type="paragraph">
    <w:name w:val="Heading 5"/>
    <w:basedOn w:val="Normal"/>
    <w:uiPriority w:val="1"/>
    <w:qFormat/>
    <w:pPr>
      <w:ind w:left="4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ced.gov.bc.ca/irp/resdocs/headsup.pdf" TargetMode="External"/><Relationship Id="rId13" Type="http://schemas.openxmlformats.org/officeDocument/2006/relationships/hyperlink" Target="http://www.bctea.org/best-practice-guide/" TargetMode="External"/><Relationship Id="rId14" Type="http://schemas.openxmlformats.org/officeDocument/2006/relationships/hyperlink" Target="http://www.bing.com/videos/search?q=how%2Bto%2Buse%2Ba%2Bbox%2Band%2Bpan%2Bbrake&amp;amp;view=detail&amp;amp;mid=0" TargetMode="External"/><Relationship Id="rId15" Type="http://schemas.openxmlformats.org/officeDocument/2006/relationships/hyperlink" Target="http://www.bing.com/videos/search?q=how%2Bto%2Buse%2Ba%2Bwhiney%2Bpunch&amp;amp;&amp;amp;view=detail&amp;amp;mid=94426" TargetMode="External"/><Relationship Id="rId16" Type="http://schemas.openxmlformats.org/officeDocument/2006/relationships/hyperlink" Target="http://www.bing.com/videos/search?q=how%2Bto%2Buse%2Ba%2Bbar%2Bfolder&amp;amp;&amp;amp;view=detail&amp;amp;mid=300C3F9" TargetMode="External"/><Relationship Id="rId17" Type="http://schemas.openxmlformats.org/officeDocument/2006/relationships/hyperlink" Target="http://www.youtube.com/" TargetMode="External"/><Relationship Id="rId18" Type="http://schemas.openxmlformats.org/officeDocument/2006/relationships/hyperlink" Target="http://www.youtube.com/watch?v=WPwNsQMnx88" TargetMode="External"/><Relationship Id="rId19" Type="http://schemas.openxmlformats.org/officeDocument/2006/relationships/hyperlink" Target="http://www.youtube.com/watch?v=5Nrc2xvLmC0" TargetMode="External"/><Relationship Id="rId20" Type="http://schemas.openxmlformats.org/officeDocument/2006/relationships/header" Target="header5.xml"/><Relationship Id="rId21" Type="http://schemas.openxmlformats.org/officeDocument/2006/relationships/footer" Target="footer3.xm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2017-12-07T15:19:14Z</dcterms:created>
  <dcterms:modified xsi:type="dcterms:W3CDTF">2017-12-07T15:19:14Z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