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<w:body><w:p><w:pPr><w:spacing w:line="240" w:lineRule="auto" w:before="0"/><w:rPr><w:rFonts w:ascii="Times New Roman" w:hAnsi="Times New Roman" w:cs="Times New Roman" w:eastAsia="Times New Roman"/><w:sz w:val="20"/><w:szCs w:val="20"/></w:rPr></w:pPr></w:p><w:p><w:pPr><w:pStyle w:val="Heading1"/><w:spacing w:line="240" w:lineRule="auto"/><w:ind w:right="0"/><w:jc w:val="left"/><w:rPr><w:b w:val="0"/><w:bCs w:val="0"/></w:rPr></w:pPr><w:r><w:rPr><w:color w:val="4F61AB"/><w:spacing w:val="-1"/></w:rPr><w:t>Isometric</w:t></w:r><w:r><w:rPr><w:color w:val="4F61AB"/><w:spacing w:val="-17"/></w:rPr><w:t> </w:t></w:r><w:r><w:rPr><w:color w:val="4F61AB"/><w:spacing w:val="-2"/></w:rPr><w:t>Drawing</w:t></w:r><w:r><w:rPr><w:b w:val="0"/></w:rPr></w:r></w:p><w:p><w:pPr><w:spacing w:line="240" w:lineRule="auto" w:before="2"/><w:rPr><w:rFonts w:ascii="Arial" w:hAnsi="Arial" w:cs="Arial" w:eastAsia="Arial"/><w:b/><w:bCs/><w:sz w:val="5"/><w:szCs w:val="5"/></w:rPr></w:pPr></w:p><w:p><w:pPr><w:spacing w:line="100" w:lineRule="atLeast"/><w:ind w:left="510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73pt;height:5pt;mso-position-horizontal-relative:char;mso-position-vertical-relative:line" coordorigin="0,0" coordsize="9460,100"><v:group style="position:absolute;left:50;top:50;width:9360;height:2" coordorigin="50,50" coordsize="9360,2"><v:shape style="position:absolute;left:50;top:50;width:9360;height:2" coordorigin="50,50" coordsize="9360,0" path="m50,50l9410,50e" filled="false" stroked="true" strokeweight="5pt" strokecolor="#b6b8dd"><v:path arrowok="t"/></v:shape></v:group></v:group></w:pict></w:r><w:r><w:rPr><w:rFonts w:ascii="Arial" w:hAnsi="Arial" w:cs="Arial" w:eastAsia="Arial"/><w:sz w:val="10"/><w:szCs w:val="10"/></w:rPr></w:r></w:p><w:p><w:pPr><w:pStyle w:val="Heading2"/><w:spacing w:line="240" w:lineRule="auto" w:before="179"/><w:ind w:right="0"/><w:jc w:val="left"/><w:rPr><w:b w:val="0"/><w:bCs w:val="0"/></w:rPr></w:pPr><w:r><w:rPr><w:color w:val="4F61AB"/><w:spacing w:val="-1"/></w:rPr><w:t>Description</w:t></w:r><w:r><w:rPr><w:b w:val="0"/></w:rPr></w:r></w:p><w:p><w:pPr><w:pStyle w:val="BodyText"/><w:spacing w:line="284" w:lineRule="auto" w:before="116"/><w:ind w:left="560" w:right="1151"/><w:jc w:val="left"/><w:rPr><w:rFonts w:ascii="Arial" w:hAnsi="Arial" w:cs="Arial" w:eastAsia="Arial"/></w:rPr></w:pPr><w:r><w:rPr><w:rFonts w:ascii="Arial"/><w:color w:val="4C4D4F"/><w:spacing w:val="-1"/></w:rPr><w:t>Isometric drawings use perspective</w:t></w:r><w:r><w:rPr><w:rFonts w:ascii="Arial"/><w:color w:val="4C4D4F"/><w:spacing w:val="-2"/></w:rPr><w:t> </w:t></w:r><w:r><w:rPr><w:rFonts w:ascii="Arial"/><w:color w:val="4C4D4F"/><w:spacing w:val="-1"/></w:rPr><w:t>to communicate</w:t></w:r><w:r><w:rPr><w:rFonts w:ascii="Arial"/><w:color w:val="4C4D4F"/><w:spacing w:val="-2"/></w:rPr><w:t> </w:t></w:r><w:r><w:rPr><w:rFonts w:ascii="Arial"/><w:color w:val="4C4D4F"/></w:rPr><w:t>a</w:t></w:r><w:r><w:rPr><w:rFonts w:ascii="Arial"/><w:color w:val="4C4D4F"/><w:spacing w:val="-2"/></w:rPr><w:t> </w:t></w:r><w:r><w:rPr><w:rFonts w:ascii="Arial"/><w:color w:val="4C4D4F"/><w:spacing w:val="-1"/></w:rPr><w:t>large</w:t></w:r><w:r><w:rPr><w:rFonts w:ascii="Arial"/><w:color w:val="4C4D4F"/></w:rPr><w:t> </w:t></w:r><w:r><w:rPr><w:rFonts w:ascii="Arial"/><w:color w:val="4C4D4F"/><w:spacing w:val="-2"/></w:rPr><w:t>amount</w:t></w:r><w:r><w:rPr><w:rFonts w:ascii="Arial"/><w:color w:val="4C4D4F"/><w:spacing w:val="-1"/></w:rPr><w:t> of information in</w:t></w:r><w:r><w:rPr><w:rFonts w:ascii="Arial"/><w:color w:val="4C4D4F"/><w:spacing w:val="-2"/></w:rPr><w:t> </w:t></w:r><w:r><w:rPr><w:rFonts w:ascii="Arial"/><w:color w:val="4C4D4F"/></w:rPr><w:t>a</w:t></w:r><w:r><w:rPr><w:rFonts w:ascii="Arial"/><w:color w:val="4C4D4F"/><w:spacing w:val="-1"/></w:rPr><w:t> single</w:t></w:r><w:r><w:rPr><w:rFonts w:ascii="Arial"/><w:color w:val="4C4D4F"/><w:spacing w:val="66"/></w:rPr><w:t> </w:t></w:r><w:r><w:rPr><w:rFonts w:ascii="Arial"/><w:color w:val="4C4D4F"/><w:spacing w:val="-2"/></w:rPr><w:t>drawing.</w:t></w:r><w:r><w:rPr><w:rFonts w:ascii="Arial"/><w:color w:val="4C4D4F"/><w:spacing w:val="-1"/></w:rPr><w:t> Isometric drawings</w:t></w:r><w:r><w:rPr><w:rFonts w:ascii="Arial"/><w:color w:val="4C4D4F"/></w:rPr><w:t> </w:t></w:r><w:r><w:rPr><w:rFonts w:ascii="Arial"/><w:color w:val="4C4D4F"/><w:spacing w:val="-1"/></w:rPr><w:t>show</w:t></w:r><w:r><w:rPr><w:rFonts w:ascii="Arial"/><w:color w:val="4C4D4F"/><w:spacing w:val="-2"/></w:rPr><w:t> </w:t></w:r><w:r><w:rPr><w:rFonts w:ascii="Arial"/><w:color w:val="4C4D4F"/><w:spacing w:val="-1"/></w:rPr><w:t>three</w:t></w:r><w:r><w:rPr><w:rFonts w:ascii="Arial"/><w:color w:val="4C4D4F"/></w:rPr><w:t> </w:t></w:r><w:r><w:rPr><w:rFonts w:ascii="Arial"/><w:color w:val="4C4D4F"/><w:spacing w:val="-1"/></w:rPr><w:t>sides of</w:t></w:r><w:r><w:rPr><w:rFonts w:ascii="Arial"/><w:color w:val="4C4D4F"/></w:rPr><w:t> </w:t></w:r><w:r><w:rPr><w:rFonts w:ascii="Arial"/><w:color w:val="4C4D4F"/><w:spacing w:val="-1"/></w:rPr><w:t>an</w:t></w:r><w:r><w:rPr><w:rFonts w:ascii="Arial"/><w:color w:val="4C4D4F"/><w:spacing w:val="-2"/></w:rPr><w:t> </w:t></w:r><w:r><w:rPr><w:rFonts w:ascii="Arial"/><w:color w:val="4C4D4F"/><w:spacing w:val="-1"/></w:rPr><w:t>object,</w:t></w:r><w:r><w:rPr><w:rFonts w:ascii="Arial"/><w:color w:val="4C4D4F"/></w:rPr><w:t> </w:t></w:r><w:r><w:rPr><w:rFonts w:ascii="Arial"/><w:color w:val="4C4D4F"/><w:spacing w:val="-1"/></w:rPr><w:t>making</w:t></w:r><w:r><w:rPr><w:rFonts w:ascii="Arial"/><w:color w:val="4C4D4F"/><w:spacing w:val="-2"/></w:rPr><w:t> </w:t></w:r><w:r><w:rPr><w:rFonts w:ascii="Arial"/><w:color w:val="4C4D4F"/><w:spacing w:val="-1"/></w:rPr><w:t>it</w:t></w:r><w:r><w:rPr><w:rFonts w:ascii="Arial"/><w:color w:val="4C4D4F"/></w:rPr><w:t> </w:t></w:r><w:r><w:rPr><w:rFonts w:ascii="Arial"/><w:color w:val="4C4D4F"/><w:spacing w:val="-1"/></w:rPr><w:t>easier to better understand</w:t></w:r><w:r><w:rPr><w:rFonts w:ascii="Arial"/><w:color w:val="4C4D4F"/><w:spacing w:val="69"/></w:rPr><w:t> </w:t></w:r><w:r><w:rPr><w:color w:val="4C4D4F"/><w:spacing w:val="-1"/></w:rPr><w:t>how</w:t></w:r><w:r><w:rPr><w:color w:val="4C4D4F"/></w:rPr><w:t> a </w:t></w:r><w:r><w:rPr><w:color w:val="4C4D4F"/><w:spacing w:val="-1"/></w:rPr><w:t>finished</w:t></w:r><w:r><w:rPr><w:color w:val="4C4D4F"/></w:rPr><w:t> object </w:t></w:r><w:r><w:rPr><w:color w:val="4C4D4F"/><w:spacing w:val="-2"/></w:rPr><w:t>may</w:t></w:r><w:r><w:rPr><w:color w:val="4C4D4F"/></w:rPr><w:t> look or </w:t></w:r><w:r><w:rPr><w:color w:val="4C4D4F"/><w:spacing w:val="-1"/></w:rPr><w:t>how</w:t></w:r><w:r><w:rPr><w:color w:val="4C4D4F"/></w:rPr><w:t> </w:t></w:r><w:r><w:rPr><w:color w:val="4C4D4F"/><w:spacing w:val="-1"/></w:rPr><w:t>the</w:t></w:r><w:r><w:rPr><w:color w:val="4C4D4F"/></w:rPr><w:t> pieces </w:t></w:r><w:r><w:rPr><w:color w:val="4C4D4F"/><w:spacing w:val="-1"/></w:rPr><w:t>of</w:t></w:r><w:r><w:rPr><w:color w:val="4C4D4F"/></w:rPr><w:t> </w:t></w:r><w:r><w:rPr><w:color w:val="4C4D4F"/><w:spacing w:val="-1"/></w:rPr><w:t>the</w:t></w:r><w:r><w:rPr><w:color w:val="4C4D4F"/></w:rPr><w:t> object </w:t></w:r><w:r><w:rPr><w:color w:val="4C4D4F"/><w:spacing w:val="-1"/></w:rPr><w:t>will</w:t></w:r><w:r><w:rPr><w:color w:val="4C4D4F"/></w:rPr><w:t> fit </w:t></w:r><w:r><w:rPr><w:color w:val="4C4D4F"/><w:spacing w:val="-3"/></w:rPr><w:t>together.</w:t></w:r><w:r><w:rPr><w:color w:val="4C4D4F"/></w:rPr><w:t> </w:t></w:r><w:r><w:rPr><w:color w:val="4C4D4F"/><w:spacing w:val="-1"/></w:rPr><w:t>In</w:t></w:r><w:r><w:rPr><w:color w:val="4C4D4F"/></w:rPr><w:t> </w:t></w:r><w:r><w:rPr><w:color w:val="4C4D4F"/><w:spacing w:val="-1"/></w:rPr><w:t>this</w:t></w:r><w:r><w:rPr><w:color w:val="4C4D4F"/></w:rPr><w:t> </w:t></w:r><w:r><w:rPr><w:color w:val="4C4D4F"/><w:spacing w:val="-2"/></w:rPr><w:t>activity,</w:t></w:r><w:r><w:rPr><w:color w:val="4C4D4F"/><w:spacing w:val="51"/></w:rPr><w:t> </w:t></w:r><w:r><w:rPr><w:rFonts w:ascii="Arial"/><w:color w:val="4C4D4F"/><w:spacing w:val="-2"/></w:rPr><w:t>students</w:t></w:r><w:r><w:rPr><w:rFonts w:ascii="Arial"/><w:color w:val="4C4D4F"/><w:spacing w:val="-1"/></w:rPr><w:t> will </w:t></w:r><w:r><w:rPr><w:rFonts w:ascii="Arial"/><w:color w:val="4C4D4F"/><w:spacing w:val="-2"/></w:rPr><w:t>draw </w:t></w:r><w:r><w:rPr><w:rFonts w:ascii="Arial"/><w:color w:val="4C4D4F"/><w:spacing w:val="-1"/></w:rPr><w:t>an isometric drawing </w:t></w:r><w:r><w:rPr><w:rFonts w:ascii="Arial"/><w:color w:val="4C4D4F"/></w:rPr><w:t>on</w:t></w:r><w:r><w:rPr><w:rFonts w:ascii="Arial"/><w:color w:val="4C4D4F"/><w:spacing w:val="-2"/></w:rPr><w:t> </w:t></w:r><w:r><w:rPr><w:rFonts w:ascii="Arial"/><w:color w:val="4C4D4F"/></w:rPr><w:t>a</w:t></w:r><w:r><w:rPr><w:rFonts w:ascii="Arial"/><w:color w:val="4C4D4F"/><w:spacing w:val="-1"/></w:rPr><w:t> </w:t></w:r><w:r><w:rPr><w:rFonts w:ascii="Arial"/><w:color w:val="4C4D4F"/></w:rPr><w:t>piece</w:t></w:r><w:r><w:rPr><w:rFonts w:ascii="Arial"/><w:color w:val="4C4D4F"/><w:spacing w:val="-1"/></w:rPr><w:t> of paper</w:t></w:r><w:r><w:rPr><w:rFonts w:ascii="Arial"/><w:color w:val="4C4D4F"/></w:rPr><w:t> </w:t></w:r><w:r><w:rPr><w:rFonts w:ascii="Arial"/><w:color w:val="4C4D4F"/><w:spacing w:val="-1"/></w:rPr><w:t>with</w:t></w:r><w:r><w:rPr><w:rFonts w:ascii="Arial"/><w:color w:val="4C4D4F"/><w:spacing w:val="-2"/></w:rPr><w:t> </w:t></w:r><w:r><w:rPr><w:rFonts w:ascii="Arial"/><w:color w:val="4C4D4F"/></w:rPr><w:t>a</w:t></w:r><w:r><w:rPr><w:rFonts w:ascii="Arial"/><w:color w:val="4C4D4F"/><w:spacing w:val="-1"/></w:rPr><w:t> title</w:t></w:r><w:r><w:rPr><w:rFonts w:ascii="Arial"/><w:color w:val="4C4D4F"/><w:spacing w:val="-2"/></w:rPr><w:t> </w:t></w:r><w:r><w:rPr><w:rFonts w:ascii="Arial"/><w:color w:val="4C4D4F"/><w:spacing w:val="-1"/></w:rPr><w:t>block.</w:t></w:r><w:r><w:rPr><w:rFonts w:ascii="Arial"/><w:color w:val="4C4D4F"/></w:rPr><w:t> </w:t></w:r><w:r><w:rPr><w:rFonts w:ascii="Arial"/><w:color w:val="4C4D4F"/><w:spacing w:val="-1"/></w:rPr><w:t>Students will also</w:t></w:r><w:r><w:rPr><w:rFonts w:ascii="Arial"/><w:color w:val="4C4D4F"/><w:spacing w:val="75"/></w:rPr><w:t> </w:t></w:r><w:r><w:rPr><w:rFonts w:ascii="Arial"/><w:color w:val="4C4D4F"/><w:spacing w:val="-1"/></w:rPr><w:t>continue</w:t></w:r><w:r><w:rPr><w:rFonts w:ascii="Arial"/><w:color w:val="4C4D4F"/><w:spacing w:val="-2"/></w:rPr><w:t> </w:t></w:r><w:r><w:rPr><w:rFonts w:ascii="Arial"/><w:color w:val="4C4D4F"/><w:spacing w:val="-1"/></w:rPr><w:t>to</w:t></w:r><w:r><w:rPr><w:rFonts w:ascii="Arial"/><w:color w:val="4C4D4F"/><w:spacing w:val="-2"/></w:rPr><w:t> </w:t></w:r><w:r><w:rPr><w:rFonts w:ascii="Arial"/><w:color w:val="4C4D4F"/><w:spacing w:val="-1"/></w:rPr><w:t>practise</w:t></w:r><w:r><w:rPr><w:rFonts w:ascii="Arial"/><w:color w:val="4C4D4F"/><w:spacing w:val="-2"/></w:rPr><w:t> lineweights</w:t></w:r><w:r><w:rPr><w:rFonts w:ascii="Arial"/><w:color w:val="4C4D4F"/><w:spacing w:val="-1"/></w:rPr><w:t> and</w:t></w:r><w:r><w:rPr><w:rFonts w:ascii="Arial"/><w:color w:val="4C4D4F"/><w:spacing w:val="-2"/></w:rPr><w:t> </w:t></w:r><w:r><w:rPr><w:rFonts w:ascii="Arial"/><w:color w:val="4C4D4F"/><w:spacing w:val="-1"/></w:rPr><w:t>lettering techniques.</w:t></w:r><w:r><w:rPr><w:rFonts w:ascii="Arial"/></w:rPr></w:r></w:p><w:p><w:pPr><w:pStyle w:val="Heading2"/><w:spacing w:line="240" w:lineRule="auto" w:before="171"/><w:ind w:right="0"/><w:jc w:val="left"/><w:rPr><w:b w:val="0"/><w:bCs w:val="0"/></w:rPr></w:pPr><w:r><w:rPr><w:color w:val="4F61AB"/></w:rPr><w:t>Lesson</w:t></w:r><w:r><w:rPr><w:color w:val="4F61AB"/><w:spacing w:val="-13"/></w:rPr><w:t> </w:t></w:r><w:r><w:rPr><w:color w:val="4F61AB"/></w:rPr><w:t>Objectives</w:t></w:r><w:r><w:rPr><w:b w:val="0"/></w:rPr></w:r></w:p><w:p><w:pPr><w:pStyle w:val="BodyText"/><w:spacing w:line="240" w:lineRule="auto" w:before="116"/><w:ind w:left="560" w:right="0"/><w:jc w:val="left"/><w:rPr><w:rFonts w:ascii="Arial" w:hAnsi="Arial" w:cs="Arial" w:eastAsia="Arial"/></w:rPr></w:pPr><w:r><w:rPr><w:rFonts w:ascii="Arial"/><w:color w:val="4C4D4F"/><w:spacing w:val="-1"/></w:rPr><w:t>The</w:t></w:r><w:r><w:rPr><w:rFonts w:ascii="Arial"/><w:color w:val="4C4D4F"/><w:spacing w:val="-2"/></w:rPr><w:t> student</w:t></w:r><w:r><w:rPr><w:rFonts w:ascii="Arial"/><w:color w:val="4C4D4F"/><w:spacing w:val="-1"/></w:rPr><w:t> will</w:t></w:r><w:r><w:rPr><w:rFonts w:ascii="Arial"/><w:color w:val="4C4D4F"/><w:spacing w:val="-2"/></w:rPr><w:t> </w:t></w:r><w:r><w:rPr><w:rFonts w:ascii="Arial"/><w:color w:val="4C4D4F"/></w:rPr><w:t>be</w:t></w:r><w:r><w:rPr><w:rFonts w:ascii="Arial"/><w:color w:val="4C4D4F"/><w:spacing w:val="-2"/></w:rPr><w:t> </w:t></w:r><w:r><w:rPr><w:rFonts w:ascii="Arial"/><w:color w:val="4C4D4F"/><w:spacing w:val="-1"/></w:rPr><w:t>able</w:t></w:r><w:r><w:rPr><w:rFonts w:ascii="Arial"/><w:color w:val="4C4D4F"/></w:rPr><w:t> </w:t></w:r><w:r><w:rPr><w:rFonts w:ascii="Arial"/><w:color w:val="4C4D4F"/><w:spacing w:val="-3"/></w:rPr><w:t>to:</w:t></w:r><w:r><w:rPr><w:rFonts w:ascii="Arial"/></w:rPr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w:rPr><w:rFonts w:ascii="Arial" w:hAnsi="Arial" w:cs="Arial" w:eastAsia="Arial"/></w:rPr></w:pPr><w:r><w:rPr><w:rFonts w:ascii="Arial"/><w:color w:val="4C4D4F"/><w:spacing w:val="-1"/></w:rPr><w:t>Complete</w:t></w:r><w:r><w:rPr><w:rFonts w:ascii="Arial"/><w:color w:val="4C4D4F"/><w:spacing w:val="-2"/></w:rPr><w:t> </w:t></w:r><w:r><w:rPr><w:rFonts w:ascii="Arial"/><w:color w:val="4C4D4F"/></w:rPr><w:t>a</w:t></w:r><w:r><w:rPr><w:rFonts w:ascii="Arial"/><w:color w:val="4C4D4F"/><w:spacing w:val="-1"/></w:rPr><w:t> board</w:t></w:r><w:r><w:rPr><w:rFonts w:ascii="Arial"/><w:color w:val="4C4D4F"/><w:spacing w:val="-2"/></w:rPr><w:t> </w:t></w:r><w:r><w:rPr><w:rFonts w:ascii="Arial"/><w:color w:val="4C4D4F"/><w:spacing w:val="-1"/></w:rPr><w:t>set-up</w:t></w:r><w:r><w:rPr><w:rFonts w:ascii="Arial"/></w:rPr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/w:pPr><w:r><w:rPr><w:color w:val="4C4D4F"/></w:rPr><w:t>Identify </w:t></w:r><w:r><w:rPr><w:color w:val="4C4D4F"/><w:spacing w:val="-1"/></w:rPr><w:t>and</w:t></w:r><w:r><w:rPr><w:color w:val="4C4D4F"/></w:rPr><w:t> </w:t></w:r><w:r><w:rPr><w:color w:val="4C4D4F"/><w:spacing w:val="-1"/></w:rPr><w:t>appropriately</w:t></w:r><w:r><w:rPr><w:color w:val="4C4D4F"/></w:rPr><w:t> </w:t></w:r><w:r><w:rPr><w:color w:val="4C4D4F"/><w:spacing w:val="-1"/></w:rPr><w:t>use</w:t></w:r><w:r><w:rPr><w:color w:val="4C4D4F"/></w:rPr><w:t> drafting </w:t></w:r><w:r><w:rPr><w:color w:val="4C4D4F"/><w:spacing w:val="-1"/></w:rPr><w:t>tools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w:rPr><w:rFonts w:ascii="Arial" w:hAnsi="Arial" w:cs="Arial" w:eastAsia="Arial"/></w:rPr></w:pPr><w:r><w:rPr><w:rFonts w:ascii="Arial"/><w:color w:val="4C4D4F"/><w:spacing w:val="-2"/></w:rPr><w:t>Create </w:t></w:r><w:r><w:rPr><w:rFonts w:ascii="Arial"/><w:color w:val="4C4D4F"/><w:spacing w:val="-1"/></w:rPr><w:t>an isometric drawing of an object</w:t></w:r><w:r><w:rPr><w:rFonts w:ascii="Arial"/></w:rPr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w:rPr><w:rFonts w:ascii="Arial" w:hAnsi="Arial" w:cs="Arial" w:eastAsia="Arial"/></w:rPr></w:pPr><w:r><w:rPr><w:rFonts w:ascii="Arial"/><w:color w:val="4C4D4F"/><w:spacing w:val="-1"/></w:rPr><w:t>Differentiate</w:t></w:r><w:r><w:rPr><w:rFonts w:ascii="Arial"/><w:color w:val="4C4D4F"/><w:spacing w:val="-4"/></w:rPr><w:t> </w:t></w:r><w:r><w:rPr><w:rFonts w:ascii="Arial"/><w:color w:val="4C4D4F"/><w:spacing w:val="-2"/></w:rPr><w:t>lineweights</w:t></w:r><w:r><w:rPr><w:rFonts w:ascii="Arial"/></w:rPr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/w:pPr><w:r><w:rPr><w:color w:val="4C4D4F"/><w:spacing w:val="-1"/></w:rPr><w:t>Refine</w:t></w:r><w:r><w:rPr><w:color w:val="4C4D4F"/></w:rPr><w:t> </w:t></w:r><w:r><w:rPr><w:color w:val="4C4D4F"/><w:spacing w:val="-1"/></w:rPr><w:t>lettering</w:t></w:r><w:r><w:rPr><w:color w:val="4C4D4F"/></w:rPr><w:t> </w:t></w:r><w:r><w:rPr><w:color w:val="4C4D4F"/><w:spacing w:val="-1"/></w:rPr><w:t>techniques</w:t></w:r><w:r><w:rPr/></w:r></w:p><w:p><w:pPr><w:spacing w:line="240" w:lineRule="auto" w:before="10"/><w:rPr><w:rFonts w:ascii="Arial" w:hAnsi="Arial" w:cs="Arial" w:eastAsia="Arial"/><w:sz w:val="18"/><w:szCs w:val="18"/></w:rPr></w:pPr></w:p><w:p><w:pPr><w:pStyle w:val="Heading2"/><w:spacing w:line="240" w:lineRule="auto"/><w:ind w:right="0"/><w:jc w:val="left"/><w:rPr><w:b w:val="0"/><w:bCs w:val="0"/></w:rPr></w:pPr><w:r><w:rPr><w:color w:val="4F61AB"/><w:spacing w:val="-1"/></w:rPr><w:t>Assumptions</w:t></w:r><w:r><w:rPr><w:b w:val="0"/></w:rPr></w:r></w:p><w:p><w:pPr><w:pStyle w:val="BodyText"/><w:spacing w:line="240" w:lineRule="auto" w:before="116"/><w:ind w:left="560" w:right="0"/><w:jc w:val="left"/><w:rPr><w:rFonts w:ascii="Arial" w:hAnsi="Arial" w:cs="Arial" w:eastAsia="Arial"/></w:rPr></w:pPr><w:r><w:rPr><w:rFonts w:ascii="Arial"/><w:color w:val="4C4D4F"/><w:spacing w:val="-1"/></w:rPr><w:t>The</w:t></w:r><w:r><w:rPr><w:rFonts w:ascii="Arial"/><w:color w:val="4C4D4F"/><w:spacing w:val="-2"/></w:rPr><w:t> student will:</w:t></w:r><w:r><w:rPr><w:rFonts w:ascii="Arial"/></w:rPr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w:rPr><w:rFonts w:ascii="Arial" w:hAnsi="Arial" w:cs="Arial" w:eastAsia="Arial"/></w:rPr></w:pPr><w:r><w:rPr><w:rFonts w:ascii="Arial"/><w:color w:val="4C4D4F"/><w:spacing w:val="-3"/></w:rPr><w:t>Have</w:t></w:r><w:r><w:rPr><w:rFonts w:ascii="Arial"/><w:color w:val="4C4D4F"/><w:spacing w:val="-2"/></w:rPr><w:t> </w:t></w:r><w:r><w:rPr><w:rFonts w:ascii="Arial"/><w:color w:val="4C4D4F"/></w:rPr><w:t>a</w:t></w:r><w:r><w:rPr><w:rFonts w:ascii="Arial"/><w:color w:val="4C4D4F"/><w:spacing w:val="-1"/></w:rPr><w:t> basic knowledge of</w:t></w:r><w:r><w:rPr><w:rFonts w:ascii="Arial"/><w:color w:val="4C4D4F"/></w:rPr><w:t> drafting</w:t></w:r><w:r><w:rPr><w:rFonts w:ascii="Arial"/><w:color w:val="4C4D4F"/><w:spacing w:val="-2"/></w:rPr><w:t> </w:t></w:r><w:r><w:rPr><w:rFonts w:ascii="Arial"/><w:color w:val="4C4D4F"/><w:spacing w:val="-1"/></w:rPr><w:t>tools</w:t></w:r><w:r><w:rPr><w:rFonts w:ascii="Arial"/><w:color w:val="4C4D4F"/></w:rPr><w:t> </w:t></w:r><w:r><w:rPr><w:rFonts w:ascii="Arial"/><w:color w:val="4C4D4F"/><w:spacing w:val="-1"/></w:rPr><w:t>and</w:t></w:r><w:r><w:rPr><w:rFonts w:ascii="Arial"/><w:color w:val="4C4D4F"/><w:spacing w:val="-2"/></w:rPr><w:t> equipment</w:t></w:r><w:r><w:rPr><w:rFonts w:ascii="Arial"/></w:rPr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/w:pPr><w:r><w:rPr><w:color w:val="4C4D4F"/><w:spacing w:val="-3"/></w:rPr><w:t>Have</w:t></w:r><w:r><w:rPr><w:color w:val="4C4D4F"/></w:rPr><w:t> a </w:t></w:r><w:r><w:rPr><w:color w:val="4C4D4F"/><w:spacing w:val="-1"/></w:rPr><w:t>foundational</w:t></w:r><w:r><w:rPr><w:color w:val="4C4D4F"/></w:rPr><w:t> </w:t></w:r><w:r><w:rPr><w:color w:val="4C4D4F"/><w:spacing w:val="-1"/></w:rPr><w:t>understanding</w:t></w:r><w:r><w:rPr><w:color w:val="4C4D4F"/></w:rPr><w:t> </w:t></w:r><w:r><w:rPr><w:color w:val="4C4D4F"/><w:spacing w:val="-1"/></w:rPr><w:t>of</w:t></w:r><w:r><w:rPr><w:color w:val="4C4D4F"/></w:rPr><w:t> </w:t></w:r><w:r><w:rPr><w:color w:val="4C4D4F"/><w:spacing w:val="-1"/></w:rPr><w:t>how</w:t></w:r><w:r><w:rPr><w:color w:val="4C4D4F"/></w:rPr><w:t> </w:t></w:r><w:r><w:rPr><w:color w:val="4C4D4F"/><w:spacing w:val="-1"/></w:rPr><w:t>to</w:t></w:r><w:r><w:rPr><w:color w:val="4C4D4F"/></w:rPr><w:t> </w:t></w:r><w:r><w:rPr><w:color w:val="4C4D4F"/><w:spacing w:val="-1"/></w:rPr><w:t>appropriately</w:t></w:r><w:r><w:rPr><w:color w:val="4C4D4F"/></w:rPr><w:t> </w:t></w:r><w:r><w:rPr><w:color w:val="4C4D4F"/><w:spacing w:val="-1"/></w:rPr><w:t>use</w:t></w:r><w:r><w:rPr><w:color w:val="4C4D4F"/></w:rPr><w:t> drafting </w:t></w:r><w:r><w:rPr><w:color w:val="4C4D4F"/><w:spacing w:val="-1"/></w:rPr><w:t>equipment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/w:pPr><w:r><w:rPr><w:color w:val="4C4D4F"/><w:spacing w:val="-3"/></w:rPr><w:t>Have</w:t></w:r><w:r><w:rPr><w:color w:val="4C4D4F"/></w:rPr><w:t> </w:t></w:r><w:r><w:rPr><w:color w:val="4C4D4F"/><w:spacing w:val="-1"/></w:rPr><w:t>created</w:t></w:r><w:r><w:rPr><w:color w:val="4C4D4F"/></w:rPr><w:t> a </w:t></w:r><w:r><w:rPr><w:color w:val="4C4D4F"/><w:spacing w:val="-1"/></w:rPr><w:t>title</w:t></w:r><w:r><w:rPr><w:color w:val="4C4D4F"/></w:rPr><w:t> block on which </w:t></w:r><w:r><w:rPr><w:color w:val="4C4D4F"/><w:spacing w:val="-1"/></w:rPr><w:t>to</w:t></w:r><w:r><w:rPr><w:color w:val="4C4D4F"/></w:rPr><w:t> </w:t></w:r><w:r><w:rPr><w:color w:val="4C4D4F"/><w:spacing w:val="-1"/></w:rPr><w:t>complete</w:t></w:r><w:r><w:rPr><w:color w:val="4C4D4F"/></w:rPr><w:t> </w:t></w:r><w:r><w:rPr><w:color w:val="4C4D4F"/><w:spacing w:val="-1"/></w:rPr><w:t>this</w:t></w:r><w:r><w:rPr><w:color w:val="4C4D4F"/></w:rPr><w:t> activity</w:t></w:r><w:r><w:rPr/></w:r></w:p><w:p><w:pPr><w:spacing w:line="240" w:lineRule="auto" w:before="10"/><w:rPr><w:rFonts w:ascii="Arial" w:hAnsi="Arial" w:cs="Arial" w:eastAsia="Arial"/><w:sz w:val="18"/><w:szCs w:val="18"/></w:rPr></w:pPr></w:p><w:p><w:pPr><w:pStyle w:val="Heading2"/><w:spacing w:line="240" w:lineRule="auto"/><w:ind w:right="0"/><w:jc w:val="left"/><w:rPr><w:b w:val="0"/><w:bCs w:val="0"/></w:rPr></w:pPr><w:r><w:rPr><w:color w:val="4F61AB"/><w:spacing w:val="-5"/></w:rPr><w:t>Terminology</w:t></w:r><w:r><w:rPr><w:b w:val="0"/></w:rPr></w:r></w:p><w:p><w:pPr><w:spacing w:before="96"/><w:ind w:left="560" w:right="0" w:firstLine="0"/><w:jc w:val="left"/><w:rPr><w:rFonts w:ascii="Arial" w:hAnsi="Arial" w:cs="Arial" w:eastAsia="Arial"/><w:sz w:val="22"/><w:szCs w:val="22"/></w:rPr></w:pPr><w:r><w:rPr><w:rFonts w:ascii="Arial"/><w:b/><w:color w:val="4C4D4F"/><w:spacing w:val="-1"/><w:sz w:val="22"/></w:rPr><w:t>Border</w:t></w:r><w:r><w:rPr><w:rFonts w:ascii="Arial"/><w:b/><w:color w:val="4C4D4F"/><w:spacing w:val="-4"/><w:sz w:val="22"/></w:rPr><w:t> </w:t></w:r><w:r><w:rPr><w:rFonts w:ascii="Arial"/><w:b/><w:color w:val="4C4D4F"/><w:sz w:val="22"/></w:rPr><w:t>or</w:t></w:r><w:r><w:rPr><w:rFonts w:ascii="Arial"/><w:b/><w:color w:val="4C4D4F"/><w:spacing w:val="-4"/><w:sz w:val="22"/></w:rPr><w:t> </w:t></w:r><w:r><w:rPr><w:rFonts w:ascii="Arial"/><w:b/><w:color w:val="4C4D4F"/><w:sz w:val="22"/></w:rPr><w:t>title</w:t></w:r><w:r><w:rPr><w:rFonts w:ascii="Arial"/><w:b/><w:color w:val="4C4D4F"/><w:spacing w:val="-4"/><w:sz w:val="22"/></w:rPr><w:t> </w:t></w:r><w:r><w:rPr><w:rFonts w:ascii="Arial"/><w:b/><w:color w:val="4C4D4F"/><w:spacing w:val="-1"/><w:sz w:val="22"/></w:rPr><w:t>block</w:t></w:r><w:r><w:rPr><w:rFonts w:ascii="Arial"/><w:b/><w:color w:val="4C4D4F"/><w:spacing w:val="-4"/><w:sz w:val="22"/></w:rPr><w:t> </w:t></w:r><w:r><w:rPr><w:rFonts w:ascii="Arial"/><w:b/><w:color w:val="4C4D4F"/><w:spacing w:val="-2"/><w:sz w:val="22"/></w:rPr><w:t>lines</w:t></w:r><w:r><w:rPr><w:rFonts w:ascii="Arial"/><w:color w:val="4C4D4F"/><w:spacing w:val="-2"/><w:sz w:val="22"/></w:rPr><w:t>:</w:t></w:r><w:r><w:rPr><w:rFonts w:ascii="Arial"/><w:color w:val="4C4D4F"/><w:spacing w:val="-4"/><w:sz w:val="22"/></w:rPr><w:t> </w:t></w:r><w:r><w:rPr><w:rFonts w:ascii="Arial"/><w:color w:val="4C4D4F"/><w:spacing w:val="-2"/><w:sz w:val="22"/></w:rPr><w:t>thick,</w:t></w:r><w:r><w:rPr><w:rFonts w:ascii="Arial"/><w:color w:val="4C4D4F"/><w:spacing w:val="-4"/><w:sz w:val="22"/></w:rPr><w:t> </w:t></w:r><w:r><w:rPr><w:rFonts w:ascii="Arial"/><w:color w:val="4C4D4F"/><w:spacing w:val="-1"/><w:sz w:val="22"/></w:rPr><w:t>dark</w:t></w:r><w:r><w:rPr><w:rFonts w:ascii="Arial"/><w:color w:val="4C4D4F"/><w:spacing w:val="-4"/><w:sz w:val="22"/></w:rPr><w:t> </w:t></w:r><w:r><w:rPr><w:rFonts w:ascii="Arial"/><w:color w:val="4C4D4F"/><w:spacing w:val="-2"/><w:sz w:val="22"/></w:rPr><w:t>lines</w:t></w:r><w:r><w:rPr><w:rFonts w:ascii="Arial"/><w:color w:val="4C4D4F"/><w:spacing w:val="-3"/><w:sz w:val="22"/></w:rPr><w:t> </w:t></w:r><w:r><w:rPr><w:rFonts w:ascii="Arial"/><w:color w:val="4C4D4F"/><w:spacing w:val="-2"/><w:sz w:val="22"/></w:rPr><w:t>used</w:t></w:r><w:r><w:rPr><w:rFonts w:ascii="Arial"/><w:color w:val="4C4D4F"/><w:spacing w:val="-4"/><w:sz w:val="22"/></w:rPr><w:t> </w:t></w:r><w:r><w:rPr><w:rFonts w:ascii="Arial"/><w:color w:val="4C4D4F"/><w:spacing w:val="-2"/><w:sz w:val="22"/></w:rPr><w:t>to</w:t></w:r><w:r><w:rPr><w:rFonts w:ascii="Arial"/><w:color w:val="4C4D4F"/><w:spacing w:val="-4"/><w:sz w:val="22"/></w:rPr><w:t> </w:t></w:r><w:r><w:rPr><w:rFonts w:ascii="Arial"/><w:color w:val="4C4D4F"/><w:spacing w:val="-2"/><w:sz w:val="22"/></w:rPr><w:t>create</w:t></w:r><w:r><w:rPr><w:rFonts w:ascii="Arial"/><w:color w:val="4C4D4F"/><w:spacing w:val="-4"/><w:sz w:val="22"/></w:rPr><w:t> </w:t></w:r><w:r><w:rPr><w:rFonts w:ascii="Arial"/><w:color w:val="4C4D4F"/><w:sz w:val="22"/></w:rPr><w:t>a</w:t></w:r><w:r><w:rPr><w:rFonts w:ascii="Arial"/><w:color w:val="4C4D4F"/><w:spacing w:val="-4"/><w:sz w:val="22"/></w:rPr><w:t> </w:t></w:r><w:r><w:rPr><w:rFonts w:ascii="Arial"/><w:color w:val="4C4D4F"/><w:spacing w:val="-2"/><w:sz w:val="22"/></w:rPr><w:t>solid</w:t></w:r><w:r><w:rPr><w:rFonts w:ascii="Arial"/><w:color w:val="4C4D4F"/><w:spacing w:val="-4"/><w:sz w:val="22"/></w:rPr><w:t> </w:t></w:r><w:r><w:rPr><w:rFonts w:ascii="Arial"/><w:color w:val="4C4D4F"/><w:spacing w:val="-2"/><w:sz w:val="22"/></w:rPr><w:t>border</w:t></w:r><w:r><w:rPr><w:rFonts w:ascii="Arial"/><w:color w:val="4C4D4F"/><w:spacing w:val="-4"/><w:sz w:val="22"/></w:rPr><w:t> </w:t></w:r><w:r><w:rPr><w:rFonts w:ascii="Arial"/><w:color w:val="4C4D4F"/><w:spacing w:val="-2"/><w:sz w:val="22"/></w:rPr><w:t>around</w:t></w:r><w:r><w:rPr><w:rFonts w:ascii="Arial"/><w:color w:val="4C4D4F"/><w:spacing w:val="-4"/><w:sz w:val="22"/></w:rPr><w:t> </w:t></w:r><w:r><w:rPr><w:rFonts w:ascii="Arial"/><w:color w:val="4C4D4F"/><w:sz w:val="22"/></w:rPr><w:t>a</w:t></w:r><w:r><w:rPr><w:rFonts w:ascii="Arial"/><w:color w:val="4C4D4F"/><w:spacing w:val="-3"/><w:sz w:val="22"/></w:rPr><w:t> </w:t></w:r><w:r><w:rPr><w:rFonts w:ascii="Arial"/><w:color w:val="4C4D4F"/><w:spacing w:val="-2"/><w:sz w:val="22"/></w:rPr><w:t>blank</w:t></w:r><w:r><w:rPr><w:rFonts w:ascii="Arial"/><w:color w:val="4C4D4F"/><w:spacing w:val="-4"/><w:sz w:val="22"/></w:rPr><w:t> </w:t></w:r><w:r><w:rPr><w:rFonts w:ascii="Arial"/><w:color w:val="4C4D4F"/><w:spacing w:val="-2"/><w:sz w:val="22"/></w:rPr><w:t>page.</w:t></w:r><w:r><w:rPr><w:rFonts w:ascii="Arial"/><w:sz w:val="22"/></w:rPr></w:r></w:p><w:p><w:pPr><w:pStyle w:val="BodyText"/><w:spacing w:line="265" w:lineRule="auto" w:before="171"/><w:ind w:left="560" w:right="1151"/><w:jc w:val="left"/></w:pPr><w:r><w:rPr><w:rFonts w:ascii="Arial"/><w:b/><w:color w:val="4C4D4F"/></w:rPr><w:t>Drafting</w:t></w:r><w:r><w:rPr><w:rFonts w:ascii="Arial"/><w:b/><w:color w:val="4C4D4F"/><w:spacing w:val="-4"/></w:rPr><w:t> </w:t></w:r><w:r><w:rPr><w:rFonts w:ascii="Arial"/><w:b/><w:color w:val="4C4D4F"/><w:spacing w:val="-2"/></w:rPr><w:t>board</w:t></w:r><w:r><w:rPr><w:color w:val="4C4D4F"/><w:spacing w:val="-2"/></w:rPr><w:t>:</w:t></w:r><w:r><w:rPr><w:color w:val="4C4D4F"/><w:spacing w:val="-3"/></w:rPr><w:t> </w:t></w:r><w:r><w:rPr><w:color w:val="4C4D4F"/></w:rPr><w:t>a</w:t></w:r><w:r><w:rPr><w:color w:val="4C4D4F"/><w:spacing w:val="-4"/></w:rPr><w:t> </w:t></w:r><w:r><w:rPr><w:color w:val="4C4D4F"/><w:spacing w:val="-1"/></w:rPr><w:t>flat,</w:t></w:r><w:r><w:rPr><w:color w:val="4C4D4F"/><w:spacing w:val="-3"/></w:rPr><w:t> </w:t></w:r><w:r><w:rPr><w:color w:val="4C4D4F"/><w:spacing w:val="-2"/></w:rPr><w:t>smooth</w:t></w:r><w:r><w:rPr><w:color w:val="4C4D4F"/><w:spacing w:val="-3"/></w:rPr><w:t> </w:t></w:r><w:r><w:rPr><w:color w:val="4C4D4F"/><w:spacing w:val="-1"/></w:rPr><w:t>surface</w:t></w:r><w:r><w:rPr><w:color w:val="4C4D4F"/><w:spacing w:val="-4"/></w:rPr><w:t> </w:t></w:r><w:r><w:rPr><w:color w:val="4C4D4F"/><w:spacing w:val="-2"/></w:rPr><w:t>usually</w:t></w:r><w:r><w:rPr><w:color w:val="4C4D4F"/><w:spacing w:val="-3"/></w:rPr><w:t> </w:t></w:r><w:r><w:rPr><w:color w:val="4C4D4F"/><w:spacing w:val="-2"/></w:rPr><w:t>covered</w:t></w:r><w:r><w:rPr><w:color w:val="4C4D4F"/><w:spacing w:val="-4"/></w:rPr><w:t> </w:t></w:r><w:r><w:rPr><w:color w:val="4C4D4F"/><w:spacing w:val="-1"/></w:rPr><w:t>in</w:t></w:r><w:r><w:rPr><w:color w:val="4C4D4F"/><w:spacing w:val="-3"/></w:rPr><w:t> vinyl </w:t></w:r><w:r><w:rPr><w:color w:val="4C4D4F"/><w:spacing w:val="-2"/></w:rPr><w:t>to</w:t></w:r><w:r><w:rPr><w:color w:val="4C4D4F"/><w:spacing w:val="-4"/></w:rPr><w:t> </w:t></w:r><w:r><w:rPr><w:color w:val="4C4D4F"/><w:spacing w:val="-1"/></w:rPr><w:t>which</w:t></w:r><w:r><w:rPr><w:color w:val="4C4D4F"/><w:spacing w:val="-3"/></w:rPr><w:t> </w:t></w:r><w:r><w:rPr><w:color w:val="4C4D4F"/><w:spacing w:val="-2"/></w:rPr><w:t>paper</w:t></w:r><w:r><w:rPr><w:color w:val="4C4D4F"/><w:spacing w:val="-4"/></w:rPr><w:t> </w:t></w:r><w:r><w:rPr><w:color w:val="4C4D4F"/><w:spacing w:val="-1"/></w:rPr><w:t>is</w:t></w:r><w:r><w:rPr><w:color w:val="4C4D4F"/><w:spacing w:val="-3"/></w:rPr><w:t> </w:t></w:r><w:r><w:rPr><w:color w:val="4C4D4F"/><w:spacing w:val="-1"/></w:rPr><w:t>affixed.</w:t></w:r><w:r><w:rPr><w:color w:val="4C4D4F"/><w:spacing w:val="-3"/></w:rPr><w:t> </w:t></w:r><w:r><w:rPr><w:color w:val="4C4D4F"/><w:spacing w:val="-1"/></w:rPr><w:t>The</w:t></w:r><w:r><w:rPr><w:color w:val="4C4D4F"/><w:spacing w:val="51"/></w:rPr><w:t> </w:t></w:r><w:r><w:rPr><w:color w:val="4C4D4F"/><w:spacing w:val="-1"/></w:rPr><w:t>drafting</w:t></w:r><w:r><w:rPr><w:color w:val="4C4D4F"/><w:spacing w:val="-3"/></w:rPr><w:t> </w:t></w:r><w:r><w:rPr><w:color w:val="4C4D4F"/><w:spacing w:val="-2"/></w:rPr><w:t>board</w:t></w:r><w:r><w:rPr><w:color w:val="4C4D4F"/><w:spacing w:val="-3"/></w:rPr><w:t> </w:t></w:r><w:r><w:rPr><w:color w:val="4C4D4F"/><w:spacing w:val="-2"/></w:rPr><w:t>has</w:t></w:r><w:r><w:rPr><w:color w:val="4C4D4F"/><w:spacing w:val="-3"/></w:rPr><w:t> square, </w:t></w:r><w:r><w:rPr><w:color w:val="4C4D4F"/><w:spacing w:val="-2"/></w:rPr><w:t>parallel</w:t></w:r><w:r><w:rPr><w:color w:val="4C4D4F"/><w:spacing w:val="-3"/></w:rPr><w:t> </w:t></w:r><w:r><w:rPr><w:color w:val="4C4D4F"/><w:spacing w:val="-2"/></w:rPr><w:t>edges</w:t></w:r><w:r><w:rPr><w:color w:val="4C4D4F"/><w:spacing w:val="-3"/></w:rPr><w:t> </w:t></w:r><w:r><w:rPr><w:color w:val="4C4D4F"/><w:spacing w:val="-2"/></w:rPr><w:t>that</w:t></w:r><w:r><w:rPr><w:color w:val="4C4D4F"/><w:spacing w:val="-3"/></w:rPr><w:t> </w:t></w:r><w:r><w:rPr><w:color w:val="4C4D4F"/><w:spacing w:val="-2"/></w:rPr><w:t>allow</w:t></w:r><w:r><w:rPr><w:color w:val="4C4D4F"/><w:spacing w:val="-3"/></w:rPr><w:t> </w:t></w:r><w:r><w:rPr><w:color w:val="4C4D4F"/></w:rPr><w:t>a</w:t></w:r><w:r><w:rPr><w:color w:val="4C4D4F"/><w:spacing w:val="-3"/></w:rPr><w:t> T-square </w:t></w:r><w:r><w:rPr><w:color w:val="4C4D4F"/><w:spacing w:val="-2"/></w:rPr><w:t>to</w:t></w:r><w:r><w:rPr><w:color w:val="4C4D4F"/><w:spacing w:val="-3"/></w:rPr><w:t> </w:t></w:r><w:r><w:rPr><w:color w:val="4C4D4F"/><w:spacing w:val="-2"/></w:rPr><w:t>slide</w:t></w:r><w:r><w:rPr><w:color w:val="4C4D4F"/><w:spacing w:val="-3"/></w:rPr><w:t> </w:t></w:r><w:r><w:rPr><w:color w:val="4C4D4F"/><w:spacing w:val="-4"/></w:rPr><w:t>easily.</w:t></w:r><w:r><w:rPr/></w:r></w:p><w:p><w:pPr><w:pStyle w:val="BodyText"/><w:spacing w:line="240" w:lineRule="auto" w:before="144"/><w:ind w:left="560" w:right="0"/><w:jc w:val="left"/></w:pPr><w:r><w:rPr><w:rFonts w:ascii="Arial"/><w:b/><w:color w:val="4C4D4F"/></w:rPr><w:t>Drafting</w:t></w:r><w:r><w:rPr><w:rFonts w:ascii="Arial"/><w:b/><w:color w:val="4C4D4F"/><w:spacing w:val="-4"/></w:rPr><w:t> </w:t></w:r><w:r><w:rPr><w:rFonts w:ascii="Arial"/><w:b/><w:color w:val="4C4D4F"/><w:spacing w:val="-2"/></w:rPr><w:t>brush</w:t></w:r><w:r><w:rPr><w:color w:val="4C4D4F"/><w:spacing w:val="-2"/></w:rPr><w:t>:</w:t></w:r><w:r><w:rPr><w:color w:val="4C4D4F"/><w:spacing w:val="-4"/></w:rPr><w:t> </w:t></w:r><w:r><w:rPr><w:color w:val="4C4D4F"/><w:spacing w:val="-2"/></w:rPr><w:t>used</w:t></w:r><w:r><w:rPr><w:color w:val="4C4D4F"/><w:spacing w:val="-3"/></w:rPr><w:t> </w:t></w:r><w:r><w:rPr><w:color w:val="4C4D4F"/><w:spacing w:val="-2"/></w:rPr><w:t>to</w:t></w:r><w:r><w:rPr><w:color w:val="4C4D4F"/><w:spacing w:val="-4"/></w:rPr><w:t> </w:t></w:r><w:r><w:rPr><w:color w:val="4C4D4F"/><w:spacing w:val="-3"/></w:rPr><w:t>sweep </w:t></w:r><w:r><w:rPr><w:color w:val="4C4D4F"/><w:spacing w:val="-4"/></w:rPr><w:t>away </w:t></w:r><w:r><w:rPr><w:color w:val="4C4D4F"/><w:spacing w:val="-2"/></w:rPr><w:t>debris</w:t></w:r><w:r><w:rPr><w:color w:val="4C4D4F"/><w:spacing w:val="-3"/></w:rPr><w:t> </w:t></w:r><w:r><w:rPr><w:color w:val="4C4D4F"/><w:spacing w:val="-1"/></w:rPr><w:t>from</w:t></w:r><w:r><w:rPr><w:color w:val="4C4D4F"/><w:spacing w:val="-4"/></w:rPr><w:t> </w:t></w:r><w:r><w:rPr><w:color w:val="4C4D4F"/></w:rPr><w:t>a</w:t></w:r><w:r><w:rPr><w:color w:val="4C4D4F"/><w:spacing w:val="-3"/></w:rPr><w:t> </w:t></w:r><w:r><w:rPr><w:color w:val="4C4D4F"/><w:spacing w:val="-2"/></w:rPr><w:t>drawing</w:t></w:r><w:r><w:rPr><w:color w:val="4C4D4F"/><w:spacing w:val="-4"/></w:rPr><w:t> </w:t></w:r><w:r><w:rPr><w:color w:val="4C4D4F"/><w:spacing w:val="-1"/></w:rPr><w:t>so</w:t></w:r><w:r><w:rPr><w:color w:val="4C4D4F"/><w:spacing w:val="-3"/></w:rPr><w:t> </w:t></w:r><w:r><w:rPr><w:color w:val="4C4D4F"/><w:spacing w:val="-1"/></w:rPr><w:t>the</w:t></w:r><w:r><w:rPr><w:color w:val="4C4D4F"/><w:spacing w:val="-4"/></w:rPr><w:t> </w:t></w:r><w:r><w:rPr><w:color w:val="4C4D4F"/><w:spacing w:val="-2"/></w:rPr><w:t>full</w:t></w:r><w:r><w:rPr><w:color w:val="4C4D4F"/><w:spacing w:val="-3"/></w:rPr><w:t> </w:t></w:r><w:r><w:rPr><w:color w:val="4C4D4F"/><w:spacing w:val="-2"/></w:rPr><w:t>drawing</w:t></w:r><w:r><w:rPr><w:color w:val="4C4D4F"/><w:spacing w:val="-4"/></w:rPr><w:t> </w:t></w:r><w:r><w:rPr><w:color w:val="4C4D4F"/><w:spacing w:val="-1"/></w:rPr><w:t>is</w:t></w:r><w:r><w:rPr><w:color w:val="4C4D4F"/><w:spacing w:val="-4"/></w:rPr><w:t> </w:t></w:r><w:r><w:rPr><w:color w:val="4C4D4F"/><w:spacing w:val="-2"/></w:rPr><w:t>not</w:t></w:r><w:r><w:rPr><w:color w:val="4C4D4F"/><w:spacing w:val="-3"/></w:rPr><w:t> </w:t></w:r><w:r><w:rPr><w:color w:val="4C4D4F"/><w:spacing w:val="-2"/></w:rPr><w:t>smeared.</w:t></w:r><w:r><w:rPr/></w:r></w:p><w:p><w:pPr><w:pStyle w:val="BodyText"/><w:spacing w:line="265" w:lineRule="auto" w:before="171"/><w:ind w:left="560" w:right="1151"/><w:jc w:val="left"/><w:rPr><w:rFonts w:ascii="Arial" w:hAnsi="Arial" w:cs="Arial" w:eastAsia="Arial"/></w:rPr></w:pPr><w:r><w:rPr><w:rFonts w:ascii="Arial"/><w:b/><w:color w:val="4C4D4F"/><w:spacing w:val="-1"/></w:rPr><w:t>Eraser</w:t></w:r><w:r><w:rPr><w:rFonts w:ascii="Arial"/><w:b/><w:color w:val="4C4D4F"/><w:spacing w:val="-4"/></w:rPr><w:t> </w:t></w:r><w:r><w:rPr><w:rFonts w:ascii="Arial"/><w:b/><w:color w:val="4C4D4F"/><w:spacing w:val="-2"/></w:rPr><w:t>shield</w:t></w:r><w:r><w:rPr><w:rFonts w:ascii="Arial"/><w:color w:val="4C4D4F"/><w:spacing w:val="-2"/></w:rPr><w:t>:</w:t></w:r><w:r><w:rPr><w:rFonts w:ascii="Arial"/><w:color w:val="4C4D4F"/><w:spacing w:val="-4"/></w:rPr><w:t> </w:t></w:r><w:r><w:rPr><w:rFonts w:ascii="Arial"/><w:color w:val="4C4D4F"/></w:rPr><w:t>a</w:t></w:r><w:r><w:rPr><w:rFonts w:ascii="Arial"/><w:color w:val="4C4D4F"/><w:spacing w:val="-4"/></w:rPr><w:t> </w:t></w:r><w:r><w:rPr><w:rFonts w:ascii="Arial"/><w:color w:val="4C4D4F"/><w:spacing w:val="-1"/></w:rPr><w:t>micro-thin</w:t></w:r><w:r><w:rPr><w:rFonts w:ascii="Arial"/><w:color w:val="4C4D4F"/><w:spacing w:val="-4"/></w:rPr><w:t> </w:t></w:r><w:r><w:rPr><w:rFonts w:ascii="Arial"/><w:color w:val="4C4D4F"/><w:spacing w:val="-1"/></w:rPr><w:t>piece</w:t></w:r><w:r><w:rPr><w:rFonts w:ascii="Arial"/><w:color w:val="4C4D4F"/><w:spacing w:val="-4"/></w:rPr><w:t> </w:t></w:r><w:r><w:rPr><w:rFonts w:ascii="Arial"/><w:color w:val="4C4D4F"/><w:spacing w:val="-2"/></w:rPr><w:t>of</w:t></w:r><w:r><w:rPr><w:rFonts w:ascii="Arial"/><w:color w:val="4C4D4F"/><w:spacing w:val="-4"/></w:rPr><w:t> </w:t></w:r><w:r><w:rPr><w:rFonts w:ascii="Arial"/><w:color w:val="4C4D4F"/><w:spacing w:val="-2"/></w:rPr><w:t>metal</w:t></w:r><w:r><w:rPr><w:rFonts w:ascii="Arial"/><w:color w:val="4C4D4F"/><w:spacing w:val="-3"/></w:rPr><w:t> </w:t></w:r><w:r><w:rPr><w:rFonts w:ascii="Arial"/><w:color w:val="4C4D4F"/><w:spacing w:val="-1"/></w:rPr><w:t>with</w:t></w:r><w:r><w:rPr><w:rFonts w:ascii="Arial"/><w:color w:val="4C4D4F"/><w:spacing w:val="-4"/></w:rPr><w:t> </w:t></w:r><w:r><w:rPr><w:rFonts w:ascii="Arial"/><w:color w:val="4C4D4F"/><w:spacing w:val="-1"/></w:rPr><w:t>cut-outs</w:t></w:r><w:r><w:rPr><w:rFonts w:ascii="Arial"/><w:color w:val="4C4D4F"/><w:spacing w:val="-4"/></w:rPr><w:t> </w:t></w:r><w:r><w:rPr><w:rFonts w:ascii="Arial"/><w:color w:val="4C4D4F"/><w:spacing w:val="-2"/></w:rPr><w:t>that</w:t></w:r><w:r><w:rPr><w:rFonts w:ascii="Arial"/><w:color w:val="4C4D4F"/><w:spacing w:val="-4"/></w:rPr><w:t> </w:t></w:r><w:r><w:rPr><w:rFonts w:ascii="Arial"/><w:color w:val="4C4D4F"/><w:spacing w:val="-2"/></w:rPr><w:t>allow</w:t></w:r><w:r><w:rPr><w:rFonts w:ascii="Arial"/><w:color w:val="4C4D4F"/><w:spacing w:val="-4"/></w:rPr><w:t> </w:t></w:r><w:r><w:rPr><w:rFonts w:ascii="Arial"/><w:color w:val="4C4D4F"/><w:spacing w:val="-1"/></w:rPr><w:t>the</w:t></w:r><w:r><w:rPr><w:rFonts w:ascii="Arial"/><w:color w:val="4C4D4F"/><w:spacing w:val="-4"/></w:rPr><w:t> </w:t></w:r><w:r><w:rPr><w:rFonts w:ascii="Arial"/><w:color w:val="4C4D4F"/><w:spacing w:val="-2"/></w:rPr><w:t>user</w:t></w:r><w:r><w:rPr><w:rFonts w:ascii="Arial"/><w:color w:val="4C4D4F"/><w:spacing w:val="-4"/></w:rPr><w:t> </w:t></w:r><w:r><w:rPr><w:rFonts w:ascii="Arial"/><w:color w:val="4C4D4F"/><w:spacing w:val="-2"/></w:rPr><w:t>to</w:t></w:r><w:r><w:rPr><w:rFonts w:ascii="Arial"/><w:color w:val="4C4D4F"/><w:spacing w:val="-3"/></w:rPr><w:t> </w:t></w:r><w:r><w:rPr><w:rFonts w:ascii="Arial"/><w:color w:val="4C4D4F"/><w:spacing w:val="-2"/></w:rPr><w:t>erase</w:t></w:r><w:r><w:rPr><w:rFonts w:ascii="Arial"/><w:color w:val="4C4D4F"/><w:spacing w:val="-4"/></w:rPr><w:t> </w:t></w:r><w:r><w:rPr><w:rFonts w:ascii="Arial"/><w:color w:val="4C4D4F"/><w:spacing w:val="-2"/></w:rPr><w:t>detailed</w:t></w:r><w:r><w:rPr><w:rFonts w:ascii="Arial"/><w:color w:val="4C4D4F"/><w:spacing w:val="49"/></w:rPr><w:t> </w:t></w:r><w:r><w:rPr><w:rFonts w:ascii="Arial"/><w:color w:val="4C4D4F"/><w:spacing w:val="-2"/></w:rPr><w:t>sections</w:t></w:r><w:r><w:rPr><w:rFonts w:ascii="Arial"/><w:color w:val="4C4D4F"/><w:spacing w:val="-4"/></w:rPr><w:t> </w:t></w:r><w:r><w:rPr><w:rFonts w:ascii="Arial"/><w:color w:val="4C4D4F"/><w:spacing w:val="-2"/></w:rPr><w:t>of</w:t></w:r><w:r><w:rPr><w:rFonts w:ascii="Arial"/><w:color w:val="4C4D4F"/><w:spacing w:val="-4"/></w:rPr><w:t> </w:t></w:r><w:r><w:rPr><w:rFonts w:ascii="Arial"/><w:color w:val="4C4D4F"/></w:rPr><w:t>a</w:t></w:r><w:r><w:rPr><w:rFonts w:ascii="Arial"/><w:color w:val="4C4D4F"/><w:spacing w:val="-3"/></w:rPr><w:t> </w:t></w:r><w:r><w:rPr><w:rFonts w:ascii="Arial"/><w:color w:val="4C4D4F"/><w:spacing w:val="-2"/></w:rPr><w:t>drawing</w:t></w:r><w:r><w:rPr><w:rFonts w:ascii="Arial"/><w:color w:val="4C4D4F"/><w:spacing w:val="-4"/></w:rPr><w:t> </w:t></w:r><w:r><w:rPr><w:rFonts w:ascii="Arial"/><w:color w:val="4C4D4F"/><w:spacing w:val="-2"/></w:rPr><w:t>without</w:t></w:r><w:r><w:rPr><w:rFonts w:ascii="Arial"/><w:color w:val="4C4D4F"/><w:spacing w:val="-3"/></w:rPr><w:t> </w:t></w:r><w:r><w:rPr><w:rFonts w:ascii="Arial"/><w:color w:val="4C4D4F"/><w:spacing w:val="-2"/></w:rPr><w:t>erasing</w:t></w:r><w:r><w:rPr><w:rFonts w:ascii="Arial"/><w:color w:val="4C4D4F"/><w:spacing w:val="-4"/></w:rPr><w:t> </w:t></w:r><w:r><w:rPr><w:rFonts w:ascii="Arial"/><w:color w:val="4C4D4F"/><w:spacing w:val="-1"/></w:rPr><w:t>the</w:t></w:r><w:r><w:rPr><w:rFonts w:ascii="Arial"/><w:color w:val="4C4D4F"/><w:spacing w:val="-3"/></w:rPr><w:t> </w:t></w:r><w:r><w:rPr><w:rFonts w:ascii="Arial"/><w:color w:val="4C4D4F"/><w:spacing w:val="-2"/></w:rPr><w:t>rest</w:t></w:r><w:r><w:rPr><w:rFonts w:ascii="Arial"/><w:color w:val="4C4D4F"/><w:spacing w:val="-4"/></w:rPr><w:t> </w:t></w:r><w:r><w:rPr><w:rFonts w:ascii="Arial"/><w:color w:val="4C4D4F"/><w:spacing w:val="-2"/></w:rPr><w:t>of</w:t></w:r><w:r><w:rPr><w:rFonts w:ascii="Arial"/><w:color w:val="4C4D4F"/><w:spacing w:val="-3"/></w:rPr><w:t> </w:t></w:r><w:r><w:rPr><w:rFonts w:ascii="Arial"/><w:color w:val="4C4D4F"/><w:spacing w:val="-1"/></w:rPr><w:t>the</w:t></w:r><w:r><w:rPr><w:rFonts w:ascii="Arial"/><w:color w:val="4C4D4F"/><w:spacing w:val="-4"/></w:rPr><w:t> </w:t></w:r><w:r><w:rPr><w:rFonts w:ascii="Arial"/><w:color w:val="4C4D4F"/><w:spacing w:val="-3"/></w:rPr><w:t>drawing.</w:t></w:r><w:r><w:rPr><w:rFonts w:ascii="Arial"/></w:rPr></w:r></w:p><w:p><w:pPr><w:pStyle w:val="BodyText"/><w:spacing w:line="240" w:lineRule="auto" w:before="144"/><w:ind w:left="560" w:right="0"/><w:jc w:val="left"/></w:pPr><w:r><w:rPr><w:rFonts w:ascii="Arial"/><w:b/><w:color w:val="4C4D4F"/><w:spacing w:val="-1"/></w:rPr><w:t>Guide</w:t></w:r><w:r><w:rPr><w:rFonts w:ascii="Arial"/><w:b/><w:color w:val="4C4D4F"/><w:spacing w:val="-4"/></w:rPr><w:t> </w:t></w:r><w:r><w:rPr><w:rFonts w:ascii="Arial"/><w:b/><w:color w:val="4C4D4F"/><w:spacing w:val="-2"/></w:rPr><w:t>lines</w:t></w:r><w:r><w:rPr><w:color w:val="4C4D4F"/><w:spacing w:val="-2"/></w:rPr><w:t>:</w:t></w:r><w:r><w:rPr><w:color w:val="4C4D4F"/><w:spacing w:val="-4"/></w:rPr><w:t> </w:t></w:r><w:r><w:rPr><w:color w:val="4C4D4F"/><w:spacing w:val="-2"/></w:rPr><w:t>thin,</w:t></w:r><w:r><w:rPr><w:color w:val="4C4D4F"/><w:spacing w:val="-3"/></w:rPr><w:t> </w:t></w:r><w:r><w:rPr><w:color w:val="4C4D4F"/><w:spacing w:val="-2"/></w:rPr><w:t>light</w:t></w:r><w:r><w:rPr><w:color w:val="4C4D4F"/><w:spacing w:val="-4"/></w:rPr><w:t> </w:t></w:r><w:r><w:rPr><w:color w:val="4C4D4F"/><w:spacing w:val="-2"/></w:rPr><w:t>lines,</w:t></w:r><w:r><w:rPr><w:color w:val="4C4D4F"/><w:spacing w:val="-3"/></w:rPr><w:t> </w:t></w:r><w:r><w:rPr><w:color w:val="4C4D4F"/><w:spacing w:val="-2"/></w:rPr><w:t>drawn</w:t></w:r><w:r><w:rPr><w:color w:val="4C4D4F"/><w:spacing w:val="-4"/></w:rPr><w:t> </w:t></w:r><w:r><w:rPr><w:color w:val="4C4D4F"/><w:spacing w:val="-2"/></w:rPr><w:t>when</w:t></w:r><w:r><w:rPr><w:color w:val="4C4D4F"/><w:spacing w:val="-3"/></w:rPr><w:t> </w:t></w:r><w:r><w:rPr><w:color w:val="4C4D4F"/><w:spacing w:val="-2"/></w:rPr><w:t>using</w:t></w:r><w:r><w:rPr><w:color w:val="4C4D4F"/><w:spacing w:val="-4"/></w:rPr><w:t> </w:t></w:r><w:r><w:rPr><w:color w:val="4C4D4F"/><w:spacing w:val="-1"/></w:rPr><w:t>the</w:t></w:r><w:r><w:rPr><w:color w:val="4C4D4F"/><w:spacing w:val="-3"/></w:rPr><w:t> </w:t></w:r><w:r><w:rPr><w:color w:val="4C4D4F"/><w:spacing w:val="-2"/></w:rPr><w:t>lettering</w:t></w:r><w:r><w:rPr><w:color w:val="4C4D4F"/><w:spacing w:val="-4"/></w:rPr><w:t> </w:t></w:r><w:r><w:rPr><w:color w:val="4C4D4F"/><w:spacing w:val="-2"/></w:rPr><w:t>guide</w:t></w:r><w:r><w:rPr><w:color w:val="4C4D4F"/><w:spacing w:val="-3"/></w:rPr><w:t> </w:t></w:r><w:r><w:rPr><w:color w:val="4C4D4F"/><w:spacing w:val="-1"/></w:rPr><w:t>for</w:t></w:r><w:r><w:rPr><w:color w:val="4C4D4F"/><w:spacing w:val="-4"/></w:rPr><w:t> </w:t></w:r><w:r><w:rPr><w:color w:val="4C4D4F"/><w:spacing w:val="-3"/></w:rPr><w:t>evenly</w:t></w:r><w:r><w:rPr><w:color w:val="4C4D4F"/><w:spacing w:val="-4"/></w:rPr><w:t> </w:t></w:r><w:r><w:rPr><w:color w:val="4C4D4F"/><w:spacing w:val="-2"/></w:rPr><w:t>spaced</w:t></w:r><w:r><w:rPr><w:color w:val="4C4D4F"/><w:spacing w:val="-3"/></w:rPr><w:t> </w:t></w:r><w:r><w:rPr><w:color w:val="4C4D4F"/><w:spacing w:val="-2"/></w:rPr><w:t>letters.</w:t></w:r><w:r><w:rPr/></w:r></w:p><w:p><w:pPr><w:pStyle w:val="BodyText"/><w:spacing w:line="265" w:lineRule="auto" w:before="171"/><w:ind w:left="560" w:right="1151"/><w:jc w:val="left"/></w:pPr><w:r><w:rPr><w:rFonts w:ascii="Arial"/><w:b/><w:color w:val="4C4D4F"/><w:spacing w:val="-1"/></w:rPr><w:t>Isometric</w:t></w:r><w:r><w:rPr><w:rFonts w:ascii="Arial"/><w:b/><w:color w:val="4C4D4F"/><w:spacing w:val="-4"/></w:rPr><w:t> </w:t></w:r><w:r><w:rPr><w:rFonts w:ascii="Arial"/><w:b/><w:color w:val="4C4D4F"/><w:spacing w:val="-2"/></w:rPr><w:t>drawing</w:t></w:r><w:r><w:rPr><w:rFonts w:ascii="Arial"/><w:color w:val="4C4D4F"/><w:spacing w:val="-2"/></w:rPr><w:t>:</w:t></w:r><w:r><w:rPr><w:rFonts w:ascii="Arial"/><w:color w:val="4C4D4F"/><w:spacing w:val="-4"/></w:rPr><w:t> </w:t></w:r><w:r><w:rPr><w:rFonts w:ascii="Arial"/><w:color w:val="4C4D4F"/></w:rPr><w:t>a</w:t></w:r><w:r><w:rPr><w:rFonts w:ascii="Arial"/><w:color w:val="4C4D4F"/><w:spacing w:val="-4"/></w:rPr><w:t> </w:t></w:r><w:r><w:rPr><w:rFonts w:ascii="Arial"/><w:color w:val="4C4D4F"/><w:spacing w:val="-1"/></w:rPr><w:t>two-dimensional</w:t></w:r><w:r><w:rPr><w:rFonts w:ascii="Arial"/><w:color w:val="4C4D4F"/><w:spacing w:val="-4"/></w:rPr><w:t> </w:t></w:r><w:r><w:rPr><w:rFonts w:ascii="Arial"/><w:color w:val="4C4D4F"/><w:spacing w:val="-2"/></w:rPr><w:t>drawing</w:t></w:r><w:r><w:rPr><w:rFonts w:ascii="Arial"/><w:color w:val="4C4D4F"/><w:spacing w:val="-4"/></w:rPr><w:t> </w:t></w:r><w:r><w:rPr><w:rFonts w:ascii="Arial"/><w:color w:val="4C4D4F"/><w:spacing w:val="-2"/></w:rPr><w:t>that</w:t></w:r><w:r><w:rPr><w:rFonts w:ascii="Arial"/><w:color w:val="4C4D4F"/><w:spacing w:val="-4"/></w:rPr><w:t> </w:t></w:r><w:r><w:rPr><w:rFonts w:ascii="Arial"/><w:color w:val="4C4D4F"/><w:spacing w:val="-2"/></w:rPr><w:t>looks</w:t></w:r><w:r><w:rPr><w:rFonts w:ascii="Arial"/><w:color w:val="4C4D4F"/><w:spacing w:val="-4"/></w:rPr><w:t> </w:t></w:r><w:r><w:rPr><w:rFonts w:ascii="Arial"/><w:color w:val="4C4D4F"/><w:spacing w:val="-3"/></w:rPr><w:t>3D.</w:t></w:r><w:r><w:rPr><w:rFonts w:ascii="Arial"/><w:color w:val="4C4D4F"/><w:spacing w:val="-4"/></w:rPr><w:t> </w:t></w:r><w:r><w:rPr><w:rFonts w:ascii="Arial"/><w:color w:val="4C4D4F"/><w:spacing w:val="-2"/></w:rPr><w:t>This</w:t></w:r><w:r><w:rPr><w:rFonts w:ascii="Arial"/><w:color w:val="4C4D4F"/><w:spacing w:val="-4"/></w:rPr><w:t> </w:t></w:r><w:r><w:rPr><w:rFonts w:ascii="Arial"/><w:color w:val="4C4D4F"/><w:spacing w:val="-2"/></w:rPr><w:t>drawing</w:t></w:r><w:r><w:rPr><w:rFonts w:ascii="Arial"/><w:color w:val="4C4D4F"/><w:spacing w:val="-4"/></w:rPr><w:t> </w:t></w:r><w:r><w:rPr><w:rFonts w:ascii="Arial"/><w:color w:val="4C4D4F"/><w:spacing w:val="-2"/></w:rPr><w:t>will</w:t></w:r><w:r><w:rPr><w:rFonts w:ascii="Arial"/><w:color w:val="4C4D4F"/><w:spacing w:val="-4"/></w:rPr><w:t> </w:t></w:r><w:r><w:rPr><w:rFonts w:ascii="Arial"/><w:color w:val="4C4D4F"/><w:spacing w:val="-2"/></w:rPr><w:t>show</w:t></w:r><w:r><w:rPr><w:rFonts w:ascii="Arial"/><w:color w:val="4C4D4F"/><w:spacing w:val="-4"/></w:rPr><w:t> </w:t></w:r><w:r><w:rPr><w:rFonts w:ascii="Arial"/><w:color w:val="4C4D4F"/><w:spacing w:val="-2"/></w:rPr><w:t>three</w:t></w:r><w:r><w:rPr><w:rFonts w:ascii="Arial"/><w:color w:val="4C4D4F"/><w:spacing w:val="-4"/></w:rPr><w:t> </w:t></w:r><w:r><w:rPr><w:rFonts w:ascii="Arial"/><w:color w:val="4C4D4F"/><w:spacing w:val="-2"/></w:rPr><w:t>sides</w:t></w:r><w:r><w:rPr><w:rFonts w:ascii="Arial"/><w:color w:val="4C4D4F"/><w:spacing w:val="79"/></w:rPr><w:t> </w:t></w:r><w:r><w:rPr><w:color w:val="4C4D4F"/><w:spacing w:val="-2"/></w:rPr><w:t>of</w:t></w:r><w:r><w:rPr><w:color w:val="4C4D4F"/><w:spacing w:val="-3"/></w:rPr><w:t> </w:t></w:r><w:r><w:rPr><w:color w:val="4C4D4F"/><w:spacing w:val="-1"/></w:rPr><w:t>the</w:t></w:r><w:r><w:rPr><w:color w:val="4C4D4F"/><w:spacing w:val="-3"/></w:rPr><w:t> </w:t></w:r><w:r><w:rPr><w:color w:val="4C4D4F"/><w:spacing w:val="-1"/></w:rPr><w:t>object</w:t></w:r><w:r><w:rPr><w:color w:val="4C4D4F"/><w:spacing w:val="-3"/></w:rPr><w:t> </w:t></w:r><w:r><w:rPr><w:color w:val="4C4D4F"/><w:spacing w:val="-1"/></w:rPr><w:t>in</w:t></w:r><w:r><w:rPr><w:color w:val="4C4D4F"/><w:spacing w:val="-3"/></w:rPr><w:t> </w:t></w:r><w:r><w:rPr><w:color w:val="4C4D4F"/><w:spacing w:val="-1"/></w:rPr><w:t>one</w:t></w:r><w:r><w:rPr><w:color w:val="4C4D4F"/><w:spacing w:val="-3"/></w:rPr><w:t> </w:t></w:r><w:r><w:rPr><w:color w:val="4C4D4F"/><w:spacing w:val="-2"/></w:rPr><w:t>view</w:t></w:r><w:r><w:rPr><w:color w:val="4C4D4F"/><w:spacing w:val="-3"/></w:rPr><w:t> </w:t></w:r><w:r><w:rPr><w:color w:val="4C4D4F"/><w:spacing w:val="-2"/></w:rPr><w:t>and</w:t></w:r><w:r><w:rPr><w:color w:val="4C4D4F"/><w:spacing w:val="-3"/></w:rPr><w:t> </w:t></w:r><w:r><w:rPr><w:color w:val="4C4D4F"/><w:spacing w:val="-2"/></w:rPr><w:t>will</w:t></w:r><w:r><w:rPr><w:color w:val="4C4D4F"/><w:spacing w:val="-3"/></w:rPr><w:t> </w:t></w:r><w:r><w:rPr><w:color w:val="4C4D4F"/><w:spacing w:val="-1"/></w:rPr><w:t>be</w:t></w:r><w:r><w:rPr><w:color w:val="4C4D4F"/><w:spacing w:val="-3"/></w:rPr><w:t> </w:t></w:r><w:r><w:rPr><w:color w:val="4C4D4F"/><w:spacing w:val="-2"/></w:rPr><w:t>created</w:t></w:r><w:r><w:rPr><w:color w:val="4C4D4F"/><w:spacing w:val="-3"/></w:rPr><w:t> </w:t></w:r><w:r><w:rPr><w:color w:val="4C4D4F"/><w:spacing w:val="-2"/></w:rPr><w:t>using</w:t></w:r><w:r><w:rPr><w:color w:val="4C4D4F"/><w:spacing w:val="-3"/></w:rPr><w:t> </w:t></w:r><w:r><w:rPr><w:color w:val="4C4D4F"/><w:spacing w:val="-2"/></w:rPr><w:t>lines</w:t></w:r><w:r><w:rPr><w:color w:val="4C4D4F"/><w:spacing w:val="-3"/></w:rPr><w:t> </w:t></w:r><w:r><w:rPr><w:color w:val="4C4D4F"/><w:spacing w:val="-2"/></w:rPr><w:t>primarily</w:t></w:r><w:r><w:rPr><w:color w:val="4C4D4F"/><w:spacing w:val="-3"/></w:rPr><w:t> </w:t></w:r><w:r><w:rPr><w:color w:val="4C4D4F"/><w:spacing w:val="-2"/></w:rPr><w:t>at</w:t></w:r><w:r><w:rPr><w:color w:val="4C4D4F"/><w:spacing w:val="-3"/></w:rPr><w:t> </w:t></w:r><w:r><w:rPr><w:color w:val="4C4D4F"/></w:rPr><w:t>30</w:t></w:r><w:r><w:rPr><w:color w:val="4C4D4F"/><w:spacing w:val="-3"/></w:rPr><w:t> </w:t></w:r><w:r><w:rPr><w:color w:val="4C4D4F"/><w:spacing w:val="-2"/></w:rPr><w:t>and</w:t></w:r><w:r><w:rPr><w:color w:val="4C4D4F"/><w:spacing w:val="-3"/></w:rPr><w:t> </w:t></w:r><w:r><w:rPr><w:color w:val="4C4D4F"/><w:spacing w:val="1"/></w:rPr><w:t>90</w:t></w:r><w:r><w:rPr><w:color w:val="4C4D4F"/><w:spacing w:val="-3"/></w:rPr><w:t> </w:t></w:r><w:r><w:rPr><w:color w:val="4C4D4F"/><w:spacing w:val="-2"/></w:rPr><w:t>degrees</w:t></w:r><w:r><w:rPr><w:color w:val="4C4D4F"/><w:spacing w:val="-3"/></w:rPr><w:t> </w:t></w:r><w:r><w:rPr><w:color w:val="4C4D4F"/><w:spacing w:val="-1"/></w:rPr><w:t>from</w:t></w:r><w:r><w:rPr><w:color w:val="4C4D4F"/><w:spacing w:val="63"/></w:rPr><w:t> </w:t></w:r><w:r><w:rPr><w:color w:val="4C4D4F"/><w:spacing w:val="-2"/></w:rPr><w:t>horizontal.</w:t></w:r><w:r><w:rPr><w:color w:val="4C4D4F"/><w:spacing w:val="-3"/></w:rPr><w:t> </w:t></w:r><w:r><w:rPr><w:color w:val="4C4D4F"/><w:spacing w:val="-1"/></w:rPr><w:t>When</w:t></w:r><w:r><w:rPr><w:color w:val="4C4D4F"/><w:spacing w:val="-3"/></w:rPr><w:t> </w:t></w:r><w:r><w:rPr><w:color w:val="4C4D4F"/><w:spacing w:val="-2"/></w:rPr><w:t>drawing</w:t></w:r><w:r><w:rPr><w:color w:val="4C4D4F"/><w:spacing w:val="-3"/></w:rPr><w:t> </w:t></w:r><w:r><w:rPr><w:color w:val="4C4D4F"/><w:spacing w:val="-1"/></w:rPr><w:t>on</w:t></w:r><w:r><w:rPr><w:color w:val="4C4D4F"/><w:spacing w:val="-3"/></w:rPr><w:t> </w:t></w:r><w:r><w:rPr><w:color w:val="4C4D4F"/><w:spacing w:val="-4"/></w:rPr><w:t>paper,</w:t></w:r><w:r><w:rPr><w:color w:val="4C4D4F"/><w:spacing w:val="-3"/></w:rPr><w:t> you </w:t></w:r><w:r><w:rPr><w:color w:val="4C4D4F"/><w:spacing w:val="-2"/></w:rPr><w:t>will</w:t></w:r><w:r><w:rPr><w:color w:val="4C4D4F"/><w:spacing w:val="-3"/></w:rPr><w:t> </w:t></w:r><w:r><w:rPr><w:color w:val="4C4D4F"/><w:spacing w:val="-2"/></w:rPr><w:t>use</w:t></w:r><w:r><w:rPr><w:color w:val="4C4D4F"/><w:spacing w:val="-3"/></w:rPr><w:t> </w:t></w:r><w:r><w:rPr><w:color w:val="4C4D4F"/></w:rPr><w:t>a</w:t></w:r><w:r><w:rPr><w:color w:val="4C4D4F"/><w:spacing w:val="-3"/></w:rPr><w:t> </w:t></w:r><w:r><w:rPr><w:color w:val="4C4D4F"/></w:rPr><w:t>30/60/90</w:t></w:r><w:r><w:rPr><w:color w:val="4C4D4F"/><w:spacing w:val="-3"/></w:rPr><w:t> </w:t></w:r><w:r><w:rPr><w:color w:val="4C4D4F"/><w:spacing w:val="-2"/></w:rPr><w:t>triangle.</w:t></w:r><w:r><w:rPr/></w:r></w:p><w:p><w:pPr><w:pStyle w:val="BodyText"/><w:spacing w:line="265" w:lineRule="auto" w:before="144"/><w:ind w:left="560" w:right="1151"/><w:jc w:val="left"/></w:pPr><w:r><w:rPr><w:rFonts w:ascii="Arial"/><w:b/><w:color w:val="4C4D4F"/><w:spacing w:val="-2"/></w:rPr><w:t>Layout</w:t></w:r><w:r><w:rPr><w:rFonts w:ascii="Arial"/><w:b/><w:color w:val="4C4D4F"/><w:spacing w:val="-4"/></w:rPr><w:t> </w:t></w:r><w:r><w:rPr><w:rFonts w:ascii="Arial"/><w:b/><w:color w:val="4C4D4F"/><w:spacing w:val="-2"/></w:rPr><w:t>lines</w:t></w:r><w:r><w:rPr><w:color w:val="4C4D4F"/><w:spacing w:val="-2"/></w:rPr><w:t>:</w:t></w:r><w:r><w:rPr><w:color w:val="4C4D4F"/><w:spacing w:val="-3"/></w:rPr><w:t> </w:t></w:r><w:r><w:rPr><w:color w:val="4C4D4F"/><w:spacing w:val="-1"/></w:rPr><w:t>very</w:t></w:r><w:r><w:rPr><w:color w:val="4C4D4F"/><w:spacing w:val="-4"/></w:rPr><w:t> </w:t></w:r><w:r><w:rPr><w:color w:val="4C4D4F"/><w:spacing w:val="-2"/></w:rPr><w:t>light</w:t></w:r><w:r><w:rPr><w:color w:val="4C4D4F"/><w:spacing w:val="-4"/></w:rPr><w:t> </w:t></w:r><w:r><w:rPr><w:color w:val="4C4D4F"/><w:spacing w:val="-2"/></w:rPr><w:t>lines</w:t></w:r><w:r><w:rPr><w:color w:val="4C4D4F"/><w:spacing w:val="-3"/></w:rPr><w:t> </w:t></w:r><w:r><w:rPr><w:color w:val="4C4D4F"/><w:spacing w:val="-2"/></w:rPr><w:t>used</w:t></w:r><w:r><w:rPr><w:color w:val="4C4D4F"/><w:spacing w:val="-4"/></w:rPr><w:t> </w:t></w:r><w:r><w:rPr><w:color w:val="4C4D4F"/><w:spacing w:val="-2"/></w:rPr><w:t>to</w:t></w:r><w:r><w:rPr><w:color w:val="4C4D4F"/><w:spacing w:val="-3"/></w:rPr><w:t> lay</w:t></w:r><w:r><w:rPr><w:color w:val="4C4D4F"/><w:spacing w:val="-4"/></w:rPr><w:t> </w:t></w:r><w:r><w:rPr><w:color w:val="4C4D4F"/><w:spacing w:val="-2"/></w:rPr><w:t>out</w:t></w:r><w:r><w:rPr><w:color w:val="4C4D4F"/><w:spacing w:val="-3"/></w:rPr><w:t> measurements</w:t></w:r><w:r><w:rPr><w:color w:val="4C4D4F"/><w:spacing w:val="-4"/></w:rPr><w:t> </w:t></w:r><w:r><w:rPr><w:color w:val="4C4D4F"/><w:spacing w:val="-2"/></w:rPr><w:t>before</w:t></w:r><w:r><w:rPr><w:color w:val="4C4D4F"/><w:spacing w:val="-3"/></w:rPr><w:t> </w:t></w:r><w:r><w:rPr><w:color w:val="4C4D4F"/><w:spacing w:val="-2"/></w:rPr><w:t>those</w:t></w:r><w:r><w:rPr><w:color w:val="4C4D4F"/><w:spacing w:val="-4"/></w:rPr><w:t> </w:t></w:r><w:r><w:rPr><w:color w:val="4C4D4F"/><w:spacing w:val="-3"/></w:rPr><w:t>measurements </w:t></w:r><w:r><w:rPr><w:color w:val="4C4D4F"/><w:spacing w:val="-2"/></w:rPr><w:t>are</w:t></w:r><w:r><w:rPr><w:color w:val="4C4D4F"/><w:spacing w:val="87"/></w:rPr><w:t> </w:t></w:r><w:r><w:rPr><w:color w:val="4C4D4F"/><w:spacing w:val="-2"/></w:rPr><w:t>drawn</w:t></w:r><w:r><w:rPr><w:color w:val="4C4D4F"/><w:spacing w:val="-3"/></w:rPr><w:t> </w:t></w:r><w:r><w:rPr><w:color w:val="4C4D4F"/><w:spacing w:val="-1"/></w:rPr><w:t>in</w:t></w:r><w:r><w:rPr><w:color w:val="4C4D4F"/><w:spacing w:val="-3"/></w:rPr><w:t> </w:t></w:r><w:r><w:rPr><w:color w:val="4C4D4F"/><w:spacing w:val="-4"/></w:rPr><w:t>heavy,</w:t></w:r><w:r><w:rPr><w:color w:val="4C4D4F"/><w:spacing w:val="-3"/></w:rPr><w:t> </w:t></w:r><w:r><w:rPr><w:color w:val="4C4D4F"/><w:spacing w:val="-1"/></w:rPr><w:t>dark</w:t></w:r><w:r><w:rPr><w:color w:val="4C4D4F"/><w:spacing w:val="-3"/></w:rPr><w:t> </w:t></w:r><w:r><w:rPr><w:color w:val="4C4D4F"/><w:spacing w:val="-2"/></w:rPr><w:t>lines.</w:t></w:r><w:r><w:rPr/></w:r></w:p><w:p><w:pPr><w:spacing w:line="240" w:lineRule="auto" w:before="8"/><w:rPr><w:rFonts w:ascii="Arial" w:hAnsi="Arial" w:cs="Arial" w:eastAsia="Arial"/><w:sz w:val="19"/><w:szCs w:val="19"/></w:rPr></w:pPr></w:p><w:p><w:pPr><w:spacing w:line="200" w:lineRule="atLeast"/><w:ind w:left="4501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914400" cy="320040"/><wp:effectExtent l="0" t="0" r="0" b="0"/><wp:docPr id="1" name="image1.jpeg" descr=""/><wp:cNvGraphicFramePr><a:graphicFrameLocks noChangeAspect="1"/></wp:cNvGraphicFramePr><a:graphic><a:graphicData uri="http://schemas.openxmlformats.org/drawingml/2006/picture"><pic:pic><pic:nvPicPr><pic:cNvPr id="2" name="image1.jpeg"/><pic:cNvPicPr/></pic:nvPicPr><pic:blipFill><a:blip r:embed="rId7" cstate="print"/><a:stretch><a:fillRect/></a:stretch></pic:blipFill><pic:spPr><a:xfrm><a:off x="0" y="0"/><a:ext cx="914400" cy="320040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before="37"/><w:ind w:left="150" w:right="0" w:firstLine="0"/><w:jc w:val="left"/><w:rPr><w:rFonts w:ascii="Arial" w:hAnsi="Arial" w:cs="Arial" w:eastAsia="Arial"/><w:sz w:val="16"/><w:szCs w:val="16"/></w:rPr></w:pPr><w:r><w:rPr><w:rFonts w:ascii="Arial"/><w:color w:val="4C4D4F"/><w:spacing w:val="1"/><w:sz w:val="16"/></w:rPr><w:t>This</w:t></w:r><w:r><w:rPr><w:rFonts w:ascii="Arial"/><w:color w:val="4C4D4F"/><w:spacing w:val="-1"/><w:sz w:val="16"/></w:rPr><w:t> </w:t></w:r><w:r><w:rPr><w:rFonts w:ascii="Arial"/><w:color w:val="4C4D4F"/><w:spacing w:val="1"/><w:sz w:val="16"/></w:rPr><w:t>work</w:t></w:r><w:r><w:rPr><w:rFonts w:ascii="Arial"/><w:color w:val="4C4D4F"/><w:spacing w:val="-1"/><w:sz w:val="16"/></w:rPr><w:t> </w:t></w:r><w:r><w:rPr><w:rFonts w:ascii="Arial"/><w:color w:val="4C4D4F"/><w:sz w:val="16"/></w:rPr><w:t>is </w:t></w:r><w:r><w:rPr><w:rFonts w:ascii="Arial"/><w:color w:val="4C4D4F"/><w:spacing w:val="1"/><w:sz w:val="16"/></w:rPr><w:t>licensed</w:t></w:r><w:r><w:rPr><w:rFonts w:ascii="Arial"/><w:color w:val="4C4D4F"/><w:spacing w:val="-1"/><w:sz w:val="16"/></w:rPr><w:t> </w:t></w:r><w:r><w:rPr><w:rFonts w:ascii="Arial"/><w:color w:val="4C4D4F"/><w:sz w:val="16"/></w:rPr><w:t>under a</w:t></w:r><w:r><w:rPr><w:rFonts w:ascii="Arial"/><w:color w:val="4C4D4F"/><w:spacing w:val="-2"/><w:sz w:val="16"/></w:rPr><w:t> </w:t></w:r><w:r><w:rPr><w:rFonts w:ascii="Arial"/><w:color w:val="456DA9"/><w:spacing w:val="-2"/><w:sz w:val="16"/></w:rPr></w:r><w:r><w:rPr><w:rFonts w:ascii="Arial"/><w:color w:val="456DA9"/><w:sz w:val="16"/><w:u w:val="single" w:color="456DA9"/></w:rPr><w:t>Creative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Commons</w:t></w:r><w:r><w:rPr><w:rFonts w:ascii="Arial"/><w:color w:val="456DA9"/><w:spacing w:val="-1"/><w:sz w:val="16"/><w:u w:val="single" w:color="456DA9"/></w:rPr><w:t> </w:t></w:r><w:r><w:rPr><w:rFonts w:ascii="Arial"/><w:color w:val="456DA9"/><w:spacing w:val="2"/><w:sz w:val="16"/><w:u w:val="single" w:color="456DA9"/></w:rPr><w:t>Attribution-NonCommercial-ShareAlike</w:t></w:r><w:r><w:rPr><w:rFonts w:ascii="Arial"/><w:color w:val="456DA9"/><w:spacing w:val="-1"/><w:sz w:val="16"/><w:u w:val="single" w:color="456DA9"/></w:rPr><w:t> </w:t></w:r><w:r><w:rPr><w:rFonts w:ascii="Arial"/><w:color w:val="456DA9"/><w:sz w:val="16"/><w:u w:val="single" w:color="456DA9"/></w:rPr><w:t>4.0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International</w:t></w:r><w:r><w:rPr><w:rFonts w:ascii="Arial"/><w:color w:val="456DA9"/><w:spacing w:val="-1"/><w:sz w:val="16"/><w:u w:val="single" w:color="456DA9"/></w:rPr><w:t> </w:t></w:r><w:r><w:rPr><w:rFonts w:ascii="Arial"/><w:color w:val="456DA9"/><w:spacing w:val="1"/><w:sz w:val="16"/><w:u w:val="single" w:color="456DA9"/></w:rPr><w:t>License</w:t></w:r><w:r><w:rPr><w:rFonts w:ascii="Arial"/><w:color w:val="456DA9"/><w:spacing w:val="-2"/><w:sz w:val="16"/><w:u w:val="single" w:color="456DA9"/></w:rPr><w:t> </w:t></w:r><w:r><w:rPr><w:rFonts w:ascii="Arial"/><w:color w:val="456DA9"/><w:spacing w:val="-2"/><w:sz w:val="16"/></w:rPr></w:r><w:r><w:rPr><w:rFonts w:ascii="Arial"/><w:color w:val="4C4D4F"/><w:spacing w:val="1"/><w:sz w:val="16"/></w:rPr><w:t>unless</w:t></w:r><w:r><w:rPr><w:rFonts w:ascii="Arial"/><w:color w:val="4C4D4F"/><w:sz w:val="16"/></w:rPr><w:t> </w:t></w:r><w:r><w:rPr><w:rFonts w:ascii="Arial"/><w:color w:val="4C4D4F"/><w:spacing w:val="1"/><w:sz w:val="16"/></w:rPr><w:t>otherwise</w:t></w:r><w:r><w:rPr><w:rFonts w:ascii="Arial"/><w:color w:val="4C4D4F"/><w:spacing w:val="-1"/><w:sz w:val="16"/></w:rPr><w:t> </w:t></w:r><w:r><w:rPr><w:rFonts w:ascii="Arial"/><w:color w:val="4C4D4F"/><w:spacing w:val="1"/><w:sz w:val="16"/></w:rPr><w:t>indicated.</w:t></w:r><w:r><w:rPr><w:rFonts w:ascii="Arial"/><w:sz w:val="16"/></w:rPr></w:r></w:p><w:p><w:pPr><w:spacing w:after="0"/><w:jc w:val="left"/><w:rPr><w:rFonts w:ascii="Arial" w:hAnsi="Arial" w:cs="Arial" w:eastAsia="Arial"/><w:sz w:val="16"/><w:szCs w:val="16"/></w:rPr><w:sectPr><w:headerReference w:type="default" r:id="rId5"/><w:headerReference w:type="even" r:id="rId6"/><w:type w:val="continuous"/><w:pgSz w:w="12240" w:h="15840"/><w:pgMar w:header="630" w:top="1080" w:bottom="28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7"/><w:rPr><w:rFonts w:ascii="Arial" w:hAnsi="Arial" w:cs="Arial" w:eastAsia="Arial"/><w:sz w:val="16"/><w:szCs w:val="16"/></w:rPr></w:pPr></w:p><w:p><w:pPr><w:pStyle w:val="BodyText"/><w:spacing w:line="265" w:lineRule="auto" w:before="72"/><w:ind w:right="667"/><w:jc w:val="left"/><w:rPr><w:rFonts w:ascii="Arial" w:hAnsi="Arial" w:cs="Arial" w:eastAsia="Arial"/></w:rPr></w:pPr><w:r><w:rPr><w:rFonts w:ascii="Arial"/><w:b/><w:color w:val="4C4D4F"/><w:spacing w:val="-1"/></w:rPr><w:t>Lettering</w:t></w:r><w:r><w:rPr><w:rFonts w:ascii="Arial"/><w:b/><w:color w:val="4C4D4F"/><w:spacing w:val="-4"/></w:rPr><w:t> </w:t></w:r><w:r><w:rPr><w:rFonts w:ascii="Arial"/><w:b/><w:color w:val="4C4D4F"/><w:spacing w:val="-2"/></w:rPr><w:t>guide</w:t></w:r><w:r><w:rPr><w:color w:val="4C4D4F"/><w:spacing w:val="-2"/></w:rPr><w:t>:</w:t></w:r><w:r><w:rPr><w:color w:val="4C4D4F"/><w:spacing w:val="-4"/></w:rPr><w:t> </w:t></w:r><w:r><w:rPr><w:color w:val="4C4D4F"/><w:spacing w:val="-2"/></w:rPr><w:t>used</w:t></w:r><w:r><w:rPr><w:color w:val="4C4D4F"/><w:spacing w:val="-4"/></w:rPr><w:t> </w:t></w:r><w:r><w:rPr><w:color w:val="4C4D4F"/><w:spacing w:val="-2"/></w:rPr><w:t>to</w:t></w:r><w:r><w:rPr><w:color w:val="4C4D4F"/><w:spacing w:val="-3"/></w:rPr><w:t> </w:t></w:r><w:r><w:rPr><w:color w:val="4C4D4F"/><w:spacing w:val="-2"/></w:rPr><w:t>assist</w:t></w:r><w:r><w:rPr><w:color w:val="4C4D4F"/><w:spacing w:val="-4"/></w:rPr><w:t> </w:t></w:r><w:r><w:rPr><w:color w:val="4C4D4F"/><w:spacing w:val="-1"/></w:rPr><w:t>in</w:t></w:r><w:r><w:rPr><w:color w:val="4C4D4F"/><w:spacing w:val="-4"/></w:rPr><w:t> </w:t></w:r><w:r><w:rPr><w:color w:val="4C4D4F"/><w:spacing w:val="-1"/></w:rPr><w:t>the</w:t></w:r><w:r><w:rPr><w:color w:val="4C4D4F"/><w:spacing w:val="-3"/></w:rPr><w:t> </w:t></w:r><w:r><w:rPr><w:color w:val="4C4D4F"/><w:spacing w:val="-2"/></w:rPr><w:t>drawing</w:t></w:r><w:r><w:rPr><w:color w:val="4C4D4F"/><w:spacing w:val="-4"/></w:rPr><w:t> </w:t></w:r><w:r><w:rPr><w:color w:val="4C4D4F"/><w:spacing w:val="-2"/></w:rPr><w:t>of</w:t></w:r><w:r><w:rPr><w:color w:val="4C4D4F"/><w:spacing w:val="-4"/></w:rPr><w:t> </w:t></w:r><w:r><w:rPr><w:color w:val="4C4D4F"/><w:spacing w:val="-2"/></w:rPr><w:t>uniform</w:t></w:r><w:r><w:rPr><w:color w:val="4C4D4F"/><w:spacing w:val="-3"/></w:rPr><w:t> </w:t></w:r><w:r><w:rPr><w:color w:val="4C4D4F"/><w:spacing w:val="-2"/></w:rPr><w:t>lines</w:t></w:r><w:r><w:rPr><w:color w:val="4C4D4F"/><w:spacing w:val="-4"/></w:rPr><w:t> </w:t></w:r><w:r><w:rPr><w:color w:val="4C4D4F"/><w:spacing w:val="-2"/></w:rPr><w:t>to</w:t></w:r><w:r><w:rPr><w:color w:val="4C4D4F"/><w:spacing w:val="-4"/></w:rPr><w:t> </w:t></w:r><w:r><w:rPr><w:color w:val="4C4D4F"/><w:spacing w:val="-2"/></w:rPr><w:t>draw</w:t></w:r><w:r><w:rPr><w:color w:val="4C4D4F"/><w:spacing w:val="-4"/></w:rPr><w:t> </w:t></w:r><w:r><w:rPr><w:color w:val="4C4D4F"/><w:spacing w:val="-2"/></w:rPr><w:t>consistent,</w:t></w:r><w:r><w:rPr><w:color w:val="4C4D4F"/><w:spacing w:val="-3"/></w:rPr><w:t> evenly</w:t></w:r><w:r><w:rPr><w:color w:val="4C4D4F"/><w:spacing w:val="-4"/></w:rPr><w:t> </w:t></w:r><w:r><w:rPr><w:color w:val="4C4D4F"/><w:spacing w:val="-2"/></w:rPr><w:t>spaced</w:t></w:r><w:r><w:rPr><w:color w:val="4C4D4F"/><w:spacing w:val="67"/></w:rPr><w:t> </w:t></w:r><w:r><w:rPr><w:rFonts w:ascii="Arial"/><w:color w:val="4C4D4F"/><w:spacing w:val="-2"/></w:rPr><w:t>lettering.</w:t></w:r><w:r><w:rPr><w:rFonts w:ascii="Arial"/></w:rPr></w:r></w:p><w:p><w:pPr><w:pStyle w:val="BodyText"/><w:spacing w:line="240" w:lineRule="auto" w:before="144"/><w:ind w:right="0"/><w:jc w:val="left"/><w:rPr><w:rFonts w:ascii="Arial" w:hAnsi="Arial" w:cs="Arial" w:eastAsia="Arial"/></w:rPr></w:pPr><w:r><w:rPr><w:rFonts w:ascii="Arial"/><w:b/><w:color w:val="4C4D4F"/><w:spacing w:val="-2"/></w:rPr><w:t>Lineweight</w:t></w:r><w:r><w:rPr><w:rFonts w:ascii="Arial"/><w:color w:val="4C4D4F"/><w:spacing w:val="-2"/></w:rPr><w:t>:</w:t></w:r><w:r><w:rPr><w:rFonts w:ascii="Arial"/><w:color w:val="4C4D4F"/><w:spacing w:val="-5"/></w:rPr><w:t> </w:t></w:r><w:r><w:rPr><w:rFonts w:ascii="Arial"/><w:color w:val="4C4D4F"/><w:spacing w:val="-1"/></w:rPr><w:t>the</w:t></w:r><w:r><w:rPr><w:rFonts w:ascii="Arial"/><w:color w:val="4C4D4F"/><w:spacing w:val="-5"/></w:rPr><w:t> </w:t></w:r><w:r><w:rPr><w:rFonts w:ascii="Arial"/><w:color w:val="4C4D4F"/><w:spacing w:val="-2"/></w:rPr><w:t>thickness</w:t></w:r><w:r><w:rPr><w:rFonts w:ascii="Arial"/><w:color w:val="4C4D4F"/><w:spacing w:val="-5"/></w:rPr><w:t> </w:t></w:r><w:r><w:rPr><w:rFonts w:ascii="Arial"/><w:color w:val="4C4D4F"/><w:spacing w:val="-2"/></w:rPr><w:t>and</w:t></w:r><w:r><w:rPr><w:rFonts w:ascii="Arial"/><w:color w:val="4C4D4F"/><w:spacing w:val="-5"/></w:rPr><w:t> </w:t></w:r><w:r><w:rPr><w:rFonts w:ascii="Arial"/><w:color w:val="4C4D4F"/><w:spacing w:val="-1"/></w:rPr><w:t>darkness</w:t></w:r><w:r><w:rPr><w:rFonts w:ascii="Arial"/><w:color w:val="4C4D4F"/><w:spacing w:val="-5"/></w:rPr><w:t> </w:t></w:r><w:r><w:rPr><w:rFonts w:ascii="Arial"/><w:color w:val="4C4D4F"/><w:spacing w:val="-2"/></w:rPr><w:t>of</w:t></w:r><w:r><w:rPr><w:rFonts w:ascii="Arial"/><w:color w:val="4C4D4F"/><w:spacing w:val="-5"/></w:rPr><w:t> </w:t></w:r><w:r><w:rPr><w:rFonts w:ascii="Arial"/><w:color w:val="4C4D4F"/><w:spacing w:val="-2"/></w:rPr><w:t>drawn</w:t></w:r><w:r><w:rPr><w:rFonts w:ascii="Arial"/><w:color w:val="4C4D4F"/><w:spacing w:val="-5"/></w:rPr><w:t> </w:t></w:r><w:r><w:rPr><w:rFonts w:ascii="Arial"/><w:color w:val="4C4D4F"/><w:spacing w:val="-2"/></w:rPr><w:t>lines.</w:t></w:r><w:r><w:rPr><w:rFonts w:ascii="Arial"/></w:rPr></w:r></w:p><w:p><w:pPr><w:pStyle w:val="BodyText"/><w:spacing w:line="265" w:lineRule="auto" w:before="171"/><w:ind w:right="667"/><w:jc w:val="left"/><w:rPr><w:rFonts w:ascii="Arial" w:hAnsi="Arial" w:cs="Arial" w:eastAsia="Arial"/></w:rPr></w:pPr><w:r><w:rPr><w:rFonts w:ascii="Arial"/><w:b/><w:color w:val="4C4D4F"/><w:spacing w:val="-1"/></w:rPr><w:t>Masking</w:t></w:r><w:r><w:rPr><w:rFonts w:ascii="Arial"/><w:b/><w:color w:val="4C4D4F"/><w:spacing w:val="-4"/></w:rPr><w:t> </w:t></w:r><w:r><w:rPr><w:rFonts w:ascii="Arial"/><w:b/><w:color w:val="4C4D4F"/></w:rPr><w:t>tape</w:t></w:r><w:r><w:rPr><w:rFonts w:ascii="Arial"/><w:b/><w:color w:val="4C4D4F"/><w:spacing w:val="-3"/></w:rPr><w:t> </w:t></w:r><w:r><w:rPr><w:color w:val="4C4D4F"/><w:spacing w:val="-3"/></w:rPr><w:t>(drafting</w:t></w:r><w:r><w:rPr><w:color w:val="4C4D4F"/><w:spacing w:val="-4"/></w:rPr><w:t> </w:t></w:r><w:r><w:rPr><w:color w:val="4C4D4F"/><w:spacing w:val="-5"/></w:rPr><w:t>dots):</w:t></w:r><w:r><w:rPr><w:color w:val="4C4D4F"/><w:spacing w:val="-3"/></w:rPr><w:t> </w:t></w:r><w:r><w:rPr><w:color w:val="4C4D4F"/><w:spacing w:val="-2"/></w:rPr><w:t>holds</w:t></w:r><w:r><w:rPr><w:color w:val="4C4D4F"/><w:spacing w:val="-4"/></w:rPr><w:t> </w:t></w:r><w:r><w:rPr><w:color w:val="4C4D4F"/><w:spacing w:val="-2"/></w:rPr><w:t>drawing</w:t></w:r><w:r><w:rPr><w:color w:val="4C4D4F"/><w:spacing w:val="-3"/></w:rPr><w:t> </w:t></w:r><w:r><w:rPr><w:color w:val="4C4D4F"/><w:spacing w:val="-2"/></w:rPr><w:t>paper</w:t></w:r><w:r><w:rPr><w:color w:val="4C4D4F"/><w:spacing w:val="-3"/></w:rPr><w:t> </w:t></w:r><w:r><w:rPr><w:color w:val="4C4D4F"/><w:spacing w:val="-2"/></w:rPr><w:t>and/or</w:t></w:r><w:r><w:rPr><w:color w:val="4C4D4F"/><w:spacing w:val="-4"/></w:rPr><w:t> </w:t></w:r><w:r><w:rPr><w:color w:val="4C4D4F"/><w:spacing w:val="-3"/></w:rPr><w:t>vellum </w:t></w:r><w:r><w:rPr><w:color w:val="4C4D4F"/><w:spacing w:val="-2"/></w:rPr><w:t>to</w:t></w:r><w:r><w:rPr><w:color w:val="4C4D4F"/><w:spacing w:val="-4"/></w:rPr><w:t> </w:t></w:r><w:r><w:rPr><w:color w:val="4C4D4F"/><w:spacing w:val="-1"/></w:rPr><w:t>the</w:t></w:r><w:r><w:rPr><w:color w:val="4C4D4F"/><w:spacing w:val="-3"/></w:rPr><w:t> </w:t></w:r><w:r><w:rPr><w:color w:val="4C4D4F"/><w:spacing w:val="-1"/></w:rPr><w:t>drafting</w:t></w:r><w:r><w:rPr><w:color w:val="4C4D4F"/><w:spacing w:val="-4"/></w:rPr><w:t> </w:t></w:r><w:r><w:rPr><w:color w:val="4C4D4F"/><w:spacing w:val="-2"/></w:rPr><w:t>board</w:t></w:r><w:r><w:rPr><w:color w:val="4C4D4F"/><w:spacing w:val="-3"/></w:rPr><w:t> </w:t></w:r><w:r><w:rPr><w:color w:val="4C4D4F"/><w:spacing w:val="-1"/></w:rPr><w:t>so</w:t></w:r><w:r><w:rPr><w:color w:val="4C4D4F"/><w:spacing w:val="-3"/></w:rPr><w:t> </w:t></w:r><w:r><w:rPr><w:color w:val="4C4D4F"/><w:spacing w:val="-1"/></w:rPr><w:t>the</w:t></w:r><w:r><w:rPr><w:color w:val="4C4D4F"/><w:spacing w:val="65"/></w:rPr><w:t> </w:t></w:r><w:r><w:rPr><w:rFonts w:ascii="Arial"/><w:color w:val="4C4D4F"/><w:spacing w:val="-2"/></w:rPr><w:t>paper</w:t></w:r><w:r><w:rPr><w:rFonts w:ascii="Arial"/><w:color w:val="4C4D4F"/><w:spacing w:val="-4"/></w:rPr><w:t> </w:t></w:r><w:r><w:rPr><w:rFonts w:ascii="Arial"/><w:color w:val="4C4D4F"/><w:spacing w:val="-1"/></w:rPr><w:t>does</w:t></w:r><w:r><w:rPr><w:rFonts w:ascii="Arial"/><w:color w:val="4C4D4F"/><w:spacing w:val="-3"/></w:rPr><w:t> </w:t></w:r><w:r><w:rPr><w:rFonts w:ascii="Arial"/><w:color w:val="4C4D4F"/><w:spacing w:val="-2"/></w:rPr><w:t>not</w:t></w:r><w:r><w:rPr><w:rFonts w:ascii="Arial"/><w:color w:val="4C4D4F"/><w:spacing w:val="-4"/></w:rPr><w:t> </w:t></w:r><w:r><w:rPr><w:rFonts w:ascii="Arial"/><w:color w:val="4C4D4F"/><w:spacing w:val="-1"/></w:rPr><w:t>shift</w:t></w:r><w:r><w:rPr><w:rFonts w:ascii="Arial"/><w:color w:val="4C4D4F"/><w:spacing w:val="-3"/></w:rPr><w:t> </w:t></w:r><w:r><w:rPr><w:rFonts w:ascii="Arial"/><w:color w:val="4C4D4F"/><w:spacing w:val="-2"/></w:rPr><w:t>while</w:t></w:r><w:r><w:rPr><w:rFonts w:ascii="Arial"/><w:color w:val="4C4D4F"/><w:spacing w:val="-4"/></w:rPr><w:t> </w:t></w:r><w:r><w:rPr><w:rFonts w:ascii="Arial"/><w:color w:val="4C4D4F"/><w:spacing w:val="-3"/></w:rPr><w:t>drawing.</w:t></w:r><w:r><w:rPr><w:rFonts w:ascii="Arial"/></w:rPr></w:r></w:p><w:p><w:pPr><w:pStyle w:val="BodyText"/><w:spacing w:line="265" w:lineRule="auto" w:before="144"/><w:ind w:right="667"/><w:jc w:val="left"/></w:pPr><w:r><w:rPr><w:rFonts w:ascii="Arial"/><w:b/><w:color w:val="4C4D4F"/><w:spacing w:val="-3"/></w:rPr><w:t>Pencil</w:t></w:r><w:r><w:rPr><w:rFonts w:ascii="Arial"/><w:color w:val="4C4D4F"/><w:spacing w:val="-3"/></w:rPr><w:t>:</w:t></w:r><w:r><w:rPr><w:rFonts w:ascii="Arial"/><w:color w:val="4C4D4F"/><w:spacing w:val="-4"/></w:rPr><w:t> </w:t></w:r><w:r><w:rPr><w:rFonts w:ascii="Arial"/><w:color w:val="4C4D4F"/></w:rPr><w:t>a</w:t></w:r><w:r><w:rPr><w:rFonts w:ascii="Arial"/><w:color w:val="4C4D4F"/><w:spacing w:val="-4"/></w:rPr><w:t> </w:t></w:r><w:r><w:rPr><w:rFonts w:ascii="Arial"/><w:color w:val="4C4D4F"/><w:spacing w:val="-2"/></w:rPr><w:t>drawing</w:t></w:r><w:r><w:rPr><w:rFonts w:ascii="Arial"/><w:color w:val="4C4D4F"/><w:spacing w:val="-3"/></w:rPr><w:t> utensil</w:t></w:r><w:r><w:rPr><w:rFonts w:ascii="Arial"/><w:color w:val="4C4D4F"/><w:spacing w:val="-4"/></w:rPr><w:t> </w:t></w:r><w:r><w:rPr><w:rFonts w:ascii="Arial"/><w:color w:val="4C4D4F"/><w:spacing w:val="-1"/></w:rPr><w:t>with</w:t></w:r><w:r><w:rPr><w:rFonts w:ascii="Arial"/><w:color w:val="4C4D4F"/><w:spacing w:val="-4"/></w:rPr><w:t> </w:t></w:r><w:r><w:rPr><w:rFonts w:ascii="Arial"/><w:color w:val="4C4D4F"/></w:rPr><w:t>a</w:t></w:r><w:r><w:rPr><w:rFonts w:ascii="Arial"/><w:color w:val="4C4D4F"/><w:spacing w:val="-4"/></w:rPr><w:t> </w:t></w:r><w:r><w:rPr><w:rFonts w:ascii="Arial"/><w:color w:val="4C4D4F"/><w:spacing w:val="-2"/></w:rPr><w:t>mechanical</w:t></w:r><w:r><w:rPr><w:rFonts w:ascii="Arial"/><w:color w:val="4C4D4F"/><w:spacing w:val="-3"/></w:rPr><w:t> </w:t></w:r><w:r><w:rPr><w:rFonts w:ascii="Arial"/><w:color w:val="4C4D4F"/><w:spacing w:val="-1"/></w:rPr><w:t>or</w:t></w:r><w:r><w:rPr><w:rFonts w:ascii="Arial"/><w:color w:val="4C4D4F"/><w:spacing w:val="-4"/></w:rPr><w:t> </w:t></w:r><w:r><w:rPr><w:rFonts w:ascii="Arial"/><w:color w:val="4C4D4F"/><w:spacing w:val="-2"/></w:rPr><w:t>solid</w:t></w:r><w:r><w:rPr><w:rFonts w:ascii="Arial"/><w:color w:val="4C4D4F"/><w:spacing w:val="-4"/></w:rPr><w:t> </w:t></w:r><w:r><w:rPr><w:rFonts w:ascii="Arial"/><w:color w:val="4C4D4F"/><w:spacing w:val="-1"/></w:rPr><w:t>core</w:t></w:r><w:r><w:rPr><w:rFonts w:ascii="Arial"/><w:color w:val="4C4D4F"/><w:spacing w:val="-3"/></w:rPr><w:t> (lead).</w:t></w:r><w:r><w:rPr><w:rFonts w:ascii="Arial"/><w:color w:val="4C4D4F"/><w:spacing w:val="-4"/></w:rPr><w:t> </w:t></w:r><w:r><w:rPr><w:rFonts w:ascii="Arial"/><w:color w:val="4C4D4F"/><w:spacing w:val="-3"/></w:rPr><w:t>Leads</w:t></w:r><w:r><w:rPr><w:rFonts w:ascii="Arial"/><w:color w:val="4C4D4F"/><w:spacing w:val="-4"/></w:rPr><w:t> </w:t></w:r><w:r><w:rPr><w:rFonts w:ascii="Arial"/><w:color w:val="4C4D4F"/><w:spacing w:val="-2"/></w:rPr><w:t>range</w:t></w:r><w:r><w:rPr><w:rFonts w:ascii="Arial"/><w:color w:val="4C4D4F"/><w:spacing w:val="-3"/></w:rPr><w:t> </w:t></w:r><w:r><w:rPr><w:rFonts w:ascii="Arial"/><w:color w:val="4C4D4F"/><w:spacing w:val="-1"/></w:rPr><w:t>from</w:t></w:r><w:r><w:rPr><w:rFonts w:ascii="Arial"/><w:color w:val="4C4D4F"/><w:spacing w:val="-4"/></w:rPr><w:t> </w:t></w:r><w:r><w:rPr><w:rFonts w:ascii="Arial"/><w:color w:val="4C4D4F"/><w:spacing w:val="-2"/></w:rPr><w:t>hard</w:t></w:r><w:r><w:rPr><w:rFonts w:ascii="Arial"/><w:color w:val="4C4D4F"/><w:spacing w:val="-4"/></w:rPr><w:t> </w:t></w:r><w:r><w:rPr><w:rFonts w:ascii="Arial"/><w:color w:val="4C4D4F"/><w:spacing w:val="-2"/></w:rPr><w:t>to</w:t></w:r><w:r><w:rPr><w:rFonts w:ascii="Arial"/><w:color w:val="4C4D4F"/><w:spacing w:val="-3"/></w:rPr><w:t> </w:t></w:r><w:r><w:rPr><w:rFonts w:ascii="Arial"/><w:color w:val="4C4D4F"/><w:spacing w:val="-1"/></w:rPr><w:t>soft:</w:t></w:r><w:r><w:rPr><w:rFonts w:ascii="Arial"/><w:color w:val="4C4D4F"/><w:spacing w:val="83"/><w:w w:val="99"/></w:rPr><w:t> </w:t></w:r><w:r><w:rPr><w:color w:val="4C4D4F"/></w:rPr><w:t>6H,</w:t></w:r><w:r><w:rPr><w:color w:val="4C4D4F"/><w:spacing w:val="-3"/></w:rPr><w:t> </w:t></w:r><w:r><w:rPr><w:color w:val="4C4D4F"/><w:spacing w:val="-2"/></w:rPr><w:t>4H,</w:t></w:r><w:r><w:rPr><w:color w:val="4C4D4F"/><w:spacing w:val="-3"/></w:rPr><w:t> </w:t></w:r><w:r><w:rPr><w:color w:val="4C4D4F"/><w:spacing w:val="-1"/></w:rPr><w:t>2H,</w:t></w:r><w:r><w:rPr><w:color w:val="4C4D4F"/><w:spacing w:val="-3"/></w:rPr><w:t> </w:t></w:r><w:r><w:rPr><w:color w:val="4C4D4F"/><w:spacing w:val="-1"/></w:rPr><w:t>H,</w:t></w:r><w:r><w:rPr><w:color w:val="4C4D4F"/><w:spacing w:val="-3"/></w:rPr><w:t> </w:t></w:r><w:r><w:rPr><w:color w:val="4C4D4F"/><w:spacing w:val="-1"/></w:rPr><w:t>HB,</w:t></w:r><w:r><w:rPr><w:color w:val="4C4D4F"/><w:spacing w:val="-3"/></w:rPr><w:t> </w:t></w:r><w:r><w:rPr><w:color w:val="4C4D4F"/><w:spacing w:val="-1"/></w:rPr><w:t>2B,</w:t></w:r><w:r><w:rPr><w:color w:val="4C4D4F"/><w:spacing w:val="-3"/></w:rPr><w:t> </w:t></w:r><w:r><w:rPr><w:color w:val="4C4D4F"/><w:spacing w:val="-2"/></w:rPr><w:t>4B,</w:t></w:r><w:r><w:rPr><w:color w:val="4C4D4F"/><w:spacing w:val="-3"/></w:rPr><w:t> </w:t></w:r><w:r><w:rPr><w:color w:val="4C4D4F"/><w:spacing w:val="-1"/></w:rPr><w:t>6B.</w:t></w:r><w:r><w:rPr><w:color w:val="4C4D4F"/><w:spacing w:val="-3"/></w:rPr><w:t> </w:t></w:r><w:r><w:rPr><w:color w:val="4C4D4F"/></w:rPr><w:t>H</w:t></w:r><w:r><w:rPr><w:color w:val="4C4D4F"/><w:spacing w:val="-3"/></w:rPr><w:t> </w:t></w:r><w:r><w:rPr><w:color w:val="4C4D4F"/><w:spacing w:val="-1"/></w:rPr><w:t>is</w:t></w:r><w:r><w:rPr><w:color w:val="4C4D4F"/><w:spacing w:val="-3"/></w:rPr><w:t> </w:t></w:r><w:r><w:rPr><w:color w:val="4C4D4F"/><w:spacing w:val="-1"/></w:rPr><w:t>very</w:t></w:r><w:r><w:rPr><w:color w:val="4C4D4F"/><w:spacing w:val="-3"/></w:rPr><w:t> </w:t></w:r><w:r><w:rPr><w:color w:val="4C4D4F"/><w:spacing w:val="-2"/></w:rPr><w:t>hard</w:t></w:r><w:r><w:rPr><w:color w:val="4C4D4F"/><w:spacing w:val="-3"/></w:rPr><w:t> </w:t></w:r><w:r><w:rPr><w:color w:val="4C4D4F"/><w:spacing w:val="-1"/></w:rPr><w:t>with</w:t></w:r><w:r><w:rPr><w:color w:val="4C4D4F"/><w:spacing w:val="-3"/></w:rPr><w:t> </w:t></w:r><w:r><w:rPr><w:color w:val="4C4D4F"/></w:rPr><w:t>a</w:t></w:r><w:r><w:rPr><w:color w:val="4C4D4F"/><w:spacing w:val="-3"/></w:rPr><w:t> </w:t></w:r><w:r><w:rPr><w:color w:val="4C4D4F"/><w:spacing w:val="-1"/></w:rPr><w:t>fine</w:t></w:r><w:r><w:rPr><w:color w:val="4C4D4F"/><w:spacing w:val="-3"/></w:rPr><w:t> </w:t></w:r><w:r><w:rPr><w:color w:val="4C4D4F"/><w:spacing w:val="-2"/></w:rPr><w:t>point</w:t></w:r><w:r><w:rPr><w:color w:val="4C4D4F"/><w:spacing w:val="-3"/></w:rPr><w:t> </w:t></w:r><w:r><w:rPr><w:color w:val="4C4D4F"/><w:spacing w:val="-2"/></w:rPr><w:t>and</w:t></w:r><w:r><w:rPr><w:color w:val="4C4D4F"/><w:spacing w:val="-3"/></w:rPr><w:t> </w:t></w:r><w:r><w:rPr><w:color w:val="4C4D4F"/></w:rPr><w:t>B</w:t></w:r><w:r><w:rPr><w:color w:val="4C4D4F"/><w:spacing w:val="-3"/></w:rPr><w:t> </w:t></w:r><w:r><w:rPr><w:color w:val="4C4D4F"/><w:spacing w:val="-1"/></w:rPr><w:t>is</w:t></w:r><w:r><w:rPr><w:color w:val="4C4D4F"/><w:spacing w:val="-3"/></w:rPr><w:t> </w:t></w:r><w:r><w:rPr><w:color w:val="4C4D4F"/><w:spacing w:val="-2"/></w:rPr><w:t>extremely</w:t></w:r><w:r><w:rPr><w:color w:val="4C4D4F"/><w:spacing w:val="-3"/></w:rPr><w:t> </w:t></w:r><w:r><w:rPr><w:color w:val="4C4D4F"/></w:rPr><w:t>soft</w:t></w:r><w:r><w:rPr><w:color w:val="4C4D4F"/><w:spacing w:val="-3"/></w:rPr><w:t> </w:t></w:r><w:r><w:rPr><w:color w:val="4C4D4F"/><w:spacing w:val="-1"/></w:rPr><w:t>with</w:t></w:r><w:r><w:rPr><w:color w:val="4C4D4F"/><w:spacing w:val="-3"/></w:rPr><w:t> </w:t></w:r><w:r><w:rPr><w:color w:val="4C4D4F"/></w:rPr><w:t>a</w:t></w:r><w:r><w:rPr><w:color w:val="4C4D4F"/><w:spacing w:val="43"/></w:rPr><w:t> </w:t></w:r><w:r><w:rPr><w:color w:val="4C4D4F"/><w:spacing w:val="-3"/></w:rPr><w:t>blunt </w:t></w:r><w:r><w:rPr><w:color w:val="4C4D4F"/><w:spacing w:val="-2"/></w:rPr><w:t>point.</w:t></w:r><w:r><w:rPr><w:color w:val="4C4D4F"/><w:spacing w:val="-3"/></w:rPr><w:t> </w:t></w:r><w:r><w:rPr><w:color w:val="4C4D4F"/></w:rPr><w:t>A</w:t></w:r><w:r><w:rPr><w:color w:val="4C4D4F"/><w:spacing w:val="-3"/></w:rPr><w:t> </w:t></w:r><w:r><w:rPr><w:color w:val="4C4D4F"/><w:spacing w:val="-2"/></w:rPr><w:t>hardness</w:t></w:r><w:r><w:rPr><w:color w:val="4C4D4F"/><w:spacing w:val="-3"/></w:rPr><w:t> </w:t></w:r><w:r><w:rPr><w:color w:val="4C4D4F"/><w:spacing w:val="-2"/></w:rPr><w:t>of</w:t></w:r><w:r><w:rPr><w:color w:val="4C4D4F"/><w:spacing w:val="-3"/></w:rPr><w:t> </w:t></w:r><w:r><w:rPr><w:color w:val="4C4D4F"/><w:spacing w:val="-1"/></w:rPr><w:t>2H</w:t></w:r><w:r><w:rPr><w:color w:val="4C4D4F"/><w:spacing w:val="-3"/></w:rPr><w:t> </w:t></w:r><w:r><w:rPr><w:color w:val="4C4D4F"/><w:spacing w:val="-2"/></w:rPr><w:t>will</w:t></w:r><w:r><w:rPr><w:color w:val="4C4D4F"/><w:spacing w:val="-3"/></w:rPr><w:t> </w:t></w:r><w:r><w:rPr><w:color w:val="4C4D4F"/><w:spacing w:val="-1"/></w:rPr><w:t>be</w:t></w:r><w:r><w:rPr><w:color w:val="4C4D4F"/><w:spacing w:val="-3"/></w:rPr><w:t> </w:t></w:r><w:r><w:rPr><w:color w:val="4C4D4F"/><w:spacing w:val="-2"/></w:rPr><w:t>used</w:t></w:r><w:r><w:rPr><w:color w:val="4C4D4F"/><w:spacing w:val="-3"/></w:rPr><w:t> </w:t></w:r><w:r><w:rPr><w:color w:val="4C4D4F"/><w:spacing w:val="-1"/></w:rPr><w:t>for</w:t></w:r><w:r><w:rPr><w:color w:val="4C4D4F"/><w:spacing w:val="-3"/></w:rPr><w:t> </w:t></w:r><w:r><w:rPr><w:color w:val="4C4D4F"/><w:spacing w:val="-2"/></w:rPr><w:t>these</w:t></w:r><w:r><w:rPr><w:color w:val="4C4D4F"/><w:spacing w:val="-3"/></w:rPr><w:t> </w:t></w:r><w:r><w:rPr><w:color w:val="4C4D4F"/><w:spacing w:val="-2"/></w:rPr><w:t>activities.</w:t></w:r><w:r><w:rPr/></w:r></w:p><w:p><w:pPr><w:pStyle w:val="BodyText"/><w:spacing w:line="240" w:lineRule="auto" w:before="144"/><w:ind w:right="0"/><w:jc w:val="left"/><w:rPr><w:rFonts w:ascii="Arial" w:hAnsi="Arial" w:cs="Arial" w:eastAsia="Arial"/></w:rPr></w:pPr><w:r><w:rPr><w:rFonts w:ascii="Arial"/><w:b/><w:color w:val="4C4D4F"/><w:spacing w:val="-2"/></w:rPr><w:t>Precision</w:t></w:r><w:r><w:rPr><w:rFonts w:ascii="Arial"/><w:b/><w:color w:val="4C4D4F"/><w:spacing w:val="-5"/></w:rPr><w:t> </w:t></w:r><w:r><w:rPr><w:rFonts w:ascii="Arial"/><w:b/><w:color w:val="4C4D4F"/><w:spacing w:val="-2"/></w:rPr><w:t>drawing</w:t></w:r><w:r><w:rPr><w:rFonts w:ascii="Arial"/><w:color w:val="4C4D4F"/><w:spacing w:val="-2"/></w:rPr><w:t>:</w:t></w:r><w:r><w:rPr><w:rFonts w:ascii="Arial"/><w:color w:val="4C4D4F"/><w:spacing w:val="-5"/></w:rPr><w:t> </w:t></w:r><w:r><w:rPr><w:rFonts w:ascii="Arial"/><w:color w:val="4C4D4F"/><w:spacing w:val="-1"/></w:rPr><w:t>the</w:t></w:r><w:r><w:rPr><w:rFonts w:ascii="Arial"/><w:color w:val="4C4D4F"/><w:spacing w:val="-5"/></w:rPr><w:t> </w:t></w:r><w:r><w:rPr><w:rFonts w:ascii="Arial"/><w:color w:val="4C4D4F"/><w:spacing w:val="-1"/></w:rPr><w:t>act</w:t></w:r><w:r><w:rPr><w:rFonts w:ascii="Arial"/><w:color w:val="4C4D4F"/><w:spacing w:val="-4"/></w:rPr><w:t> </w:t></w:r><w:r><w:rPr><w:rFonts w:ascii="Arial"/><w:color w:val="4C4D4F"/><w:spacing w:val="-2"/></w:rPr><w:t>of</w:t></w:r><w:r><w:rPr><w:rFonts w:ascii="Arial"/><w:color w:val="4C4D4F"/><w:spacing w:val="-5"/></w:rPr><w:t> </w:t></w:r><w:r><w:rPr><w:rFonts w:ascii="Arial"/><w:color w:val="4C4D4F"/><w:spacing w:val="-2"/></w:rPr><w:t>creating</w:t></w:r><w:r><w:rPr><w:rFonts w:ascii="Arial"/><w:color w:val="4C4D4F"/><w:spacing w:val="-5"/></w:rPr><w:t> </w:t></w:r><w:r><w:rPr><w:rFonts w:ascii="Arial"/><w:color w:val="4C4D4F"/><w:spacing w:val="-2"/></w:rPr><w:t>drawings</w:t></w:r><w:r><w:rPr><w:rFonts w:ascii="Arial"/><w:color w:val="4C4D4F"/><w:spacing w:val="-4"/></w:rPr><w:t> </w:t></w:r><w:r><w:rPr><w:rFonts w:ascii="Arial"/><w:color w:val="4C4D4F"/><w:spacing w:val="-1"/></w:rPr><w:t>with</w:t></w:r><w:r><w:rPr><w:rFonts w:ascii="Arial"/><w:color w:val="4C4D4F"/><w:spacing w:val="-5"/></w:rPr><w:t> </w:t></w:r><w:r><w:rPr><w:rFonts w:ascii="Arial"/><w:color w:val="4C4D4F"/><w:spacing w:val="-2"/></w:rPr><w:t>specialized</w:t></w:r><w:r><w:rPr><w:rFonts w:ascii="Arial"/><w:color w:val="4C4D4F"/><w:spacing w:val="-5"/></w:rPr><w:t> </w:t></w:r><w:r><w:rPr><w:rFonts w:ascii="Arial"/><w:color w:val="4C4D4F"/><w:spacing w:val="-2"/></w:rPr><w:t>tools</w:t></w:r><w:r><w:rPr><w:rFonts w:ascii="Arial"/><w:color w:val="4C4D4F"/><w:spacing w:val="-4"/></w:rPr><w:t> </w:t></w:r><w:r><w:rPr><w:rFonts w:ascii="Arial"/><w:color w:val="4C4D4F"/><w:spacing w:val="-2"/></w:rPr><w:t>and</w:t></w:r><w:r><w:rPr><w:rFonts w:ascii="Arial"/><w:color w:val="4C4D4F"/><w:spacing w:val="-5"/></w:rPr><w:t> </w:t></w:r><w:r><w:rPr><w:rFonts w:ascii="Arial"/><w:color w:val="4C4D4F"/><w:spacing w:val="-2"/></w:rPr><w:t>equipment.</w:t></w:r><w:r><w:rPr><w:rFonts w:ascii="Arial"/></w:rPr></w:r></w:p><w:p><w:pPr><w:pStyle w:val="BodyText"/><w:spacing w:line="265" w:lineRule="auto" w:before="171"/><w:ind w:right="667"/><w:jc w:val="left"/><w:rPr><w:rFonts w:ascii="Arial" w:hAnsi="Arial" w:cs="Arial" w:eastAsia="Arial"/></w:rPr></w:pPr><w:r><w:rPr><w:rFonts w:ascii="Arial"/><w:b/><w:color w:val="4C4D4F"/><w:spacing w:val="-1"/></w:rPr><w:t>Steel</w:t></w:r><w:r><w:rPr><w:rFonts w:ascii="Arial"/><w:b/><w:color w:val="4C4D4F"/><w:spacing w:val="-4"/></w:rPr><w:t> </w:t></w:r><w:r><w:rPr><w:rFonts w:ascii="Arial"/><w:b/><w:color w:val="4C4D4F"/><w:spacing w:val="-2"/></w:rPr><w:t>rule</w:t></w:r><w:r><w:rPr><w:color w:val="4C4D4F"/><w:spacing w:val="-2"/></w:rPr><w:t>:</w:t></w:r><w:r><w:rPr><w:color w:val="4C4D4F"/><w:spacing w:val="-3"/></w:rPr><w:t> </w:t></w:r><w:r><w:rPr><w:color w:val="4C4D4F"/></w:rPr><w:t>a</w:t></w:r><w:r><w:rPr><w:color w:val="4C4D4F"/><w:spacing w:val="-3"/></w:rPr><w:t> </w:t></w:r><w:r><w:rPr><w:color w:val="4C4D4F"/><w:spacing w:val="-2"/></w:rPr><w:t>straightedge</w:t></w:r><w:r><w:rPr><w:color w:val="4C4D4F"/><w:spacing w:val="-4"/></w:rPr><w:t> </w:t></w:r><w:r><w:rPr><w:color w:val="4C4D4F"/><w:spacing w:val="-2"/></w:rPr><w:t>made</w:t></w:r><w:r><w:rPr><w:color w:val="4C4D4F"/><w:spacing w:val="-3"/></w:rPr><w:t> </w:t></w:r><w:r><w:rPr><w:color w:val="4C4D4F"/><w:spacing w:val="-2"/></w:rPr><w:t>of</w:t></w:r><w:r><w:rPr><w:color w:val="4C4D4F"/><w:spacing w:val="-3"/></w:rPr><w:t> </w:t></w:r><w:r><w:rPr><w:color w:val="4C4D4F"/><w:spacing w:val="-1"/></w:rPr><w:t>rigid</w:t></w:r><w:r><w:rPr><w:color w:val="4C4D4F"/><w:spacing w:val="-3"/></w:rPr><w:t> </w:t></w:r><w:r><w:rPr><w:color w:val="4C4D4F"/><w:spacing w:val="-2"/></w:rPr><w:t>material</w:t></w:r><w:r><w:rPr><w:color w:val="4C4D4F"/><w:spacing w:val="-4"/></w:rPr><w:t> </w:t></w:r><w:r><w:rPr><w:color w:val="4C4D4F"/><w:spacing w:val="-2"/></w:rPr><w:t>and</w:t></w:r><w:r><w:rPr><w:color w:val="4C4D4F"/><w:spacing w:val="-3"/></w:rPr><w:t> </w:t></w:r><w:r><w:rPr><w:color w:val="4C4D4F"/><w:spacing w:val="-2"/></w:rPr><w:t>divided</w:t></w:r><w:r><w:rPr><w:color w:val="4C4D4F"/><w:spacing w:val="-3"/></w:rPr><w:t> into</w:t></w:r><w:r><w:rPr><w:color w:val="4C4D4F"/><w:spacing w:val="-4"/></w:rPr><w:t> </w:t></w:r><w:r><w:rPr><w:color w:val="4C4D4F"/><w:spacing w:val="-1"/></w:rPr><w:t>specific</w:t></w:r><w:r><w:rPr><w:color w:val="4C4D4F"/><w:spacing w:val="-3"/></w:rPr><w:t> </w:t></w:r><w:r><w:rPr><w:color w:val="4C4D4F"/><w:spacing w:val="-2"/></w:rPr><w:t>increments,</w:t></w:r><w:r><w:rPr><w:color w:val="4C4D4F"/><w:spacing w:val="-3"/></w:rPr><w:t> </w:t></w:r><w:r><w:rPr><w:color w:val="4C4D4F"/><w:spacing w:val="-2"/></w:rPr><w:t>found</w:t></w:r><w:r><w:rPr><w:color w:val="4C4D4F"/><w:spacing w:val="-4"/></w:rPr><w:t> </w:t></w:r><w:r><w:rPr><w:color w:val="4C4D4F"/><w:spacing w:val="-2"/></w:rPr><w:t>both</w:t></w:r><w:r><w:rPr><w:color w:val="4C4D4F"/><w:spacing w:val="61"/></w:rPr><w:t> </w:t></w:r><w:r><w:rPr><w:rFonts w:ascii="Arial"/><w:color w:val="4C4D4F"/><w:spacing w:val="-1"/></w:rPr><w:t>in</w:t></w:r><w:r><w:rPr><w:rFonts w:ascii="Arial"/><w:color w:val="4C4D4F"/><w:spacing w:val="-4"/></w:rPr><w:t> </w:t></w:r><w:r><w:rPr><w:rFonts w:ascii="Arial"/><w:color w:val="4C4D4F"/><w:spacing w:val="-2"/></w:rPr><w:t>metric</w:t></w:r><w:r><w:rPr><w:rFonts w:ascii="Arial"/><w:color w:val="4C4D4F"/><w:spacing w:val="-3"/></w:rPr><w:t> </w:t></w:r><w:r><w:rPr><w:rFonts w:ascii="Arial"/><w:color w:val="4C4D4F"/><w:spacing w:val="-2"/></w:rPr><w:t>and</w:t></w:r><w:r><w:rPr><w:rFonts w:ascii="Arial"/><w:color w:val="4C4D4F"/><w:spacing w:val="-4"/></w:rPr><w:t> </w:t></w:r><w:r><w:rPr><w:rFonts w:ascii="Arial"/><w:color w:val="4C4D4F"/><w:spacing w:val="-2"/></w:rPr><w:t>imperial</w:t></w:r><w:r><w:rPr><w:rFonts w:ascii="Arial"/><w:color w:val="4C4D4F"/><w:spacing w:val="-3"/></w:rPr><w:t> </w:t></w:r><w:r><w:rPr><w:rFonts w:ascii="Arial"/><w:color w:val="4C4D4F"/><w:spacing w:val="-2"/></w:rPr><w:t>units.</w:t></w:r><w:r><w:rPr><w:rFonts w:ascii="Arial"/></w:rPr></w:r></w:p><w:p><w:pPr><w:pStyle w:val="BodyText"/><w:spacing w:line="265" w:lineRule="auto" w:before="144"/><w:ind w:right="667"/><w:jc w:val="left"/></w:pPr><w:r><w:rPr><w:rFonts w:ascii="Arial" w:hAnsi="Arial" w:cs="Arial" w:eastAsia="Arial"/><w:b/><w:bCs/><w:color w:val="4C4D4F"/><w:spacing w:val="-3"/></w:rPr><w:t>Triangles</w:t></w:r><w:r><w:rPr><w:rFonts w:ascii="Arial" w:hAnsi="Arial" w:cs="Arial" w:eastAsia="Arial"/><w:b/><w:bCs/><w:color w:val="4C4D4F"/><w:spacing w:val="-4"/></w:rPr><w:t> </w:t></w:r><w:r><w:rPr><w:rFonts w:ascii="Arial" w:hAnsi="Arial" w:cs="Arial" w:eastAsia="Arial"/><w:color w:val="4C4D4F"/><w:spacing w:val="-3"/></w:rPr><w:t>(right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angle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and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3"/></w:rPr><w:t>isosceles):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1"/></w:rPr><w:t>drafting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guides</w:t></w:r><w:r><w:rPr><w:rFonts w:ascii="Arial" w:hAnsi="Arial" w:cs="Arial" w:eastAsia="Arial"/><w:color w:val="4C4D4F"/><w:spacing w:val="-3"/></w:rPr><w:t> </w:t></w:r><w:r><w:rPr><w:rFonts w:ascii="Arial" w:hAnsi="Arial" w:cs="Arial" w:eastAsia="Arial"/><w:color w:val="4C4D4F"/><w:spacing w:val="-2"/></w:rPr><w:t>made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of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hard,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1"/></w:rPr><w:t>clear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plastic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that</w:t></w:r><w:r><w:rPr><w:rFonts w:ascii="Arial" w:hAnsi="Arial" w:cs="Arial" w:eastAsia="Arial"/><w:color w:val="4C4D4F"/><w:spacing w:val="-3"/></w:rPr><w:t> </w:t></w:r><w:r><w:rPr><w:rFonts w:ascii="Arial" w:hAnsi="Arial" w:cs="Arial" w:eastAsia="Arial"/><w:color w:val="4C4D4F"/><w:spacing w:val="-2"/></w:rPr><w:t>are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used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to</w:t></w:r><w:r><w:rPr><w:rFonts w:ascii="Arial" w:hAnsi="Arial" w:cs="Arial" w:eastAsia="Arial"/><w:color w:val="4C4D4F"/><w:spacing w:val="61"/></w:rPr><w:t> </w:t></w:r><w:r><w:rPr><w:color w:val="4C4D4F"/><w:spacing w:val="-2"/></w:rPr><w:t>draw</w:t></w:r><w:r><w:rPr><w:color w:val="4C4D4F"/><w:spacing w:val="-3"/></w:rPr><w:t> </w:t></w:r><w:r><w:rPr><w:color w:val="4C4D4F"/><w:spacing w:val="-2"/></w:rPr><w:t>lines</w:t></w:r><w:r><w:rPr><w:color w:val="4C4D4F"/><w:spacing w:val="-3"/></w:rPr><w:t> </w:t></w:r><w:r><w:rPr><w:color w:val="4C4D4F"/><w:spacing w:val="-2"/></w:rPr><w:t>at</w:t></w:r><w:r><w:rPr><w:color w:val="4C4D4F"/><w:spacing w:val="-3"/></w:rPr><w:t> </w:t></w:r><w:r><w:rPr><w:color w:val="4C4D4F"/><w:spacing w:val="-1"/></w:rPr><w:t>vertical</w:t></w:r><w:r><w:rPr><w:color w:val="4C4D4F"/><w:spacing w:val="-3"/></w:rPr><w:t> </w:t></w:r><w:r><w:rPr><w:color w:val="4C4D4F"/><w:spacing w:val="-2"/></w:rPr><w:t>and</w:t></w:r><w:r><w:rPr><w:color w:val="4C4D4F"/><w:spacing w:val="-3"/></w:rPr><w:t> </w:t></w:r><w:r><w:rPr><w:color w:val="4C4D4F"/><w:spacing w:val="-2"/></w:rPr><w:t>set</w:t></w:r><w:r><w:rPr><w:color w:val="4C4D4F"/><w:spacing w:val="-3"/></w:rPr><w:t> </w:t></w:r><w:r><w:rPr><w:color w:val="4C4D4F"/><w:spacing w:val="-2"/></w:rPr><w:t>angles</w:t></w:r><w:r><w:rPr><w:color w:val="4C4D4F"/><w:spacing w:val="-3"/></w:rPr><w:t> (45°-90°-45°, </w:t></w:r><w:r><w:rPr><w:color w:val="4C4D4F"/><w:spacing w:val="-1"/></w:rPr><w:t>30°-60°-90°).</w:t></w:r><w:r><w:rPr/></w:r></w:p><w:p><w:pPr><w:pStyle w:val="BodyText"/><w:numPr><w:ilvl w:val="1"/><w:numId w:val="1"/></w:numPr><w:tabs><w:tab w:pos="1300" w:val="left" w:leader="none"/></w:tabs><w:spacing w:line="265" w:lineRule="auto" w:before="144" w:after="0"/><w:ind w:left="1100" w:right="969" w:firstLine="0"/><w:jc w:val="left"/></w:pPr><w:r><w:rPr><w:rFonts w:ascii="Arial" w:hAnsi="Arial" w:cs="Arial" w:eastAsia="Arial"/><w:b/><w:bCs/><w:color w:val="4C4D4F"/><w:spacing w:val="-2"/></w:rPr><w:t>square</w:t></w:r><w:r><w:rPr><w:rFonts w:ascii="Arial" w:hAnsi="Arial" w:cs="Arial" w:eastAsia="Arial"/><w:color w:val="4C4D4F"/><w:spacing w:val="-2"/></w:rPr><w:t>: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precision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drawing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instrument</w:t></w:r><w:r><w:rPr><w:rFonts w:ascii="Arial" w:hAnsi="Arial" w:cs="Arial" w:eastAsia="Arial"/><w:color w:val="4C4D4F"/><w:spacing w:val="-3"/></w:rPr><w:t> </w:t></w:r><w:r><w:rPr><w:rFonts w:ascii="Arial" w:hAnsi="Arial" w:cs="Arial" w:eastAsia="Arial"/><w:color w:val="4C4D4F"/><w:spacing w:val="-2"/></w:rPr><w:t>that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1"/></w:rPr><w:t>is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used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as</w:t></w:r><w:r><w:rPr><w:rFonts w:ascii="Arial" w:hAnsi="Arial" w:cs="Arial" w:eastAsia="Arial"/><w:color w:val="4C4D4F"/><w:spacing w:val="-3"/></w:rPr><w:t> </w:t></w:r><w:r><w:rPr><w:rFonts w:ascii="Arial" w:hAnsi="Arial" w:cs="Arial" w:eastAsia="Arial"/><w:color w:val="4C4D4F"/></w:rPr><w:t>a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guide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1"/></w:rPr><w:t>with</w:t></w:r><w:r><w:rPr><w:rFonts w:ascii="Arial" w:hAnsi="Arial" w:cs="Arial" w:eastAsia="Arial"/><w:color w:val="4C4D4F"/><w:spacing w:val="-3"/></w:rPr><w:t> </w:t></w:r><w:r><w:rPr><w:rFonts w:ascii="Arial" w:hAnsi="Arial" w:cs="Arial" w:eastAsia="Arial"/><w:color w:val="4C4D4F"/><w:spacing w:val="-2"/></w:rPr><w:t>other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1"/></w:rPr><w:t>drafting</w:t></w:r><w:r><w:rPr><w:rFonts w:ascii="Arial" w:hAnsi="Arial" w:cs="Arial" w:eastAsia="Arial"/><w:color w:val="4C4D4F"/><w:spacing w:val="-4"/></w:rPr><w:t> </w:t></w:r><w:r><w:rPr><w:rFonts w:ascii="Arial" w:hAnsi="Arial" w:cs="Arial" w:eastAsia="Arial"/><w:color w:val="4C4D4F"/><w:spacing w:val="-2"/></w:rPr><w:t>equipment.</w:t></w:r><w:r><w:rPr><w:rFonts w:ascii="Arial" w:hAnsi="Arial" w:cs="Arial" w:eastAsia="Arial"/><w:color w:val="4C4D4F"/><w:spacing w:val="41"/><w:w w:val="99"/></w:rPr><w:t> </w:t></w:r><w:r><w:rPr><w:color w:val="4C4D4F"/><w:spacing w:val="-1"/></w:rPr><w:t>The</w:t></w:r><w:r><w:rPr><w:color w:val="4C4D4F"/><w:spacing w:val="-3"/></w:rPr><w:t> T-square </w:t></w:r><w:r><w:rPr><w:color w:val="4C4D4F"/><w:spacing w:val="-2"/></w:rPr><w:t>has</w:t></w:r><w:r><w:rPr><w:color w:val="4C4D4F"/><w:spacing w:val="-3"/></w:rPr><w:t> </w:t></w:r><w:r><w:rPr><w:color w:val="4C4D4F"/></w:rPr><w:t>a</w:t></w:r><w:r><w:rPr><w:color w:val="4C4D4F"/><w:spacing w:val="-3"/></w:rPr><w:t> </w:t></w:r><w:r><w:rPr><w:color w:val="4C4D4F"/></w:rPr><w:t>90°</w:t></w:r><w:r><w:rPr><w:color w:val="4C4D4F"/><w:spacing w:val="-3"/></w:rPr><w:t> </w:t></w:r><w:r><w:rPr><w:color w:val="4C4D4F"/><w:spacing w:val="-2"/></w:rPr><w:t>angle</w:t></w:r><w:r><w:rPr><w:color w:val="4C4D4F"/><w:spacing w:val="-3"/></w:rPr><w:t> </w:t></w:r><w:r><w:rPr><w:color w:val="4C4D4F"/><w:spacing w:val="-2"/></w:rPr><w:t>where</w:t></w:r><w:r><w:rPr><w:color w:val="4C4D4F"/><w:spacing w:val="-3"/></w:rPr><w:t> </w:t></w:r><w:r><w:rPr><w:color w:val="4C4D4F"/><w:spacing w:val="-1"/></w:rPr><w:t>the</w:t></w:r><w:r><w:rPr><w:color w:val="4C4D4F"/><w:spacing w:val="-3"/></w:rPr><w:t> </w:t></w:r><w:r><w:rPr><w:color w:val="4C4D4F"/><w:spacing w:val="-2"/></w:rPr><w:t>head</w:t></w:r><w:r><w:rPr><w:color w:val="4C4D4F"/><w:spacing w:val="-3"/></w:rPr><w:t> </w:t></w:r><w:r><w:rPr><w:color w:val="4C4D4F"/><w:spacing w:val="-2"/></w:rPr><w:t>and</w:t></w:r><w:r><w:rPr><w:color w:val="4C4D4F"/><w:spacing w:val="-3"/></w:rPr><w:t> </w:t></w:r><w:r><w:rPr><w:color w:val="4C4D4F"/><w:spacing w:val="-2"/></w:rPr><w:t>blade</w:t></w:r><w:r><w:rPr><w:color w:val="4C4D4F"/><w:spacing w:val="-3"/></w:rPr><w:t> </w:t></w:r><w:r><w:rPr><w:color w:val="4C4D4F"/><w:spacing w:val="-1"/></w:rPr><w:t>attach.</w:t></w:r><w:r><w:rPr/></w:r></w:p><w:p><w:pPr><w:pStyle w:val="Heading2"/><w:spacing w:line="240" w:lineRule="auto" w:before="155"/><w:ind w:left="1100" w:right="0"/><w:jc w:val="left"/><w:rPr><w:b w:val="0"/><w:bCs w:val="0"/></w:rPr></w:pPr><w:r><w:rPr><w:color w:val="4F61AB"/></w:rPr><w:t>Estimated</w:t></w:r><w:r><w:rPr><w:color w:val="4F61AB"/><w:spacing w:val="-3"/></w:rPr><w:t> </w:t></w:r><w:r><w:rPr><w:color w:val="4F61AB"/><w:spacing w:val="-2"/></w:rPr><w:t>Time</w:t></w:r><w:r><w:rPr><w:b w:val="0"/></w:rPr></w:r></w:p><w:p><w:pPr><w:pStyle w:val="BodyText"/><w:spacing w:line="240" w:lineRule="auto" w:before="116"/><w:ind w:right="0"/><w:jc w:val="left"/></w:pPr><w:r><w:rPr><w:color w:val="4C4D4F"/><w:spacing w:val="5"/></w:rPr><w:t>60–90</w:t></w:r><w:r><w:rPr><w:color w:val="4C4D4F"/></w:rPr><w:t> </w:t></w:r><w:r><w:rPr><w:color w:val="4C4D4F"/><w:spacing w:val="-2"/></w:rPr><w:t>minutes</w:t></w:r><w:r><w:rPr/></w:r></w:p><w:p><w:pPr><w:spacing w:line="240" w:lineRule="auto" w:before="10"/><w:rPr><w:rFonts w:ascii="Arial" w:hAnsi="Arial" w:cs="Arial" w:eastAsia="Arial"/><w:sz w:val="18"/><w:szCs w:val="18"/></w:rPr></w:pPr></w:p><w:p><w:pPr><w:pStyle w:val="Heading2"/><w:spacing w:line="240" w:lineRule="auto"/><w:ind w:left="1100" w:right="0"/><w:jc w:val="left"/><w:rPr><w:b w:val="0"/><w:bCs w:val="0"/></w:rPr></w:pPr><w:r><w:rPr><w:color w:val="4F61AB"/><w:spacing w:val="-1"/></w:rPr><w:t>Recommended</w:t></w:r><w:r><w:rPr><w:color w:val="4F61AB"/><w:spacing w:val="-6"/></w:rPr><w:t> </w:t></w:r><w:r><w:rPr><w:color w:val="4F61AB"/><w:spacing w:val="-1"/></w:rPr><w:t>Number</w:t></w:r><w:r><w:rPr><w:color w:val="4F61AB"/><w:spacing w:val="-6"/></w:rPr><w:t> </w:t></w:r><w:r><w:rPr><w:color w:val="4F61AB"/></w:rPr><w:t>of</w:t></w:r><w:r><w:rPr><w:color w:val="4F61AB"/><w:spacing w:val="-6"/></w:rPr><w:t> </w:t></w:r><w:r><w:rPr><w:color w:val="4F61AB"/></w:rPr><w:t>Students</w:t></w:r><w:r><w:rPr><w:b w:val="0"/></w:rPr></w:r></w:p><w:p><w:pPr><w:spacing w:before="116"/><w:ind w:left="1100" w:right="0" w:firstLine="0"/><w:jc w:val="left"/><w:rPr><w:rFonts w:ascii="Arial" w:hAnsi="Arial" w:cs="Arial" w:eastAsia="Arial"/><w:sz w:val="22"/><w:szCs w:val="22"/></w:rPr></w:pPr><w:r><w:rPr><w:rFonts w:ascii="Arial" w:hAnsi="Arial" w:cs="Arial" w:eastAsia="Arial"/><w:color w:val="4C4D4F"/><w:spacing w:val="-2"/><w:sz w:val="22"/><w:szCs w:val="22"/></w:rPr><w:t>20, </w:t></w:r><w:r><w:rPr><w:rFonts w:ascii="Arial" w:hAnsi="Arial" w:cs="Arial" w:eastAsia="Arial"/><w:color w:val="4C4D4F"/><w:spacing w:val="-1"/><w:sz w:val="22"/><w:szCs w:val="22"/></w:rPr><w:t>based </w:t></w:r><w:r><w:rPr><w:rFonts w:ascii="Arial" w:hAnsi="Arial" w:cs="Arial" w:eastAsia="Arial"/><w:color w:val="4C4D4F"/><w:sz w:val="22"/><w:szCs w:val="22"/></w:rPr><w:t>on</w:t></w:r><w:r><w:rPr><w:rFonts w:ascii="Arial" w:hAnsi="Arial" w:cs="Arial" w:eastAsia="Arial"/><w:color w:val="4C4D4F"/><w:spacing w:val="-1"/><w:sz w:val="22"/><w:szCs w:val="22"/></w:rPr><w:t> the </w:t></w:r><w:r><w:rPr><w:rFonts w:ascii="Arial" w:hAnsi="Arial" w:cs="Arial" w:eastAsia="Arial"/><w:i/><w:color w:val="4C4D4F"/><w:sz w:val="22"/><w:szCs w:val="22"/></w:rPr><w:t>BC</w:t></w:r><w:r><w:rPr><w:rFonts w:ascii="Arial" w:hAnsi="Arial" w:cs="Arial" w:eastAsia="Arial"/><w:i/><w:color w:val="4C4D4F"/><w:spacing w:val="-2"/><w:sz w:val="22"/><w:szCs w:val="22"/></w:rPr><w:t> </w:t></w:r><w:r><w:rPr><w:rFonts w:ascii="Arial" w:hAnsi="Arial" w:cs="Arial" w:eastAsia="Arial"/><w:i/><w:color w:val="4C4D4F"/><w:spacing w:val="-3"/><w:sz w:val="22"/><w:szCs w:val="22"/></w:rPr><w:t>Technology</w:t></w:r><w:r><w:rPr><w:rFonts w:ascii="Arial" w:hAnsi="Arial" w:cs="Arial" w:eastAsia="Arial"/><w:i/><w:color w:val="4C4D4F"/><w:spacing w:val="-2"/><w:sz w:val="22"/><w:szCs w:val="22"/></w:rPr><w:t> </w:t></w:r><w:r><w:rPr><w:rFonts w:ascii="Arial" w:hAnsi="Arial" w:cs="Arial" w:eastAsia="Arial"/><w:i/><w:color w:val="4C4D4F"/><w:spacing w:val="-1"/><w:sz w:val="22"/><w:szCs w:val="22"/></w:rPr><w:t>Educators’</w:t></w:r><w:r><w:rPr><w:rFonts w:ascii="Arial" w:hAnsi="Arial" w:cs="Arial" w:eastAsia="Arial"/><w:i/><w:color w:val="4C4D4F"/><w:spacing w:val="-2"/><w:sz w:val="22"/><w:szCs w:val="22"/></w:rPr><w:t> </w:t></w:r><w:r><w:rPr><w:rFonts w:ascii="Arial" w:hAnsi="Arial" w:cs="Arial" w:eastAsia="Arial"/><w:i/><w:color w:val="4C4D4F"/><w:sz w:val="22"/><w:szCs w:val="22"/></w:rPr><w:t>Best</w:t></w:r><w:r><w:rPr><w:rFonts w:ascii="Arial" w:hAnsi="Arial" w:cs="Arial" w:eastAsia="Arial"/><w:i/><w:color w:val="4C4D4F"/><w:spacing w:val="-1"/><w:sz w:val="22"/><w:szCs w:val="22"/></w:rPr><w:t> Practice</w:t></w:r><w:r><w:rPr><w:rFonts w:ascii="Arial" w:hAnsi="Arial" w:cs="Arial" w:eastAsia="Arial"/><w:i/><w:color w:val="4C4D4F"/><w:spacing w:val="-2"/><w:sz w:val="22"/><w:szCs w:val="22"/></w:rPr><w:t> </w:t></w:r><w:r><w:rPr><w:rFonts w:ascii="Arial" w:hAnsi="Arial" w:cs="Arial" w:eastAsia="Arial"/><w:i/><w:color w:val="4C4D4F"/><w:spacing w:val="-1"/><w:sz w:val="22"/><w:szCs w:val="22"/></w:rPr><w:t>Guide</w:t></w:r><w:r><w:rPr><w:rFonts w:ascii="Arial" w:hAnsi="Arial" w:cs="Arial" w:eastAsia="Arial"/><w:sz w:val="22"/><w:szCs w:val="22"/></w:rPr></w:r></w:p><w:p><w:pPr><w:spacing w:line="240" w:lineRule="auto" w:before="10"/><w:rPr><w:rFonts w:ascii="Arial" w:hAnsi="Arial" w:cs="Arial" w:eastAsia="Arial"/><w:i/><w:sz w:val="18"/><w:szCs w:val="18"/></w:rPr></w:pPr></w:p><w:p><w:pPr><w:pStyle w:val="Heading2"/><w:spacing w:line="240" w:lineRule="auto"/><w:ind w:left="1100" w:right="0"/><w:jc w:val="left"/><w:rPr><w:b w:val="0"/><w:bCs w:val="0"/></w:rPr></w:pPr><w:r><w:rPr><w:color w:val="4F61AB"/></w:rPr><w:t>Facilities</w:t></w:r><w:r><w:rPr><w:b w:val="0"/></w:rPr></w:r></w:p><w:p><w:pPr><w:pStyle w:val="BodyText"/><w:numPr><w:ilvl w:val="2"/><w:numId w:val="1"/></w:numPr><w:tabs><w:tab w:pos="1640" w:val="left" w:leader="none"/></w:tabs><w:spacing w:line="240" w:lineRule="auto" w:before="116" w:after="0"/><w:ind w:left="1640" w:right="0" w:hanging="270"/><w:jc w:val="left"/></w:pPr><w:r><w:rPr><w:color w:val="4C4D4F"/><w:spacing w:val="-1"/></w:rPr><w:t>Regular</w:t></w:r><w:r><w:rPr><w:color w:val="4C4D4F"/></w:rPr><w:t> classroom </w:t></w:r><w:r><w:rPr><w:color w:val="4C4D4F"/><w:spacing w:val="-1"/></w:rPr><w:t>space</w:t></w:r><w:r><w:rPr><w:color w:val="4C4D4F"/></w:rPr><w:t> </w:t></w:r><w:r><w:rPr><w:color w:val="4C4D4F"/><w:spacing w:val="-1"/></w:rPr><w:t>with</w:t></w:r><w:r><w:rPr><w:color w:val="4C4D4F"/></w:rPr><w:t> </w:t></w:r><w:r><w:rPr><w:color w:val="4C4D4F"/><w:spacing w:val="-1"/></w:rPr><w:t>desks/chairs</w:t></w:r><w:r><w:rPr><w:color w:val="4C4D4F"/></w:rPr><w:t> </w:t></w:r><w:r><w:rPr><w:color w:val="4C4D4F"/><w:spacing w:val="-1"/></w:rPr><w:t>for</w:t></w:r><w:r><w:rPr><w:color w:val="4C4D4F"/></w:rPr><w:t> </w:t></w:r><w:r><w:rPr><w:color w:val="4C4D4F"/><w:spacing w:val="-1"/></w:rPr><w:t>all</w:t></w:r><w:r><w:rPr><w:color w:val="4C4D4F"/></w:rPr><w:t> </w:t></w:r><w:r><w:rPr><w:color w:val="4C4D4F"/><w:spacing w:val="-2"/></w:rPr><w:t>students</w:t></w:r><w:r><w:rPr/></w:r></w:p><w:p><w:pPr><w:pStyle w:val="BodyText"/><w:numPr><w:ilvl w:val="2"/><w:numId w:val="1"/></w:numPr><w:tabs><w:tab w:pos="1640" w:val="left" w:leader="none"/></w:tabs><w:spacing w:line="240" w:lineRule="auto" w:before="137" w:after="0"/><w:ind w:left="1640" w:right="0" w:hanging="270"/><w:jc w:val="left"/></w:pPr><w:r><w:rPr><w:color w:val="4C4D4F"/></w:rPr><w:t>Drafting </w:t></w:r><w:r><w:rPr><w:color w:val="4C4D4F"/><w:spacing w:val="-1"/></w:rPr><w:t>boards</w:t></w:r><w:r><w:rPr><w:color w:val="4C4D4F"/></w:rPr><w:t> </w:t></w:r><w:r><w:rPr><w:color w:val="4C4D4F"/><w:spacing w:val="-1"/></w:rPr><w:t>would</w:t></w:r><w:r><w:rPr><w:color w:val="4C4D4F"/></w:rPr><w:t> be </w:t></w:r><w:r><w:rPr><w:color w:val="4C4D4F"/><w:spacing w:val="-1"/></w:rPr><w:t>ideal.</w:t></w:r><w:r><w:rPr><w:color w:val="4C4D4F"/></w:rPr><w:t> </w:t></w:r><w:r><w:rPr><w:color w:val="4C4D4F"/><w:spacing w:val="-2"/></w:rPr><w:t>However</w:t></w:r><w:r><w:rPr><w:color w:val="4C4D4F"/></w:rPr><w:t> </w:t></w:r><w:r><w:rPr><w:color w:val="4C4D4F"/><w:spacing w:val="-1"/></w:rPr><w:t>smooth,</w:t></w:r><w:r><w:rPr><w:color w:val="4C4D4F"/></w:rPr><w:t> </w:t></w:r><w:r><w:rPr><w:color w:val="4C4D4F"/><w:spacing w:val="-1"/></w:rPr><w:t>clean,</w:t></w:r><w:r><w:rPr><w:color w:val="4C4D4F"/></w:rPr><w:t> </w:t></w:r><w:r><w:rPr><w:color w:val="4C4D4F"/><w:spacing w:val="-1"/></w:rPr><w:t>flat</w:t></w:r><w:r><w:rPr><w:color w:val="4C4D4F"/></w:rPr><w:t> surfaces </w:t></w:r><w:r><w:rPr><w:color w:val="4C4D4F"/><w:spacing w:val="-1"/></w:rPr><w:t>will</w:t></w:r><w:r><w:rPr><w:color w:val="4C4D4F"/></w:rPr><w:t> </w:t></w:r><w:r><w:rPr><w:color w:val="4C4D4F"/><w:spacing w:val="-1"/></w:rPr><w:t>also</w:t></w:r><w:r><w:rPr><w:color w:val="4C4D4F"/></w:rPr><w:t> suffice.</w:t></w:r><w:r><w:rPr/></w:r></w:p><w:p><w:pPr><w:spacing w:line="240" w:lineRule="auto" w:before="10"/><w:rPr><w:rFonts w:ascii="Arial" w:hAnsi="Arial" w:cs="Arial" w:eastAsia="Arial"/><w:sz w:val="18"/><w:szCs w:val="18"/></w:rPr></w:pPr></w:p><w:p><w:pPr><w:pStyle w:val="Heading2"/><w:spacing w:line="240" w:lineRule="auto"/><w:ind w:left="1100" w:right="0"/><w:jc w:val="left"/><w:rPr><w:b w:val="0"/><w:bCs w:val="0"/></w:rPr></w:pPr><w:r><w:rPr><w:color w:val="4F61AB"/><w:spacing w:val="-6"/></w:rPr><w:t>Tools</w:t></w:r><w:r><w:rPr><w:b w:val="0"/></w:rPr></w:r></w:p><w:p><w:pPr><w:pStyle w:val="BodyText"/><w:numPr><w:ilvl w:val="2"/><w:numId w:val="1"/></w:numPr><w:tabs><w:tab w:pos="1640" w:val="left" w:leader="none"/></w:tabs><w:spacing w:line="240" w:lineRule="auto" w:before="116" w:after="0"/><w:ind w:left="1640" w:right="0" w:hanging="270"/><w:jc w:val="left"/><w:rPr><w:rFonts w:ascii="Arial" w:hAnsi="Arial" w:cs="Arial" w:eastAsia="Arial"/></w:rPr></w:pPr><w:r><w:rPr><w:rFonts w:ascii="Arial"/><w:color w:val="4C4D4F"/><w:spacing w:val="-2"/></w:rPr><w:t>T-square</w:t></w:r><w:r><w:rPr><w:rFonts w:ascii="Arial"/></w:rPr></w:r></w:p><w:p><w:pPr><w:pStyle w:val="BodyText"/><w:numPr><w:ilvl w:val="2"/><w:numId w:val="1"/></w:numPr><w:tabs><w:tab w:pos="1640" w:val="left" w:leader="none"/></w:tabs><w:spacing w:line="240" w:lineRule="auto" w:before="137" w:after="0"/><w:ind w:left="1640" w:right="0" w:hanging="270"/><w:jc w:val="left"/><w:rPr><w:rFonts w:ascii="Arial" w:hAnsi="Arial" w:cs="Arial" w:eastAsia="Arial"/></w:rPr></w:pPr><w:r><w:rPr><w:rFonts w:ascii="Arial"/><w:color w:val="4C4D4F"/><w:spacing w:val="-1"/></w:rPr><w:t>Steel</w:t></w:r><w:r><w:rPr><w:rFonts w:ascii="Arial"/><w:color w:val="4C4D4F"/><w:spacing w:val="-4"/></w:rPr><w:t> </w:t></w:r><w:r><w:rPr><w:rFonts w:ascii="Arial"/><w:color w:val="4C4D4F"/></w:rPr><w:t>rule</w:t></w:r><w:r><w:rPr><w:rFonts w:ascii="Arial"/></w:rPr></w:r></w:p><w:p><w:pPr><w:pStyle w:val="BodyText"/><w:numPr><w:ilvl w:val="2"/><w:numId w:val="1"/></w:numPr><w:tabs><w:tab w:pos="1640" w:val="left" w:leader="none"/></w:tabs><w:spacing w:line="240" w:lineRule="auto" w:before="137" w:after="0"/><w:ind w:left="1640" w:right="0" w:hanging="270"/><w:jc w:val="left"/><w:rPr><w:rFonts w:ascii="Arial" w:hAnsi="Arial" w:cs="Arial" w:eastAsia="Arial"/></w:rPr></w:pPr><w:r><w:rPr><w:rFonts w:ascii="Arial"/><w:color w:val="4C4D4F"/><w:spacing w:val="-3"/></w:rPr><w:t>Triangles</w:t></w:r><w:r><w:rPr><w:rFonts w:ascii="Arial"/><w:color w:val="4C4D4F"/><w:spacing w:val="-1"/></w:rPr><w:t> </w:t></w:r><w:r><w:rPr><w:rFonts w:ascii="Arial"/><w:color w:val="4C4D4F"/><w:spacing w:val="-2"/></w:rPr><w:t>(right</w:t></w:r><w:r><w:rPr><w:rFonts w:ascii="Arial"/><w:color w:val="4C4D4F"/></w:rPr><w:t> </w:t></w:r><w:r><w:rPr><w:rFonts w:ascii="Arial"/><w:color w:val="4C4D4F"/><w:spacing w:val="-1"/></w:rPr><w:t>angle and</w:t></w:r><w:r><w:rPr><w:rFonts w:ascii="Arial"/><w:color w:val="4C4D4F"/></w:rPr><w:t> </w:t></w:r><w:r><w:rPr><w:rFonts w:ascii="Arial"/><w:color w:val="4C4D4F"/><w:spacing w:val="-2"/></w:rPr><w:t>isosceles)</w:t></w:r><w:r><w:rPr><w:rFonts w:ascii="Arial"/></w:rPr></w:r></w:p><w:p><w:pPr><w:pStyle w:val="BodyText"/><w:numPr><w:ilvl w:val="2"/><w:numId w:val="1"/></w:numPr><w:tabs><w:tab w:pos="1640" w:val="left" w:leader="none"/></w:tabs><w:spacing w:line="240" w:lineRule="auto" w:before="137" w:after="0"/><w:ind w:left="1640" w:right="0" w:hanging="270"/><w:jc w:val="left"/><w:rPr><w:rFonts w:ascii="Arial" w:hAnsi="Arial" w:cs="Arial" w:eastAsia="Arial"/></w:rPr></w:pPr><w:r><w:rPr><w:rFonts w:ascii="Arial"/><w:color w:val="4C4D4F"/><w:spacing w:val="-2"/></w:rPr><w:t>Eraser </w:t></w:r><w:r><w:rPr><w:rFonts w:ascii="Arial"/><w:color w:val="4C4D4F"/><w:spacing w:val="-1"/></w:rPr><w:t>shield</w:t></w:r><w:r><w:rPr><w:rFonts w:ascii="Arial"/></w:rPr></w:r></w:p><w:p><w:pPr><w:pStyle w:val="BodyText"/><w:numPr><w:ilvl w:val="2"/><w:numId w:val="1"/></w:numPr><w:tabs><w:tab w:pos="1640" w:val="left" w:leader="none"/></w:tabs><w:spacing w:line="240" w:lineRule="auto" w:before="137" w:after="0"/><w:ind w:left="1640" w:right="0" w:hanging="270"/><w:jc w:val="left"/><w:rPr><w:rFonts w:ascii="Arial" w:hAnsi="Arial" w:cs="Arial" w:eastAsia="Arial"/></w:rPr></w:pPr><w:r><w:rPr><w:rFonts w:ascii="Arial"/><w:color w:val="4C4D4F"/></w:rPr><w:t>Drafting</w:t></w:r><w:r><w:rPr><w:rFonts w:ascii="Arial"/><w:color w:val="4C4D4F"/><w:spacing w:val="-2"/></w:rPr><w:t> </w:t></w:r><w:r><w:rPr><w:rFonts w:ascii="Arial"/><w:color w:val="4C4D4F"/><w:spacing w:val="-1"/></w:rPr><w:t>brush</w:t></w:r><w:r><w:rPr><w:rFonts w:ascii="Arial"/></w:rPr></w:r></w:p><w:p><w:pPr><w:pStyle w:val="BodyText"/><w:numPr><w:ilvl w:val="2"/><w:numId w:val="1"/></w:numPr><w:tabs><w:tab w:pos="1640" w:val="left" w:leader="none"/></w:tabs><w:spacing w:line="240" w:lineRule="auto" w:before="137" w:after="0"/><w:ind w:left="1640" w:right="0" w:hanging="270"/><w:jc w:val="left"/><w:rPr><w:rFonts w:ascii="Arial" w:hAnsi="Arial" w:cs="Arial" w:eastAsia="Arial"/></w:rPr></w:pPr><w:r><w:rPr><w:rFonts w:ascii="Arial"/><w:color w:val="4C4D4F"/><w:spacing w:val="-1"/></w:rPr><w:t>Masking</w:t></w:r><w:r><w:rPr><w:rFonts w:ascii="Arial"/><w:color w:val="4C4D4F"/><w:spacing w:val="-2"/></w:rPr><w:t> </w:t></w:r><w:r><w:rPr><w:rFonts w:ascii="Arial"/><w:color w:val="4C4D4F"/></w:rPr><w:t>tape</w:t></w:r><w:r><w:rPr><w:rFonts w:ascii="Arial"/><w:color w:val="4C4D4F"/><w:spacing w:val="-1"/></w:rPr><w:t> </w:t></w:r><w:r><w:rPr><w:rFonts w:ascii="Arial"/><w:color w:val="4C4D4F"/><w:spacing w:val="-2"/></w:rPr><w:t>(drafting </w:t></w:r><w:r><w:rPr><w:rFonts w:ascii="Arial"/><w:color w:val="4C4D4F"/><w:spacing w:val="-4"/></w:rPr><w:t>do</w:t></w:r><w:r><w:rPr><w:rFonts w:ascii="Arial"/><w:color w:val="4C4D4F"/><w:spacing w:val="-5"/></w:rPr><w:t>t</w:t></w:r><w:r><w:rPr><w:rFonts w:ascii="Arial"/><w:color w:val="4C4D4F"/><w:spacing w:val="-4"/></w:rPr><w:t>s)</w:t></w:r><w:r><w:rPr><w:rFonts w:ascii="Arial"/></w:rPr></w:r></w:p><w:p><w:pPr><w:pStyle w:val="BodyText"/><w:numPr><w:ilvl w:val="2"/><w:numId w:val="1"/></w:numPr><w:tabs><w:tab w:pos="1640" w:val="left" w:leader="none"/></w:tabs><w:spacing w:line="240" w:lineRule="auto" w:before="137" w:after="0"/><w:ind w:left="1640" w:right="0" w:hanging="270"/><w:jc w:val="left"/><w:rPr><w:rFonts w:ascii="Arial" w:hAnsi="Arial" w:cs="Arial" w:eastAsia="Arial"/></w:rPr></w:pPr><w:r><w:rPr><w:rFonts w:ascii="Arial"/><w:color w:val="4C4D4F"/></w:rPr><w:t>Drafting</w:t></w:r><w:r><w:rPr><w:rFonts w:ascii="Arial"/><w:color w:val="4C4D4F"/><w:spacing w:val="-2"/></w:rPr><w:t> </w:t></w:r><w:r><w:rPr><w:rFonts w:ascii="Arial"/><w:color w:val="4C4D4F"/><w:spacing w:val="-1"/></w:rPr><w:t>board</w:t></w:r><w:r><w:rPr><w:rFonts w:ascii="Arial"/></w:rPr></w:r></w:p><w:p><w:pPr><w:pStyle w:val="BodyText"/><w:numPr><w:ilvl w:val="2"/><w:numId w:val="1"/></w:numPr><w:tabs><w:tab w:pos="1640" w:val="left" w:leader="none"/></w:tabs><w:spacing w:line="240" w:lineRule="auto" w:before="137" w:after="0"/><w:ind w:left="1640" w:right="0" w:hanging="270"/><w:jc w:val="left"/><w:rPr><w:rFonts w:ascii="Arial" w:hAnsi="Arial" w:cs="Arial" w:eastAsia="Arial"/></w:rPr></w:pPr><w:r><w:rPr><w:rFonts w:ascii="Arial"/><w:color w:val="4C4D4F"/><w:spacing w:val="-1"/></w:rPr><w:t>Lettering</w:t></w:r><w:r><w:rPr><w:rFonts w:ascii="Arial"/><w:color w:val="4C4D4F"/><w:spacing w:val="-2"/></w:rPr><w:t> </w:t></w:r><w:r><w:rPr><w:rFonts w:ascii="Arial"/><w:color w:val="4C4D4F"/><w:spacing w:val="-1"/></w:rPr><w:t>guide</w:t></w:r><w:r><w:rPr><w:rFonts w:ascii="Arial"/></w:rPr></w:r></w:p><w:p><w:pPr><w:pStyle w:val="BodyText"/><w:numPr><w:ilvl w:val="2"/><w:numId w:val="1"/></w:numPr><w:tabs><w:tab w:pos="1640" w:val="left" w:leader="none"/></w:tabs><w:spacing w:line="240" w:lineRule="auto" w:before="137" w:after="0"/><w:ind w:left="1640" w:right="0" w:hanging="270"/><w:jc w:val="left"/></w:pPr><w:r><w:rPr><w:color w:val="4C4D4F"/><w:spacing w:val="-1"/></w:rPr><w:t>2H</w:t></w:r><w:r><w:rPr><w:color w:val="4C4D4F"/></w:rPr><w:t> </w:t></w:r><w:r><w:rPr><w:color w:val="4C4D4F"/><w:spacing w:val="-1"/></w:rPr><w:t>mechanical</w:t></w:r><w:r><w:rPr><w:color w:val="4C4D4F"/></w:rPr><w:t> </w:t></w:r><w:r><w:rPr><w:color w:val="4C4D4F"/><w:spacing w:val="-1"/></w:rPr><w:t>pencil</w:t></w:r><w:r><w:rPr/></w:r></w:p><w:p><w:pPr><w:pStyle w:val="BodyText"/><w:numPr><w:ilvl w:val="2"/><w:numId w:val="1"/></w:numPr><w:tabs><w:tab w:pos="1640" w:val="left" w:leader="none"/></w:tabs><w:spacing w:line="240" w:lineRule="auto" w:before="137" w:after="0"/><w:ind w:left="1640" w:right="0" w:hanging="270"/><w:jc w:val="left"/><w:rPr><w:rFonts w:ascii="Arial" w:hAnsi="Arial" w:cs="Arial" w:eastAsia="Arial"/></w:rPr></w:pPr><w:r><w:rPr><w:rFonts w:ascii="Arial"/><w:color w:val="4C4D4F"/><w:spacing w:val="-1"/></w:rPr><w:t>Isometric</w:t></w:r><w:r><w:rPr><w:rFonts w:ascii="Arial"/><w:color w:val="4C4D4F"/><w:spacing w:val="-2"/></w:rPr><w:t> </w:t></w:r><w:r><w:rPr><w:rFonts w:ascii="Arial"/><w:color w:val="4C4D4F"/><w:spacing w:val="-1"/></w:rPr><w:t>dot paper</w:t></w:r><w:r><w:rPr><w:rFonts w:ascii="Arial"/><w:color w:val="4C4D4F"/><w:spacing w:val="-2"/></w:rPr><w:t> </w:t></w:r><w:r><w:rPr><w:rFonts w:ascii="Arial"/><w:color w:val="4C4D4F"/><w:spacing w:val="-1"/></w:rPr><w:t>for practice</w:t></w:r><w:r><w:rPr><w:rFonts w:ascii="Arial"/></w:rPr></w:r></w:p><w:p><w:pPr><w:spacing w:after="0" w:line="240" w:lineRule="auto"/><w:jc w:val="left"/><w:rPr><w:rFonts w:ascii="Arial" w:hAnsi="Arial" w:cs="Arial" w:eastAsia="Arial"/></w:rPr><w:sectPr><w:footerReference w:type="even" r:id="rId8"/><w:footerReference w:type="default" r:id="rId9"/><w:pgSz w:w="12240" w:h="15840"/><w:pgMar w:footer="643" w:header="630" w:top="1080" w:bottom="840" w:left="340" w:right="880"/><w:pgNumType w:start="2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10"/><w:rPr><w:rFonts w:ascii="Arial" w:hAnsi="Arial" w:cs="Arial" w:eastAsia="Arial"/><w:sz w:val="15"/><w:szCs w:val="15"/></w:rPr></w:pPr></w:p><w:p><w:pPr><w:pStyle w:val="Heading2"/><w:spacing w:line="240" w:lineRule="auto" w:before="59"/><w:ind w:right="0"/><w:jc w:val="left"/><w:rPr><w:b w:val="0"/><w:bCs w:val="0"/></w:rPr></w:pPr><w:r><w:rPr><w:color w:val="4F61AB"/></w:rPr><w:t>Materials</w:t></w:r><w:r><w:rPr><w:b w:val="0"/></w:rPr></w:r></w:p><w:p><w:pPr><w:pStyle w:val="BodyText"/><w:numPr><w:ilvl w:val="0"/><w:numId w:val="1"/></w:numPr><w:tabs><w:tab w:pos="1100" w:val="left" w:leader="none"/></w:tabs><w:spacing w:line="284" w:lineRule="auto" w:before="116" w:after="0"/><w:ind w:left="1100" w:right="1151" w:hanging="270"/><w:jc w:val="left"/></w:pPr><w:r><w:rPr><w:color w:val="4C4D4F"/><w:spacing w:val="-1"/></w:rPr><w:t>Handout</w:t></w:r><w:r><w:rPr><w:color w:val="4C4D4F"/></w:rPr><w:t> </w:t></w:r><w:r><w:rPr><w:color w:val="4C4D4F"/><w:spacing w:val="-1"/></w:rPr><w:t>for</w:t></w:r><w:r><w:rPr><w:color w:val="4C4D4F"/></w:rPr><w:t> </w:t></w:r><w:r><w:rPr><w:color w:val="4C4D4F"/><w:spacing w:val="-2"/></w:rPr><w:t>students</w:t></w:r><w:r><w:rPr><w:color w:val="4C4D4F"/></w:rPr><w:t> </w:t></w:r><w:r><w:rPr><w:color w:val="4C4D4F"/><w:spacing w:val="-1"/></w:rPr><w:t>with</w:t></w:r><w:r><w:rPr><w:color w:val="4C4D4F"/></w:rPr><w:t> </w:t></w:r><w:r><w:rPr><w:color w:val="4C4D4F"/><w:spacing w:val="-1"/></w:rPr><w:t>instructions</w:t></w:r><w:r><w:rPr><w:color w:val="4C4D4F"/></w:rPr><w:t> </w:t></w:r><w:r><w:rPr><w:color w:val="4C4D4F"/><w:spacing w:val="-2"/></w:rPr><w:t>(this</w:t></w:r><w:r><w:rPr><w:color w:val="4C4D4F"/></w:rPr><w:t> could be </w:t></w:r><w:r><w:rPr><w:color w:val="4C4D4F"/><w:spacing w:val="-1"/></w:rPr><w:t>directly</w:t></w:r><w:r><w:rPr><w:color w:val="4C4D4F"/></w:rPr><w:t> from </w:t></w:r><w:r><w:rPr><w:color w:val="4C4D4F"/><w:spacing w:val="-1"/></w:rPr><w:t>this</w:t></w:r><w:r><w:rPr><w:color w:val="4C4D4F"/></w:rPr><w:t> </w:t></w:r><w:r><w:rPr><w:color w:val="4C4D4F"/><w:spacing w:val="-2"/></w:rPr><w:t>document—i.e.,</w:t></w:r><w:r><w:rPr><w:color w:val="4C4D4F"/></w:rPr><w:t> </w:t></w:r><w:r><w:rPr><w:color w:val="4C4D4F"/><w:spacing w:val="-1"/></w:rPr><w:t>print</w:t></w:r><w:r><w:rPr><w:color w:val="4C4D4F"/><w:spacing w:val="95"/></w:rPr><w:t> </w:t></w:r><w:r><w:rPr><w:color w:val="4C4D4F"/><w:spacing w:val="-1"/></w:rPr><w:t>the</w:t></w:r><w:r><w:rPr><w:color w:val="4C4D4F"/></w:rPr><w:t> </w:t></w:r><w:r><w:rPr><w:color w:val="4C4D4F"/><w:spacing w:val="-1"/></w:rPr><w:t>text</w:t></w:r><w:r><w:rPr><w:color w:val="4C4D4F"/></w:rPr><w:t> </w:t></w:r><w:r><w:rPr><w:color w:val="4C4D4F"/><w:spacing w:val="-1"/></w:rPr><w:t>under</w:t></w:r><w:r><w:rPr><w:color w:val="4C4D4F"/></w:rPr><w:t> </w:t></w:r><w:r><w:rPr><w:color w:val="4C4D4F"/><w:spacing w:val="-1"/></w:rPr><w:t>the</w:t></w:r><w:r><w:rPr><w:color w:val="4C4D4F"/></w:rPr><w:t> </w:t></w:r><w:r><w:rPr><w:color w:val="4C4D4F"/><w:spacing w:val="-3"/></w:rPr><w:t>Teacher-led</w:t></w:r><w:r><w:rPr><w:color w:val="4C4D4F"/></w:rPr><w:t> </w:t></w:r><w:r><w:rPr><w:color w:val="4C4D4F"/><w:spacing w:val="-1"/></w:rPr><w:t>Activity)</w:t></w:r><w:r><w:rPr/></w:r></w:p><w:p><w:pPr><w:pStyle w:val="BodyText"/><w:numPr><w:ilvl w:val="0"/><w:numId w:val="1"/></w:numPr><w:tabs><w:tab w:pos="1100" w:val="left" w:leader="none"/></w:tabs><w:spacing w:line="240" w:lineRule="auto" w:before="91" w:after="0"/><w:ind w:left="1100" w:right="0" w:hanging="270"/><w:jc w:val="left"/></w:pPr><w:r><w:rPr><w:color w:val="4C4D4F"/></w:rPr><w:t>Title-block </w:t></w:r><w:r><w:rPr><w:color w:val="4C4D4F"/><w:spacing w:val="-1"/></w:rPr><w:t>drawing</w:t></w:r><w:r><w:rPr><w:color w:val="4C4D4F"/></w:rPr><w:t> </w:t></w:r><w:r><w:rPr><w:color w:val="4C4D4F"/><w:spacing w:val="-1"/></w:rPr><w:t>page</w:t></w:r><w:r><w:rPr><w:color w:val="4C4D4F"/></w:rPr><w:t> </w:t></w:r><w:r><w:rPr><w:color w:val="4C4D4F"/><w:spacing w:val="-3"/></w:rPr><w:t>(created</w:t></w:r><w:r><w:rPr><w:color w:val="4C4D4F"/></w:rPr><w:t> </w:t></w:r><w:r><w:rPr><w:color w:val="4C4D4F"/><w:spacing w:val="-1"/></w:rPr><w:t>in</w:t></w:r><w:r><w:rPr><w:color w:val="4C4D4F"/></w:rPr><w:t> </w:t></w:r><w:r><w:rPr><w:color w:val="4C4D4F"/><w:spacing w:val="-1"/></w:rPr><w:t>Introduction</w:t></w:r><w:r><w:rPr><w:color w:val="4C4D4F"/></w:rPr><w:t> </w:t></w:r><w:r><w:rPr><w:color w:val="4C4D4F"/><w:spacing w:val="-1"/></w:rPr><w:t>to</w:t></w:r><w:r><w:rPr><w:color w:val="4C4D4F"/></w:rPr><w:t> </w:t></w:r><w:r><w:rPr><w:color w:val="4C4D4F"/><w:spacing w:val="-1"/></w:rPr><w:t>Title</w:t></w:r><w:r><w:rPr><w:color w:val="4C4D4F"/></w:rPr><w:t> </w:t></w:r><w:r><w:rPr><w:color w:val="4C4D4F"/><w:spacing w:val="-1"/></w:rPr><w:t>Blocks</w:t></w:r><w:r><w:rPr><w:color w:val="4C4D4F"/></w:rPr><w:t> </w:t></w:r><w:r><w:rPr><w:color w:val="4C4D4F"/><w:spacing w:val="-1"/></w:rPr><w:t>activity)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w:rPr><w:rFonts w:ascii="Arial" w:hAnsi="Arial" w:cs="Arial" w:eastAsia="Arial"/></w:rPr></w:pPr><w:r><w:rPr><w:rFonts w:ascii="Arial"/><w:color w:val="4C4D4F"/><w:spacing w:val="-1"/></w:rPr><w:t>Isometric</w:t></w:r><w:r><w:rPr><w:rFonts w:ascii="Arial"/><w:color w:val="4C4D4F"/><w:spacing w:val="-2"/></w:rPr><w:t> </w:t></w:r><w:r><w:rPr><w:rFonts w:ascii="Arial"/><w:color w:val="4C4D4F"/><w:spacing w:val="-1"/></w:rPr><w:t>dot paper</w:t></w:r><w:r><w:rPr><w:rFonts w:ascii="Arial"/><w:color w:val="4C4D4F"/><w:spacing w:val="-2"/></w:rPr><w:t> </w:t></w:r><w:r><w:rPr><w:rFonts w:ascii="Arial"/><w:color w:val="4C4D4F"/><w:spacing w:val="-1"/></w:rPr><w:t>for practice</w:t></w:r><w:r><w:rPr><w:rFonts w:ascii="Arial"/></w:rPr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w:rPr><w:rFonts w:ascii="Arial" w:hAnsi="Arial" w:cs="Arial" w:eastAsia="Arial"/></w:rPr></w:pPr><w:r><w:rPr><w:rFonts w:ascii="Arial"/><w:color w:val="4C4D4F"/><w:spacing w:val="-2"/></w:rPr><w:t>Wooden </w:t></w:r><w:r><w:rPr><w:rFonts w:ascii="Arial"/><w:color w:val="4C4D4F"/></w:rPr><w:t>block</w:t></w:r><w:r><w:rPr><w:rFonts w:ascii="Arial"/><w:color w:val="4C4D4F"/><w:spacing w:val="-1"/></w:rPr><w:t> used</w:t></w:r><w:r><w:rPr><w:rFonts w:ascii="Arial"/><w:color w:val="4C4D4F"/><w:spacing w:val="-2"/></w:rPr><w:t> </w:t></w:r><w:r><w:rPr><w:rFonts w:ascii="Arial"/><w:color w:val="4C4D4F"/><w:spacing w:val="-1"/></w:rPr><w:t>in the</w:t></w:r><w:r><w:rPr><w:rFonts w:ascii="Arial"/><w:color w:val="4C4D4F"/><w:spacing w:val="-2"/></w:rPr><w:t> </w:t></w:r><w:r><w:rPr><w:rFonts w:ascii="Arial"/><w:color w:val="4C4D4F"/></w:rPr><w:t>Scale</w:t></w:r><w:r><w:rPr><w:rFonts w:ascii="Arial"/><w:color w:val="4C4D4F"/><w:spacing w:val="-1"/></w:rPr><w:t> and Dimensioning</w:t></w:r><w:r><w:rPr><w:rFonts w:ascii="Arial"/><w:color w:val="4C4D4F"/><w:spacing w:val="-2"/></w:rPr><w:t> </w:t></w:r><w:r><w:rPr><w:rFonts w:ascii="Arial"/><w:color w:val="4C4D4F"/><w:spacing w:val="-1"/></w:rPr><w:t>and</w:t></w:r><w:r><w:rPr><w:rFonts w:ascii="Arial"/><w:color w:val="4C4D4F"/><w:spacing w:val="-2"/></w:rPr><w:t> </w:t></w:r><w:r><w:rPr><w:rFonts w:ascii="Arial"/><w:color w:val="4C4D4F"/></w:rPr><w:t>Orthographic </w:t></w:r><w:r><w:rPr><w:rFonts w:ascii="Arial"/><w:color w:val="4C4D4F"/><w:spacing w:val="-1"/></w:rPr><w:t>Drawing</w:t></w:r><w:r><w:rPr><w:rFonts w:ascii="Arial"/><w:color w:val="4C4D4F"/><w:spacing w:val="-2"/></w:rPr><w:t> </w:t></w:r><w:r><w:rPr><w:rFonts w:ascii="Arial"/><w:color w:val="4C4D4F"/><w:spacing w:val="-1"/></w:rPr><w:t>activities</w:t></w:r><w:r><w:rPr><w:rFonts w:ascii="Arial"/></w:rPr></w:r></w:p><w:p><w:pPr><w:spacing w:line="240" w:lineRule="auto" w:before="0"/><w:rPr><w:rFonts w:ascii="Arial" w:hAnsi="Arial" w:cs="Arial" w:eastAsia="Arial"/><w:sz w:val="22"/><w:szCs w:val="22"/></w:rPr></w:pPr></w:p><w:p><w:pPr><w:pStyle w:val="Heading3"/><w:spacing w:line="240" w:lineRule="auto" w:before="133"/><w:ind w:right="0"/><w:jc w:val="left"/><w:rPr><w:b w:val="0"/><w:bCs w:val="0"/></w:rPr></w:pPr><w:r><w:rPr><w:color w:val="4F61AB"/><w:spacing w:val="-3"/></w:rPr><w:t>Teacher-led</w:t></w:r><w:r><w:rPr><w:color w:val="4F61AB"/><w:spacing w:val="-6"/></w:rPr><w:t> </w:t></w:r><w:r><w:rPr><w:color w:val="4F61AB"/></w:rPr><w:t>Activity:</w:t></w:r><w:r><w:rPr><w:color w:val="4F61AB"/><w:spacing w:val="-6"/></w:rPr><w:t> </w:t></w:r><w:r><w:rPr><w:color w:val="4F61AB"/></w:rPr><w:t>Isometric</w:t></w:r><w:r><w:rPr><w:color w:val="4F61AB"/><w:spacing w:val="-7"/></w:rPr><w:t> </w:t></w:r><w:r><w:rPr><w:color w:val="4F61AB"/><w:spacing w:val="-1"/></w:rPr><w:t>Notes</w:t></w:r><w:r><w:rPr><w:b w:val="0"/></w:rPr></w:r></w:p><w:p><w:pPr><w:pStyle w:val="BodyText"/><w:spacing w:line="284" w:lineRule="auto" w:before="124"/><w:ind w:left="560" w:right="1151"/><w:jc w:val="left"/><w:rPr><w:rFonts w:ascii="Arial" w:hAnsi="Arial" w:cs="Arial" w:eastAsia="Arial"/></w:rPr></w:pPr><w:r><w:rPr><w:color w:val="4C4D4F"/><w:spacing w:val="1"/></w:rPr><w:t>An</w:t></w:r><w:r><w:rPr><w:color w:val="4C4D4F"/></w:rPr><w:t> </w:t></w:r><w:r><w:rPr><w:color w:val="4C4D4F"/><w:spacing w:val="-1"/></w:rPr><w:t>isometric</w:t></w:r><w:r><w:rPr><w:color w:val="4C4D4F"/></w:rPr><w:t> </w:t></w:r><w:r><w:rPr><w:color w:val="4C4D4F"/><w:spacing w:val="-1"/></w:rPr><w:t>drawing</w:t></w:r><w:r><w:rPr><w:color w:val="4C4D4F"/></w:rPr><w:t> </w:t></w:r><w:r><w:rPr><w:color w:val="4C4D4F"/><w:spacing w:val="-1"/></w:rPr><w:t>is</w:t></w:r><w:r><w:rPr><w:color w:val="4C4D4F"/></w:rPr><w:t> </w:t></w:r><w:r><w:rPr><w:color w:val="4C4D4F"/><w:spacing w:val="-1"/></w:rPr><w:t>based</w:t></w:r><w:r><w:rPr><w:color w:val="4C4D4F"/></w:rPr><w:t> on </w:t></w:r><w:r><w:rPr><w:color w:val="4C4D4F"/><w:spacing w:val="-1"/></w:rPr><w:t>three</w:t></w:r><w:r><w:rPr><w:color w:val="4C4D4F"/></w:rPr><w:t> </w:t></w:r><w:r><w:rPr><w:color w:val="4C4D4F"/><w:spacing w:val="-1"/></w:rPr><w:t>axes</w:t></w:r><w:r><w:rPr><w:color w:val="4C4D4F"/></w:rPr><w:t> </w:t></w:r><w:r><w:rPr><w:color w:val="4C4D4F"/><w:spacing w:val="-1"/></w:rPr><w:t>that</w:t></w:r><w:r><w:rPr><w:color w:val="4C4D4F"/></w:rPr><w:t> </w:t></w:r><w:r><w:rPr><w:color w:val="4C4D4F"/><w:spacing w:val="-1"/></w:rPr><w:t>are</w:t></w:r><w:r><w:rPr><w:color w:val="4C4D4F"/></w:rPr><w:t> </w:t></w:r><w:r><w:rPr><w:color w:val="4C4D4F"/><w:spacing w:val="-1"/></w:rPr><w:t>equally</w:t></w:r><w:r><w:rPr><w:color w:val="4C4D4F"/></w:rPr><w:t> </w:t></w:r><w:r><w:rPr><w:color w:val="4C4D4F"/><w:spacing w:val="-1"/></w:rPr><w:t>spaced</w:t></w:r><w:r><w:rPr><w:color w:val="4C4D4F"/></w:rPr><w:t> </w:t></w:r><w:r><w:rPr><w:color w:val="4C4D4F"/><w:spacing w:val="1"/></w:rPr><w:t>apart</w:t></w:r><w:r><w:rPr><w:color w:val="4C4D4F"/></w:rPr><w:t> </w:t></w:r><w:r><w:rPr><w:color w:val="4C4D4F"/><w:spacing w:val="-1"/></w:rPr><w:t>at</w:t></w:r><w:r><w:rPr><w:color w:val="4C4D4F"/></w:rPr><w:t> </w:t></w:r><w:r><w:rPr><w:color w:val="4C4D4F"/><w:spacing w:val="-3"/></w:rPr><w:t>120°</w:t></w:r><w:r><w:rPr><w:color w:val="4C4D4F"/></w:rPr><w:t> </w:t></w:r><w:r><w:rPr><w:color w:val="4C4D4F"/><w:spacing w:val="-2"/></w:rPr><w:t>(Figure</w:t></w:r><w:r><w:rPr><w:color w:val="4C4D4F"/></w:rPr><w:t> </w:t></w:r><w:r><w:rPr><w:color w:val="4C4D4F"/><w:spacing w:val="-7"/></w:rPr><w:t>1).</w:t></w:r><w:r><w:rPr><w:color w:val="4C4D4F"/><w:spacing w:val="57"/></w:rPr><w:t> </w:t></w:r><w:r><w:rPr><w:color w:val="4C4D4F"/><w:spacing w:val="-1"/></w:rPr><w:t>Lines that</w:t></w:r><w:r><w:rPr><w:color w:val="4C4D4F"/></w:rPr><w:t> run</w:t></w:r><w:r><w:rPr><w:color w:val="4C4D4F"/><w:spacing w:val="-1"/></w:rPr><w:t> parallel</w:t></w:r><w:r><w:rPr><w:color w:val="4C4D4F"/></w:rPr><w:t> </w:t></w:r><w:r><w:rPr><w:color w:val="4C4D4F"/><w:spacing w:val="-1"/></w:rPr><w:t>to</w:t></w:r><w:r><w:rPr><w:color w:val="4C4D4F"/></w:rPr><w:t> </w:t></w:r><w:r><w:rPr><w:color w:val="4C4D4F"/><w:spacing w:val="-1"/></w:rPr><w:t>the axes</w:t></w:r><w:r><w:rPr><w:color w:val="4C4D4F"/></w:rPr><w:t> </w:t></w:r><w:r><w:rPr><w:color w:val="4C4D4F"/><w:spacing w:val="-1"/></w:rPr><w:t>are</w:t></w:r><w:r><w:rPr><w:color w:val="4C4D4F"/></w:rPr><w:t> called</w:t></w:r><w:r><w:rPr><w:color w:val="4C4D4F"/><w:spacing w:val="-2"/></w:rPr><w:t> </w:t></w:r><w:r><w:rPr><w:rFonts w:ascii="Arial" w:hAnsi="Arial" w:cs="Arial" w:eastAsia="Arial"/><w:i/><w:color w:val="4C4D4F"/><w:spacing w:val="-1"/></w:rPr><w:t>isometric</w:t></w:r><w:r><w:rPr><w:rFonts w:ascii="Arial" w:hAnsi="Arial" w:cs="Arial" w:eastAsia="Arial"/><w:i/><w:color w:val="4C4D4F"/></w:rPr><w:t> </w:t></w:r><w:r><w:rPr><w:rFonts w:ascii="Arial" w:hAnsi="Arial" w:cs="Arial" w:eastAsia="Arial"/><w:i/><w:color w:val="4C4D4F"/><w:spacing w:val="-2"/></w:rPr><w:t>lines</w:t></w:r><w:r><w:rPr><w:rFonts w:ascii="Arial" w:hAnsi="Arial" w:cs="Arial" w:eastAsia="Arial"/><w:color w:val="4C4D4F"/><w:spacing w:val="-2"/></w:rPr><w:t>.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Lines that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are </w:t></w:r><w:r><w:rPr><w:rFonts w:ascii="Arial" w:hAnsi="Arial" w:cs="Arial" w:eastAsia="Arial"/><w:color w:val="4C4D4F"/><w:spacing w:val="-2"/></w:rPr><w:t>NOT</w:t></w:r><w:r><w:rPr><w:rFonts w:ascii="Arial" w:hAnsi="Arial" w:cs="Arial" w:eastAsia="Arial"/><w:color w:val="4C4D4F"/><w:spacing w:val="-1"/></w:rPr><w:t> parallel are</w:t></w:r><w:r><w:rPr><w:rFonts w:ascii="Arial" w:hAnsi="Arial" w:cs="Arial" w:eastAsia="Arial"/><w:color w:val="4C4D4F"/><w:spacing w:val="57"/></w:rPr><w:t> </w:t></w:r><w:r><w:rPr><w:rFonts w:ascii="Arial" w:hAnsi="Arial" w:cs="Arial" w:eastAsia="Arial"/><w:color w:val="4C4D4F"/></w:rPr><w:t>called</w:t></w:r><w:r><w:rPr><w:rFonts w:ascii="Arial" w:hAnsi="Arial" w:cs="Arial" w:eastAsia="Arial"/><w:color w:val="4C4D4F"/><w:spacing w:val="-1"/></w:rPr><w:t> </w:t></w:r><w:r><w:rPr><w:rFonts w:ascii="Arial" w:hAnsi="Arial" w:cs="Arial" w:eastAsia="Arial"/><w:i/><w:color w:val="4C4D4F"/></w:rPr><w:t>non-isometric</w:t></w:r><w:r><w:rPr><w:rFonts w:ascii="Arial" w:hAnsi="Arial" w:cs="Arial" w:eastAsia="Arial"/><w:i/><w:color w:val="4C4D4F"/><w:spacing w:val="-1"/></w:rPr><w:t> </w:t></w:r><w:r><w:rPr><w:rFonts w:ascii="Arial" w:hAnsi="Arial" w:cs="Arial" w:eastAsia="Arial"/><w:i/><w:color w:val="4C4D4F"/><w:spacing w:val="-2"/></w:rPr><w:t>lines</w:t></w:r><w:r><w:rPr><w:rFonts w:ascii="Arial" w:hAnsi="Arial" w:cs="Arial" w:eastAsia="Arial"/><w:color w:val="4C4D4F"/><w:spacing w:val="-2"/></w:rPr><w:t>.</w:t></w:r><w:r><w:rPr><w:rFonts w:ascii="Arial" w:hAnsi="Arial" w:cs="Arial" w:eastAsia="Arial"/></w:rPr></w:r></w:p><w:p><w:pPr><w:pStyle w:val="BodyText"/><w:spacing w:line="240" w:lineRule="auto" w:before="181"/><w:ind w:left="560" w:right="0"/><w:jc w:val="left"/></w:pPr><w:r><w:rPr><w:color w:val="4C4D4F"/><w:spacing w:val="1"/></w:rPr><w:t>An</w:t></w:r><w:r><w:rPr><w:color w:val="4C4D4F"/></w:rPr><w:t> </w:t></w:r><w:r><w:rPr><w:color w:val="4C4D4F"/><w:spacing w:val="-1"/></w:rPr><w:t>isometric</w:t></w:r><w:r><w:rPr><w:color w:val="4C4D4F"/></w:rPr><w:t> </w:t></w:r><w:r><w:rPr><w:color w:val="4C4D4F"/><w:spacing w:val="-1"/></w:rPr><w:t>drawing</w:t></w:r><w:r><w:rPr><w:color w:val="4C4D4F"/></w:rPr><w:t> can be </w:t></w:r><w:r><w:rPr><w:color w:val="4C4D4F"/><w:spacing w:val="-1"/></w:rPr><w:t>identified</w:t></w:r><w:r><w:rPr><w:color w:val="4C4D4F"/></w:rPr><w:t> </w:t></w:r><w:r><w:rPr><w:color w:val="4C4D4F"/><w:spacing w:val="-3"/></w:rPr><w:t>by</w:t></w:r><w:r><w:rPr><w:color w:val="4C4D4F"/></w:rPr><w:t> </w:t></w:r><w:r><w:rPr><w:color w:val="4C4D4F"/><w:spacing w:val="-2"/></w:rPr><w:t>several</w:t></w:r><w:r><w:rPr><w:color w:val="4C4D4F"/></w:rPr><w:t> </w:t></w:r><w:r><w:rPr><w:color w:val="4C4D4F"/><w:spacing w:val="-1"/></w:rPr><w:t>factors: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/w:pPr><w:r><w:rPr><w:color w:val="4C4D4F"/><w:spacing w:val="-1"/></w:rPr><w:t>Vertical</w:t></w:r><w:r><w:rPr><w:color w:val="4C4D4F"/></w:rPr><w:t> </w:t></w:r><w:r><w:rPr><w:color w:val="4C4D4F"/><w:spacing w:val="-1"/></w:rPr><w:t>planes</w:t></w:r><w:r><w:rPr><w:color w:val="4C4D4F"/></w:rPr><w:t> or </w:t></w:r><w:r><w:rPr><w:color w:val="4C4D4F"/><w:spacing w:val="-1"/></w:rPr><w:t>edges</w:t></w:r><w:r><w:rPr><w:color w:val="4C4D4F"/></w:rPr><w:t> </w:t></w:r><w:r><w:rPr><w:color w:val="4C4D4F"/><w:spacing w:val="-1"/></w:rPr><w:t>are</w:t></w:r><w:r><w:rPr><w:color w:val="4C4D4F"/></w:rPr><w:t> </w:t></w:r><w:r><w:rPr><w:color w:val="4C4D4F"/><w:spacing w:val="-1"/></w:rPr><w:t>still</w:t></w:r><w:r><w:rPr><w:color w:val="4C4D4F"/></w:rPr><w:t> </w:t></w:r><w:r><w:rPr><w:color w:val="4C4D4F"/><w:spacing w:val="-1"/></w:rPr><w:t>drawn</w:t></w:r><w:r><w:rPr><w:color w:val="4C4D4F"/></w:rPr><w:t> </w:t></w:r><w:r><w:rPr><w:color w:val="4C4D4F"/><w:spacing w:val="-1"/></w:rPr><w:t>vertically.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w:rPr><w:rFonts w:ascii="Arial" w:hAnsi="Arial" w:cs="Arial" w:eastAsia="Arial"/></w:rPr></w:pPr><w:r><w:rPr><w:rFonts w:ascii="Arial" w:hAnsi="Arial" w:cs="Arial" w:eastAsia="Arial"/><w:color w:val="4C4D4F"/></w:rPr><w:t>Left</w:t></w:r><w:r><w:rPr><w:rFonts w:ascii="Arial" w:hAnsi="Arial" w:cs="Arial" w:eastAsia="Arial"/><w:color w:val="4C4D4F"/><w:spacing w:val="-1"/></w:rPr><w:t> and right planes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are</w:t></w:r><w:r><w:rPr><w:rFonts w:ascii="Arial" w:hAnsi="Arial" w:cs="Arial" w:eastAsia="Arial"/><w:color w:val="4C4D4F"/><w:spacing w:val="-2"/></w:rPr><w:t> </w:t></w:r><w:r><w:rPr><w:rFonts w:ascii="Arial" w:hAnsi="Arial" w:cs="Arial" w:eastAsia="Arial"/><w:color w:val="4C4D4F"/><w:spacing w:val="-1"/></w:rPr><w:t>drawn at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1"/></w:rPr><w:t>an</w:t></w:r><w:r><w:rPr><w:rFonts w:ascii="Arial" w:hAnsi="Arial" w:cs="Arial" w:eastAsia="Arial"/><w:color w:val="4C4D4F"/><w:spacing w:val="-2"/></w:rPr><w:t> </w:t></w:r><w:r><w:rPr><w:rFonts w:ascii="Arial" w:hAnsi="Arial" w:cs="Arial" w:eastAsia="Arial"/><w:color w:val="4C4D4F"/><w:spacing w:val="-1"/></w:rPr><w:t>angle of </w:t></w:r><w:r><w:rPr><w:rFonts w:ascii="Arial" w:hAnsi="Arial" w:cs="Arial" w:eastAsia="Arial"/><w:color w:val="4C4D4F"/></w:rPr><w:t>30° </w:t></w:r><w:r><w:rPr><w:rFonts w:ascii="Arial" w:hAnsi="Arial" w:cs="Arial" w:eastAsia="Arial"/><w:color w:val="4C4D4F"/><w:spacing w:val="-2"/></w:rPr><w:t>above </w:t></w:r><w:r><w:rPr><w:rFonts w:ascii="Arial" w:hAnsi="Arial" w:cs="Arial" w:eastAsia="Arial"/><w:color w:val="4C4D4F"/><w:spacing w:val="-1"/></w:rPr><w:t>horizontal.</w:t></w:r><w:r><w:rPr><w:rFonts w:ascii="Arial" w:hAnsi="Arial" w:cs="Arial" w:eastAsia="Arial"/></w:rPr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w:rPr><w:rFonts w:ascii="Arial" w:hAnsi="Arial" w:cs="Arial" w:eastAsia="Arial"/></w:rPr></w:pPr><w:r><w:rPr><w:rFonts w:ascii="Arial"/><w:color w:val="4C4D4F"/></w:rPr><w:t>No</w:t></w:r><w:r><w:rPr><w:rFonts w:ascii="Arial"/><w:color w:val="4C4D4F"/><w:spacing w:val="-2"/></w:rPr><w:t> </w:t></w:r><w:r><w:rPr><w:rFonts w:ascii="Arial"/><w:color w:val="4C4D4F"/><w:spacing w:val="-1"/></w:rPr><w:t>horizontal lines are found</w:t></w:r><w:r><w:rPr><w:rFonts w:ascii="Arial"/><w:color w:val="4C4D4F"/><w:spacing w:val="-2"/></w:rPr><w:t> </w:t></w:r><w:r><w:rPr><w:rFonts w:ascii="Arial"/><w:color w:val="4C4D4F"/></w:rPr><w:t>on</w:t></w:r><w:r><w:rPr><w:rFonts w:ascii="Arial"/><w:color w:val="4C4D4F"/><w:spacing w:val="-1"/></w:rPr><w:t> isometrics.</w:t></w:r><w:r><w:rPr><w:rFonts w:ascii="Arial"/></w:rPr></w:r></w:p><w:p><w:pPr><w:spacing w:line="240" w:lineRule="auto" w:before="1"/><w:rPr><w:rFonts w:ascii="Arial" w:hAnsi="Arial" w:cs="Arial" w:eastAsia="Arial"/><w:sz w:val="27"/><w:szCs w:val="27"/></w:rPr></w:pPr></w:p><w:p><w:pPr><w:spacing w:line="200" w:lineRule="atLeast"/><w:ind w:left="3067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pict><v:group style="width:213.75pt;height:179.55pt;mso-position-horizontal-relative:char;mso-position-vertical-relative:line" coordorigin="0,0" coordsize="4275,3591"><v:group style="position:absolute;left:2;top:3;width:1516;height:2210" coordorigin="2,3" coordsize="1516,2210"><v:shape style="position:absolute;left:2;top:3;width:1516;height:2210" coordorigin="2,3" coordsize="1516,2210" path="m2,2212l1518,1476,1518,3,2,740,2,2212e" filled="false" stroked="true" strokeweight=".233317pt" strokecolor="#020303"><v:path arrowok="t"/></v:shape></v:group><v:group style="position:absolute;left:2;top:1476;width:4149;height:2111" coordorigin="2,1476" coordsize="4149,2111"><v:shape style="position:absolute;left:2;top:1476;width:4149;height:2111" coordorigin="2,1476" coordsize="4149,2111" path="m2636,3586l4150,2851,1511,1476,2,2212,2636,3586e" filled="false" stroked="true" strokeweight=".23153pt" strokecolor="#020303"><v:path arrowok="t"/></v:shape></v:group><v:group style="position:absolute;left:982;top:992;width:733;height:730" coordorigin="982,992" coordsize="733,730"><v:shape style="position:absolute;left:982;top:992;width:733;height:730" coordorigin="982,992" coordsize="733,730" path="m982,1722l982,1346,1714,992,1714,1354,982,1722xe" filled="true" fillcolor="#b3b3b3" stroked="false"><v:path arrowok="t"/><v:fill type="solid"/></v:shape></v:group><v:group style="position:absolute;left:2034;top:1909;width:734;height:593" coordorigin="2034,1909" coordsize="734,593"><v:shape style="position:absolute;left:2034;top:1909;width:734;height:593" coordorigin="2034,1909" coordsize="734,593" path="m2034,2502l2034,2270,2767,1909,2767,2135,2034,2502xe" filled="true" fillcolor="#b3b3b3" stroked="false"><v:path arrowok="t"/><v:fill type="solid"/></v:shape></v:group><v:group style="position:absolute;left:982;top:1354;width:1785;height:955" coordorigin="982,1354" coordsize="1785,955"><v:shape style="position:absolute;left:982;top:1354;width:1785;height:955" coordorigin="982,1354" coordsize="1785,955" path="m2033,2308l982,1722,1715,1354,2766,1909,2033,2271,2033,2308xe" filled="true" fillcolor="#e5e5e5" stroked="false"><v:path arrowok="t"/><v:fill type="solid"/></v:shape></v:group><v:group style="position:absolute;left:771;top:884;width:944;height:463" coordorigin="771,884" coordsize="944,463"><v:shape style="position:absolute;left:771;top:884;width:944;height:463" coordorigin="771,884" coordsize="944,463" path="m982,1346l771,1237,1517,884,1715,992,982,1346xe" filled="true" fillcolor="#e5e5e5" stroked="false"><v:path arrowok="t"/><v:fill type="solid"/></v:shape></v:group><v:group style="position:absolute;left:2636;top:1378;width:1516;height:2209" coordorigin="2636,1378" coordsize="1516,2209"><v:shape style="position:absolute;left:2636;top:1378;width:1516;height:2209" coordorigin="2636,1378" coordsize="1516,2209" path="m2636,2114l4152,1378,4152,2851,2636,3586,2636,2114e" filled="false" stroked="true" strokeweight=".233317pt" strokecolor="#020303"><v:path arrowok="t"/></v:shape></v:group><v:group style="position:absolute;left:2;top:2;width:4150;height:2112" coordorigin="2,2" coordsize="4150,2112"><v:shape style="position:absolute;left:2;top:2;width:4150;height:2112" coordorigin="2,2" coordsize="4150,2112" path="m2,740l1518,2,4152,1377,2636,2114,2,740e" filled="false" stroked="true" strokeweight=".23153pt" strokecolor="#020303"><v:path arrowok="t"/></v:shape></v:group><v:group style="position:absolute;left:2;top:740;width:2634;height:2846" coordorigin="2,740" coordsize="2634,2846"><v:shape style="position:absolute;left:2;top:740;width:2634;height:2846" coordorigin="2,740" coordsize="2634,2846" path="m2,740l2636,2114,2636,3586,2,2213,2,740e" filled="false" stroked="true" strokeweight=".232785pt" strokecolor="#020303"><v:path arrowok="t"/></v:shape></v:group><v:group style="position:absolute;left:772;top:1236;width:1263;height:1266" coordorigin="772,1236" coordsize="1263,1266"><v:shape style="position:absolute;left:772;top:1236;width:1263;height:1266" coordorigin="772,1236" coordsize="1263,1266" path="m2034,2502l772,1844,772,1236,982,1346,982,1722,2034,2271,2034,2502xe" filled="true" fillcolor="#808080" stroked="false"><v:path arrowok="t"/><v:fill type="solid"/></v:shape></v:group><v:group style="position:absolute;left:1110;top:3586;width:3053;height:2" coordorigin="1110,3586" coordsize="3053,2"><v:shape style="position:absolute;left:1110;top:3586;width:3053;height:2" coordorigin="1110,3586" coordsize="3053,0" path="m1110,3586l4163,3586e" filled="false" stroked="true" strokeweight=".46151pt" strokecolor="#020303"><v:path arrowok="t"/></v:shape></v:group><v:group style="position:absolute;left:1189;top:2995;width:128;height:511" coordorigin="1189,2995" coordsize="128,511"><v:shape style="position:absolute;left:1189;top:2995;width:128;height:511" coordorigin="1189,2995" coordsize="128,511" path="m1189,3505l1196,3424,1208,3344,1224,3266,1244,3190,1268,3115,1296,3042,1307,3018,1317,2995e" filled="false" stroked="true" strokeweight=".468601pt" strokecolor="#020303"><v:path arrowok="t"/></v:shape></v:group><v:group style="position:absolute;left:1162;top:3485;width:55;height:101" coordorigin="1162,3485" coordsize="55,101"><v:shape style="position:absolute;left:1162;top:3485;width:55;height:101" coordorigin="1162,3485" coordsize="55,101" path="m1186,3586l1162,3485,1216,3487,1186,3586xe" filled="true" fillcolor="#020303" stroked="false"><v:path arrowok="t"/><v:fill type="solid"/></v:shape></v:group><v:group style="position:absolute;left:1284;top:2921;width:69;height:102" coordorigin="1284,2921" coordsize="69,102"><v:shape style="position:absolute;left:1284;top:2921;width:69;height:102" coordorigin="1284,2921" coordsize="69,102" path="m1333,3022l1284,2999,1353,2921,1333,3022xe" filled="true" fillcolor="#020303" stroked="false"><v:path arrowok="t"/><v:fill type="solid"/></v:shape></v:group><v:group style="position:absolute;left:3971;top:3031;width:112;height:474" coordorigin="3971,3031" coordsize="112,474"><v:shape style="position:absolute;left:3971;top:3031;width:112;height:474" coordorigin="3971,3031" coordsize="112,474" path="m3971,3031l3998,3098,4021,3167,4041,3237,4058,3308,4070,3381,4079,3455,4081,3480,4083,3505e" filled="false" stroked="true" strokeweight=".46865pt" strokecolor="#020303"><v:path arrowok="t"/></v:shape></v:group><v:group style="position:absolute;left:3938;top:2956;width:67;height:103" coordorigin="3938,2956" coordsize="67,103"><v:shape style="position:absolute;left:3938;top:2956;width:67;height:103" coordorigin="3938,2956" coordsize="67,103" path="m3955,3059l3938,2956,4004,3037,3955,3059xe" filled="true" fillcolor="#020303" stroked="false"><v:path arrowok="t"/><v:fill type="solid"/></v:shape></v:group><v:group style="position:absolute;left:4056;top:3485;width:55;height:101" coordorigin="4056,3485" coordsize="55,101"><v:shape style="position:absolute;left:4056;top:3485;width:55;height:101" coordorigin="4056,3485" coordsize="55,101" path="m4086,3586l4056,3487,4110,3485,4086,3586xe" filled="true" fillcolor="#020303" stroked="false"><v:path arrowok="t"/><v:fill type="solid"/></v:shape></v:group><v:group style="position:absolute;left:1056;top:3155;width:406;height:185" coordorigin="1056,3155" coordsize="406,185"><v:shape style="position:absolute;left:1056;top:3155;width:406;height:185" coordorigin="1056,3155" coordsize="406,185" path="m1056,3155l1461,3155,1461,3340,1056,3340,1056,3155xe" filled="true" fillcolor="#ffffff" stroked="false"><v:path arrowok="t"/><v:fill type="solid"/></v:shape></v:group><v:group style="position:absolute;left:3869;top:3155;width:406;height:185" coordorigin="3869,3155" coordsize="406,185"><v:shape style="position:absolute;left:3869;top:3155;width:406;height:185" coordorigin="3869,3155" coordsize="406,185" path="m3869,3155l4274,3155,4274,3340,3869,3340,3869,3155xe" filled="true" fillcolor="#ffffff" stroked="false"><v:path arrowok="t"/><v:fill type="solid"/></v:shape><v:shape style="position:absolute;left:1132;top:3144;width:260;height:204" type="#_x0000_t202" filled="false" stroked="false"><v:textbox inset="0,0,0,0"><w:txbxContent><w:p><w:pPr><w:spacing w:line="203" w:lineRule="exact" w:before="0"/><w:ind w:left="0" w:right="0" w:firstLine="0"/><w:jc w:val="left"/><w:rPr><w:rFonts w:ascii="Myriad Pro" w:hAnsi="Myriad Pro" w:cs="Myriad Pro" w:eastAsia="Myriad Pro"/><w:sz w:val="18"/><w:szCs w:val="18"/></w:rPr></w:pPr><w:r><w:rPr><w:rFonts w:ascii="Myriad Pro" w:hAnsi="Myriad Pro"/><w:color w:val="231F20"/><w:sz w:val="18"/></w:rPr><w:t>30</w:t></w:r><w:r><w:rPr><w:rFonts w:ascii="Myriad Pro" w:hAnsi="Myriad Pro"/><w:color w:val="231F20"/><w:position w:val="2"/><w:sz w:val="18"/></w:rPr><w:t>º</w:t></w:r><w:r><w:rPr><w:rFonts w:ascii="Myriad Pro" w:hAnsi="Myriad Pro"/><w:sz w:val="18"/></w:rPr></w:r></w:p></w:txbxContent></v:textbox><w10:wrap type="none"/></v:shape><v:shape style="position:absolute;left:3945;top:3144;width:260;height:204" type="#_x0000_t202" filled="false" stroked="false"><v:textbox inset="0,0,0,0"><w:txbxContent><w:p><w:pPr><w:spacing w:line="203" w:lineRule="exact" w:before="0"/><w:ind w:left="0" w:right="0" w:firstLine="0"/><w:jc w:val="left"/><w:rPr><w:rFonts w:ascii="Myriad Pro" w:hAnsi="Myriad Pro" w:cs="Myriad Pro" w:eastAsia="Myriad Pro"/><w:sz w:val="18"/><w:szCs w:val="18"/></w:rPr></w:pPr><w:r><w:rPr><w:rFonts w:ascii="Myriad Pro" w:hAnsi="Myriad Pro"/><w:color w:val="231F20"/><w:sz w:val="18"/></w:rPr><w:t>30</w:t></w:r><w:r><w:rPr><w:rFonts w:ascii="Myriad Pro" w:hAnsi="Myriad Pro"/><w:color w:val="231F20"/><w:position w:val="2"/><w:sz w:val="18"/></w:rPr><w:t>º</w:t></w:r><w:r><w:rPr><w:rFonts w:ascii="Myriad Pro" w:hAnsi="Myriad Pro"/><w:sz w:val="18"/></w:rPr></w:r></w:p></w:txbxContent></v:textbox><w10:wrap type="none"/></v:shape></v:group></v:group></w:pict></w:r><w:r><w:rPr><w:rFonts w:ascii="Arial" w:hAnsi="Arial" w:cs="Arial" w:eastAsia="Arial"/><w:sz w:val="20"/><w:szCs w:val="20"/></w:rPr></w:r></w:p><w:p><w:pPr><w:spacing w:line="240" w:lineRule="auto" w:before="4"/><w:rPr><w:rFonts w:ascii="Arial" w:hAnsi="Arial" w:cs="Arial" w:eastAsia="Arial"/><w:sz w:val="15"/><w:szCs w:val="15"/></w:rPr></w:pPr></w:p><w:p><w:pPr><w:spacing w:line="255" w:lineRule="auto" w:before="77"/><w:ind w:left="3504" w:right="2560" w:hanging="1176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2"/><w:sz w:val="18"/><w:szCs w:val="18"/></w:rPr><w:t> </w:t></w:r><w:r><w:rPr><w:rFonts w:ascii="Arial" w:hAnsi="Arial" w:cs="Arial" w:eastAsia="Arial"/><w:b/><w:bCs/><w:color w:val="231F20"/><w:spacing w:val="-1"/><w:sz w:val="18"/><w:szCs w:val="18"/></w:rPr><w:t>1—</w:t></w:r><w:r><w:rPr><w:rFonts w:ascii="Arial" w:hAnsi="Arial" w:cs="Arial" w:eastAsia="Arial"/><w:color w:val="231F20"/><w:spacing w:val="-1"/><w:sz w:val="18"/><w:szCs w:val="18"/></w:rPr><w:t>An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isometric </w:t></w:r><w:r><w:rPr><w:rFonts w:ascii="Arial" w:hAnsi="Arial" w:cs="Arial" w:eastAsia="Arial"/><w:color w:val="231F20"/><w:spacing w:val="-2"/><w:sz w:val="18"/><w:szCs w:val="18"/></w:rPr><w:t>view.</w:t></w:r><w:r><w:rPr><w:rFonts w:ascii="Arial" w:hAnsi="Arial" w:cs="Arial" w:eastAsia="Arial"/><w:color w:val="231F20"/><w:spacing w:val="-1"/><w:sz w:val="18"/><w:szCs w:val="18"/></w:rPr><w:t> </w:t></w:r><w:r><w:rPr><w:rFonts w:ascii="Arial" w:hAnsi="Arial" w:cs="Arial" w:eastAsia="Arial"/><w:color w:val="231F20"/><w:sz w:val="18"/><w:szCs w:val="18"/></w:rPr><w:t>Isometrics</w:t></w:r><w:r><w:rPr><w:rFonts w:ascii="Arial" w:hAnsi="Arial" w:cs="Arial" w:eastAsia="Arial"/><w:color w:val="231F20"/><w:spacing w:val="-1"/><w:sz w:val="18"/><w:szCs w:val="18"/></w:rPr><w:t> </w:t></w:r><w:r><w:rPr><w:rFonts w:ascii="Arial" w:hAnsi="Arial" w:cs="Arial" w:eastAsia="Arial"/><w:color w:val="231F20"/><w:sz w:val="18"/><w:szCs w:val="18"/></w:rPr><w:t>show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a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three-dimensional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object</w:t></w:r><w:r><w:rPr><w:rFonts w:ascii="Arial" w:hAnsi="Arial" w:cs="Arial" w:eastAsia="Arial"/><w:color w:val="231F20"/><w:spacing w:val="23"/><w:sz w:val="18"/><w:szCs w:val="18"/></w:rPr><w:t> </w:t></w:r><w:r><w:rPr><w:rFonts w:ascii="Arial" w:hAnsi="Arial" w:cs="Arial" w:eastAsia="Arial"/><w:color w:val="231F20"/><w:sz w:val="18"/><w:szCs w:val="18"/></w:rPr><w:t>from</w:t></w:r><w:r><w:rPr><w:rFonts w:ascii="Arial" w:hAnsi="Arial" w:cs="Arial" w:eastAsia="Arial"/><w:color w:val="231F20"/><w:spacing w:val="-1"/><w:sz w:val="18"/><w:szCs w:val="18"/></w:rPr><w:t> </w:t></w:r><w:r><w:rPr><w:rFonts w:ascii="Arial" w:hAnsi="Arial" w:cs="Arial" w:eastAsia="Arial"/><w:color w:val="231F20"/><w:sz w:val="18"/><w:szCs w:val="18"/></w:rPr><w:t>three</w:t></w:r><w:r><w:rPr><w:rFonts w:ascii="Arial" w:hAnsi="Arial" w:cs="Arial" w:eastAsia="Arial"/><w:color w:val="231F20"/><w:spacing w:val="-1"/><w:sz w:val="18"/><w:szCs w:val="18"/></w:rPr><w:t> perspectives</w:t></w:r><w:r><w:rPr><w:rFonts w:ascii="Arial" w:hAnsi="Arial" w:cs="Arial" w:eastAsia="Arial"/><w:color w:val="231F20"/><w:sz w:val="18"/><w:szCs w:val="18"/></w:rPr><w:t> </w:t></w:r><w:r><w:rPr><w:rFonts w:ascii="Arial" w:hAnsi="Arial" w:cs="Arial" w:eastAsia="Arial"/><w:color w:val="231F20"/><w:spacing w:val="-1"/><w:sz w:val="18"/><w:szCs w:val="18"/></w:rPr><w:t>in</w:t></w:r><w:r><w:rPr><w:rFonts w:ascii="Arial" w:hAnsi="Arial" w:cs="Arial" w:eastAsia="Arial"/><w:color w:val="231F20"/><w:sz w:val="18"/><w:szCs w:val="18"/></w:rPr><w:t> a</w:t></w:r><w:r><w:rPr><w:rFonts w:ascii="Arial" w:hAnsi="Arial" w:cs="Arial" w:eastAsia="Arial"/><w:color w:val="231F20"/><w:spacing w:val="-1"/><w:sz w:val="18"/><w:szCs w:val="18"/></w:rPr><w:t> </w:t></w:r><w:r><w:rPr><w:rFonts w:ascii="Arial" w:hAnsi="Arial" w:cs="Arial" w:eastAsia="Arial"/><w:color w:val="231F20"/><w:sz w:val="18"/><w:szCs w:val="18"/></w:rPr><w:t>single</w:t></w:r><w:r><w:rPr><w:rFonts w:ascii="Arial" w:hAnsi="Arial" w:cs="Arial" w:eastAsia="Arial"/><w:color w:val="231F20"/><w:spacing w:val="-1"/><w:sz w:val="18"/><w:szCs w:val="18"/></w:rPr><w:t> drawing.</w:t></w:r><w:r><w:rPr><w:rFonts w:ascii="Arial" w:hAnsi="Arial" w:cs="Arial" w:eastAsia="Arial"/><w:sz w:val="18"/><w:szCs w:val="18"/></w:rPr></w:r></w:p><w:p><w:pPr><w:spacing w:after="0" w:line="255" w:lineRule="auto"/><w:jc w:val="left"/><w:rPr><w:rFonts w:ascii="Arial" w:hAnsi="Arial" w:cs="Arial" w:eastAsia="Arial"/><w:sz w:val="18"/><w:szCs w:val="18"/></w:rPr><w:sectPr><w:headerReference w:type="default" r:id="rId10"/><w:headerReference w:type="even" r:id="rId11"/><w:pgSz w:w="12240" w:h="15840"/><w:pgMar w:header="630" w:footer="643" w:top="1080" w:bottom="84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10"/><w:rPr><w:rFonts w:ascii="Arial" w:hAnsi="Arial" w:cs="Arial" w:eastAsia="Arial"/><w:sz w:val="15"/><w:szCs w:val="15"/></w:rPr></w:pPr></w:p><w:p><w:pPr><w:pStyle w:val="Heading2"/><w:spacing w:line="240" w:lineRule="auto" w:before="59"/><w:ind w:left="1100" w:right="0"/><w:jc w:val="left"/><w:rPr><w:b w:val="0"/><w:bCs w:val="0"/></w:rPr></w:pPr><w:r><w:rPr><w:color w:val="4F61AB"/><w:spacing w:val="-25"/></w:rPr><w:t>T</w:t></w:r><w:r><w:rPr><w:color w:val="4F61AB"/><w:spacing w:val="-1"/></w:rPr><w:t>eacher-le</w:t></w:r><w:r><w:rPr><w:color w:val="4F61AB"/></w:rPr><w:t>d</w:t></w:r><w:r><w:rPr><w:color w:val="4F61AB"/><w:spacing w:val="-13"/></w:rPr><w:t> </w:t></w:r><w:r><w:rPr><w:color w:val="4F61AB"/><w:spacing w:val="-1"/></w:rPr><w:t>Activity</w:t></w:r><w:r><w:rPr><w:b w:val="0"/></w:rPr></w:r></w:p><w:p><w:pPr><w:pStyle w:val="BodyText"/><w:spacing w:line="284" w:lineRule="auto" w:before="116"/><w:ind w:right="667"/><w:jc w:val="left"/></w:pPr><w:r><w:rPr><w:rFonts w:ascii="Arial"/><w:color w:val="4C4D4F"/><w:spacing w:val="-3"/></w:rPr><w:t>Have</w:t></w:r><w:r><w:rPr><w:rFonts w:ascii="Arial"/><w:color w:val="4C4D4F"/><w:spacing w:val="-2"/></w:rPr><w:t> students</w:t></w:r><w:r><w:rPr><w:rFonts w:ascii="Arial"/><w:color w:val="4C4D4F"/><w:spacing w:val="-1"/></w:rPr><w:t> </w:t></w:r><w:r><w:rPr><w:rFonts w:ascii="Arial"/><w:color w:val="4C4D4F"/><w:spacing w:val="-2"/></w:rPr><w:t>sketch</w:t></w:r><w:r><w:rPr><w:rFonts w:ascii="Arial"/><w:color w:val="4C4D4F"/><w:spacing w:val="-1"/></w:rPr><w:t> an</w:t></w:r><w:r><w:rPr><w:rFonts w:ascii="Arial"/><w:color w:val="4C4D4F"/><w:spacing w:val="-2"/></w:rPr><w:t> </w:t></w:r><w:r><w:rPr><w:rFonts w:ascii="Arial"/><w:color w:val="4C4D4F"/><w:spacing w:val="-1"/></w:rPr><w:t>object</w:t></w:r><w:r><w:rPr><w:rFonts w:ascii="Arial"/><w:color w:val="4C4D4F"/></w:rPr><w:t> </w:t></w:r><w:r><w:rPr><w:rFonts w:ascii="Arial"/><w:color w:val="4C4D4F"/><w:spacing w:val="-1"/></w:rPr><w:t>using</w:t></w:r><w:r><w:rPr><w:rFonts w:ascii="Arial"/><w:color w:val="4C4D4F"/><w:spacing w:val="-2"/></w:rPr><w:t> </w:t></w:r><w:r><w:rPr><w:rFonts w:ascii="Arial"/><w:color w:val="4C4D4F"/></w:rPr><w:t>correct </w:t></w:r><w:r><w:rPr><w:rFonts w:ascii="Arial"/><w:color w:val="4C4D4F"/><w:spacing w:val="-1"/></w:rPr><w:t>isometric standards.</w:t></w:r><w:r><w:rPr><w:rFonts w:ascii="Arial"/><w:color w:val="4C4D4F"/></w:rPr><w:t> </w:t></w:r><w:r><w:rPr><w:rFonts w:ascii="Arial"/><w:color w:val="4C4D4F"/><w:spacing w:val="-1"/></w:rPr><w:t>Labelling</w:t></w:r><w:r><w:rPr><w:rFonts w:ascii="Arial"/><w:color w:val="4C4D4F"/><w:spacing w:val="-2"/></w:rPr><w:t> </w:t></w:r><w:r><w:rPr><w:rFonts w:ascii="Arial"/><w:color w:val="4C4D4F"/><w:spacing w:val="-1"/></w:rPr><w:t>the sides of</w:t></w:r><w:r><w:rPr><w:rFonts w:ascii="Arial"/><w:color w:val="4C4D4F"/></w:rPr><w:t> </w:t></w:r><w:r><w:rPr><w:rFonts w:ascii="Arial"/><w:color w:val="4C4D4F"/><w:spacing w:val="-1"/></w:rPr><w:t>the</w:t></w:r><w:r><w:rPr><w:rFonts w:ascii="Arial"/><w:color w:val="4C4D4F"/><w:spacing w:val="81"/></w:rPr><w:t> </w:t></w:r><w:r><w:rPr><w:color w:val="4C4D4F"/></w:rPr><w:t>object </w:t></w:r><w:r><w:rPr><w:color w:val="4C4D4F"/><w:spacing w:val="-1"/></w:rPr><w:t>with</w:t></w:r><w:r><w:rPr><w:color w:val="4C4D4F"/></w:rPr><w:t> a sticky </w:t></w:r><w:r><w:rPr><w:color w:val="4C4D4F"/><w:spacing w:val="-2"/></w:rPr><w:t>note</w:t></w:r><w:r><w:rPr><w:color w:val="4C4D4F"/></w:rPr><w:t> </w:t></w:r><w:r><w:rPr><w:color w:val="4C4D4F"/><w:spacing w:val="-2"/></w:rPr><w:t>may</w:t></w:r><w:r><w:rPr><w:color w:val="4C4D4F"/></w:rPr><w:t> </w:t></w:r><w:r><w:rPr><w:color w:val="4C4D4F"/><w:spacing w:val="-1"/></w:rPr><w:t>assist</w:t></w:r><w:r><w:rPr><w:color w:val="4C4D4F"/></w:rPr><w:t> </w:t></w:r><w:r><w:rPr><w:color w:val="4C4D4F"/><w:spacing w:val="-1"/></w:rPr><w:t>novices</w:t></w:r><w:r><w:rPr><w:color w:val="4C4D4F"/></w:rPr><w:t> </w:t></w:r><w:r><w:rPr><w:color w:val="4C4D4F"/><w:spacing w:val="-1"/></w:rPr><w:t>to</w:t></w:r><w:r><w:rPr><w:color w:val="4C4D4F"/></w:rPr><w:t> </w:t></w:r><w:r><w:rPr><w:color w:val="4C4D4F"/><w:spacing w:val="-1"/></w:rPr><w:t>differentiate</w:t></w:r><w:r><w:rPr><w:color w:val="4C4D4F"/></w:rPr><w:t> </w:t></w:r><w:r><w:rPr><w:color w:val="4C4D4F"/><w:spacing w:val="-1"/></w:rPr><w:t>between</w:t></w:r><w:r><w:rPr><w:color w:val="4C4D4F"/></w:rPr><w:t> </w:t></w:r><w:r><w:rPr><w:color w:val="4C4D4F"/><w:spacing w:val="-1"/></w:rPr><w:t>the</w:t></w:r><w:r><w:rPr><w:color w:val="4C4D4F"/></w:rPr><w:t> </w:t></w:r><w:r><w:rPr><w:color w:val="4C4D4F"/><w:spacing w:val="-1"/></w:rPr><w:t>different</w:t></w:r><w:r><w:rPr><w:color w:val="4C4D4F"/></w:rPr><w:t> </w:t></w:r><w:r><w:rPr><w:color w:val="4C4D4F"/><w:spacing w:val="-1"/></w:rPr><w:t>planes.</w:t></w:r><w:r><w:rPr/></w:r></w:p><w:p><w:pPr><w:pStyle w:val="BodyText"/><w:spacing w:line="284" w:lineRule="auto" w:before="1"/><w:ind w:right="667"/><w:jc w:val="left"/><w:rPr><w:rFonts w:ascii="Arial" w:hAnsi="Arial" w:cs="Arial" w:eastAsia="Arial"/></w:rPr></w:pPr><w:r><w:rPr><w:color w:val="4C4D4F"/><w:spacing w:val="-1"/></w:rPr><w:t>Isometric</w:t></w:r><w:r><w:rPr><w:color w:val="4C4D4F"/></w:rPr><w:t> </w:t></w:r><w:r><w:rPr><w:color w:val="4C4D4F"/><w:spacing w:val="-1"/></w:rPr><w:t>paper</w:t></w:r><w:r><w:rPr><w:color w:val="4C4D4F"/></w:rPr><w:t> </w:t></w:r><w:r><w:rPr><w:color w:val="4C4D4F"/><w:spacing w:val="-1"/></w:rPr><w:t>(includes</w:t></w:r><w:r><w:rPr><w:color w:val="4C4D4F"/></w:rPr><w:t> vertical </w:t></w:r><w:r><w:rPr><w:color w:val="4C4D4F"/><w:spacing w:val="-1"/></w:rPr><w:t>axes</w:t></w:r><w:r><w:rPr><w:color w:val="4C4D4F"/></w:rPr><w:t> </w:t></w:r><w:r><w:rPr><w:color w:val="4C4D4F"/><w:spacing w:val="-1"/></w:rPr><w:t>as</w:t></w:r><w:r><w:rPr><w:color w:val="4C4D4F"/></w:rPr><w:t> </w:t></w:r><w:r><w:rPr><w:color w:val="4C4D4F"/><w:spacing w:val="-1"/></w:rPr><w:t>well</w:t></w:r><w:r><w:rPr><w:color w:val="4C4D4F"/></w:rPr><w:t> </w:t></w:r><w:r><w:rPr><w:color w:val="4C4D4F"/><w:spacing w:val="-1"/></w:rPr><w:t>as</w:t></w:r><w:r><w:rPr><w:color w:val="4C4D4F"/></w:rPr><w:t> 30° </w:t></w:r><w:r><w:rPr><w:color w:val="4C4D4F"/><w:spacing w:val="-1"/></w:rPr><w:t>axes</w:t></w:r><w:r><w:rPr><w:color w:val="4C4D4F"/></w:rPr><w:t> </w:t></w:r><w:r><w:rPr><w:color w:val="4C4D4F"/><w:spacing w:val="-1"/></w:rPr><w:t>already</w:t></w:r><w:r><w:rPr><w:color w:val="4C4D4F"/></w:rPr><w:t> </w:t></w:r><w:r><w:rPr><w:color w:val="4C4D4F"/><w:spacing w:val="-1"/></w:rPr><w:t>laid</w:t></w:r><w:r><w:rPr><w:color w:val="4C4D4F"/></w:rPr><w:t> </w:t></w:r><w:r><w:rPr><w:color w:val="4C4D4F"/><w:spacing w:val="-3"/></w:rPr><w:t>out)</w:t></w:r><w:r><w:rPr><w:color w:val="4C4D4F"/></w:rPr><w:t> </w:t></w:r><w:r><w:rPr><w:color w:val="4C4D4F"/><w:spacing w:val="-1"/></w:rPr><w:t>is</w:t></w:r><w:r><w:rPr><w:color w:val="4C4D4F"/></w:rPr><w:t> </w:t></w:r><w:r><w:rPr><w:color w:val="4C4D4F"/><w:spacing w:val="-1"/></w:rPr><w:t>an</w:t></w:r><w:r><w:rPr><w:color w:val="4C4D4F"/></w:rPr><w:t> </w:t></w:r><w:r><w:rPr><w:color w:val="4C4D4F"/><w:spacing w:val="-2"/></w:rPr><w:t>excellent</w:t></w:r><w:r><w:rPr><w:color w:val="4C4D4F"/></w:rPr><w:t> </w:t></w:r><w:r><w:rPr><w:color w:val="4C4D4F"/><w:spacing w:val="-3"/></w:rPr><w:t>way</w:t></w:r><w:r><w:rPr><w:color w:val="4C4D4F"/><w:spacing w:val="71"/></w:rPr><w:t> </w:t></w:r><w:r><w:rPr><w:rFonts w:ascii="Arial" w:hAnsi="Arial" w:cs="Arial" w:eastAsia="Arial"/><w:color w:val="4C4D4F"/><w:spacing w:val="-1"/></w:rPr><w:t>to</w:t></w:r><w:r><w:rPr><w:rFonts w:ascii="Arial" w:hAnsi="Arial" w:cs="Arial" w:eastAsia="Arial"/><w:color w:val="4C4D4F"/><w:spacing w:val="-2"/></w:rPr><w:t> </w:t></w:r><w:r><w:rPr><w:rFonts w:ascii="Arial" w:hAnsi="Arial" w:cs="Arial" w:eastAsia="Arial"/><w:color w:val="4C4D4F"/><w:spacing w:val="-1"/></w:rPr><w:t>begin.</w:t></w:r><w:r><w:rPr><w:rFonts w:ascii="Arial" w:hAnsi="Arial" w:cs="Arial" w:eastAsia="Arial"/></w:rPr></w:r></w:p><w:p><w:pPr><w:pStyle w:val="BodyText"/><w:numPr><w:ilvl w:val="0"/><w:numId w:val="2"/></w:numPr><w:tabs><w:tab w:pos="1440" w:val="left" w:leader="none"/></w:tabs><w:spacing w:line="240" w:lineRule="auto" w:before="181" w:after="0"/><w:ind w:left="1440" w:right="0" w:hanging="320"/><w:jc w:val="left"/><w:rPr><w:rFonts w:ascii="Arial" w:hAnsi="Arial" w:cs="Arial" w:eastAsia="Arial"/></w:rPr></w:pPr><w:r><w:rPr><w:rFonts w:ascii="Arial"/><w:color w:val="4C4D4F"/><w:spacing w:val="-1"/></w:rPr><w:t>Gather</w:t></w:r><w:r><w:rPr><w:rFonts w:ascii="Arial"/><w:color w:val="4C4D4F"/><w:spacing w:val="-2"/></w:rPr><w:t> </w:t></w:r><w:r><w:rPr><w:rFonts w:ascii="Arial"/><w:color w:val="4C4D4F"/><w:spacing w:val="-1"/></w:rPr><w:t>all</w:t></w:r><w:r><w:rPr><w:rFonts w:ascii="Arial"/><w:color w:val="4C4D4F"/><w:spacing w:val="-2"/></w:rPr><w:t> </w:t></w:r><w:r><w:rPr><w:rFonts w:ascii="Arial"/><w:color w:val="4C4D4F"/><w:spacing w:val="-1"/></w:rPr><w:t>materials </w:t></w:r><w:r><w:rPr><w:rFonts w:ascii="Arial"/><w:color w:val="4C4D4F"/><w:spacing w:val="-2"/></w:rPr><w:t>listed </w:t></w:r><w:r><w:rPr><w:rFonts w:ascii="Arial"/><w:color w:val="4C4D4F"/><w:spacing w:val="-3"/></w:rPr><w:t>above.</w:t></w:r><w:r><w:rPr><w:rFonts w:ascii="Arial"/></w:rPr></w:r></w:p><w:p><w:pPr><w:spacing w:line="240" w:lineRule="auto" w:before="9"/><w:rPr><w:rFonts w:ascii="Arial" w:hAnsi="Arial" w:cs="Arial" w:eastAsia="Arial"/><w:sz w:val="19"/><w:szCs w:val="19"/></w:rPr></w:pPr></w:p><w:p><w:pPr><w:pStyle w:val="BodyText"/><w:numPr><w:ilvl w:val="0"/><w:numId w:val="2"/></w:numPr><w:tabs><w:tab w:pos="1440" w:val="left" w:leader="none"/></w:tabs><w:spacing w:line="284" w:lineRule="auto" w:before="0" w:after="0"/><w:ind w:left="1440" w:right="624" w:hanging="320"/><w:jc w:val="left"/></w:pPr><w:r><w:rPr><w:color w:val="4C4D4F"/><w:spacing w:val="-2"/></w:rPr><w:t>Demonstrate:</w:t></w:r><w:r><w:rPr><w:color w:val="4C4D4F"/></w:rPr><w:t> </w:t></w:r><w:r><w:rPr><w:color w:val="4C4D4F"/><w:spacing w:val="-1"/></w:rPr><w:t>Using</w:t></w:r><w:r><w:rPr><w:color w:val="4C4D4F"/></w:rPr><w:t> </w:t></w:r><w:r><w:rPr><w:color w:val="4C4D4F"/><w:spacing w:val="-1"/></w:rPr><w:t>the</w:t></w:r><w:r><w:rPr><w:color w:val="4C4D4F"/></w:rPr><w:t> </w:t></w:r><w:r><w:rPr><w:color w:val="4C4D4F"/><w:spacing w:val="-2"/></w:rPr><w:t>T-square</w:t></w:r><w:r><w:rPr><w:color w:val="4C4D4F"/></w:rPr><w:t> </w:t></w:r><w:r><w:rPr><w:color w:val="4C4D4F"/><w:spacing w:val="-1"/></w:rPr><w:t>and</w:t></w:r><w:r><w:rPr><w:color w:val="4C4D4F"/></w:rPr><w:t> </w:t></w:r><w:r><w:rPr><w:color w:val="4C4D4F"/><w:spacing w:val="-1"/></w:rPr><w:t>masking</w:t></w:r><w:r><w:rPr><w:color w:val="4C4D4F"/></w:rPr><w:t> </w:t></w:r><w:r><w:rPr><w:color w:val="4C4D4F"/><w:spacing w:val="-1"/></w:rPr><w:t>tape/drafting</w:t></w:r><w:r><w:rPr><w:color w:val="4C4D4F"/></w:rPr><w:t> </w:t></w:r><w:r><w:rPr><w:color w:val="4C4D4F"/><w:spacing w:val="-1"/></w:rPr><w:t>dots,</w:t></w:r><w:r><w:rPr><w:color w:val="4C4D4F"/></w:rPr><w:t> </w:t></w:r><w:r><w:rPr><w:color w:val="4C4D4F"/><w:spacing w:val="-1"/></w:rPr><w:t>align</w:t></w:r><w:r><w:rPr><w:color w:val="4C4D4F"/></w:rPr><w:t> title-blocked </w:t></w:r><w:r><w:rPr><w:color w:val="4C4D4F"/><w:spacing w:val="-1"/></w:rPr><w:t>paper</w:t></w:r><w:r><w:rPr><w:color w:val="4C4D4F"/></w:rPr><w:t> </w:t></w:r><w:r><w:rPr><w:color w:val="4C4D4F"/><w:spacing w:val="-1"/></w:rPr><w:t>to</w:t></w:r><w:r><w:rPr><w:color w:val="4C4D4F"/><w:spacing w:val="53"/></w:rPr><w:t> </w:t></w:r><w:r><w:rPr><w:color w:val="4C4D4F"/><w:spacing w:val="-2"/></w:rPr><w:t>your</w:t></w:r><w:r><w:rPr><w:color w:val="4C4D4F"/></w:rPr><w:t> drafting </w:t></w:r><w:r><w:rPr><w:color w:val="4C4D4F"/><w:spacing w:val="-1"/></w:rPr><w:t>board</w:t></w:r><w:r><w:rPr><w:color w:val="4C4D4F"/></w:rPr><w:t> </w:t></w:r><w:r><w:rPr><w:color w:val="4C4D4F"/><w:spacing w:val="-1"/></w:rPr><w:t>and</w:t></w:r><w:r><w:rPr><w:color w:val="4C4D4F"/></w:rPr><w:t> </w:t></w:r><w:r><w:rPr><w:color w:val="4C4D4F"/><w:spacing w:val="-1"/></w:rPr><w:t>securely</w:t></w:r><w:r><w:rPr><w:color w:val="4C4D4F"/></w:rPr><w:t> tape </w:t></w:r><w:r><w:rPr><w:color w:val="4C4D4F"/><w:spacing w:val="-1"/></w:rPr><w:t>down</w:t></w:r><w:r><w:rPr><w:color w:val="4C4D4F"/></w:rPr><w:t> </w:t></w:r><w:r><w:rPr><w:color w:val="4C4D4F"/><w:spacing w:val="-2"/></w:rPr><w:t>(Figure</w:t></w:r><w:r><w:rPr><w:color w:val="4C4D4F"/></w:rPr><w:t> </w:t></w:r><w:r><w:rPr><w:color w:val="4C4D4F"/><w:spacing w:val="-5"/></w:rPr><w:t>2).</w:t></w:r><w:r><w:rPr/></w:r></w:p><w:p><w:pPr><w:spacing w:line="240" w:lineRule="auto" w:before="3"/><w:rPr><w:rFonts w:ascii="Arial" w:hAnsi="Arial" w:cs="Arial" w:eastAsia="Arial"/><w:sz w:val="19"/><w:szCs w:val="19"/></w:rPr></w:pPr></w:p><w:p><w:pPr><w:spacing w:line="200" w:lineRule="atLeast"/><w:ind w:left="2624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4015167" cy="2602992"/><wp:effectExtent l="0" t="0" r="0" b="0"/><wp:docPr id="3" name="image2.png" descr=""/><wp:cNvGraphicFramePr><a:graphicFrameLocks noChangeAspect="1"/></wp:cNvGraphicFramePr><a:graphic><a:graphicData uri="http://schemas.openxmlformats.org/drawingml/2006/picture"><pic:pic><pic:nvPicPr><pic:cNvPr id="4" name="image2.png"/><pic:cNvPicPr/></pic:nvPicPr><pic:blipFill><a:blip r:embed="rId12" cstate="print"/><a:stretch><a:fillRect/></a:stretch></pic:blipFill><pic:spPr><a:xfrm><a:off x="0" y="0"/><a:ext cx="4015167" cy="2602992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line="240" w:lineRule="auto" w:before="5"/><w:rPr><w:rFonts w:ascii="Arial" w:hAnsi="Arial" w:cs="Arial" w:eastAsia="Arial"/><w:sz w:val="19"/><w:szCs w:val="19"/></w:rPr></w:pPr></w:p><w:p><w:pPr><w:spacing w:before="0"/><w:ind w:left="3221" w:right="2682" w:firstLine="0"/><w:jc w:val="center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2—</w:t></w:r><w:r><w:rPr><w:rFonts w:ascii="Arial" w:hAnsi="Arial" w:cs="Arial" w:eastAsia="Arial"/><w:color w:val="231F20"/><w:spacing w:val="-1"/><w:sz w:val="18"/><w:szCs w:val="18"/></w:rPr><w:t>Secure</w:t></w:r><w:r><w:rPr><w:rFonts w:ascii="Arial" w:hAnsi="Arial" w:cs="Arial" w:eastAsia="Arial"/><w:color w:val="231F20"/><w:spacing w:val="-3"/><w:sz w:val="18"/><w:szCs w:val="18"/></w:rPr><w:t> </w:t></w:r><w:r><w:rPr><w:rFonts w:ascii="Arial" w:hAnsi="Arial" w:cs="Arial" w:eastAsia="Arial"/><w:color w:val="231F20"/><w:spacing w:val="-1"/><w:sz w:val="18"/><w:szCs w:val="18"/></w:rPr><w:t>paper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to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board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pStyle w:val="BodyText"/><w:numPr><w:ilvl w:val="0"/><w:numId w:val="2"/></w:numPr><w:tabs><w:tab w:pos="1440" w:val="left" w:leader="none"/></w:tabs><w:spacing w:line="284" w:lineRule="auto" w:before="118" w:after="0"/><w:ind w:left="1440" w:right="624" w:hanging="320"/><w:jc w:val="left"/><w:rPr><w:rFonts w:ascii="Arial" w:hAnsi="Arial" w:cs="Arial" w:eastAsia="Arial"/></w:rPr></w:pPr><w:r><w:rPr><w:color w:val="4C4D4F"/><w:spacing w:val="-1"/></w:rPr><w:t>The</w:t></w:r><w:r><w:rPr><w:color w:val="4C4D4F"/></w:rPr><w:t> </w:t></w:r><w:r><w:rPr><w:color w:val="4C4D4F"/><w:spacing w:val="-1"/></w:rPr><w:t>three</w:t></w:r><w:r><w:rPr><w:color w:val="4C4D4F"/></w:rPr><w:t> </w:t></w:r><w:r><w:rPr><w:color w:val="4C4D4F"/><w:spacing w:val="-1"/></w:rPr><w:t>dimensions</w:t></w:r><w:r><w:rPr><w:color w:val="4C4D4F"/></w:rPr><w:t> </w:t></w:r><w:r><w:rPr><w:color w:val="4C4D4F"/><w:spacing w:val="-1"/></w:rPr><w:t>of</w:t></w:r><w:r><w:rPr><w:color w:val="4C4D4F"/></w:rPr><w:t> </w:t></w:r><w:r><w:rPr><w:color w:val="4C4D4F"/><w:spacing w:val="-1"/></w:rPr><w:t>length,</w:t></w:r><w:r><w:rPr><w:color w:val="4C4D4F"/></w:rPr><w:t> </w:t></w:r><w:r><w:rPr><w:color w:val="4C4D4F"/><w:spacing w:val="-1"/></w:rPr><w:t>width,</w:t></w:r><w:r><w:rPr><w:color w:val="4C4D4F"/></w:rPr><w:t> </w:t></w:r><w:r><w:rPr><w:color w:val="4C4D4F"/><w:spacing w:val="-1"/></w:rPr><w:t>and</w:t></w:r><w:r><w:rPr><w:color w:val="4C4D4F"/></w:rPr><w:t> </w:t></w:r><w:r><w:rPr><w:color w:val="4C4D4F"/><w:spacing w:val="-1"/></w:rPr><w:t>height</w:t></w:r><w:r><w:rPr><w:color w:val="4C4D4F"/></w:rPr><w:t> </w:t></w:r><w:r><w:rPr><w:color w:val="4C4D4F"/><w:spacing w:val="-1"/></w:rPr><w:t>are</w:t></w:r><w:r><w:rPr><w:color w:val="4C4D4F"/></w:rPr><w:t> </w:t></w:r><w:r><w:rPr><w:color w:val="4C4D4F"/><w:spacing w:val="-1"/></w:rPr><w:t>drawn</w:t></w:r><w:r><w:rPr><w:color w:val="4C4D4F"/></w:rPr><w:t> </w:t></w:r><w:r><w:rPr><w:color w:val="4C4D4F"/><w:spacing w:val="-1"/></w:rPr><w:t>along</w:t></w:r><w:r><w:rPr><w:color w:val="4C4D4F"/></w:rPr><w:t> </w:t></w:r><w:r><w:rPr><w:color w:val="4C4D4F"/><w:spacing w:val="-1"/></w:rPr><w:t>the</w:t></w:r><w:r><w:rPr><w:color w:val="4C4D4F"/></w:rPr><w:t> </w:t></w:r><w:r><w:rPr><w:color w:val="4C4D4F"/><w:spacing w:val="-1"/></w:rPr><w:t>isometric</w:t></w:r><w:r><w:rPr><w:color w:val="4C4D4F"/></w:rPr><w:t> </w:t></w:r><w:r><w:rPr><w:color w:val="4C4D4F"/><w:spacing w:val="-1"/></w:rPr><w:t>axes</w:t></w:r><w:r><w:rPr><w:color w:val="4C4D4F"/></w:rPr><w:t> </w:t></w:r><w:r><w:rPr><w:color w:val="4C4D4F"/><w:spacing w:val="-1"/></w:rPr><w:t>shown</w:t></w:r><w:r><w:rPr><w:color w:val="4C4D4F"/><w:spacing w:val="55"/></w:rPr><w:t> </w:t></w:r><w:r><w:rPr><w:color w:val="4C4D4F"/><w:spacing w:val="-1"/></w:rPr><w:t>in</w:t></w:r><w:r><w:rPr><w:color w:val="4C4D4F"/></w:rPr><w:t> </w:t></w:r><w:r><w:rPr><w:color w:val="4C4D4F"/><w:spacing w:val="-1"/></w:rPr><w:t>Figure</w:t></w:r><w:r><w:rPr><w:color w:val="4C4D4F"/></w:rPr><w:t> </w:t></w:r><w:r><w:rPr><w:color w:val="4C4D4F"/><w:spacing w:val="-1"/></w:rPr><w:t>3.</w:t></w:r><w:r><w:rPr><w:color w:val="4C4D4F"/></w:rPr><w:t> </w:t></w:r><w:r><w:rPr><w:color w:val="4C4D4F"/><w:spacing w:val="-1"/></w:rPr><w:t>The</w:t></w:r><w:r><w:rPr><w:color w:val="4C4D4F"/></w:rPr><w:t> </w:t></w:r><w:r><w:rPr><w:color w:val="4C4D4F"/><w:spacing w:val="-1"/></w:rPr><w:t>lengths</w:t></w:r><w:r><w:rPr><w:color w:val="4C4D4F"/></w:rPr><w:t> </w:t></w:r><w:r><w:rPr><w:color w:val="4C4D4F"/><w:spacing w:val="-1"/></w:rPr><w:t>of</w:t></w:r><w:r><w:rPr><w:color w:val="4C4D4F"/></w:rPr><w:t> objects </w:t></w:r><w:r><w:rPr><w:color w:val="4C4D4F"/><w:spacing w:val="-1"/></w:rPr><w:t>running</w:t></w:r><w:r><w:rPr><w:color w:val="4C4D4F"/></w:rPr><w:t> </w:t></w:r><w:r><w:rPr><w:color w:val="4C4D4F"/><w:spacing w:val="-1"/></w:rPr><w:t>parallel</w:t></w:r><w:r><w:rPr><w:color w:val="4C4D4F"/></w:rPr><w:t> </w:t></w:r><w:r><w:rPr><w:color w:val="4C4D4F"/><w:spacing w:val="-1"/></w:rPr><w:t>to</w:t></w:r><w:r><w:rPr><w:color w:val="4C4D4F"/></w:rPr><w:t> </w:t></w:r><w:r><w:rPr><w:color w:val="4C4D4F"/><w:spacing w:val="-1"/></w:rPr><w:t>these</w:t></w:r><w:r><w:rPr><w:color w:val="4C4D4F"/></w:rPr><w:t> </w:t></w:r><w:r><w:rPr><w:color w:val="4C4D4F"/><w:spacing w:val="-1"/></w:rPr><w:t>axes</w:t></w:r><w:r><w:rPr><w:color w:val="4C4D4F"/></w:rPr><w:t> can be </w:t></w:r><w:r><w:rPr><w:color w:val="4C4D4F"/><w:spacing w:val="-1"/></w:rPr><w:t>drawn</w:t></w:r><w:r><w:rPr><w:color w:val="4C4D4F"/></w:rPr><w:t> </w:t></w:r><w:r><w:rPr><w:color w:val="4C4D4F"/><w:spacing w:val="-1"/></w:rPr><w:t>to</w:t></w:r><w:r><w:rPr><w:color w:val="4C4D4F"/></w:rPr><w:t> </w:t></w:r><w:r><w:rPr><w:color w:val="4C4D4F"/><w:spacing w:val="-1"/></w:rPr><w:t>scale.</w:t></w:r><w:r><w:rPr><w:color w:val="4C4D4F"/><w:spacing w:val="49"/></w:rPr><w:t> </w:t></w:r><w:r><w:rPr><w:rFonts w:ascii="Arial"/><w:color w:val="4C4D4F"/><w:spacing w:val="-1"/></w:rPr><w:t>Lines at</w:t></w:r><w:r><w:rPr><w:rFonts w:ascii="Arial"/><w:color w:val="4C4D4F"/></w:rPr><w:t> </w:t></w:r><w:r><w:rPr><w:rFonts w:ascii="Arial"/><w:color w:val="4C4D4F"/><w:spacing w:val="-1"/></w:rPr><w:t>other angles</w:t></w:r><w:r><w:rPr><w:rFonts w:ascii="Arial"/><w:color w:val="4C4D4F"/></w:rPr><w:t> </w:t></w:r><w:r><w:rPr><w:rFonts w:ascii="Arial"/><w:color w:val="4C4D4F"/><w:spacing w:val="-1"/></w:rPr><w:t>will not be</w:t></w:r><w:r><w:rPr><w:rFonts w:ascii="Arial"/><w:color w:val="4C4D4F"/></w:rPr><w:t> </w:t></w:r><w:r><w:rPr><w:rFonts w:ascii="Arial"/><w:color w:val="4C4D4F"/><w:spacing w:val="-1"/></w:rPr><w:t>to</w:t></w:r><w:r><w:rPr><w:rFonts w:ascii="Arial"/><w:color w:val="4C4D4F"/><w:spacing w:val="-2"/></w:rPr><w:t> </w:t></w:r><w:r><w:rPr><w:rFonts w:ascii="Arial"/><w:color w:val="4C4D4F"/><w:spacing w:val="-1"/></w:rPr><w:t>scale.</w:t></w:r><w:r><w:rPr><w:rFonts w:ascii="Arial"/></w:rPr></w:r></w:p><w:p><w:pPr><w:spacing w:line="240" w:lineRule="auto" w:before="3"/><w:rPr><w:rFonts w:ascii="Arial" w:hAnsi="Arial" w:cs="Arial" w:eastAsia="Arial"/><w:sz w:val="19"/><w:szCs w:val="19"/></w:rPr></w:pPr></w:p><w:p><w:pPr><w:spacing w:line="200" w:lineRule="atLeast"/><w:ind w:left="2775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3805375" cy="1933384"/><wp:effectExtent l="0" t="0" r="0" b="0"/><wp:docPr id="5" name="image3.jpeg" descr=""/><wp:cNvGraphicFramePr><a:graphicFrameLocks noChangeAspect="1"/></wp:cNvGraphicFramePr><a:graphic><a:graphicData uri="http://schemas.openxmlformats.org/drawingml/2006/picture"><pic:pic><pic:nvPicPr><pic:cNvPr id="6" name="image3.jpeg"/><pic:cNvPicPr/></pic:nvPicPr><pic:blipFill><a:blip r:embed="rId13" cstate="print"/><a:stretch><a:fillRect/></a:stretch></pic:blipFill><pic:spPr><a:xfrm><a:off x="0" y="0"/><a:ext cx="3805375" cy="1933384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line="240" w:lineRule="auto" w:before="9"/><w:rPr><w:rFonts w:ascii="Arial" w:hAnsi="Arial" w:cs="Arial" w:eastAsia="Arial"/><w:sz w:val="20"/><w:szCs w:val="20"/></w:rPr></w:pPr></w:p><w:p><w:pPr><w:spacing w:before="0"/><w:ind w:left="3221" w:right="2682" w:firstLine="0"/><w:jc w:val="center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2"/><w:sz w:val="18"/><w:szCs w:val="18"/></w:rPr><w:t> </w:t></w:r><w:r><w:rPr><w:rFonts w:ascii="Arial" w:hAnsi="Arial" w:cs="Arial" w:eastAsia="Arial"/><w:b/><w:bCs/><w:color w:val="231F20"/><w:spacing w:val="-1"/><w:sz w:val="18"/><w:szCs w:val="18"/></w:rPr><w:t>3—</w:t></w:r><w:r><w:rPr><w:rFonts w:ascii="Arial" w:hAnsi="Arial" w:cs="Arial" w:eastAsia="Arial"/><w:color w:val="231F20"/><w:spacing w:val="-1"/><w:sz w:val="18"/><w:szCs w:val="18"/></w:rPr><w:t>Height, </w:t></w:r><w:r><w:rPr><w:rFonts w:ascii="Arial" w:hAnsi="Arial" w:cs="Arial" w:eastAsia="Arial"/><w:color w:val="231F20"/><w:sz w:val="18"/><w:szCs w:val="18"/></w:rPr><w:t>width,</w:t></w:r><w:r><w:rPr><w:rFonts w:ascii="Arial" w:hAnsi="Arial" w:cs="Arial" w:eastAsia="Arial"/><w:color w:val="231F20"/><w:spacing w:val="-1"/><w:sz w:val="18"/><w:szCs w:val="18"/></w:rPr><w:t> </w:t></w:r><w:r><w:rPr><w:rFonts w:ascii="Arial" w:hAnsi="Arial" w:cs="Arial" w:eastAsia="Arial"/><w:color w:val="231F20"/><w:sz w:val="18"/><w:szCs w:val="18"/></w:rPr><w:t>and length</w:t></w:r><w:r><w:rPr><w:rFonts w:ascii="Arial" w:hAnsi="Arial" w:cs="Arial" w:eastAsia="Arial"/><w:color w:val="231F20"/><w:spacing w:val="-1"/><w:sz w:val="18"/><w:szCs w:val="18"/></w:rPr><w:t> </w:t></w:r><w:r><w:rPr><w:rFonts w:ascii="Arial" w:hAnsi="Arial" w:cs="Arial" w:eastAsia="Arial"/><w:color w:val="231F20"/><w:sz w:val="18"/><w:szCs w:val="18"/></w:rPr><w:t>drawn</w:t></w:r><w:r><w:rPr><w:rFonts w:ascii="Arial" w:hAnsi="Arial" w:cs="Arial" w:eastAsia="Arial"/><w:color w:val="231F20"/><w:spacing w:val="-1"/><w:sz w:val="18"/><w:szCs w:val="18"/></w:rPr><w:t> </w:t></w:r><w:r><w:rPr><w:rFonts w:ascii="Arial" w:hAnsi="Arial" w:cs="Arial" w:eastAsia="Arial"/><w:color w:val="231F20"/><w:sz w:val="18"/><w:szCs w:val="18"/></w:rPr><w:t>along isometric</w:t></w:r><w:r><w:rPr><w:rFonts w:ascii="Arial" w:hAnsi="Arial" w:cs="Arial" w:eastAsia="Arial"/><w:color w:val="231F20"/><w:spacing w:val="-1"/><w:sz w:val="18"/><w:szCs w:val="18"/></w:rPr><w:t> </w:t></w:r><w:r><w:rPr><w:rFonts w:ascii="Arial" w:hAnsi="Arial" w:cs="Arial" w:eastAsia="Arial"/><w:color w:val="231F20"/><w:sz w:val="18"/><w:szCs w:val="18"/></w:rPr><w:t>axes</w:t></w:r><w:r><w:rPr><w:rFonts w:ascii="Arial" w:hAnsi="Arial" w:cs="Arial" w:eastAsia="Arial"/><w:sz w:val="18"/><w:szCs w:val="18"/></w:rPr></w:r></w:p><w:p><w:pPr><w:spacing w:after="0"/><w:jc w:val="center"/><w:rPr><w:rFonts w:ascii="Arial" w:hAnsi="Arial" w:cs="Arial" w:eastAsia="Arial"/><w:sz w:val="18"/><w:szCs w:val="18"/></w:rPr><w:sectPr><w:pgSz w:w="12240" w:h="15840"/><w:pgMar w:header="630" w:footer="643" w:top="1080" w:bottom="840" w:left="340" w:right="88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7"/><w:rPr><w:rFonts w:ascii="Arial" w:hAnsi="Arial" w:cs="Arial" w:eastAsia="Arial"/><w:sz w:val="16"/><w:szCs w:val="16"/></w:rPr></w:pPr></w:p><w:p><w:pPr><w:pStyle w:val="BodyText"/><w:numPr><w:ilvl w:val="0"/><w:numId w:val="2"/></w:numPr><w:tabs><w:tab w:pos="900" w:val="left" w:leader="none"/></w:tabs><w:spacing w:line="284" w:lineRule="auto" w:before="72" w:after="0"/><w:ind w:left="900" w:right="1151" w:hanging="320"/><w:jc w:val="left"/></w:pPr><w:r><w:rPr><w:color w:val="4C4D4F"/><w:spacing w:val="-1"/></w:rPr><w:t>Draw</w:t></w:r><w:r><w:rPr><w:color w:val="4C4D4F"/></w:rPr><w:t> a </w:t></w:r><w:r><w:rPr><w:color w:val="4C4D4F"/><w:spacing w:val="-2"/></w:rPr><w:t>small,</w:t></w:r><w:r><w:rPr><w:color w:val="4C4D4F"/></w:rPr><w:t> </w:t></w:r><w:r><w:rPr><w:color w:val="4C4D4F"/><w:spacing w:val="-1"/></w:rPr><w:t>six-pointed</w:t></w:r><w:r><w:rPr><w:color w:val="4C4D4F"/></w:rPr><w:t> </w:t></w:r><w:r><w:rPr><w:color w:val="4C4D4F"/><w:spacing w:val="-1"/></w:rPr><w:t>star-shaped</w:t></w:r><w:r><w:rPr><w:color w:val="4C4D4F"/></w:rPr><w:t> axis on </w:t></w:r><w:r><w:rPr><w:color w:val="4C4D4F"/><w:spacing w:val="-1"/></w:rPr><w:t>the</w:t></w:r><w:r><w:rPr><w:color w:val="4C4D4F"/></w:rPr><w:t> bottom corner </w:t></w:r><w:r><w:rPr><w:color w:val="4C4D4F"/><w:spacing w:val="-1"/></w:rPr><w:t>of</w:t></w:r><w:r><w:rPr><w:color w:val="4C4D4F"/></w:rPr><w:t> </w:t></w:r><w:r><w:rPr><w:color w:val="4C4D4F"/><w:spacing w:val="-2"/></w:rPr><w:t>your</w:t></w:r><w:r><w:rPr><w:color w:val="4C4D4F"/></w:rPr><w:t> </w:t></w:r><w:r><w:rPr><w:color w:val="4C4D4F"/><w:spacing w:val="-1"/></w:rPr><w:t>paper</w:t></w:r><w:r><w:rPr><w:color w:val="4C4D4F"/></w:rPr><w:t> </w:t></w:r><w:r><w:rPr><w:color w:val="4C4D4F"/><w:spacing w:val="-2"/></w:rPr><w:t>(Figure</w:t></w:r><w:r><w:rPr><w:color w:val="4C4D4F"/></w:rPr><w:t> </w:t></w:r><w:r><w:rPr><w:color w:val="4C4D4F"/><w:spacing w:val="-6"/></w:rPr><w:t>4).</w:t></w:r><w:r><w:rPr><w:color w:val="4C4D4F"/><w:spacing w:val="55"/></w:rPr><w:t> </w:t></w:r><w:r><w:rPr><w:color w:val="4C4D4F"/><w:spacing w:val="-1"/></w:rPr><w:t>The</w:t></w:r><w:r><w:rPr><w:color w:val="4C4D4F"/></w:rPr><w:t> </w:t></w:r><w:r><w:rPr><w:color w:val="4C4D4F"/><w:spacing w:val="-1"/></w:rPr><w:t>sloping</w:t></w:r><w:r><w:rPr><w:color w:val="4C4D4F"/></w:rPr><w:t> </w:t></w:r><w:r><w:rPr><w:color w:val="4C4D4F"/><w:spacing w:val="-1"/></w:rPr><w:t>axes</w:t></w:r><w:r><w:rPr><w:color w:val="4C4D4F"/></w:rPr><w:t> </w:t></w:r><w:r><w:rPr><w:color w:val="4C4D4F"/><w:spacing w:val="-1"/></w:rPr><w:t>should</w:t></w:r><w:r><w:rPr><w:color w:val="4C4D4F"/></w:rPr><w:t> be </w:t></w:r><w:r><w:rPr><w:color w:val="4C4D4F"/><w:spacing w:val="-1"/></w:rPr><w:t>drawn</w:t></w:r><w:r><w:rPr><w:color w:val="4C4D4F"/></w:rPr><w:t> </w:t></w:r><w:r><w:rPr><w:color w:val="4C4D4F"/><w:spacing w:val="-1"/></w:rPr><w:t>at</w:t></w:r><w:r><w:rPr><w:color w:val="4C4D4F"/></w:rPr><w:t> a 30° </w:t></w:r><w:r><w:rPr><w:color w:val="4C4D4F"/><w:spacing w:val="-1"/></w:rPr><w:t>angle</w:t></w:r><w:r><w:rPr><w:color w:val="4C4D4F"/></w:rPr><w:t> from </w:t></w:r><w:r><w:rPr><w:color w:val="4C4D4F"/><w:spacing w:val="-1"/></w:rPr><w:t>the</w:t></w:r><w:r><w:rPr><w:color w:val="4C4D4F"/></w:rPr><w:t> </w:t></w:r><w:r><w:rPr><w:color w:val="4C4D4F"/><w:spacing w:val="-1"/></w:rPr><w:t>horizontal</w:t></w:r><w:r><w:rPr><w:color w:val="4C4D4F"/></w:rPr><w:t> grid </w:t></w:r><w:r><w:rPr><w:color w:val="4C4D4F"/><w:spacing w:val="-2"/></w:rPr><w:t>line.</w:t></w:r><w:r><w:rPr><w:color w:val="4C4D4F"/></w:rPr><w:t> </w:t></w:r><w:r><w:rPr><w:color w:val="4C4D4F"/><w:spacing w:val="-1"/></w:rPr><w:t>The</w:t></w:r><w:r><w:rPr><w:color w:val="4C4D4F"/></w:rPr><w:t> vertical</w:t></w:r><w:r><w:rPr><w:color w:val="4C4D4F"/><w:spacing w:val="65"/></w:rPr><w:t> </w:t></w:r><w:r><w:rPr><w:color w:val="4C4D4F"/></w:rPr><w:t>axis </w:t></w:r><w:r><w:rPr><w:color w:val="4C4D4F"/><w:spacing w:val="-1"/></w:rPr><w:t>of</w:t></w:r><w:r><w:rPr><w:color w:val="4C4D4F"/></w:rPr><w:t> </w:t></w:r><w:r><w:rPr><w:color w:val="4C4D4F"/><w:spacing w:val="-1"/></w:rPr><w:t>the</w:t></w:r><w:r><w:rPr><w:color w:val="4C4D4F"/></w:rPr><w:t> </w:t></w:r><w:r><w:rPr><w:color w:val="4C4D4F"/><w:spacing w:val="-1"/></w:rPr><w:t>star</w:t></w:r><w:r><w:rPr><w:color w:val="4C4D4F"/></w:rPr><w:t> </w:t></w:r><w:r><w:rPr><w:color w:val="4C4D4F"/><w:spacing w:val="-1"/></w:rPr><w:t>indicates</w:t></w:r><w:r><w:rPr><w:color w:val="4C4D4F"/></w:rPr><w:t> </w:t></w:r><w:r><w:rPr><w:color w:val="4C4D4F"/><w:spacing w:val="-1"/></w:rPr><w:t>height</w:t></w:r><w:r><w:rPr><w:color w:val="4C4D4F"/></w:rPr><w:t> </w:t></w:r><w:r><w:rPr><w:color w:val="4C4D4F"/><w:spacing w:val="-3"/></w:rPr><w:t>(H)</w:t></w:r><w:r><w:rPr><w:color w:val="4C4D4F"/></w:rPr><w:t> or </w:t></w:r><w:r><w:rPr><w:color w:val="4C4D4F"/><w:spacing w:val="-1"/></w:rPr><w:t>depth</w:t></w:r><w:r><w:rPr><w:color w:val="4C4D4F"/></w:rPr><w:t> </w:t></w:r><w:r><w:rPr><w:color w:val="4C4D4F"/><w:spacing w:val="-5"/></w:rPr><w:t>(D),</w:t></w:r><w:r><w:rPr><w:color w:val="4C4D4F"/></w:rPr><w:t> </w:t></w:r><w:r><w:rPr><w:color w:val="4C4D4F"/><w:spacing w:val="-1"/></w:rPr><w:t>and</w:t></w:r><w:r><w:rPr><w:color w:val="4C4D4F"/></w:rPr><w:t> </w:t></w:r><w:r><w:rPr><w:color w:val="4C4D4F"/><w:spacing w:val="-1"/></w:rPr><w:t>the</w:t></w:r><w:r><w:rPr><w:color w:val="4C4D4F"/></w:rPr><w:t> </w:t></w:r><w:r><w:rPr><w:color w:val="4C4D4F"/><w:spacing w:val="1"/></w:rPr><w:t>two</w:t></w:r><w:r><w:rPr><w:color w:val="4C4D4F"/></w:rPr><w:t> </w:t></w:r><w:r><w:rPr><w:color w:val="4C4D4F"/><w:spacing w:val="-1"/></w:rPr><w:t>sloping</w:t></w:r><w:r><w:rPr><w:color w:val="4C4D4F"/></w:rPr><w:t> </w:t></w:r><w:r><w:rPr><w:color w:val="4C4D4F"/><w:spacing w:val="-1"/></w:rPr><w:t>axes</w:t></w:r><w:r><w:rPr><w:color w:val="4C4D4F"/></w:rPr><w:t> </w:t></w:r><w:r><w:rPr><w:color w:val="4C4D4F"/><w:spacing w:val="-1"/></w:rPr><w:t>indicate</w:t></w:r><w:r><w:rPr><w:color w:val="4C4D4F"/></w:rPr><w:t> </w:t></w:r><w:r><w:rPr><w:color w:val="4C4D4F"/><w:spacing w:val="-1"/></w:rPr><w:t>the</w:t></w:r><w:r><w:rPr><w:color w:val="4C4D4F"/></w:rPr><w:t> </w:t></w:r><w:r><w:rPr><w:color w:val="4C4D4F"/><w:spacing w:val="-1"/></w:rPr><w:t>length</w:t></w:r><w:r><w:rPr/></w:r></w:p><w:p><w:pPr><w:pStyle w:val="BodyText"/><w:spacing w:line="284" w:lineRule="auto" w:before="1"/><w:ind w:left="900" w:right="1151"/><w:jc w:val="left"/></w:pPr><w:r><w:rPr><w:color w:val="4C4D4F"/><w:spacing w:val="-5"/></w:rPr><w:t>(L)</w:t></w:r><w:r><w:rPr><w:color w:val="4C4D4F"/></w:rPr><w:t> </w:t></w:r><w:r><w:rPr><w:color w:val="4C4D4F"/><w:spacing w:val="-1"/></w:rPr><w:t>and</w:t></w:r><w:r><w:rPr><w:color w:val="4C4D4F"/></w:rPr><w:t> </w:t></w:r><w:r><w:rPr><w:color w:val="4C4D4F"/><w:spacing w:val="-1"/></w:rPr><w:t>the</w:t></w:r><w:r><w:rPr><w:color w:val="4C4D4F"/></w:rPr><w:t> </w:t></w:r><w:r><w:rPr><w:color w:val="4C4D4F"/><w:spacing w:val="-1"/></w:rPr><w:t>width</w:t></w:r><w:r><w:rPr><w:color w:val="4C4D4F"/></w:rPr><w:t> </w:t></w:r><w:r><w:rPr><w:color w:val="4C4D4F"/><w:spacing w:val="2"/></w:rPr><w:t>(W)</w:t></w:r><w:r><w:rPr><w:color w:val="4C4D4F"/></w:rPr><w:t> </w:t></w:r><w:r><w:rPr><w:color w:val="4C4D4F"/><w:spacing w:val="-1"/></w:rPr><w:t>of</w:t></w:r><w:r><w:rPr><w:color w:val="4C4D4F"/></w:rPr><w:t> </w:t></w:r><w:r><w:rPr><w:color w:val="4C4D4F"/><w:spacing w:val="-1"/></w:rPr><w:t>the</w:t></w:r><w:r><w:rPr><w:color w:val="4C4D4F"/></w:rPr><w:t> </w:t></w:r><w:r><w:rPr><w:color w:val="4C4D4F"/><w:spacing w:val="-1"/></w:rPr><w:t>rectangle.</w:t></w:r><w:r><w:rPr><w:color w:val="4C4D4F"/></w:rPr><w:t> </w:t></w:r><w:r><w:rPr><w:color w:val="4C4D4F"/><w:spacing w:val="-1"/></w:rPr><w:t>The</w:t></w:r><w:r><w:rPr><w:color w:val="4C4D4F"/></w:rPr><w:t> vertical axis can be </w:t></w:r><w:r><w:rPr><w:color w:val="4C4D4F"/><w:spacing w:val="-1"/></w:rPr><w:t>used</w:t></w:r><w:r><w:rPr><w:color w:val="4C4D4F"/></w:rPr><w:t> </w:t></w:r><w:r><w:rPr><w:color w:val="4C4D4F"/><w:spacing w:val="-1"/></w:rPr><w:t>as</w:t></w:r><w:r><w:rPr><w:color w:val="4C4D4F"/></w:rPr><w:t> a </w:t></w:r><w:r><w:rPr><w:color w:val="4C4D4F"/><w:spacing w:val="-1"/></w:rPr><w:t>reference</w:t></w:r><w:r><w:rPr><w:color w:val="4C4D4F"/></w:rPr><w:t> </w:t></w:r><w:r><w:rPr><w:color w:val="4C4D4F"/><w:spacing w:val="-1"/></w:rPr><w:t>guide</w:t></w:r><w:r><w:rPr><w:color w:val="4C4D4F"/><w:spacing w:val="63"/></w:rPr><w:t> </w:t></w:r><w:r><w:rPr><w:color w:val="4C4D4F"/><w:spacing w:val="-1"/></w:rPr><w:t>when</w:t></w:r><w:r><w:rPr><w:color w:val="4C4D4F"/></w:rPr><w:t> </w:t></w:r><w:r><w:rPr><w:color w:val="4C4D4F"/><w:spacing w:val="-1"/></w:rPr><w:t>making</w:t></w:r><w:r><w:rPr><w:color w:val="4C4D4F"/></w:rPr><w:t> </w:t></w:r><w:r><w:rPr><w:color w:val="4C4D4F"/><w:spacing w:val="-1"/></w:rPr><w:t>lines</w:t></w:r><w:r><w:rPr><w:color w:val="4C4D4F"/></w:rPr><w:t> on </w:t></w:r><w:r><w:rPr><w:color w:val="4C4D4F"/><w:spacing w:val="-2"/></w:rPr><w:t>your</w:t></w:r><w:r><w:rPr><w:color w:val="4C4D4F"/></w:rPr><w:t> </w:t></w:r><w:r><w:rPr><w:color w:val="4C4D4F"/><w:spacing w:val="-2"/></w:rPr><w:t>drawing.</w:t></w:r><w:r><w:rPr/></w:r></w:p><w:p><w:pPr><w:spacing w:line="240" w:lineRule="auto" w:before="3"/><w:rPr><w:rFonts w:ascii="Arial" w:hAnsi="Arial" w:cs="Arial" w:eastAsia="Arial"/><w:sz w:val="19"/><w:szCs w:val="19"/></w:rPr></w:pPr></w:p><w:p><w:pPr><w:spacing w:line="200" w:lineRule="atLeast"/><w:ind w:left="2965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2877722" cy="2226278"/><wp:effectExtent l="0" t="0" r="0" b="0"/><wp:docPr id="7" name="image4.png" descr=""/><wp:cNvGraphicFramePr><a:graphicFrameLocks noChangeAspect="1"/></wp:cNvGraphicFramePr><a:graphic><a:graphicData uri="http://schemas.openxmlformats.org/drawingml/2006/picture"><pic:pic><pic:nvPicPr><pic:cNvPr id="8" name="image4.png"/><pic:cNvPicPr/></pic:nvPicPr><pic:blipFill><a:blip r:embed="rId14" cstate="print"/><a:stretch><a:fillRect/></a:stretch></pic:blipFill><pic:spPr><a:xfrm><a:off x="0" y="0"/><a:ext cx="2877722" cy="2226278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line="240" w:lineRule="auto" w:before="3"/><w:rPr><w:rFonts w:ascii="Arial" w:hAnsi="Arial" w:cs="Arial" w:eastAsia="Arial"/><w:sz w:val="28"/><w:szCs w:val="28"/></w:rPr></w:pPr></w:p><w:p><w:pPr><w:spacing w:before="0"/><w:ind w:left="3664" w:right="0" w:firstLine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4—</w:t></w:r><w:r><w:rPr><w:rFonts w:ascii="Arial" w:hAnsi="Arial" w:cs="Arial" w:eastAsia="Arial"/><w:color w:val="231F20"/><w:spacing w:val="-1"/><w:sz w:val="18"/><w:szCs w:val="18"/></w:rPr><w:t>Six-pointed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star-shaped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axis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pStyle w:val="BodyText"/><w:numPr><w:ilvl w:val="0"/><w:numId w:val="2"/></w:numPr><w:tabs><w:tab w:pos="900" w:val="left" w:leader="none"/></w:tabs><w:spacing w:line="284" w:lineRule="auto" w:before="118" w:after="0"/><w:ind w:left="900" w:right="1682" w:hanging="320"/><w:jc w:val="left"/></w:pPr><w:r><w:rPr><w:color w:val="4C4D4F"/><w:spacing w:val="-2"/></w:rPr><w:t>Sketch</w:t></w:r><w:r><w:rPr><w:color w:val="4C4D4F"/></w:rPr><w:t> </w:t></w:r><w:r><w:rPr><w:color w:val="4C4D4F"/><w:spacing w:val="-1"/></w:rPr><w:t>the</w:t></w:r><w:r><w:rPr><w:color w:val="4C4D4F"/></w:rPr><w:t> </w:t></w:r><w:r><w:rPr><w:color w:val="4C4D4F"/><w:spacing w:val="-1"/></w:rPr><w:t>top</w:t></w:r><w:r><w:rPr><w:color w:val="4C4D4F"/></w:rPr><w:t> </w:t></w:r><w:r><w:rPr><w:color w:val="4C4D4F"/><w:spacing w:val="-1"/></w:rPr><w:t>of</w:t></w:r><w:r><w:rPr><w:color w:val="4C4D4F"/></w:rPr><w:t> </w:t></w:r><w:r><w:rPr><w:color w:val="4C4D4F"/><w:spacing w:val="-1"/></w:rPr><w:t>the</w:t></w:r><w:r><w:rPr><w:color w:val="4C4D4F"/></w:rPr><w:t> block </w:t></w:r><w:r><w:rPr><w:color w:val="4C4D4F"/><w:spacing w:val="-3"/></w:rPr><w:t>by</w:t></w:r><w:r><w:rPr><w:color w:val="4C4D4F"/></w:rPr><w:t> </w:t></w:r><w:r><w:rPr><w:color w:val="4C4D4F"/><w:spacing w:val="-1"/></w:rPr><w:t>drawing</w:t></w:r><w:r><w:rPr><w:color w:val="4C4D4F"/></w:rPr><w:t> </w:t></w:r><w:r><w:rPr><w:color w:val="4C4D4F"/><w:spacing w:val="1"/></w:rPr><w:t>two</w:t></w:r><w:r><w:rPr><w:color w:val="4C4D4F"/></w:rPr><w:t> </w:t></w:r><w:r><w:rPr><w:color w:val="4C4D4F"/><w:spacing w:val="-1"/></w:rPr><w:t>lines,</w:t></w:r><w:r><w:rPr><w:color w:val="4C4D4F"/></w:rPr><w:t> </w:t></w:r><w:r><w:rPr><w:color w:val="4C4D4F"/><w:spacing w:val="-1"/></w:rPr><w:t>one</w:t></w:r><w:r><w:rPr><w:color w:val="4C4D4F"/></w:rPr><w:t> </w:t></w:r><w:r><w:rPr><w:color w:val="4C4D4F"/><w:spacing w:val="-1"/></w:rPr><w:t>parallel</w:t></w:r><w:r><w:rPr><w:color w:val="4C4D4F"/></w:rPr><w:t> </w:t></w:r><w:r><w:rPr><w:color w:val="4C4D4F"/><w:spacing w:val="-1"/></w:rPr><w:t>to</w:t></w:r><w:r><w:rPr><w:color w:val="4C4D4F"/></w:rPr><w:t> L </w:t></w:r><w:r><w:rPr><w:color w:val="4C4D4F"/><w:spacing w:val="-1"/></w:rPr><w:t>and</w:t></w:r><w:r><w:rPr><w:color w:val="4C4D4F"/></w:rPr><w:t> </w:t></w:r><w:r><w:rPr><w:color w:val="4C4D4F"/><w:spacing w:val="-1"/></w:rPr><w:t>one</w:t></w:r><w:r><w:rPr><w:color w:val="4C4D4F"/></w:rPr><w:t> </w:t></w:r><w:r><w:rPr><w:color w:val="4C4D4F"/><w:spacing w:val="-1"/></w:rPr><w:t>parallel</w:t></w:r><w:r><w:rPr><w:color w:val="4C4D4F"/></w:rPr><w:t> </w:t></w:r><w:r><w:rPr><w:color w:val="4C4D4F"/><w:spacing w:val="-1"/></w:rPr><w:t>to</w:t></w:r><w:r><w:rPr><w:color w:val="4C4D4F"/></w:rPr><w:t> W</w:t></w:r><w:r><w:rPr><w:color w:val="4C4D4F"/><w:spacing w:val="39"/></w:rPr><w:t> </w:t></w:r><w:r><w:rPr><w:color w:val="4C4D4F"/><w:spacing w:val="-2"/></w:rPr><w:t>(Figure</w:t></w:r><w:r><w:rPr><w:color w:val="4C4D4F"/></w:rPr><w:t> </w:t></w:r><w:r><w:rPr><w:color w:val="4C4D4F"/><w:spacing w:val="-3"/></w:rPr><w:t>5).</w:t></w:r><w:r><w:rPr/></w:r></w:p><w:p><w:pPr><w:spacing w:line="240" w:lineRule="auto" w:before="3"/><w:rPr><w:rFonts w:ascii="Arial" w:hAnsi="Arial" w:cs="Arial" w:eastAsia="Arial"/><w:sz w:val="19"/><w:szCs w:val="19"/></w:rPr></w:pPr></w:p><w:p><w:pPr><w:spacing w:line="200" w:lineRule="atLeast"/><w:ind w:left="3230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2560328" cy="2633472"/><wp:effectExtent l="0" t="0" r="0" b="0"/><wp:docPr id="9" name="image5.png" descr=""/><wp:cNvGraphicFramePr><a:graphicFrameLocks noChangeAspect="1"/></wp:cNvGraphicFramePr><a:graphic><a:graphicData uri="http://schemas.openxmlformats.org/drawingml/2006/picture"><pic:pic><pic:nvPicPr><pic:cNvPr id="10" name="image5.png"/><pic:cNvPicPr/></pic:nvPicPr><pic:blipFill><a:blip r:embed="rId15" cstate="print"/><a:stretch><a:fillRect/></a:stretch></pic:blipFill><pic:spPr><a:xfrm><a:off x="0" y="0"/><a:ext cx="2560328" cy="2633472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line="240" w:lineRule="auto" w:before="6"/><w:rPr><w:rFonts w:ascii="Arial" w:hAnsi="Arial" w:cs="Arial" w:eastAsia="Arial"/><w:sz w:val="20"/><w:szCs w:val="20"/></w:rPr></w:pPr></w:p><w:p><w:pPr><w:spacing w:before="0"/><w:ind w:left="3619" w:right="0" w:firstLine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5—</w:t></w:r><w:r><w:rPr><w:rFonts w:ascii="Arial" w:hAnsi="Arial" w:cs="Arial" w:eastAsia="Arial"/><w:color w:val="231F20"/><w:spacing w:val="-1"/><w:sz w:val="18"/><w:szCs w:val="18"/></w:rPr><w:t>Sketching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top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of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block</w:t></w:r><w:r><w:rPr><w:rFonts w:ascii="Arial" w:hAnsi="Arial" w:cs="Arial" w:eastAsia="Arial"/><w:sz w:val="18"/><w:szCs w:val="18"/></w:rPr></w:r></w:p><w:p><w:pPr><w:spacing w:after="0"/><w:jc w:val="left"/><w:rPr><w:rFonts w:ascii="Arial" w:hAnsi="Arial" w:cs="Arial" w:eastAsia="Arial"/><w:sz w:val="18"/><w:szCs w:val="18"/></w:rPr><w:sectPr><w:pgSz w:w="12240" w:h="15840"/><w:pgMar w:header="630" w:footer="643" w:top="1080" w:bottom="84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7"/><w:rPr><w:rFonts w:ascii="Arial" w:hAnsi="Arial" w:cs="Arial" w:eastAsia="Arial"/><w:sz w:val="16"/><w:szCs w:val="16"/></w:rPr></w:pPr></w:p><w:p><w:pPr><w:pStyle w:val="BodyText"/><w:numPr><w:ilvl w:val="0"/><w:numId w:val="2"/></w:numPr><w:tabs><w:tab w:pos="1440" w:val="left" w:leader="none"/></w:tabs><w:spacing w:line="240" w:lineRule="auto" w:before="72" w:after="0"/><w:ind w:left="1440" w:right="0" w:hanging="320"/><w:jc w:val="left"/></w:pPr><w:r><w:rPr><w:color w:val="4C4D4F"/><w:spacing w:val="-2"/></w:rPr><w:t>Sketch</w:t></w:r><w:r><w:rPr><w:color w:val="4C4D4F"/></w:rPr><w:t> </w:t></w:r><w:r><w:rPr><w:color w:val="4C4D4F"/><w:spacing w:val="1"/></w:rPr><w:t>two</w:t></w:r><w:r><w:rPr><w:color w:val="4C4D4F"/></w:rPr><w:t> </w:t></w:r><w:r><w:rPr><w:color w:val="4C4D4F"/><w:spacing w:val="-1"/></w:rPr><w:t>lines,</w:t></w:r><w:r><w:rPr><w:color w:val="4C4D4F"/></w:rPr><w:t> </w:t></w:r><w:r><w:rPr><w:color w:val="4C4D4F"/><w:spacing w:val="-1"/></w:rPr><w:t>one</w:t></w:r><w:r><w:rPr><w:color w:val="4C4D4F"/></w:rPr><w:t> </w:t></w:r><w:r><w:rPr><w:color w:val="4C4D4F"/><w:spacing w:val="-1"/></w:rPr><w:t>parallel</w:t></w:r><w:r><w:rPr><w:color w:val="4C4D4F"/></w:rPr><w:t> </w:t></w:r><w:r><w:rPr><w:color w:val="4C4D4F"/><w:spacing w:val="-1"/></w:rPr><w:t>to</w:t></w:r><w:r><w:rPr><w:color w:val="4C4D4F"/></w:rPr><w:t> L </w:t></w:r><w:r><w:rPr><w:color w:val="4C4D4F"/><w:spacing w:val="-1"/></w:rPr><w:t>and</w:t></w:r><w:r><w:rPr><w:color w:val="4C4D4F"/></w:rPr><w:t> </w:t></w:r><w:r><w:rPr><w:color w:val="4C4D4F"/><w:spacing w:val="-1"/></w:rPr><w:t>one</w:t></w:r><w:r><w:rPr><w:color w:val="4C4D4F"/></w:rPr><w:t> </w:t></w:r><w:r><w:rPr><w:color w:val="4C4D4F"/><w:spacing w:val="-1"/></w:rPr><w:t>parallel</w:t></w:r><w:r><w:rPr><w:color w:val="4C4D4F"/></w:rPr><w:t> </w:t></w:r><w:r><w:rPr><w:color w:val="4C4D4F"/><w:spacing w:val="-1"/></w:rPr><w:t>to</w:t></w:r><w:r><w:rPr><w:color w:val="4C4D4F"/></w:rPr><w:t> D </w:t></w:r><w:r><w:rPr><w:color w:val="4C4D4F"/><w:spacing w:val="-1"/></w:rPr><w:t>as</w:t></w:r><w:r><w:rPr><w:color w:val="4C4D4F"/></w:rPr><w:t> </w:t></w:r><w:r><w:rPr><w:color w:val="4C4D4F"/><w:spacing w:val="-1"/></w:rPr><w:t>shown</w:t></w:r><w:r><w:rPr><w:color w:val="4C4D4F"/></w:rPr><w:t> </w:t></w:r><w:r><w:rPr><w:color w:val="4C4D4F"/><w:spacing w:val="-1"/></w:rPr><w:t>in</w:t></w:r><w:r><w:rPr><w:color w:val="4C4D4F"/></w:rPr><w:t> </w:t></w:r><w:r><w:rPr><w:color w:val="4C4D4F"/><w:spacing w:val="-1"/></w:rPr><w:t>Figure</w:t></w:r><w:r><w:rPr><w:color w:val="4C4D4F"/></w:rPr><w:t> </w:t></w:r><w:r><w:rPr><w:color w:val="4C4D4F"/><w:spacing w:val="-1"/></w:rPr><w:t>6.</w:t></w:r><w:r><w:rPr/></w:r></w:p><w:p><w:pPr><w:spacing w:line="240" w:lineRule="auto" w:before="3"/><w:rPr><w:rFonts w:ascii="Arial" w:hAnsi="Arial" w:cs="Arial" w:eastAsia="Arial"/><w:sz w:val="23"/><w:szCs w:val="23"/></w:rPr></w:pPr></w:p><w:p><w:pPr><w:spacing w:line="200" w:lineRule="atLeast"/><w:ind w:left="3690" w:right="0" w:firstLine="0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2640234" cy="2251519"/><wp:effectExtent l="0" t="0" r="0" b="0"/><wp:docPr id="11" name="image6.png" descr=""/><wp:cNvGraphicFramePr><a:graphicFrameLocks noChangeAspect="1"/></wp:cNvGraphicFramePr><a:graphic><a:graphicData uri="http://schemas.openxmlformats.org/drawingml/2006/picture"><pic:pic><pic:nvPicPr><pic:cNvPr id="12" name="image6.png"/><pic:cNvPicPr/></pic:nvPicPr><pic:blipFill><a:blip r:embed="rId16" cstate="print"/><a:stretch><a:fillRect/></a:stretch></pic:blipFill><pic:spPr><a:xfrm><a:off x="0" y="0"/><a:ext cx="2640234" cy="2251519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w:p><w:pPr><w:spacing w:line="240" w:lineRule="auto" w:before="2"/><w:rPr><w:rFonts w:ascii="Arial" w:hAnsi="Arial" w:cs="Arial" w:eastAsia="Arial"/><w:sz w:val="22"/><w:szCs w:val="22"/></w:rPr></w:pPr></w:p><w:p><w:pPr><w:spacing w:before="0"/><w:ind w:left="4119" w:right="0" w:firstLine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6—</w:t></w:r><w:r><w:rPr><w:rFonts w:ascii="Arial" w:hAnsi="Arial" w:cs="Arial" w:eastAsia="Arial"/><w:color w:val="231F20"/><w:spacing w:val="-1"/><w:sz w:val="18"/><w:szCs w:val="18"/></w:rPr><w:t>Sketching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z w:val="18"/><w:szCs w:val="18"/></w:rPr><w:t>side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of </w:t></w:r><w:r><w:rPr><w:rFonts w:ascii="Arial" w:hAnsi="Arial" w:cs="Arial" w:eastAsia="Arial"/><w:color w:val="231F20"/><w:sz w:val="18"/><w:szCs w:val="18"/></w:rPr><w:t>the</w:t></w:r><w:r><w:rPr><w:rFonts w:ascii="Arial" w:hAnsi="Arial" w:cs="Arial" w:eastAsia="Arial"/><w:color w:val="231F20"/><w:spacing w:val="-2"/><w:sz w:val="18"/><w:szCs w:val="18"/></w:rPr><w:t> </w:t></w:r><w:r><w:rPr><w:rFonts w:ascii="Arial" w:hAnsi="Arial" w:cs="Arial" w:eastAsia="Arial"/><w:color w:val="231F20"/><w:spacing w:val="-1"/><w:sz w:val="18"/><w:szCs w:val="18"/></w:rPr><w:t>block</w:t></w:r><w:r><w:rPr><w:rFonts w:ascii="Arial" w:hAnsi="Arial" w:cs="Arial" w:eastAsia="Arial"/><w:sz w:val="18"/><w:szCs w:val="18"/></w:rPr></w:r></w:p><w:p><w:pPr><w:spacing w:line="240" w:lineRule="auto" w:before="0"/><w:rPr><w:rFonts w:ascii="Arial" w:hAnsi="Arial" w:cs="Arial" w:eastAsia="Arial"/><w:sz w:val="18"/><w:szCs w:val="18"/></w:rPr></w:pPr></w:p><w:p><w:pPr><w:pStyle w:val="BodyText"/><w:numPr><w:ilvl w:val="0"/><w:numId w:val="2"/></w:numPr><w:tabs><w:tab w:pos="1440" w:val="left" w:leader="none"/></w:tabs><w:spacing w:line="284" w:lineRule="auto" w:before="118" w:after="0"/><w:ind w:left="1440" w:right="1237" w:hanging="320"/><w:jc w:val="left"/></w:pPr><w:r><w:rPr><w:rFonts w:ascii="Arial"/><w:color w:val="4C4D4F"/><w:spacing w:val="-2"/></w:rPr><w:t>Sketch </w:t></w:r><w:r><w:rPr><w:rFonts w:ascii="Arial"/><w:color w:val="4C4D4F"/><w:spacing w:val="1"/></w:rPr><w:t>two</w:t></w:r><w:r><w:rPr><w:rFonts w:ascii="Arial"/><w:color w:val="4C4D4F"/><w:spacing w:val="-2"/></w:rPr><w:t> </w:t></w:r><w:r><w:rPr><w:rFonts w:ascii="Arial"/><w:color w:val="4C4D4F"/><w:spacing w:val="-1"/></w:rPr><w:t>lines,</w:t></w:r><w:r><w:rPr><w:rFonts w:ascii="Arial"/><w:color w:val="4C4D4F"/></w:rPr><w:t> </w:t></w:r><w:r><w:rPr><w:rFonts w:ascii="Arial"/><w:color w:val="4C4D4F"/><w:spacing w:val="-1"/></w:rPr><w:t>one</w:t></w:r><w:r><w:rPr><w:rFonts w:ascii="Arial"/><w:color w:val="4C4D4F"/><w:spacing w:val="-2"/></w:rPr><w:t> </w:t></w:r><w:r><w:rPr><w:rFonts w:ascii="Arial"/><w:color w:val="4C4D4F"/><w:spacing w:val="-1"/></w:rPr><w:t>parallel</w:t></w:r><w:r><w:rPr><w:rFonts w:ascii="Arial"/><w:color w:val="4C4D4F"/><w:spacing w:val="-2"/></w:rPr><w:t> </w:t></w:r><w:r><w:rPr><w:rFonts w:ascii="Arial"/><w:color w:val="4C4D4F"/><w:spacing w:val="-1"/></w:rPr><w:t>to </w:t></w:r><w:r><w:rPr><w:rFonts w:ascii="Arial"/><w:color w:val="4C4D4F"/></w:rPr><w:t>W</w:t></w:r><w:r><w:rPr><w:rFonts w:ascii="Arial"/><w:color w:val="4C4D4F"/><w:spacing w:val="-1"/></w:rPr><w:t> and</w:t></w:r><w:r><w:rPr><w:rFonts w:ascii="Arial"/><w:color w:val="4C4D4F"/><w:spacing w:val="-2"/></w:rPr><w:t> </w:t></w:r><w:r><w:rPr><w:rFonts w:ascii="Arial"/><w:color w:val="4C4D4F"/><w:spacing w:val="-1"/></w:rPr><w:t>one parallel to</w:t></w:r><w:r><w:rPr><w:rFonts w:ascii="Arial"/><w:color w:val="4C4D4F"/><w:spacing w:val="-2"/></w:rPr><w:t> </w:t></w:r><w:r><w:rPr><w:rFonts w:ascii="Arial"/><w:color w:val="4C4D4F"/><w:spacing w:val="-4"/></w:rPr><w:t>D</w:t></w:r><w:r><w:rPr><w:rFonts w:ascii="Arial"/><w:color w:val="4C4D4F"/><w:spacing w:val="-5"/></w:rPr><w:t>,</w:t></w:r><w:r><w:rPr><w:rFonts w:ascii="Arial"/><w:color w:val="4C4D4F"/></w:rPr><w:t> </w:t></w:r><w:r><w:rPr><w:rFonts w:ascii="Arial"/><w:color w:val="4C4D4F"/><w:spacing w:val="-1"/></w:rPr><w:t>to</w:t></w:r><w:r><w:rPr><w:rFonts w:ascii="Arial"/><w:color w:val="4C4D4F"/><w:spacing w:val="-2"/></w:rPr><w:t> </w:t></w:r><w:r><w:rPr><w:rFonts w:ascii="Arial"/><w:color w:val="4C4D4F"/><w:spacing w:val="-1"/></w:rPr><w:t>complete</w:t></w:r><w:r><w:rPr><w:rFonts w:ascii="Arial"/><w:color w:val="4C4D4F"/><w:spacing w:val="-2"/></w:rPr><w:t> </w:t></w:r><w:r><w:rPr><w:rFonts w:ascii="Arial"/><w:color w:val="4C4D4F"/><w:spacing w:val="-1"/></w:rPr><w:t>the outline</w:t></w:r><w:r><w:rPr><w:rFonts w:ascii="Arial"/><w:color w:val="4C4D4F"/><w:spacing w:val="-2"/></w:rPr><w:t> </w:t></w:r><w:r><w:rPr><w:rFonts w:ascii="Arial"/><w:color w:val="4C4D4F"/><w:spacing w:val="-1"/></w:rPr><w:t>of</w:t></w:r><w:r><w:rPr><w:rFonts w:ascii="Arial"/><w:color w:val="4C4D4F"/><w:w w:val="99"/></w:rPr><w:t> </w:t></w:r><w:r><w:rPr><w:rFonts w:ascii="Arial"/><w:color w:val="4C4D4F"/><w:spacing w:val="33"/><w:w w:val="99"/></w:rPr><w:t> </w:t></w:r><w:r><w:rPr><w:color w:val="4C4D4F"/><w:spacing w:val="-1"/></w:rPr><w:t>the</w:t></w:r><w:r><w:rPr><w:color w:val="4C4D4F"/></w:rPr><w:t> </w:t></w:r><w:r><w:rPr><w:color w:val="4C4D4F"/><w:spacing w:val="-1"/></w:rPr><w:t>rectangular</w:t></w:r><w:r><w:rPr><w:color w:val="4C4D4F"/></w:rPr><w:t> block </w:t></w:r><w:r><w:rPr><w:color w:val="4C4D4F"/><w:spacing w:val="-2"/></w:rPr><w:t>(Figure</w:t></w:r><w:r><w:rPr><w:color w:val="4C4D4F"/></w:rPr><w:t> </w:t></w:r><w:r><w:rPr><w:color w:val="4C4D4F"/><w:spacing w:val="-2"/></w:rPr><w:t>7).</w:t></w:r><w:r><w:rPr><w:color w:val="4C4D4F"/></w:rPr><w:t> </w:t></w:r><w:r><w:rPr><w:color w:val="4C4D4F"/><w:spacing w:val="-1"/></w:rPr><w:t>Begin</w:t></w:r><w:r><w:rPr><w:color w:val="4C4D4F"/></w:rPr><w:t> </w:t></w:r><w:r><w:rPr><w:color w:val="4C4D4F"/><w:spacing w:val="-1"/></w:rPr><w:t>with</w:t></w:r><w:r><w:rPr><w:color w:val="4C4D4F"/></w:rPr><w:t> </w:t></w:r><w:r><w:rPr><w:color w:val="4C4D4F"/><w:spacing w:val="-2"/></w:rPr><w:t>light</w:t></w:r><w:r><w:rPr><w:color w:val="4C4D4F"/></w:rPr><w:t> </w:t></w:r><w:r><w:rPr><w:color w:val="4C4D4F"/><w:spacing w:val="-2"/></w:rPr><w:t>layout</w:t></w:r><w:r><w:rPr><w:color w:val="4C4D4F"/></w:rPr><w:t> </w:t></w:r><w:r><w:rPr><w:color w:val="4C4D4F"/><w:spacing w:val="-1"/></w:rPr><w:t>lines</w:t></w:r><w:r><w:rPr><w:color w:val="4C4D4F"/></w:rPr><w:t> so </w:t></w:r><w:r><w:rPr><w:color w:val="4C4D4F"/><w:spacing w:val="-1"/></w:rPr><w:t>that</w:t></w:r><w:r><w:rPr><w:color w:val="4C4D4F"/></w:rPr><w:t> </w:t></w:r><w:r><w:rPr><w:color w:val="4C4D4F"/><w:spacing w:val="-2"/></w:rPr><w:t>you</w:t></w:r><w:r><w:rPr><w:color w:val="4C4D4F"/></w:rPr><w:t> can </w:t></w:r><w:r><w:rPr><w:color w:val="4C4D4F"/><w:spacing w:val="-2"/></w:rPr><w:t>make</w:t></w:r><w:r><w:rPr><w:color w:val="4C4D4F"/></w:rPr><w:t> </w:t></w:r><w:r><w:rPr><w:color w:val="4C4D4F"/><w:spacing w:val="-2"/></w:rPr><w:t>any</w:t></w:r><w:r><w:rPr/></w:r></w:p><w:p><w:pPr><w:pStyle w:val="BodyText"/><w:spacing w:line="284" w:lineRule="auto" w:before="1"/><w:ind w:left="1440" w:right="667"/><w:jc w:val="left"/></w:pPr><w:r><w:rPr><w:color w:val="4C4D4F"/></w:rPr><w:t>necessary </w:t></w:r><w:r><w:rPr><w:color w:val="4C4D4F"/><w:spacing w:val="-1"/></w:rPr><w:t>adjustments</w:t></w:r><w:r><w:rPr><w:color w:val="4C4D4F"/></w:rPr><w:t> </w:t></w:r><w:r><w:rPr><w:color w:val="4C4D4F"/><w:spacing w:val="-1"/></w:rPr><w:t>before</w:t></w:r><w:r><w:rPr><w:color w:val="4C4D4F"/></w:rPr><w:t> </w:t></w:r><w:r><w:rPr><w:color w:val="4C4D4F"/><w:spacing w:val="-2"/></w:rPr><w:t>darkening</w:t></w:r><w:r><w:rPr><w:color w:val="4C4D4F"/></w:rPr><w:t> </w:t></w:r><w:r><w:rPr><w:color w:val="4C4D4F"/><w:spacing w:val="-1"/></w:rPr><w:t>them.</w:t></w:r><w:r><w:rPr><w:color w:val="4C4D4F"/></w:rPr><w:t> </w:t></w:r><w:r><w:rPr><w:color w:val="4C4D4F"/><w:spacing w:val="-1"/></w:rPr><w:t>The</w:t></w:r><w:r><w:rPr><w:color w:val="4C4D4F"/></w:rPr><w:t> </w:t></w:r><w:r><w:rPr><w:color w:val="4C4D4F"/><w:spacing w:val="-1"/></w:rPr><w:t>finished</w:t></w:r><w:r><w:rPr><w:color w:val="4C4D4F"/></w:rPr><w:t> </w:t></w:r><w:r><w:rPr><w:color w:val="4C4D4F"/><w:spacing w:val="-1"/></w:rPr><w:t>isometric</w:t></w:r><w:r><w:rPr><w:color w:val="4C4D4F"/></w:rPr><w:t> </w:t></w:r><w:r><w:rPr><w:color w:val="4C4D4F"/><w:spacing w:val="-2"/></w:rPr><w:t>sketch</w:t></w:r><w:r><w:rPr><w:color w:val="4C4D4F"/></w:rPr><w:t> </w:t></w:r><w:r><w:rPr><w:color w:val="4C4D4F"/><w:spacing w:val="-1"/></w:rPr><w:t>is</w:t></w:r><w:r><w:rPr><w:color w:val="4C4D4F"/></w:rPr><w:t> </w:t></w:r><w:r><w:rPr><w:color w:val="4C4D4F"/><w:spacing w:val="-1"/></w:rPr><w:t>drawn</w:t></w:r><w:r><w:rPr><w:color w:val="4C4D4F"/></w:rPr><w:t> </w:t></w:r><w:r><w:rPr><w:color w:val="4C4D4F"/><w:spacing w:val="-1"/></w:rPr><w:t>with</w:t></w:r><w:r><w:rPr><w:color w:val="4C4D4F"/><w:spacing w:val="71"/></w:rPr><w:t> </w:t></w:r><w:r><w:rPr><w:color w:val="4C4D4F"/></w:rPr><w:t>dark object </w:t></w:r><w:r><w:rPr><w:color w:val="4C4D4F"/><w:spacing w:val="-1"/></w:rPr><w:t>lines</w:t></w:r><w:r><w:rPr><w:color w:val="4C4D4F"/></w:rPr><w:t> </w:t></w:r><w:r><w:rPr><w:color w:val="4C4D4F"/><w:spacing w:val="-1"/></w:rPr><w:t>in</w:t></w:r><w:r><w:rPr><w:color w:val="4C4D4F"/></w:rPr><w:t> </w:t></w:r><w:r><w:rPr><w:color w:val="4C4D4F"/><w:spacing w:val="-1"/></w:rPr><w:t>Figure</w:t></w:r><w:r><w:rPr><w:color w:val="4C4D4F"/></w:rPr><w:t> 8.</w:t></w:r><w:r><w:rPr/></w:r></w:p><w:p><w:pPr><w:spacing w:line="240" w:lineRule="auto" w:before="4"/><w:rPr><w:rFonts w:ascii="Arial" w:hAnsi="Arial" w:cs="Arial" w:eastAsia="Arial"/><w:sz w:val="16"/><w:szCs w:val="16"/></w:rPr></w:pPr></w:p><w:tbl><w:tblPr><w:tblW w:w="0" w:type="auto"/><w:jc w:val="left"/><w:tblInd w:w="1524" w:type="dxa"/><w:tblLayout w:type="fixed"/><w:tblCellMar><w:top w:w="0" w:type="dxa"/><w:left w:w="0" w:type="dxa"/><w:bottom w:w="0" w:type="dxa"/><w:right w:w="0" w:type="dxa"/></w:tblCellMar><w:tblLook w:val="01E0"/></w:tblPr><w:tblGrid><w:gridCol w:w="4391"/><w:gridCol w:w="3850"/></w:tblGrid><w:tr><w:trPr><w:trHeight w:val="3082" w:hRule="exact"/></w:trPr><w:tc><w:tcPr><w:tcW w:w="4391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3"/><w:ind w:right="0"/><w:jc w:val="left"/><w:rPr><w:rFonts w:ascii="Arial" w:hAnsi="Arial" w:cs="Arial" w:eastAsia="Arial"/><w:sz w:val="5"/><w:szCs w:val="5"/></w:rPr></w:pPr></w:p><w:p><w:pPr><w:pStyle w:val="TableParagraph"/><w:spacing w:line="200" w:lineRule="atLeast"/><w:ind w:left="425" w:right="0"/><w:jc w:val="left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1883006" cy="1812321"/><wp:effectExtent l="0" t="0" r="0" b="0"/><wp:docPr id="13" name="image7.png" descr=""/><wp:cNvGraphicFramePr><a:graphicFrameLocks noChangeAspect="1"/></wp:cNvGraphicFramePr><a:graphic><a:graphicData uri="http://schemas.openxmlformats.org/drawingml/2006/picture"><pic:pic><pic:nvPicPr><pic:cNvPr id="14" name="image7.png"/><pic:cNvPicPr/></pic:nvPicPr><pic:blipFill><a:blip r:embed="rId17" cstate="print"/><a:stretch><a:fillRect/></a:stretch></pic:blipFill><pic:spPr><a:xfrm><a:off x="0" y="0"/><a:ext cx="1883006" cy="1812321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/w:tc><w:tc><w:tcPr><w:tcW w:w="3850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3"/><w:ind w:right="0"/><w:jc w:val="left"/><w:rPr><w:rFonts w:ascii="Arial" w:hAnsi="Arial" w:cs="Arial" w:eastAsia="Arial"/><w:sz w:val="5"/><w:szCs w:val="5"/></w:rPr></w:pPr></w:p><w:p><w:pPr><w:pStyle w:val="TableParagraph"/><w:spacing w:line="200" w:lineRule="atLeast"/><w:ind w:left="789" w:right="0"/><w:jc w:val="left"/><w:rPr><w:rFonts w:ascii="Arial" w:hAnsi="Arial" w:cs="Arial" w:eastAsia="Arial"/><w:sz w:val="20"/><w:szCs w:val="20"/></w:rPr></w:pPr><w:r><w:rPr><w:rFonts w:ascii="Arial" w:hAnsi="Arial" w:cs="Arial" w:eastAsia="Arial"/><w:sz w:val="20"/><w:szCs w:val="20"/></w:rPr><w:drawing><wp:inline distT="0" distB="0" distL="0" distR="0"><wp:extent cx="1792139" cy="1867852"/><wp:effectExtent l="0" t="0" r="0" b="0"/><wp:docPr id="15" name="image8.png" descr=""/><wp:cNvGraphicFramePr><a:graphicFrameLocks noChangeAspect="1"/></wp:cNvGraphicFramePr><a:graphic><a:graphicData uri="http://schemas.openxmlformats.org/drawingml/2006/picture"><pic:pic><pic:nvPicPr><pic:cNvPr id="16" name="image8.png"/><pic:cNvPicPr/></pic:nvPicPr><pic:blipFill><a:blip r:embed="rId18" cstate="print"/><a:stretch><a:fillRect/></a:stretch></pic:blipFill><pic:spPr><a:xfrm><a:off x="0" y="0"/><a:ext cx="1792139" cy="1867852"/></a:xfrm><a:prstGeom prst="rect"><a:avLst/></a:prstGeom></pic:spPr></pic:pic></a:graphicData></a:graphic></wp:inline></w:drawing></w:r><w:r><w:rPr><w:rFonts w:ascii="Arial" w:hAnsi="Arial" w:cs="Arial" w:eastAsia="Arial"/><w:sz w:val="20"/><w:szCs w:val="20"/></w:rPr></w:r></w:p></w:tc></w:tr><w:tr><w:trPr><w:trHeight w:val="313" w:hRule="exact"/></w:trPr><w:tc><w:tcPr><w:tcW w:w="4391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50"/><w:ind w:left="230" w:right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3"/><w:sz w:val="18"/><w:szCs w:val="18"/></w:rPr><w:t> </w:t></w:r><w:r><w:rPr><w:rFonts w:ascii="Arial" w:hAnsi="Arial" w:cs="Arial" w:eastAsia="Arial"/><w:b/><w:bCs/><w:color w:val="231F20"/><w:spacing w:val="-1"/><w:sz w:val="18"/><w:szCs w:val="18"/></w:rPr><w:t>7—</w:t></w:r><w:r><w:rPr><w:rFonts w:ascii="Arial" w:hAnsi="Arial" w:cs="Arial" w:eastAsia="Arial"/><w:color w:val="231F20"/><w:spacing w:val="-1"/><w:sz w:val="18"/><w:szCs w:val="18"/></w:rPr><w:t>Full </w:t></w:r><w:r><w:rPr><w:rFonts w:ascii="Arial" w:hAnsi="Arial" w:cs="Arial" w:eastAsia="Arial"/><w:color w:val="231F20"/><w:sz w:val="18"/><w:szCs w:val="18"/></w:rPr><w:t>outline</w:t></w:r><w:r><w:rPr><w:rFonts w:ascii="Arial" w:hAnsi="Arial" w:cs="Arial" w:eastAsia="Arial"/><w:color w:val="231F20"/><w:spacing w:val="-1"/><w:sz w:val="18"/><w:szCs w:val="18"/></w:rPr><w:t> </w:t></w:r><w:r><w:rPr><w:rFonts w:ascii="Arial" w:hAnsi="Arial" w:cs="Arial" w:eastAsia="Arial"/><w:color w:val="231F20"/><w:sz w:val="18"/><w:szCs w:val="18"/></w:rPr><w:t>of</w:t></w:r><w:r><w:rPr><w:rFonts w:ascii="Arial" w:hAnsi="Arial" w:cs="Arial" w:eastAsia="Arial"/><w:color w:val="231F20"/><w:spacing w:val="-1"/><w:sz w:val="18"/><w:szCs w:val="18"/></w:rPr><w:t> </w:t></w:r><w:r><w:rPr><w:rFonts w:ascii="Arial" w:hAnsi="Arial" w:cs="Arial" w:eastAsia="Arial"/><w:color w:val="231F20"/><w:sz w:val="18"/><w:szCs w:val="18"/></w:rPr><w:t>rectangular</w:t></w:r><w:r><w:rPr><w:rFonts w:ascii="Arial" w:hAnsi="Arial" w:cs="Arial" w:eastAsia="Arial"/><w:color w:val="231F20"/><w:spacing w:val="-1"/><w:sz w:val="18"/><w:szCs w:val="18"/></w:rPr><w:t> </w:t></w:r><w:r><w:rPr><w:rFonts w:ascii="Arial" w:hAnsi="Arial" w:cs="Arial" w:eastAsia="Arial"/><w:color w:val="231F20"/><w:sz w:val="18"/><w:szCs w:val="18"/></w:rPr><w:t>block</w:t></w:r><w:r><w:rPr><w:rFonts w:ascii="Arial" w:hAnsi="Arial" w:cs="Arial" w:eastAsia="Arial"/><w:sz w:val="18"/><w:szCs w:val="18"/></w:rPr></w:r></w:p></w:tc><w:tc><w:tcPr><w:tcW w:w="3850" w:type="dxa"/><w:tcBorders><w:top w:val="nil" w:sz="6" w:space="0" w:color="auto"/><w:left w:val="nil" w:sz="6" w:space="0" w:color="auto"/><w:bottom w:val="nil" w:sz="6" w:space="0" w:color="auto"/><w:right w:val="nil" w:sz="6" w:space="0" w:color="auto"/></w:tcBorders></w:tcPr><w:p><w:pPr><w:pStyle w:val="TableParagraph"/><w:spacing w:line="240" w:lineRule="auto" w:before="50"/><w:ind w:left="1134" w:right="0"/><w:jc w:val="left"/><w:rPr><w:rFonts w:ascii="Arial" w:hAnsi="Arial" w:cs="Arial" w:eastAsia="Arial"/><w:sz w:val="18"/><w:szCs w:val="18"/></w:rPr></w:pPr><w:r><w:rPr><w:rFonts w:ascii="Arial" w:hAnsi="Arial" w:cs="Arial" w:eastAsia="Arial"/><w:b/><w:bCs/><w:color w:val="231F20"/><w:sz w:val="18"/><w:szCs w:val="18"/></w:rPr><w:t>Figure</w:t></w:r><w:r><w:rPr><w:rFonts w:ascii="Arial" w:hAnsi="Arial" w:cs="Arial" w:eastAsia="Arial"/><w:b/><w:bCs/><w:color w:val="231F20"/><w:spacing w:val="-4"/><w:sz w:val="18"/><w:szCs w:val="18"/></w:rPr><w:t> </w:t></w:r><w:r><w:rPr><w:rFonts w:ascii="Arial" w:hAnsi="Arial" w:cs="Arial" w:eastAsia="Arial"/><w:b/><w:bCs/><w:color w:val="231F20"/><w:spacing w:val="-1"/><w:sz w:val="18"/><w:szCs w:val="18"/></w:rPr><w:t>8—</w:t></w:r><w:r><w:rPr><w:rFonts w:ascii="Arial" w:hAnsi="Arial" w:cs="Arial" w:eastAsia="Arial"/><w:color w:val="231F20"/><w:spacing w:val="-1"/><w:sz w:val="18"/><w:szCs w:val="18"/></w:rPr><w:t>Isometric</w:t></w:r><w:r><w:rPr><w:rFonts w:ascii="Arial" w:hAnsi="Arial" w:cs="Arial" w:eastAsia="Arial"/><w:color w:val="231F20"/><w:spacing w:val="-4"/><w:sz w:val="18"/><w:szCs w:val="18"/></w:rPr><w:t> </w:t></w:r><w:r><w:rPr><w:rFonts w:ascii="Arial" w:hAnsi="Arial" w:cs="Arial" w:eastAsia="Arial"/><w:color w:val="231F20"/><w:spacing w:val="-1"/><w:sz w:val="18"/><w:szCs w:val="18"/></w:rPr><w:t>object</w:t></w:r><w:r><w:rPr><w:rFonts w:ascii="Arial" w:hAnsi="Arial" w:cs="Arial" w:eastAsia="Arial"/><w:sz w:val="18"/><w:szCs w:val="18"/></w:rPr></w:r></w:p></w:tc></w:tr></w:tbl><w:p><w:pPr><w:pStyle w:val="BodyText"/><w:numPr><w:ilvl w:val="0"/><w:numId w:val="2"/></w:numPr><w:tabs><w:tab w:pos="1440" w:val="left" w:leader="none"/></w:tabs><w:spacing w:line="240" w:lineRule="auto" w:before="179" w:after="0"/><w:ind w:left="1440" w:right="0" w:hanging="320"/><w:jc w:val="left"/></w:pPr><w:r><w:rPr><w:color w:val="4C4D4F"/><w:spacing w:val="-1"/></w:rPr><w:t>Complete</w:t></w:r><w:r><w:rPr><w:color w:val="4C4D4F"/></w:rPr><w:t> </w:t></w:r><w:r><w:rPr><w:color w:val="4C4D4F"/><w:spacing w:val="-1"/></w:rPr><w:t>the</w:t></w:r><w:r><w:rPr><w:color w:val="4C4D4F"/></w:rPr><w:t> activity </w:t></w:r><w:r><w:rPr><w:color w:val="4C4D4F"/><w:spacing w:val="-3"/></w:rPr><w:t>by</w:t></w:r><w:r><w:rPr><w:color w:val="4C4D4F"/></w:rPr><w:t> </w:t></w:r><w:r><w:rPr><w:color w:val="4C4D4F"/><w:spacing w:val="-1"/></w:rPr><w:t>filling</w:t></w:r><w:r><w:rPr><w:color w:val="4C4D4F"/></w:rPr><w:t> </w:t></w:r><w:r><w:rPr><w:color w:val="4C4D4F"/><w:spacing w:val="-1"/></w:rPr><w:t>in</w:t></w:r><w:r><w:rPr><w:color w:val="4C4D4F"/></w:rPr><w:t> </w:t></w:r><w:r><w:rPr><w:color w:val="4C4D4F"/><w:spacing w:val="-1"/></w:rPr><w:t>the</w:t></w:r><w:r><w:rPr><w:color w:val="4C4D4F"/></w:rPr><w:t> </w:t></w:r><w:r><w:rPr><w:color w:val="4C4D4F"/><w:spacing w:val="-1"/></w:rPr><w:t>title</w:t></w:r><w:r><w:rPr><w:color w:val="4C4D4F"/></w:rPr><w:t> block </w:t></w:r><w:r><w:rPr><w:color w:val="4C4D4F"/><w:spacing w:val="-1"/></w:rPr><w:t>as</w:t></w:r><w:r><w:rPr><w:color w:val="4C4D4F"/></w:rPr><w:t> </w:t></w:r><w:r><w:rPr><w:color w:val="4C4D4F"/><w:spacing w:val="-2"/></w:rPr><w:t>follows:</w:t></w:r><w:r><w:rPr/></w:r></w:p><w:p><w:pPr><w:spacing w:line="240" w:lineRule="auto" w:before="5"/><w:rPr><w:rFonts w:ascii="Arial" w:hAnsi="Arial" w:cs="Arial" w:eastAsia="Arial"/><w:sz w:val="19"/><w:szCs w:val="19"/></w:rPr></w:pPr></w:p><w:tbl><w:tblPr><w:tblW w:w="0" w:type="auto"/><w:jc w:val="left"/><w:tblInd w:w="1100" w:type="dxa"/><w:tblLayout w:type="fixed"/><w:tblCellMar><w:top w:w="0" w:type="dxa"/><w:left w:w="0" w:type="dxa"/><w:bottom w:w="0" w:type="dxa"/><w:right w:w="0" w:type="dxa"/></w:tblCellMar><w:tblLook w:val="01E0"/></w:tblPr><w:tblGrid><w:gridCol w:w="6312"/><w:gridCol w:w="2971"/></w:tblGrid><w:tr><w:trPr><w:trHeight w:val="315" w:hRule="exact"/></w:trPr><w:tc><w:tcPr><w:tcW w:w="6312" w:type="dxa"/><w:vMerge w:val="restart"/><w:tcBorders><w:top w:val="single" w:sz="8" w:space="0" w:color="231F20"/><w:left w:val="single" w:sz="8" w:space="0" w:color="231F20"/><w:right w:val="single" w:sz="4" w:space="0" w:color="231F20"/></w:tcBorders></w:tcPr><w:p><w:pPr><w:pStyle w:val="TableParagraph"/><w:spacing w:line="240" w:lineRule="auto" w:before="184"/><w:ind w:left="70" w:right="0"/><w:jc w:val="left"/><w:rPr><w:rFonts w:ascii="Arial" w:hAnsi="Arial" w:cs="Arial" w:eastAsia="Arial"/><w:sz w:val="22"/><w:szCs w:val="22"/></w:rPr></w:pPr><w:r><w:rPr><w:rFonts w:ascii="Arial"/><w:color w:val="4C4D4F"/><w:spacing w:val="-1"/><w:sz w:val="22"/></w:rPr><w:t>ACTIVITY</w:t></w:r><w:r><w:rPr><w:rFonts w:ascii="Arial"/><w:color w:val="4C4D4F"/><w:sz w:val="22"/></w:rPr><w:t> # 6</w:t></w:r><w:r><w:rPr><w:rFonts w:ascii="Arial"/><w:sz w:val="22"/></w:rPr></w:r></w:p></w:tc><w:tc><w:tcPr><w:tcW w:w="2971" w:type="dxa"/><w:tcBorders><w:top w:val="single" w:sz="8" w:space="0" w:color="231F20"/><w:left w:val="single" w:sz="4" w:space="0" w:color="231F20"/><w:bottom w:val="single" w:sz="4" w:space="0" w:color="231F20"/><w:right w:val="single" w:sz="8" w:space="0" w:color="231F20"/></w:tcBorders></w:tcPr><w:p><w:pPr><w:pStyle w:val="TableParagraph"/><w:spacing w:line="240" w:lineRule="auto" w:before="24"/><w:ind w:left="74" w:right="0"/><w:jc w:val="left"/><w:rPr><w:rFonts w:ascii="Arial" w:hAnsi="Arial" w:cs="Arial" w:eastAsia="Arial"/><w:sz w:val="22"/><w:szCs w:val="22"/></w:rPr></w:pPr><w:r><w:rPr><w:rFonts w:ascii="Arial"/><w:color w:val="4C4D4F"/><w:spacing w:val="2"/><w:sz w:val="22"/></w:rPr><w:t>NAME</w:t></w:r><w:r><w:rPr><w:rFonts w:ascii="Arial"/><w:sz w:val="22"/></w:rPr></w:r></w:p></w:tc></w:tr><w:tr><w:trPr><w:trHeight w:val="320" w:hRule="exact"/></w:trPr><w:tc><w:tcPr><w:tcW w:w="6312" w:type="dxa"/><w:vMerge/><w:tcBorders><w:left w:val="single" w:sz="8" w:space="0" w:color="231F20"/><w:bottom w:val="single" w:sz="4" w:space="0" w:color="231F20"/><w:right w:val="single" w:sz="4" w:space="0" w:color="231F20"/></w:tcBorders></w:tcPr><w:p><w:pPr/></w:p></w:tc><w:tc><w:tcPr><w:tcW w:w="2971" w:type="dxa"/><w:tcBorders><w:top w:val="single" w:sz="4" w:space="0" w:color="231F20"/><w:left w:val="single" w:sz="4" w:space="0" w:color="231F20"/><w:bottom w:val="single" w:sz="4" w:space="0" w:color="231F20"/><w:right w:val="single" w:sz="8" w:space="0" w:color="231F20"/></w:tcBorders></w:tcPr><w:p><w:pPr><w:pStyle w:val="TableParagraph"/><w:spacing w:line="240" w:lineRule="auto" w:before="29"/><w:ind w:left="74" w:right="0"/><w:jc w:val="left"/><w:rPr><w:rFonts w:ascii="Arial" w:hAnsi="Arial" w:cs="Arial" w:eastAsia="Arial"/><w:sz w:val="22"/><w:szCs w:val="22"/></w:rPr></w:pPr><w:r><w:rPr><w:rFonts w:ascii="Arial"/><w:color w:val="4C4D4F"/><w:spacing w:val="-6"/><w:sz w:val="22"/></w:rPr><w:t>D</w:t></w:r><w:r><w:rPr><w:rFonts w:ascii="Arial"/><w:color w:val="4C4D4F"/><w:spacing w:val="-7"/><w:sz w:val="22"/></w:rPr><w:t>ATE</w:t></w:r><w:r><w:rPr><w:rFonts w:ascii="Arial"/><w:sz w:val="22"/></w:rPr></w:r></w:p></w:tc></w:tr><w:tr><w:trPr><w:trHeight w:val="320" w:hRule="exact"/></w:trPr><w:tc><w:tcPr><w:tcW w:w="6312" w:type="dxa"/><w:vMerge w:val="restart"/><w:tcBorders><w:top w:val="single" w:sz="4" w:space="0" w:color="231F20"/><w:left w:val="single" w:sz="8" w:space="0" w:color="231F20"/><w:right w:val="single" w:sz="4" w:space="0" w:color="231F20"/></w:tcBorders></w:tcPr><w:p><w:pPr><w:pStyle w:val="TableParagraph"/><w:spacing w:line="240" w:lineRule="auto" w:before="189"/><w:ind w:left="70" w:right="0"/><w:jc w:val="left"/><w:rPr><w:rFonts w:ascii="Arial" w:hAnsi="Arial" w:cs="Arial" w:eastAsia="Arial"/><w:sz w:val="22"/><w:szCs w:val="22"/></w:rPr></w:pPr><w:r><w:rPr><w:rFonts w:ascii="Arial"/><w:color w:val="4C4D4F"/><w:sz w:val="22"/></w:rPr><w:t>ISOMETRIC</w:t></w:r><w:r><w:rPr><w:rFonts w:ascii="Arial"/><w:sz w:val="22"/></w:rPr></w:r></w:p></w:tc><w:tc><w:tcPr><w:tcW w:w="2971" w:type="dxa"/><w:tcBorders><w:top w:val="single" w:sz="4" w:space="0" w:color="231F20"/><w:left w:val="single" w:sz="4" w:space="0" w:color="231F20"/><w:bottom w:val="single" w:sz="4" w:space="0" w:color="231F20"/><w:right w:val="single" w:sz="8" w:space="0" w:color="231F20"/></w:tcBorders></w:tcPr><w:p><w:pPr><w:pStyle w:val="TableParagraph"/><w:spacing w:line="240" w:lineRule="auto" w:before="29"/><w:ind w:left="74" w:right="0"/><w:jc w:val="left"/><w:rPr><w:rFonts w:ascii="Arial" w:hAnsi="Arial" w:cs="Arial" w:eastAsia="Arial"/><w:sz w:val="22"/><w:szCs w:val="22"/></w:rPr></w:pPr><w:r><w:rPr><w:rFonts w:ascii="Arial"/><w:color w:val="4C4D4F"/><w:spacing w:val="-1"/><w:sz w:val="22"/></w:rPr><w:t>SCALE</w:t></w:r><w:r><w:rPr><w:rFonts w:ascii="Arial"/><w:color w:val="4C4D4F"/><w:sz w:val="22"/></w:rPr><w:t> OF DRAWING </w:t></w:r><w:r><w:rPr><w:rFonts w:ascii="Arial"/><w:color w:val="4C4D4F"/><w:spacing w:val="-9"/><w:sz w:val="22"/></w:rPr><w:t>1:1</w:t></w:r><w:r><w:rPr><w:rFonts w:ascii="Arial"/><w:sz w:val="22"/></w:rPr></w:r></w:p></w:tc></w:tr><w:tr><w:trPr><w:trHeight w:val="325" w:hRule="exact"/></w:trPr><w:tc><w:tcPr><w:tcW w:w="6312" w:type="dxa"/><w:vMerge/><w:tcBorders><w:left w:val="single" w:sz="8" w:space="0" w:color="231F20"/><w:bottom w:val="single" w:sz="8" w:space="0" w:color="231F20"/><w:right w:val="single" w:sz="4" w:space="0" w:color="231F20"/></w:tcBorders></w:tcPr><w:p><w:pPr/></w:p></w:tc><w:tc><w:tcPr><w:tcW w:w="2971" w:type="dxa"/><w:tcBorders><w:top w:val="single" w:sz="4" w:space="0" w:color="231F20"/><w:left w:val="single" w:sz="4" w:space="0" w:color="231F20"/><w:bottom w:val="single" w:sz="8" w:space="0" w:color="231F20"/><w:right w:val="single" w:sz="8" w:space="0" w:color="231F20"/></w:tcBorders></w:tcPr><w:p><w:pPr><w:pStyle w:val="TableParagraph"/><w:spacing w:line="240" w:lineRule="auto" w:before="29"/><w:ind w:left="74" w:right="0"/><w:jc w:val="left"/><w:rPr><w:rFonts w:ascii="Arial" w:hAnsi="Arial" w:cs="Arial" w:eastAsia="Arial"/><w:sz w:val="22"/><w:szCs w:val="22"/></w:rPr></w:pPr><w:r><w:rPr><w:rFonts w:ascii="Arial"/><w:color w:val="4C4D4F"/><w:spacing w:val="-4"/><w:sz w:val="22"/></w:rPr><w:t>PAGE</w:t></w:r><w:r><w:rPr><w:rFonts w:ascii="Arial"/><w:color w:val="4C4D4F"/><w:sz w:val="22"/></w:rPr><w:t> 1 OF 1</w:t></w:r><w:r><w:rPr><w:rFonts w:ascii="Arial"/><w:sz w:val="22"/></w:rPr></w:r></w:p></w:tc></w:tr></w:tbl><w:p><w:pPr><w:spacing w:line="240" w:lineRule="auto" w:before="11"/><w:rPr><w:rFonts w:ascii="Arial" w:hAnsi="Arial" w:cs="Arial" w:eastAsia="Arial"/><w:sz w:val="9"/><w:szCs w:val="9"/></w:rPr></w:pPr></w:p><w:p><w:pPr><w:pStyle w:val="Heading2"/><w:spacing w:line="240" w:lineRule="auto" w:before="59"/><w:ind w:left="1100" w:right="0"/><w:jc w:val="left"/><w:rPr><w:b w:val="0"/><w:bCs w:val="0"/></w:rPr></w:pPr><w:r><w:rPr><w:color w:val="4F61AB"/></w:rPr><w:t>Extension</w:t></w:r><w:r><w:rPr><w:color w:val="4F61AB"/><w:spacing w:val="-28"/></w:rPr><w:t> </w:t></w:r><w:r><w:rPr><w:color w:val="4F61AB"/><w:spacing w:val="-1"/></w:rPr><w:t>Activity</w:t></w:r><w:r><w:rPr><w:b w:val="0"/></w:rPr></w:r></w:p><w:p><w:pPr><w:pStyle w:val="BodyText"/><w:spacing w:line="284" w:lineRule="auto" w:before="116"/><w:ind w:right="1151"/><w:jc w:val="left"/><w:rPr><w:rFonts w:ascii="Arial" w:hAnsi="Arial" w:cs="Arial" w:eastAsia="Arial"/></w:rPr></w:pPr><w:r><w:rPr><w:color w:val="4C4D4F"/><w:spacing w:val="-1"/></w:rPr><w:t>Further</w:t></w:r><w:r><w:rPr><w:color w:val="4C4D4F"/></w:rPr><w:t> </w:t></w:r><w:r><w:rPr><w:color w:val="4C4D4F"/><w:spacing w:val="-1"/></w:rPr><w:t>drawing</w:t></w:r><w:r><w:rPr><w:color w:val="4C4D4F"/></w:rPr><w:t> practice </w:t></w:r><w:r><w:rPr><w:color w:val="4C4D4F"/><w:spacing w:val="-1"/></w:rPr><w:t>creating</w:t></w:r><w:r><w:rPr><w:color w:val="4C4D4F"/></w:rPr><w:t> </w:t></w:r><w:r><w:rPr><w:color w:val="4C4D4F"/><w:spacing w:val="-1"/></w:rPr><w:t>more</w:t></w:r><w:r><w:rPr><w:color w:val="4C4D4F"/></w:rPr><w:t> </w:t></w:r><w:r><w:rPr><w:color w:val="4C4D4F"/><w:spacing w:val="-1"/></w:rPr><w:t>isometric</w:t></w:r><w:r><w:rPr><w:color w:val="4C4D4F"/></w:rPr><w:t> </w:t></w:r><w:r><w:rPr><w:color w:val="4C4D4F"/><w:spacing w:val="-1"/></w:rPr><w:t>objects,</w:t></w:r><w:r><w:rPr><w:color w:val="4C4D4F"/></w:rPr><w:t> </w:t></w:r><w:r><w:rPr><w:color w:val="4C4D4F"/><w:spacing w:val="-1"/></w:rPr><w:t>using</w:t></w:r><w:r><w:rPr><w:color w:val="4C4D4F"/></w:rPr><w:t> </w:t></w:r><w:r><w:rPr><w:color w:val="4C4D4F"/><w:spacing w:val="-1"/></w:rPr><w:t>different</w:t></w:r><w:r><w:rPr><w:color w:val="4C4D4F"/></w:rPr><w:t> </w:t></w:r><w:r><w:rPr><w:color w:val="4C4D4F"/><w:spacing w:val="-1"/></w:rPr><w:t>wooden</w:t></w:r><w:r><w:rPr><w:color w:val="4C4D4F"/></w:rPr><w:t> cut-out</w:t></w:r><w:r><w:rPr><w:color w:val="4C4D4F"/><w:spacing w:val="65"/></w:rPr><w:t> </w:t></w:r><w:r><w:rPr><w:rFonts w:ascii="Arial"/><w:color w:val="4C4D4F"/><w:spacing w:val="-1"/></w:rPr><w:t>shapes.</w:t></w:r><w:r><w:rPr><w:rFonts w:ascii="Arial"/></w:rPr></w:r></w:p><w:p><w:pPr><w:spacing w:after="0" w:line="284" w:lineRule="auto"/><w:jc w:val="left"/><w:rPr><w:rFonts w:ascii="Arial" w:hAnsi="Arial" w:cs="Arial" w:eastAsia="Arial"/></w:rPr><w:sectPr><w:pgSz w:w="12240" w:h="15840"/><w:pgMar w:header="630" w:footer="643" w:top="1080" w:bottom="840" w:left="340" w:right="880"/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2"/><w:rPr><w:rFonts w:ascii="Arial" w:hAnsi="Arial" w:cs="Arial" w:eastAsia="Arial"/><w:sz w:val="16"/><w:szCs w:val="16"/></w:rPr></w:pPr></w:p><w:p><w:pPr><w:pStyle w:val="Heading3"/><w:spacing w:line="240" w:lineRule="auto" w:before="64"/><w:ind w:right="0"/><w:jc w:val="left"/><w:rPr><w:b w:val="0"/><w:bCs w:val="0"/></w:rPr></w:pPr><w:r><w:rPr><w:color w:val="4F61AB"/><w:spacing w:val="-1"/></w:rPr><w:t>Assessment</w:t></w:r><w:r><w:rPr><w:b w:val="0"/></w:rPr></w:r></w:p><w:p><w:pPr><w:pStyle w:val="BodyText"/><w:numPr><w:ilvl w:val="0"/><w:numId w:val="1"/></w:numPr><w:tabs><w:tab w:pos="1100" w:val="left" w:leader="none"/></w:tabs><w:spacing w:line="240" w:lineRule="auto" w:before="124" w:after="0"/><w:ind w:left="1100" w:right="0" w:hanging="270"/><w:jc w:val="left"/></w:pPr><w:r><w:rPr><w:color w:val="4C4D4F"/><w:spacing w:val="-1"/></w:rPr><w:t>Student</w:t></w:r><w:r><w:rPr><w:color w:val="4C4D4F"/></w:rPr><w:t> participation </w:t></w:r><w:r><w:rPr><w:color w:val="4C4D4F"/><w:spacing w:val="-1"/></w:rPr><w:t>in</w:t></w:r><w:r><w:rPr><w:color w:val="4C4D4F"/></w:rPr><w:t> </w:t></w:r><w:r><w:rPr><w:color w:val="4C4D4F"/><w:spacing w:val="-1"/></w:rPr><w:t>discussion/demonstration</w:t></w:r><w:r><w:rPr/></w:r></w:p><w:p><w:pPr><w:pStyle w:val="BodyText"/><w:numPr><w:ilvl w:val="0"/><w:numId w:val="1"/></w:numPr><w:tabs><w:tab w:pos="1100" w:val="left" w:leader="none"/></w:tabs><w:spacing w:line="240" w:lineRule="auto" w:before="137" w:after="0"/><w:ind w:left="1100" w:right="0" w:hanging="270"/><w:jc w:val="left"/><w:rPr><w:rFonts w:ascii="Arial" w:hAnsi="Arial" w:cs="Arial" w:eastAsia="Arial"/></w:rPr></w:pPr><w:r><w:rPr><w:rFonts w:ascii="Arial"/><w:color w:val="4C4D4F"/><w:spacing w:val="-1"/></w:rPr><w:t>Completion</w:t></w:r><w:r><w:rPr><w:rFonts w:ascii="Arial"/><w:color w:val="4C4D4F"/><w:spacing w:val="-2"/></w:rPr><w:t> </w:t></w:r><w:r><w:rPr><w:rFonts w:ascii="Arial"/><w:color w:val="4C4D4F"/><w:spacing w:val="-1"/></w:rPr><w:t>of drawing with</w:t></w:r><w:r><w:rPr><w:rFonts w:ascii="Arial"/><w:color w:val="4C4D4F"/><w:spacing w:val="-2"/></w:rPr><w:t> overall </w:t></w:r><w:r><w:rPr><w:rFonts w:ascii="Arial"/><w:color w:val="4C4D4F"/><w:spacing w:val="-1"/></w:rPr><w:t>neatness:</w:t></w:r><w:r><w:rPr><w:rFonts w:ascii="Arial"/></w:rPr></w:r></w:p><w:p><w:pPr><w:pStyle w:val="BodyText"/><w:numPr><w:ilvl w:val="0"/><w:numId w:val="3"/></w:numPr><w:tabs><w:tab w:pos="1460" w:val="left" w:leader="none"/></w:tabs><w:spacing w:line="240" w:lineRule="auto" w:before="137" w:after="0"/><w:ind w:left="1460" w:right="0" w:hanging="270"/><w:jc w:val="left"/></w:pPr><w:r><w:rPr><w:color w:val="4C4D4F"/><w:spacing w:val="-1"/></w:rPr><w:t>Lines</w:t></w:r><w:r><w:rPr><w:color w:val="4C4D4F"/></w:rPr><w:t> </w:t></w:r><w:r><w:rPr><w:color w:val="4C4D4F"/><w:spacing w:val="-1"/></w:rPr><w:t>are</w:t></w:r><w:r><w:rPr><w:color w:val="4C4D4F"/></w:rPr><w:t> concisely </w:t></w:r><w:r><w:rPr><w:color w:val="4C4D4F"/><w:spacing w:val="-2"/></w:rPr><w:t>drawn.</w:t></w:r><w:r><w:rPr/></w:r></w:p><w:p><w:pPr><w:pStyle w:val="BodyText"/><w:numPr><w:ilvl w:val="0"/><w:numId w:val="3"/></w:numPr><w:tabs><w:tab w:pos="1460" w:val="left" w:leader="none"/></w:tabs><w:spacing w:line="240" w:lineRule="auto" w:before="137" w:after="0"/><w:ind w:left="1460" w:right="0" w:hanging="270"/><w:jc w:val="left"/><w:rPr><w:rFonts w:ascii="Arial" w:hAnsi="Arial" w:cs="Arial" w:eastAsia="Arial"/></w:rPr></w:pPr><w:r><w:rPr><w:rFonts w:ascii="Arial"/><w:color w:val="4C4D4F"/><w:spacing w:val="-1"/></w:rPr><w:t>Isometric object is accurate</w:t></w:r><w:r><w:rPr><w:rFonts w:ascii="Arial"/><w:color w:val="4C4D4F"/><w:spacing w:val="-2"/></w:rPr><w:t> </w:t></w:r><w:r><w:rPr><w:rFonts w:ascii="Arial"/><w:color w:val="4C4D4F"/><w:spacing w:val="-1"/></w:rPr><w:t>and</w:t></w:r><w:r><w:rPr><w:rFonts w:ascii="Arial"/><w:color w:val="4C4D4F"/><w:spacing w:val="-2"/></w:rPr><w:t> </w:t></w:r><w:r><w:rPr><w:rFonts w:ascii="Arial"/><w:color w:val="4C4D4F"/></w:rPr><w:t>proportional</w:t></w:r><w:r><w:rPr><w:rFonts w:ascii="Arial"/><w:color w:val="4C4D4F"/><w:spacing w:val="-2"/></w:rPr><w:t> </w:t></w:r><w:r><w:rPr><w:rFonts w:ascii="Arial"/><w:color w:val="4C4D4F"/><w:spacing w:val="-1"/></w:rPr><w:t>to</w:t></w:r><w:r><w:rPr><w:rFonts w:ascii="Arial"/><w:color w:val="4C4D4F"/><w:spacing w:val="-2"/></w:rPr><w:t> page.</w:t></w:r><w:r><w:rPr><w:rFonts w:ascii="Arial"/></w:rPr></w:r></w:p><w:p><w:pPr><w:pStyle w:val="BodyText"/><w:numPr><w:ilvl w:val="0"/><w:numId w:val="3"/></w:numPr><w:tabs><w:tab w:pos="1460" w:val="left" w:leader="none"/></w:tabs><w:spacing w:line="240" w:lineRule="auto" w:before="137" w:after="0"/><w:ind w:left="1460" w:right="0" w:hanging="270"/><w:jc w:val="left"/></w:pPr><w:r><w:rPr><w:color w:val="4C4D4F"/><w:spacing w:val="-1"/></w:rPr><w:t>Border</w:t></w:r><w:r><w:rPr><w:color w:val="4C4D4F"/></w:rPr><w:t> </w:t></w:r><w:r><w:rPr><w:color w:val="4C4D4F"/><w:spacing w:val="-1"/></w:rPr><w:t>lines</w:t></w:r><w:r><w:rPr><w:color w:val="4C4D4F"/></w:rPr><w:t> cross </w:t></w:r><w:r><w:rPr><w:color w:val="4C4D4F"/><w:spacing w:val="-1"/></w:rPr><w:t>to</w:t></w:r><w:r><w:rPr><w:color w:val="4C4D4F"/></w:rPr><w:t> </w:t></w:r><w:r><w:rPr><w:color w:val="4C4D4F"/><w:spacing w:val="-1"/></w:rPr><w:t>ensure</w:t></w:r><w:r><w:rPr><w:color w:val="4C4D4F"/></w:rPr><w:t> closed corners.</w:t></w:r><w:r><w:rPr/></w:r></w:p><w:p><w:pPr><w:pStyle w:val="BodyText"/><w:numPr><w:ilvl w:val="0"/><w:numId w:val="3"/></w:numPr><w:tabs><w:tab w:pos="1460" w:val="left" w:leader="none"/></w:tabs><w:spacing w:line="240" w:lineRule="auto" w:before="137" w:after="0"/><w:ind w:left="1460" w:right="0" w:hanging="270"/><w:jc w:val="left"/></w:pPr><w:r><w:rPr><w:color w:val="4C4D4F"/><w:spacing w:val="-1"/></w:rPr><w:t>Lettering</w:t></w:r><w:r><w:rPr><w:color w:val="4C4D4F"/></w:rPr><w:t> </w:t></w:r><w:r><w:rPr><w:color w:val="4C4D4F"/><w:spacing w:val="-1"/></w:rPr><w:t>is</w:t></w:r><w:r><w:rPr><w:color w:val="4C4D4F"/></w:rPr><w:t> </w:t></w:r><w:r><w:rPr><w:color w:val="4C4D4F"/><w:spacing w:val="-1"/></w:rPr><w:t>done</w:t></w:r><w:r><w:rPr><w:color w:val="4C4D4F"/></w:rPr><w:t> </w:t></w:r><w:r><w:rPr><w:color w:val="4C4D4F"/><w:spacing w:val="-1"/></w:rPr><w:t>to</w:t></w:r><w:r><w:rPr><w:color w:val="4C4D4F"/></w:rPr><w:t> a </w:t></w:r><w:r><w:rPr><w:color w:val="4C4D4F"/><w:spacing w:val="-1"/></w:rPr><w:t>high</w:t></w:r><w:r><w:rPr><w:color w:val="4C4D4F"/></w:rPr><w:t> </w:t></w:r><w:r><w:rPr><w:color w:val="4C4D4F"/><w:spacing w:val="-1"/></w:rPr><w:t>quality</w:t></w:r><w:r><w:rPr><w:color w:val="4C4D4F"/></w:rPr><w:t> </w:t></w:r><w:r><w:rPr><w:color w:val="4C4D4F"/><w:spacing w:val="-4"/></w:rPr><w:t>(all</w:t></w:r><w:r><w:rPr><w:color w:val="4C4D4F"/></w:rPr><w:t> </w:t></w:r><w:r><w:rPr><w:color w:val="4C4D4F"/><w:spacing w:val="-2"/></w:rPr><w:t>uppercase).</w:t></w:r><w:r><w:rPr/></w:r></w:p><w:p><w:pPr><w:pStyle w:val="BodyText"/><w:numPr><w:ilvl w:val="0"/><w:numId w:val="3"/></w:numPr><w:tabs><w:tab w:pos="1460" w:val="left" w:leader="none"/></w:tabs><w:spacing w:line="240" w:lineRule="auto" w:before="137" w:after="0"/><w:ind w:left="1460" w:right="0" w:hanging="270"/><w:jc w:val="left"/></w:pPr><w:r><w:rPr><w:color w:val="4C4D4F"/><w:spacing w:val="-1"/></w:rPr><w:t>Title</w:t></w:r><w:r><w:rPr><w:color w:val="4C4D4F"/></w:rPr><w:t> block </w:t></w:r><w:r><w:rPr><w:color w:val="4C4D4F"/><w:spacing w:val="-1"/></w:rPr><w:t>is</w:t></w:r><w:r><w:rPr><w:color w:val="4C4D4F"/></w:rPr><w:t> </w:t></w:r><w:r><w:rPr><w:color w:val="4C4D4F"/><w:spacing w:val="-1"/></w:rPr><w:t>filled</w:t></w:r><w:r><w:rPr><w:color w:val="4C4D4F"/></w:rPr><w:t> </w:t></w:r><w:r><w:rPr><w:color w:val="4C4D4F"/><w:spacing w:val="-1"/></w:rPr><w:t>out</w:t></w:r><w:r><w:rPr><w:color w:val="4C4D4F"/></w:rPr><w:t> correctly </w:t></w:r><w:r><w:rPr><w:color w:val="4C4D4F"/><w:spacing w:val="-1"/></w:rPr><w:t>with</w:t></w:r><w:r><w:rPr><w:color w:val="4C4D4F"/></w:rPr><w:t> </w:t></w:r><w:r><w:rPr><w:color w:val="4C4D4F"/><w:spacing w:val="-1"/></w:rPr><w:t>appropriate</w:t></w:r><w:r><w:rPr><w:color w:val="4C4D4F"/></w:rPr><w:t> </w:t></w:r><w:r><w:rPr><w:color w:val="4C4D4F"/><w:spacing w:val="-1"/></w:rPr><w:t>information.</w:t></w:r><w:r><w:rPr/></w:r></w:p><w:p><w:pPr><w:spacing w:line="240" w:lineRule="auto" w:before="8"/><w:rPr><w:rFonts w:ascii="Arial" w:hAnsi="Arial" w:cs="Arial" w:eastAsia="Arial"/><w:sz w:val="26"/><w:szCs w:val="26"/></w:rPr></w:pPr></w:p><w:p><w:pPr><w:pStyle w:val="Heading2"/><w:spacing w:line="240" w:lineRule="auto"/><w:ind w:right="0"/><w:jc w:val="left"/><w:rPr><w:b w:val="0"/><w:bCs w:val="0"/></w:rPr></w:pPr><w:r><w:rPr><w:color w:val="4F61AB"/><w:spacing w:val="-1"/></w:rPr><w:t>Appendix</w:t></w:r><w:r><w:rPr><w:color w:val="4F61AB"/><w:spacing w:val="-54"/></w:rPr><w:t> </w:t></w:r><w:r><w:rPr><w:color w:val="4F61AB"/><w:spacing w:val="-1"/></w:rPr><w:t>Acknowledgment</w:t></w:r><w:r><w:rPr><w:b w:val="0"/></w:rPr></w:r></w:p><w:p><w:pPr><w:pStyle w:val="BodyText"/><w:spacing w:line="284" w:lineRule="auto" w:before="116"/><w:ind w:left="560" w:right="1279"/><w:jc w:val="left"/></w:pPr><w:r><w:rPr><w:rFonts w:ascii="Arial" w:hAnsi="Arial" w:cs="Arial" w:eastAsia="Arial"/><w:color w:val="4C4D4F"/></w:rPr><w:t>©</w:t></w:r><w:r><w:rPr><w:rFonts w:ascii="Arial" w:hAnsi="Arial" w:cs="Arial" w:eastAsia="Arial"/><w:color w:val="4C4D4F"/><w:spacing w:val="-1"/></w:rPr><w:t> Camosun College.</w:t></w:r><w:r><w:rPr><w:rFonts w:ascii="Arial" w:hAnsi="Arial" w:cs="Arial" w:eastAsia="Arial"/><w:color w:val="4C4D4F"/></w:rPr><w:t> </w:t></w:r><w:r><w:rPr><w:rFonts w:ascii="Arial" w:hAnsi="Arial" w:cs="Arial" w:eastAsia="Arial"/><w:color w:val="4C4D4F"/><w:spacing w:val="-5"/></w:rPr><w:t>T</w:t></w:r><w:r><w:rPr><w:rFonts w:ascii="Arial" w:hAnsi="Arial" w:cs="Arial" w:eastAsia="Arial"/><w:color w:val="4C4D4F"/><w:spacing w:val="-4"/></w:rPr><w:t>rades</w:t></w:r><w:r><w:rPr><w:rFonts w:ascii="Arial" w:hAnsi="Arial" w:cs="Arial" w:eastAsia="Arial"/><w:color w:val="4C4D4F"/><w:spacing w:val="-1"/></w:rPr><w:t> </w:t></w:r><w:r><w:rPr><w:rFonts w:ascii="Arial" w:hAnsi="Arial" w:cs="Arial" w:eastAsia="Arial"/><w:color w:val="4C4D4F"/></w:rPr><w:t>Access Common</w:t></w:r><w:r><w:rPr><w:rFonts w:ascii="Arial" w:hAnsi="Arial" w:cs="Arial" w:eastAsia="Arial"/><w:color w:val="4C4D4F"/><w:spacing w:val="-2"/></w:rPr><w:t> Core:</w:t></w:r><w:r><w:rPr><w:rFonts w:ascii="Arial" w:hAnsi="Arial" w:cs="Arial" w:eastAsia="Arial"/><w:color w:val="4C4D4F"/></w:rPr><w:t> </w:t></w:r><w:r><w:rPr><w:rFonts w:ascii="Arial" w:hAnsi="Arial" w:cs="Arial" w:eastAsia="Arial"/><w:i/><w:color w:val="4C4D4F"/><w:spacing w:val="-2"/></w:rPr><w:t>Competency</w:t></w:r><w:r><w:rPr><w:rFonts w:ascii="Arial" w:hAnsi="Arial" w:cs="Arial" w:eastAsia="Arial"/><w:i/><w:color w:val="4C4D4F"/><w:spacing w:val="-1"/></w:rPr><w:t> </w:t></w:r><w:r><w:rPr><w:rFonts w:ascii="Arial" w:hAnsi="Arial" w:cs="Arial" w:eastAsia="Arial"/><w:i/><w:color w:val="4C4D4F"/><w:spacing w:val="2"/></w:rPr><w:t>D-3:</w:t></w:r><w:r><w:rPr><w:rFonts w:ascii="Arial" w:hAnsi="Arial" w:cs="Arial" w:eastAsia="Arial"/><w:i/><w:color w:val="4C4D4F"/></w:rPr><w:t> </w:t></w:r><w:r><w:rPr><w:rFonts w:ascii="Arial" w:hAnsi="Arial" w:cs="Arial" w:eastAsia="Arial"/><w:i/><w:color w:val="4C4D4F"/><w:spacing w:val="-1"/></w:rPr><w:t>Read</w:t></w:r><w:r><w:rPr><w:rFonts w:ascii="Arial" w:hAnsi="Arial" w:cs="Arial" w:eastAsia="Arial"/><w:i/><w:color w:val="4C4D4F"/><w:spacing w:val="-2"/></w:rPr><w:t> </w:t></w:r><w:r><w:rPr><w:rFonts w:ascii="Arial" w:hAnsi="Arial" w:cs="Arial" w:eastAsia="Arial"/><w:i/><w:color w:val="4C4D4F"/><w:spacing w:val="-1"/></w:rPr><w:t>Drawings</w:t></w:r><w:r><w:rPr><w:rFonts w:ascii="Arial" w:hAnsi="Arial" w:cs="Arial" w:eastAsia="Arial"/><w:i/><w:color w:val="4C4D4F"/></w:rPr><w:t> </w:t></w:r><w:r><w:rPr><w:rFonts w:ascii="Arial" w:hAnsi="Arial" w:cs="Arial" w:eastAsia="Arial"/><w:i/><w:color w:val="4C4D4F"/><w:spacing w:val="-1"/></w:rPr><w:t>and</w:t></w:r><w:r><w:rPr><w:rFonts w:ascii="Arial" w:hAnsi="Arial" w:cs="Arial" w:eastAsia="Arial"/><w:i/><w:color w:val="4C4D4F"/><w:spacing w:val="55"/></w:rPr><w:t> </w:t></w:r><w:r><w:rPr><w:rFonts w:ascii="Arial" w:hAnsi="Arial" w:cs="Arial" w:eastAsia="Arial"/><w:i/><w:color w:val="4C4D4F"/></w:rPr><w:t>Specifications</w:t></w:r><w:r><w:rPr><w:rFonts w:ascii="Arial" w:hAnsi="Arial" w:cs="Arial" w:eastAsia="Arial"/><w:i/><w:color w:val="4C4D4F"/><w:spacing w:val="-1"/></w:rPr><w:t> </w:t></w:r><w:r><w:rPr><w:color w:val="4C4D4F"/><w:spacing w:val="-2"/></w:rPr><w:t>(pp.</w:t></w:r><w:r><w:rPr><w:color w:val="4C4D4F"/></w:rPr><w:t> </w:t></w:r><w:r><w:rPr><w:color w:val="4C4D4F"/><w:spacing w:val="1"/></w:rPr><w:t>79–83).</w:t></w:r><w:r><w:rPr><w:color w:val="4C4D4F"/></w:rPr><w:t> </w:t></w:r><w:r><w:rPr><w:color w:val="4C4D4F"/><w:spacing w:val="-1"/></w:rPr><w:t>The</w:t></w:r><w:r><w:rPr><w:color w:val="4C4D4F"/></w:rPr><w:t> </w:t></w:r><w:r><w:rPr><w:color w:val="4C4D4F"/><w:spacing w:val="-4"/></w:rPr><w:t>Trades</w:t></w:r><w:r><w:rPr><w:color w:val="4C4D4F"/></w:rPr><w:t> Access Common Core </w:t></w:r><w:r><w:rPr><w:color w:val="4C4D4F"/><w:spacing w:val="-1"/></w:rPr><w:t>resources</w:t></w:r><w:r><w:rPr><w:color w:val="4C4D4F"/></w:rPr><w:t> </w:t></w:r><w:r><w:rPr><w:color w:val="4C4D4F"/><w:spacing w:val="-1"/></w:rPr><w:t>are</w:t></w:r><w:r><w:rPr><w:color w:val="4C4D4F"/></w:rPr><w:t> </w:t></w:r><w:r><w:rPr><w:color w:val="4C4D4F"/><w:spacing w:val="-1"/></w:rPr><w:t>licensed</w:t></w:r><w:r><w:rPr><w:color w:val="4C4D4F"/></w:rPr><w:t> </w:t></w:r><w:r><w:rPr><w:color w:val="4C4D4F"/><w:spacing w:val="-1"/></w:rPr><w:t>under</w:t></w:r><w:r><w:rPr><w:color w:val="4C4D4F"/><w:spacing w:val="47"/></w:rPr><w:t> </w:t></w:r><w:r><w:rPr><w:color w:val="4C4D4F"/><w:spacing w:val="-1"/></w:rPr><w:t>the</w:t></w:r><w:r><w:rPr><w:color w:val="4C4D4F"/></w:rPr><w:t> </w:t></w:r><w:r><w:rPr><w:color w:val="4C4D4F"/><w:spacing w:val="-2"/></w:rPr><w:t>Creative</w:t></w:r><w:r><w:rPr><w:color w:val="4C4D4F"/></w:rPr><w:t> </w:t></w:r><w:r><w:rPr><w:color w:val="4C4D4F"/><w:spacing w:val="-1"/></w:rPr><w:t>Commons</w:t></w:r><w:r><w:rPr><w:color w:val="4C4D4F"/></w:rPr><w:t> Attribution </w:t></w:r><w:r><w:rPr><w:color w:val="4C4D4F"/><w:spacing w:val="-2"/></w:rPr><w:t>4.0</w:t></w:r><w:r><w:rPr><w:color w:val="4C4D4F"/></w:rPr><w:t> Unported Licence </w:t></w:r><w:r><w:rPr><w:color w:val="4C4D4F"/><w:spacing w:val="-1"/></w:rPr><w:t>(</w:t></w:r><w:hyperlink r:id="rId19"><w:r><w:rPr><w:color w:val="4C4D4F"/><w:spacing w:val="-1"/></w:rPr><w:t>http://creativecommons.org/licenses/</w:t></w:r></w:hyperlink><w:r><w:rPr><w:color w:val="4C4D4F"/><w:spacing w:val="49"/></w:rPr><w:t> </w:t></w:r><w:r><w:rPr><w:color w:val="4C4D4F"/><w:spacing w:val="-3"/></w:rPr><w:t>by/4.0/),</w:t></w:r><w:r><w:rPr><w:color w:val="4C4D4F"/></w:rPr><w:t> </w:t></w:r><w:r><w:rPr><w:color w:val="4C4D4F"/><w:spacing w:val="-2"/></w:rPr><w:t>except</w:t></w:r><w:r><w:rPr><w:color w:val="4C4D4F"/></w:rPr><w:t> </w:t></w:r><w:r><w:rPr><w:color w:val="4C4D4F"/><w:spacing w:val="-1"/></w:rPr><w:t>where</w:t></w:r><w:r><w:rPr><w:color w:val="4C4D4F"/></w:rPr><w:t> otherwise </w:t></w:r><w:r><w:rPr><w:color w:val="4C4D4F"/><w:spacing w:val="-2"/></w:rPr><w:t>noted.</w:t></w:r><w:r><w:rPr/></w:r></w:p><w:p><w:pPr><w:spacing w:after="0" w:line="284" w:lineRule="auto"/><w:jc w:val="left"/><w:sectPr><w:pgSz w:w="12240" w:h="15840"/><w:pgMar w:header="630" w:footer="643" w:top="1080" w:bottom="840" w:left="880" w:right="340"/></w:sectPr></w:pPr></w:p><w:p><w:pPr><w:spacing w:line="240" w:lineRule="auto" w:before="0"/><w:rPr><w:rFonts w:ascii="Arial" w:hAnsi="Arial" w:cs="Arial" w:eastAsia="Arial"/><w:sz w:val="20"/><w:szCs w:val="20"/></w:rPr></w:pPr></w:p><w:p><w:pPr><w:pStyle w:val="Heading1"/><w:spacing w:line="240" w:lineRule="auto" w:before="224"/><w:ind w:left="1085" w:right="0"/><w:jc w:val="left"/><w:rPr><w:b w:val="0"/><w:bCs w:val="0"/></w:rPr></w:pPr><w:r><w:rPr><w:color w:val="4F61AB"/><w:spacing w:val="-1"/></w:rPr><w:t>Appendix</w:t></w:r><w:r><w:rPr><w:b w:val="0"/></w:rPr></w:r></w:p><w:p><w:pPr><w:spacing w:line="240" w:lineRule="auto" w:before="2"/><w:rPr><w:rFonts w:ascii="Arial" w:hAnsi="Arial" w:cs="Arial" w:eastAsia="Arial"/><w:b/><w:bCs/><w:sz w:val="5"/><w:szCs w:val="5"/></w:rPr></w:pPr></w:p><w:p><w:pPr><w:spacing w:line="100" w:lineRule="atLeast"/><w:ind w:left="1035" w:right="0" w:firstLine="0"/><w:rPr><w:rFonts w:ascii="Arial" w:hAnsi="Arial" w:cs="Arial" w:eastAsia="Arial"/><w:sz w:val="10"/><w:szCs w:val="10"/></w:rPr></w:pPr><w:r><w:rPr><w:rFonts w:ascii="Arial" w:hAnsi="Arial" w:cs="Arial" w:eastAsia="Arial"/><w:sz w:val="10"/><w:szCs w:val="10"/></w:rPr><w:pict><v:group style="width:463.25pt;height:5pt;mso-position-horizontal-relative:char;mso-position-vertical-relative:line" coordorigin="0,0" coordsize="9265,100"><v:group style="position:absolute;left:50;top:50;width:9165;height:2" coordorigin="50,50" coordsize="9165,2"><v:shape style="position:absolute;left:50;top:50;width:9165;height:2" coordorigin="50,50" coordsize="9165,0" path="m50,50l9215,50e" filled="false" stroked="true" strokeweight="5pt" strokecolor="#b6b8dd"><v:path arrowok="t"/></v:shape></v:group></v:group></w:pict></w:r><w:r><w:rPr><w:rFonts w:ascii="Arial" w:hAnsi="Arial" w:cs="Arial" w:eastAsia="Arial"/><w:sz w:val="10"/><w:szCs w:val="10"/></w:rPr></w:r></w:p><w:p><w:pPr><w:spacing w:before="297"/><w:ind w:left="1067" w:right="0" w:firstLine="0"/><w:jc w:val="left"/><w:rPr><w:rFonts w:ascii="Myriad Pro Semibold" w:hAnsi="Myriad Pro Semibold" w:cs="Myriad Pro Semibold" w:eastAsia="Myriad Pro Semibold"/><w:sz w:val="33"/><w:szCs w:val="33"/></w:rPr></w:pPr><w:r><w:rPr><w:rFonts w:ascii="Myriad Pro Semibold"/><w:b/><w:color w:val="4F61AB"/><w:spacing w:val="-1"/><w:sz w:val="33"/></w:rPr><w:t>Make</w:t></w:r><w:r><w:rPr><w:rFonts w:ascii="Myriad Pro Semibold"/><w:b/><w:color w:val="4F61AB"/><w:spacing w:val="12"/><w:sz w:val="33"/></w:rPr><w:t> </w:t></w:r><w:r><w:rPr><w:rFonts w:ascii="Myriad Pro Semibold"/><w:b/><w:color w:val="4F61AB"/><w:sz w:val="33"/></w:rPr><w:t>isometric</w:t></w:r><w:r><w:rPr><w:rFonts w:ascii="Myriad Pro Semibold"/><w:b/><w:color w:val="4F61AB"/><w:spacing w:val="12"/><w:sz w:val="33"/></w:rPr><w:t> </w:t></w:r><w:r><w:rPr><w:rFonts w:ascii="Myriad Pro Semibold"/><w:b/><w:color w:val="4F61AB"/><w:spacing w:val="-1"/><w:sz w:val="33"/></w:rPr><w:t>sketches</w:t></w:r><w:r><w:rPr><w:rFonts w:ascii="Myriad Pro Semibold"/><w:b/><w:color w:val="4F61AB"/><w:spacing w:val="12"/><w:sz w:val="33"/></w:rPr><w:t> </w:t></w:r><w:r><w:rPr><w:rFonts w:ascii="Myriad Pro Semibold"/><w:b/><w:color w:val="4F61AB"/><w:sz w:val="33"/></w:rPr><w:t>of</w:t></w:r><w:r><w:rPr><w:rFonts w:ascii="Myriad Pro Semibold"/><w:b/><w:color w:val="4F61AB"/><w:spacing w:val="12"/><w:sz w:val="33"/></w:rPr><w:t> </w:t></w:r><w:r><w:rPr><w:rFonts w:ascii="Myriad Pro Semibold"/><w:b/><w:color w:val="4F61AB"/><w:sz w:val="33"/></w:rPr><w:t>simple</w:t></w:r><w:r><w:rPr><w:rFonts w:ascii="Myriad Pro Semibold"/><w:b/><w:color w:val="4F61AB"/><w:spacing w:val="12"/><w:sz w:val="33"/></w:rPr><w:t> </w:t></w:r><w:r><w:rPr><w:rFonts w:ascii="Myriad Pro Semibold"/><w:b/><w:color w:val="4F61AB"/><w:sz w:val="33"/></w:rPr><w:t>rectangular</w:t></w:r><w:r><w:rPr><w:rFonts w:ascii="Myriad Pro Semibold"/><w:b/><w:color w:val="4F61AB"/><w:spacing w:val="12"/><w:sz w:val="33"/></w:rPr><w:t> </w:t></w:r><w:r><w:rPr><w:rFonts w:ascii="Myriad Pro Semibold"/><w:b/><w:color w:val="4F61AB"/><w:sz w:val="33"/></w:rPr><w:t>objects</w:t></w:r><w:r><w:rPr><w:rFonts w:ascii="Myriad Pro Semibold"/><w:sz w:val="33"/></w:rPr></w:r></w:p><w:p><w:pPr><w:spacing w:line="278" w:lineRule="auto" w:before="6"/><w:ind w:left="1067" w:right="1858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Isometric</w:t></w:r><w:r><w:rPr><w:rFonts w:ascii="Myriad Pro"/><w:color w:val="231F20"/><w:spacing w:val="19"/><w:sz w:val="20"/></w:rPr><w:t> </w:t></w:r><w:r><w:rPr><w:rFonts w:ascii="Myriad Pro"/><w:color w:val="231F20"/><w:sz w:val="20"/></w:rPr><w:t>sketches</w:t></w:r><w:r><w:rPr><w:rFonts w:ascii="Myriad Pro"/><w:color w:val="231F20"/><w:spacing w:val="20"/><w:sz w:val="20"/></w:rPr><w:t> </w:t></w:r><w:r><w:rPr><w:rFonts w:ascii="Myriad Pro"/><w:color w:val="231F20"/><w:sz w:val="20"/></w:rPr><w:t>are</w:t></w:r><w:r><w:rPr><w:rFonts w:ascii="Myriad Pro"/><w:color w:val="231F20"/><w:spacing w:val="19"/><w:sz w:val="20"/></w:rPr><w:t> </w:t></w:r><w:r><w:rPr><w:rFonts w:ascii="Myriad Pro"/><w:color w:val="231F20"/><w:sz w:val="20"/></w:rPr><w:t>useful</w:t></w:r><w:r><w:rPr><w:rFonts w:ascii="Myriad Pro"/><w:color w:val="231F20"/><w:spacing w:val="20"/><w:sz w:val="20"/></w:rPr><w:t> </w:t></w:r><w:r><w:rPr><w:rFonts w:ascii="Myriad Pro"/><w:color w:val="231F20"/><w:sz w:val="20"/></w:rPr><w:t>because</w:t></w:r><w:r><w:rPr><w:rFonts w:ascii="Myriad Pro"/><w:color w:val="231F20"/><w:spacing w:val="19"/><w:sz w:val="20"/></w:rPr><w:t> </w:t></w:r><w:r><w:rPr><w:rFonts w:ascii="Myriad Pro"/><w:color w:val="231F20"/><w:sz w:val="20"/></w:rPr><w:t>they</w:t></w:r><w:r><w:rPr><w:rFonts w:ascii="Myriad Pro"/><w:color w:val="231F20"/><w:spacing w:val="20"/><w:sz w:val="20"/></w:rPr><w:t> </w:t></w:r><w:r><w:rPr><w:rFonts w:ascii="Myriad Pro"/><w:color w:val="231F20"/><w:sz w:val="20"/></w:rPr><w:t>are</w:t></w:r><w:r><w:rPr><w:rFonts w:ascii="Myriad Pro"/><w:color w:val="231F20"/><w:spacing w:val="19"/><w:sz w:val="20"/></w:rPr><w:t> </w:t></w:r><w:r><w:rPr><w:rFonts w:ascii="Myriad Pro"/><w:color w:val="231F20"/><w:sz w:val="20"/></w:rPr><w:t>easy</w:t></w:r><w:r><w:rPr><w:rFonts w:ascii="Myriad Pro"/><w:color w:val="231F20"/><w:spacing w:val="20"/><w:sz w:val="20"/></w:rPr><w:t> </w:t></w:r><w:r><w:rPr><w:rFonts w:ascii="Myriad Pro"/><w:color w:val="231F20"/><w:sz w:val="20"/></w:rPr><w:t>to</w:t></w:r><w:r><w:rPr><w:rFonts w:ascii="Myriad Pro"/><w:color w:val="231F20"/><w:spacing w:val="20"/><w:sz w:val="20"/></w:rPr><w:t> </w:t></w:r><w:r><w:rPr><w:rFonts w:ascii="Myriad Pro"/><w:color w:val="231F20"/><w:sz w:val="20"/></w:rPr><w:t>draw</w:t></w:r><w:r><w:rPr><w:rFonts w:ascii="Myriad Pro"/><w:color w:val="231F20"/><w:spacing w:val="19"/><w:sz w:val="20"/></w:rPr><w:t> </w:t></w:r><w:r><w:rPr><w:rFonts w:ascii="Myriad Pro"/><w:color w:val="231F20"/><w:sz w:val="20"/></w:rPr><w:t>and</w:t></w:r><w:r><w:rPr><w:rFonts w:ascii="Myriad Pro"/><w:color w:val="231F20"/><w:spacing w:val="20"/><w:sz w:val="20"/></w:rPr><w:t> </w:t></w:r><w:r><w:rPr><w:rFonts w:ascii="Myriad Pro"/><w:color w:val="231F20"/><w:sz w:val="20"/></w:rPr><w:t>clearly</w:t></w:r><w:r><w:rPr><w:rFonts w:ascii="Myriad Pro"/><w:color w:val="231F20"/><w:spacing w:val="19"/><w:sz w:val="20"/></w:rPr><w:t> </w:t></w:r><w:r><w:rPr><w:rFonts w:ascii="Myriad Pro"/><w:color w:val="231F20"/><w:sz w:val="20"/></w:rPr><w:t>represent</w:t></w:r><w:r><w:rPr><w:rFonts w:ascii="Myriad Pro"/><w:color w:val="231F20"/><w:spacing w:val="20"/><w:sz w:val="20"/></w:rPr><w:t> </w:t></w:r><w:r><w:rPr><w:rFonts w:ascii="Myriad Pro"/><w:color w:val="231F20"/><w:sz w:val="20"/></w:rPr><w:t>an</w:t></w:r><w:r><w:rPr><w:rFonts w:ascii="Myriad Pro"/><w:color w:val="231F20"/><w:spacing w:val="19"/><w:sz w:val="20"/></w:rPr><w:t> </w:t></w:r><w:r><w:rPr><w:rFonts w:ascii="Myriad Pro"/><w:color w:val="231F20"/><w:spacing w:val="1"/><w:sz w:val="20"/></w:rPr><w:t>object</w:t></w:r><w:r><w:rPr><w:rFonts w:ascii="Myriad Pro"/><w:color w:val="231F20"/><w:w w:val="102"/><w:sz w:val="20"/></w:rPr><w:t> </w:t></w:r><w:r><w:rPr><w:rFonts w:ascii="Myriad Pro"/><w:color w:val="231F20"/><w:spacing w:val="78"/><w:w w:val="102"/><w:sz w:val="20"/></w:rPr><w:t> </w:t></w:r><w:r><w:rPr><w:rFonts w:ascii="Myriad Pro"/><w:color w:val="231F20"/><w:sz w:val="20"/></w:rPr><w:t>or</w:t></w:r><w:r><w:rPr><w:rFonts w:ascii="Myriad Pro"/><w:color w:val="231F20"/><w:spacing w:val="21"/><w:sz w:val="20"/></w:rPr><w:t> </w:t></w:r><w:r><w:rPr><w:rFonts w:ascii="Myriad Pro"/><w:color w:val="231F20"/><w:sz w:val="20"/></w:rPr><w:t>system.</w:t></w:r><w:r><w:rPr><w:rFonts w:ascii="Myriad Pro"/><w:color w:val="231F20"/><w:spacing w:val="9"/><w:sz w:val="20"/></w:rPr><w:t> </w:t></w:r><w:r><w:rPr><w:rFonts w:ascii="Myriad Pro"/><w:color w:val="231F20"/><w:sz w:val="20"/></w:rPr><w:t>This</w:t></w:r><w:r><w:rPr><w:rFonts w:ascii="Myriad Pro"/><w:color w:val="231F20"/><w:spacing w:val="21"/><w:sz w:val="20"/></w:rPr><w:t> </w:t></w:r><w:r><w:rPr><w:rFonts w:ascii="Myriad Pro"/><w:color w:val="231F20"/><w:sz w:val="20"/></w:rPr><w:t>clarity</w:t></w:r><w:r><w:rPr><w:rFonts w:ascii="Myriad Pro"/><w:color w:val="231F20"/><w:spacing w:val="21"/><w:sz w:val="20"/></w:rPr><w:t> </w:t></w:r><w:r><w:rPr><w:rFonts w:ascii="Myriad Pro"/><w:color w:val="231F20"/><w:sz w:val="20"/></w:rPr><w:t>comes</w:t></w:r><w:r><w:rPr><w:rFonts w:ascii="Myriad Pro"/><w:color w:val="231F20"/><w:spacing w:val="21"/><w:sz w:val="20"/></w:rPr><w:t> </w:t></w:r><w:r><w:rPr><w:rFonts w:ascii="Myriad Pro"/><w:color w:val="231F20"/><w:sz w:val="20"/></w:rPr><w:t>from</w:t></w:r><w:r><w:rPr><w:rFonts w:ascii="Myriad Pro"/><w:color w:val="231F20"/><w:spacing w:val="21"/><w:sz w:val="20"/></w:rPr><w:t> </w:t></w:r><w:r><w:rPr><w:rFonts w:ascii="Myriad Pro"/><w:color w:val="231F20"/><w:sz w:val="20"/></w:rPr><w:t>using</w:t></w:r><w:r><w:rPr><w:rFonts w:ascii="Myriad Pro"/><w:color w:val="231F20"/><w:spacing w:val="21"/><w:sz w:val="20"/></w:rPr><w:t> </w:t></w:r><w:r><w:rPr><w:rFonts w:ascii="Myriad Pro"/><w:color w:val="231F20"/><w:sz w:val="20"/></w:rPr><w:t>directional</w:t></w:r><w:r><w:rPr><w:rFonts w:ascii="Myriad Pro"/><w:color w:val="231F20"/><w:spacing w:val="21"/><w:sz w:val="20"/></w:rPr><w:t> </w:t></w:r><w:r><w:rPr><w:rFonts w:ascii="Myriad Pro"/><w:color w:val="231F20"/><w:sz w:val="20"/></w:rPr><w:t>lines</w:t></w:r><w:r><w:rPr><w:rFonts w:ascii="Myriad Pro"/><w:color w:val="231F20"/><w:spacing w:val="21"/><w:sz w:val="20"/></w:rPr><w:t> </w:t></w:r><w:r><w:rPr><w:rFonts w:ascii="Myriad Pro"/><w:color w:val="231F20"/><w:sz w:val="20"/></w:rPr><w:t>to</w:t></w:r><w:r><w:rPr><w:rFonts w:ascii="Myriad Pro"/><w:color w:val="231F20"/><w:spacing w:val="21"/><w:sz w:val="20"/></w:rPr><w:t> </w:t></w:r><w:r><w:rPr><w:rFonts w:ascii="Myriad Pro"/><w:color w:val="231F20"/><w:sz w:val="20"/></w:rPr><w:t>represent</w:t></w:r><w:r><w:rPr><w:rFonts w:ascii="Myriad Pro"/><w:color w:val="231F20"/><w:spacing w:val="21"/><w:sz w:val="20"/></w:rPr><w:t> </w:t></w:r><w:r><w:rPr><w:rFonts w:ascii="Myriad Pro"/><w:color w:val="231F20"/><w:sz w:val="20"/></w:rPr><w:t>the</w:t></w:r><w:r><w:rPr><w:rFonts w:ascii="Myriad Pro"/><w:color w:val="231F20"/><w:spacing w:val="21"/><w:sz w:val="20"/></w:rPr><w:t> </w:t></w:r><w:r><w:rPr><w:rFonts w:ascii="Myriad Pro"/><w:color w:val="231F20"/><w:sz w:val="20"/></w:rPr><w:t>three</w:t></w:r><w:r><w:rPr><w:rFonts w:ascii="Myriad Pro"/><w:color w:val="231F20"/><w:spacing w:val="22"/><w:sz w:val="20"/></w:rPr><w:t> </w:t></w:r><w:r><w:rPr><w:rFonts w:ascii="Myriad Pro"/><w:color w:val="231F20"/><w:sz w:val="20"/></w:rPr><w:t>dimensions</w:t></w:r><w:r><w:rPr><w:rFonts w:ascii="Myriad Pro"/><w:color w:val="231F20"/><w:spacing w:val="21"/><w:sz w:val="20"/></w:rPr><w:t> </w:t></w:r><w:r><w:rPr><w:rFonts w:ascii="Myriad Pro"/><w:color w:val="231F20"/><w:spacing w:val="1"/><w:sz w:val="20"/></w:rPr><w:t>of</w:t></w:r><w:r><w:rPr><w:rFonts w:ascii="Myriad Pro"/><w:color w:val="231F20"/><w:spacing w:val="70"/><w:w w:val="102"/><w:sz w:val="20"/></w:rPr><w:t> </w:t></w:r><w:r><w:rPr><w:rFonts w:ascii="Myriad Pro"/><w:color w:val="231F20"/><w:sz w:val="20"/></w:rPr><w:t>length,</w:t></w:r><w:r><w:rPr><w:rFonts w:ascii="Myriad Pro"/><w:color w:val="231F20"/><w:spacing w:val="20"/><w:sz w:val="20"/></w:rPr><w:t> </w:t></w:r><w:r><w:rPr><w:rFonts w:ascii="Myriad Pro"/><w:color w:val="231F20"/><w:sz w:val="20"/></w:rPr><w:t>width,</w:t></w:r><w:r><w:rPr><w:rFonts w:ascii="Myriad Pro"/><w:color w:val="231F20"/><w:spacing w:val="21"/><w:sz w:val="20"/></w:rPr><w:t> </w:t></w:r><w:r><w:rPr><w:rFonts w:ascii="Myriad Pro"/><w:color w:val="231F20"/><w:sz w:val="20"/></w:rPr><w:t>and</w:t></w:r><w:r><w:rPr><w:rFonts w:ascii="Myriad Pro"/><w:color w:val="231F20"/><w:spacing w:val="20"/><w:sz w:val="20"/></w:rPr><w:t> </w:t></w:r><w:r><w:rPr><w:rFonts w:ascii="Myriad Pro"/><w:color w:val="231F20"/><w:sz w:val="20"/></w:rPr><w:t>height,</w:t></w:r><w:r><w:rPr><w:rFonts w:ascii="Myriad Pro"/><w:color w:val="231F20"/><w:spacing w:val="21"/><w:sz w:val="20"/></w:rPr><w:t> </w:t></w:r><w:r><w:rPr><w:rFonts w:ascii="Myriad Pro"/><w:color w:val="231F20"/><w:sz w:val="20"/></w:rPr><w:t>much</w:t></w:r><w:r><w:rPr><w:rFonts w:ascii="Myriad Pro"/><w:color w:val="231F20"/><w:spacing w:val="21"/><w:sz w:val="20"/></w:rPr><w:t> </w:t></w:r><w:r><w:rPr><w:rFonts w:ascii="Myriad Pro"/><w:color w:val="231F20"/><w:sz w:val="20"/></w:rPr><w:t>like</w:t></w:r><w:r><w:rPr><w:rFonts w:ascii="Myriad Pro"/><w:color w:val="231F20"/><w:spacing w:val="20"/><w:sz w:val="20"/></w:rPr><w:t> </w:t></w:r><w:r><w:rPr><w:rFonts w:ascii="Myriad Pro"/><w:color w:val="231F20"/><w:sz w:val="20"/></w:rPr><w:t>a</w:t></w:r><w:r><w:rPr><w:rFonts w:ascii="Myriad Pro"/><w:color w:val="231F20"/><w:spacing w:val="21"/><w:sz w:val="20"/></w:rPr><w:t> </w:t></w:r><w:r><w:rPr><w:rFonts w:ascii="Myriad Pro"/><w:color w:val="231F20"/><w:sz w:val="20"/></w:rPr><w:t>picture.</w:t></w:r><w:r><w:rPr><w:rFonts w:ascii="Myriad Pro"/><w:sz w:val="20"/></w:rPr></w:r></w:p><w:p><w:pPr><w:spacing w:line="240" w:lineRule="auto" w:before="8"/><w:rPr><w:rFonts w:ascii="Myriad Pro" w:hAnsi="Myriad Pro" w:cs="Myriad Pro" w:eastAsia="Myriad Pro"/><w:sz w:val="26"/><w:szCs w:val="26"/></w:rPr></w:pPr></w:p><w:p><w:pPr><w:pStyle w:val="Heading3"/><w:spacing w:line="240" w:lineRule="auto"/><w:ind w:left="1067" w:right="0"/><w:jc w:val="left"/><w:rPr><w:rFonts w:ascii="Myriad Pro Semibold" w:hAnsi="Myriad Pro Semibold" w:cs="Myriad Pro Semibold" w:eastAsia="Myriad Pro Semibold"/><w:b w:val="0"/><w:bCs w:val="0"/></w:rPr></w:pPr><w:r><w:rPr><w:rFonts w:ascii="Myriad Pro Semibold"/><w:color w:val="4F61AB"/><w:spacing w:val="-1"/></w:rPr><w:t>Construction</w:t></w:r><w:r><w:rPr><w:rFonts w:ascii="Myriad Pro Semibold"/><w:color w:val="4F61AB"/><w:spacing w:val="-28"/></w:rPr><w:t> </w:t></w:r><w:r><w:rPr><w:rFonts w:ascii="Myriad Pro Semibold"/><w:color w:val="4F61AB"/></w:rPr><w:t>methods</w:t></w:r><w:r><w:rPr><w:rFonts w:ascii="Myriad Pro Semibold"/><w:b w:val="0"/></w:rPr></w:r></w:p><w:p><w:pPr><w:spacing w:line="278" w:lineRule="auto" w:before="18"/><w:ind w:left="1067" w:right="1682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The</w:t></w:r><w:r><w:rPr><w:rFonts w:ascii="Myriad Pro"/><w:color w:val="231F20"/><w:spacing w:val="19"/><w:sz w:val="20"/></w:rPr><w:t> </w:t></w:r><w:r><w:rPr><w:rFonts w:ascii="Myriad Pro"/><w:color w:val="231F20"/><w:sz w:val="20"/></w:rPr><w:t>following</w:t></w:r><w:r><w:rPr><w:rFonts w:ascii="Myriad Pro"/><w:color w:val="231F20"/><w:spacing w:val="20"/><w:sz w:val="20"/></w:rPr><w:t> </w:t></w:r><w:r><w:rPr><w:rFonts w:ascii="Myriad Pro"/><w:color w:val="231F20"/><w:sz w:val="20"/></w:rPr><w:t>steps</w:t></w:r><w:r><w:rPr><w:rFonts w:ascii="Myriad Pro"/><w:color w:val="231F20"/><w:spacing w:val="19"/><w:sz w:val="20"/></w:rPr><w:t> </w:t></w:r><w:r><w:rPr><w:rFonts w:ascii="Myriad Pro"/><w:color w:val="231F20"/><w:sz w:val="20"/></w:rPr><w:t>explain</w:t></w:r><w:r><w:rPr><w:rFonts w:ascii="Myriad Pro"/><w:color w:val="231F20"/><w:spacing w:val="20"/><w:sz w:val="20"/></w:rPr><w:t> </w:t></w:r><w:r><w:rPr><w:rFonts w:ascii="Myriad Pro"/><w:color w:val="231F20"/><w:sz w:val="20"/></w:rPr><w:t>how</w:t></w:r><w:r><w:rPr><w:rFonts w:ascii="Myriad Pro"/><w:color w:val="231F20"/><w:spacing w:val="19"/><w:sz w:val="20"/></w:rPr><w:t> </w:t></w:r><w:r><w:rPr><w:rFonts w:ascii="Myriad Pro"/><w:color w:val="231F20"/><w:sz w:val="20"/></w:rPr><w:t>to</w:t></w:r><w:r><w:rPr><w:rFonts w:ascii="Myriad Pro"/><w:color w:val="231F20"/><w:spacing w:val="20"/><w:sz w:val="20"/></w:rPr><w:t> </w:t></w:r><w:r><w:rPr><w:rFonts w:ascii="Myriad Pro"/><w:color w:val="231F20"/><w:sz w:val="20"/></w:rPr><w:t>draw</w:t></w:r><w:r><w:rPr><w:rFonts w:ascii="Myriad Pro"/><w:color w:val="231F20"/><w:spacing w:val="20"/><w:sz w:val="20"/></w:rPr><w:t> </w:t></w:r><w:r><w:rPr><w:rFonts w:ascii="Myriad Pro"/><w:color w:val="231F20"/><w:sz w:val="20"/></w:rPr><w:t>an</w:t></w:r><w:r><w:rPr><w:rFonts w:ascii="Myriad Pro"/><w:color w:val="231F20"/><w:spacing w:val="19"/><w:sz w:val="20"/></w:rPr><w:t> </w:t></w:r><w:r><w:rPr><w:rFonts w:ascii="Myriad Pro"/><w:color w:val="231F20"/><w:sz w:val="20"/></w:rPr><w:t>isometric</w:t></w:r><w:r><w:rPr><w:rFonts w:ascii="Myriad Pro"/><w:color w:val="231F20"/><w:spacing w:val="20"/><w:sz w:val="20"/></w:rPr><w:t> </w:t></w:r><w:r><w:rPr><w:rFonts w:ascii="Myriad Pro"/><w:color w:val="231F20"/><w:sz w:val="20"/></w:rPr><w:t>cube.</w:t></w:r><w:r><w:rPr><w:rFonts w:ascii="Myriad Pro"/><w:color w:val="231F20"/><w:spacing w:val="8"/><w:sz w:val="20"/></w:rPr><w:t> </w:t></w:r><w:r><w:rPr><w:rFonts w:ascii="Myriad Pro"/><w:color w:val="231F20"/><w:sz w:val="20"/></w:rPr><w:t>The</w:t></w:r><w:r><w:rPr><w:rFonts w:ascii="Myriad Pro"/><w:color w:val="231F20"/><w:spacing w:val="19"/><w:sz w:val="20"/></w:rPr><w:t> </w:t></w:r><w:r><w:rPr><w:rFonts w:ascii="Myriad Pro"/><w:color w:val="231F20"/><w:sz w:val="20"/></w:rPr><w:t>three</w:t></w:r><w:r><w:rPr><w:rFonts w:ascii="Myriad Pro"/><w:color w:val="231F20"/><w:spacing w:val="20"/><w:sz w:val="20"/></w:rPr><w:t> </w:t></w:r><w:r><w:rPr><w:rFonts w:ascii="Myriad Pro"/><w:color w:val="231F20"/><w:sz w:val="20"/></w:rPr><w:t>dimensions</w:t></w:r><w:r><w:rPr><w:rFonts w:ascii="Myriad Pro"/><w:color w:val="231F20"/><w:spacing w:val="19"/><w:sz w:val="20"/></w:rPr><w:t> </w:t></w:r><w:r><w:rPr><w:rFonts w:ascii="Myriad Pro"/><w:color w:val="231F20"/><w:sz w:val="20"/></w:rPr><w:t>of</w:t></w:r><w:r><w:rPr><w:rFonts w:ascii="Myriad Pro"/><w:color w:val="231F20"/><w:spacing w:val="20"/><w:sz w:val="20"/></w:rPr><w:t> </w:t></w:r><w:r><w:rPr><w:rFonts w:ascii="Myriad Pro"/><w:color w:val="231F20"/><w:spacing w:val="1"/><w:sz w:val="20"/></w:rPr><w:t>length,</w:t></w:r><w:r><w:rPr><w:rFonts w:ascii="Myriad Pro"/><w:color w:val="231F20"/><w:spacing w:val="66"/><w:w w:val="102"/><w:sz w:val="20"/></w:rPr><w:t> </w:t></w:r><w:r><w:rPr><w:rFonts w:ascii="Myriad Pro"/><w:color w:val="231F20"/><w:sz w:val="20"/></w:rPr><w:t>width,</w:t></w:r><w:r><w:rPr><w:rFonts w:ascii="Myriad Pro"/><w:color w:val="231F20"/><w:spacing w:val="18"/><w:sz w:val="20"/></w:rPr><w:t> </w:t></w:r><w:r><w:rPr><w:rFonts w:ascii="Myriad Pro"/><w:color w:val="231F20"/><w:sz w:val="20"/></w:rPr><w:t>and</w:t></w:r><w:r><w:rPr><w:rFonts w:ascii="Myriad Pro"/><w:color w:val="231F20"/><w:spacing w:val="18"/><w:sz w:val="20"/></w:rPr><w:t> </w:t></w:r><w:r><w:rPr><w:rFonts w:ascii="Myriad Pro"/><w:color w:val="231F20"/><w:sz w:val="20"/></w:rPr><w:t>height</w:t></w:r><w:r><w:rPr><w:rFonts w:ascii="Myriad Pro"/><w:color w:val="231F20"/><w:spacing w:val="18"/><w:sz w:val="20"/></w:rPr><w:t> </w:t></w:r><w:r><w:rPr><w:rFonts w:ascii="Myriad Pro"/><w:color w:val="231F20"/><w:sz w:val="20"/></w:rPr><w:t>are</w:t></w:r><w:r><w:rPr><w:rFonts w:ascii="Myriad Pro"/><w:color w:val="231F20"/><w:spacing w:val="18"/><w:sz w:val="20"/></w:rPr><w:t> </w:t></w:r><w:r><w:rPr><w:rFonts w:ascii="Myriad Pro"/><w:color w:val="231F20"/><w:sz w:val="20"/></w:rPr><w:t>drawn</w:t></w:r><w:r><w:rPr><w:rFonts w:ascii="Myriad Pro"/><w:color w:val="231F20"/><w:spacing w:val="18"/><w:sz w:val="20"/></w:rPr><w:t> </w:t></w:r><w:r><w:rPr><w:rFonts w:ascii="Myriad Pro"/><w:color w:val="231F20"/><w:sz w:val="20"/></w:rPr><w:t>along</w:t></w:r><w:r><w:rPr><w:rFonts w:ascii="Myriad Pro"/><w:color w:val="231F20"/><w:spacing w:val="18"/><w:sz w:val="20"/></w:rPr><w:t> </w:t></w:r><w:r><w:rPr><w:rFonts w:ascii="Myriad Pro"/><w:color w:val="231F20"/><w:sz w:val="20"/></w:rPr><w:t>the</w:t></w:r><w:r><w:rPr><w:rFonts w:ascii="Myriad Pro"/><w:color w:val="231F20"/><w:spacing w:val="18"/><w:sz w:val="20"/></w:rPr><w:t> </w:t></w:r><w:r><w:rPr><w:rFonts w:ascii="Myriad Pro"/><w:color w:val="231F20"/><w:sz w:val="20"/></w:rPr><w:t>isometric</w:t></w:r><w:r><w:rPr><w:rFonts w:ascii="Myriad Pro"/><w:color w:val="231F20"/><w:spacing w:val="18"/><w:sz w:val="20"/></w:rPr><w:t> </w:t></w:r><w:r><w:rPr><w:rFonts w:ascii="Myriad Pro"/><w:color w:val="231F20"/><w:sz w:val="20"/></w:rPr><w:t>axes</w:t></w:r><w:r><w:rPr><w:rFonts w:ascii="Myriad Pro"/><w:color w:val="231F20"/><w:spacing w:val="18"/><w:sz w:val="20"/></w:rPr><w:t> </w:t></w:r><w:r><w:rPr><w:rFonts w:ascii="Myriad Pro"/><w:color w:val="231F20"/><w:sz w:val="20"/></w:rPr><w:t>shown</w:t></w:r><w:r><w:rPr><w:rFonts w:ascii="Myriad Pro"/><w:color w:val="231F20"/><w:spacing w:val="18"/><w:sz w:val="20"/></w:rPr><w:t> </w:t></w:r><w:r><w:rPr><w:rFonts w:ascii="Myriad Pro"/><w:color w:val="231F20"/><w:sz w:val="20"/></w:rPr><w:t>in</w:t></w:r><w:r><w:rPr><w:rFonts w:ascii="Myriad Pro"/><w:color w:val="231F20"/><w:spacing w:val="18"/><w:sz w:val="20"/></w:rPr><w:t> </w:t></w:r><w:r><w:rPr><w:rFonts w:ascii="Myriad Pro"/><w:color w:val="231F20"/><w:sz w:val="20"/></w:rPr><w:t>Figure</w:t></w:r><w:r><w:rPr><w:rFonts w:ascii="Myriad Pro"/><w:color w:val="231F20"/><w:spacing w:val="18"/><w:sz w:val="20"/></w:rPr><w:t> </w:t></w:r><w:r><w:rPr><w:rFonts w:ascii="Myriad Pro"/><w:color w:val="231F20"/><w:sz w:val="20"/></w:rPr><w:t>8.</w:t></w:r><w:r><w:rPr><w:rFonts w:ascii="Myriad Pro"/><w:color w:val="231F20"/><w:spacing w:val="6"/><w:sz w:val="20"/></w:rPr><w:t> </w:t></w:r><w:r><w:rPr><w:rFonts w:ascii="Myriad Pro"/><w:color w:val="231F20"/><w:sz w:val="20"/></w:rPr><w:t>The</w:t></w:r><w:r><w:rPr><w:rFonts w:ascii="Myriad Pro"/><w:color w:val="231F20"/><w:spacing w:val="18"/><w:sz w:val="20"/></w:rPr><w:t> </w:t></w:r><w:r><w:rPr><w:rFonts w:ascii="Myriad Pro"/><w:color w:val="231F20"/><w:sz w:val="20"/></w:rPr><w:t>lengths</w:t></w:r><w:r><w:rPr><w:rFonts w:ascii="Myriad Pro"/><w:color w:val="231F20"/><w:spacing w:val="18"/><w:sz w:val="20"/></w:rPr><w:t> </w:t></w:r><w:r><w:rPr><w:rFonts w:ascii="Myriad Pro"/><w:color w:val="231F20"/><w:sz w:val="20"/></w:rPr><w:t>of</w:t></w:r><w:r><w:rPr><w:rFonts w:ascii="Myriad Pro"/><w:color w:val="231F20"/><w:spacing w:val="18"/><w:sz w:val="20"/></w:rPr><w:t> </w:t></w:r><w:r><w:rPr><w:rFonts w:ascii="Myriad Pro"/><w:color w:val="231F20"/><w:spacing w:val="1"/><w:sz w:val="20"/></w:rPr><w:t>objects</w:t></w:r><w:r><w:rPr><w:rFonts w:ascii="Myriad Pro"/><w:color w:val="231F20"/><w:spacing w:val="72"/><w:w w:val="102"/><w:sz w:val="20"/></w:rPr><w:t> </w:t></w:r><w:r><w:rPr><w:rFonts w:ascii="Myriad Pro"/><w:color w:val="231F20"/><w:sz w:val="20"/></w:rPr><w:t>running</w:t></w:r><w:r><w:rPr><w:rFonts w:ascii="Myriad Pro"/><w:color w:val="231F20"/><w:spacing w:val="16"/><w:sz w:val="20"/></w:rPr><w:t> </w:t></w:r><w:r><w:rPr><w:rFonts w:ascii="Myriad Pro"/><w:color w:val="231F20"/><w:sz w:val="20"/></w:rPr><w:t>parallel</w:t></w:r><w:r><w:rPr><w:rFonts w:ascii="Myriad Pro"/><w:color w:val="231F20"/><w:spacing w:val="16"/><w:sz w:val="20"/></w:rPr><w:t> </w:t></w:r><w:r><w:rPr><w:rFonts w:ascii="Myriad Pro"/><w:color w:val="231F20"/><w:sz w:val="20"/></w:rPr><w:t>to</w:t></w:r><w:r><w:rPr><w:rFonts w:ascii="Myriad Pro"/><w:color w:val="231F20"/><w:spacing w:val="17"/><w:sz w:val="20"/></w:rPr><w:t> </w:t></w:r><w:r><w:rPr><w:rFonts w:ascii="Myriad Pro"/><w:color w:val="231F20"/><w:sz w:val="20"/></w:rPr><w:t>these</w:t></w:r><w:r><w:rPr><w:rFonts w:ascii="Myriad Pro"/><w:color w:val="231F20"/><w:spacing w:val="16"/><w:sz w:val="20"/></w:rPr><w:t> </w:t></w:r><w:r><w:rPr><w:rFonts w:ascii="Myriad Pro"/><w:color w:val="231F20"/><w:sz w:val="20"/></w:rPr><w:t>axes</w:t></w:r><w:r><w:rPr><w:rFonts w:ascii="Myriad Pro"/><w:color w:val="231F20"/><w:spacing w:val="17"/><w:sz w:val="20"/></w:rPr><w:t> </w:t></w:r><w:r><w:rPr><w:rFonts w:ascii="Myriad Pro"/><w:color w:val="231F20"/><w:sz w:val="20"/></w:rPr><w:t>can</w:t></w:r><w:r><w:rPr><w:rFonts w:ascii="Myriad Pro"/><w:color w:val="231F20"/><w:spacing w:val="16"/><w:sz w:val="20"/></w:rPr><w:t> </w:t></w:r><w:r><w:rPr><w:rFonts w:ascii="Myriad Pro"/><w:color w:val="231F20"/><w:sz w:val="20"/></w:rPr><w:t>be</w:t></w:r><w:r><w:rPr><w:rFonts w:ascii="Myriad Pro"/><w:color w:val="231F20"/><w:spacing w:val="17"/><w:sz w:val="20"/></w:rPr><w:t> </w:t></w:r><w:r><w:rPr><w:rFonts w:ascii="Myriad Pro"/><w:color w:val="231F20"/><w:sz w:val="20"/></w:rPr><w:t>drawn</w:t></w:r><w:r><w:rPr><w:rFonts w:ascii="Myriad Pro"/><w:color w:val="231F20"/><w:spacing w:val="16"/><w:sz w:val="20"/></w:rPr><w:t> </w:t></w:r><w:r><w:rPr><w:rFonts w:ascii="Myriad Pro"/><w:color w:val="231F20"/><w:sz w:val="20"/></w:rPr><w:t>to</w:t></w:r><w:r><w:rPr><w:rFonts w:ascii="Myriad Pro"/><w:color w:val="231F20"/><w:spacing w:val="17"/><w:sz w:val="20"/></w:rPr><w:t> </w:t></w:r><w:r><w:rPr><w:rFonts w:ascii="Myriad Pro"/><w:color w:val="231F20"/><w:sz w:val="20"/></w:rPr><w:t>scale.</w:t></w:r><w:r><w:rPr><w:rFonts w:ascii="Myriad Pro"/><w:color w:val="231F20"/><w:spacing w:val="16"/><w:sz w:val="20"/></w:rPr><w:t> </w:t></w:r><w:r><w:rPr><w:rFonts w:ascii="Myriad Pro"/><w:color w:val="231F20"/><w:sz w:val="20"/></w:rPr><w:t>Lines</w:t></w:r><w:r><w:rPr><w:rFonts w:ascii="Myriad Pro"/><w:color w:val="231F20"/><w:spacing w:val="17"/><w:sz w:val="20"/></w:rPr><w:t> </w:t></w:r><w:r><w:rPr><w:rFonts w:ascii="Myriad Pro"/><w:color w:val="231F20"/><w:sz w:val="20"/></w:rPr><w:t>at</w:t></w:r><w:r><w:rPr><w:rFonts w:ascii="Myriad Pro"/><w:color w:val="231F20"/><w:spacing w:val="16"/><w:sz w:val="20"/></w:rPr><w:t> </w:t></w:r><w:r><w:rPr><w:rFonts w:ascii="Myriad Pro"/><w:color w:val="231F20"/><w:sz w:val="20"/></w:rPr><w:t>other</w:t></w:r><w:r><w:rPr><w:rFonts w:ascii="Myriad Pro"/><w:color w:val="231F20"/><w:spacing w:val="17"/><w:sz w:val="20"/></w:rPr><w:t> </w:t></w:r><w:r><w:rPr><w:rFonts w:ascii="Myriad Pro"/><w:color w:val="231F20"/><w:sz w:val="20"/></w:rPr><w:t>angles</w:t></w:r><w:r><w:rPr><w:rFonts w:ascii="Myriad Pro"/><w:color w:val="231F20"/><w:spacing w:val="16"/><w:sz w:val="20"/></w:rPr><w:t> </w:t></w:r><w:r><w:rPr><w:rFonts w:ascii="Myriad Pro"/><w:color w:val="231F20"/><w:sz w:val="20"/></w:rPr><w:t>will</w:t></w:r><w:r><w:rPr><w:rFonts w:ascii="Myriad Pro"/><w:color w:val="231F20"/><w:spacing w:val="16"/><w:sz w:val="20"/></w:rPr><w:t> </w:t></w:r><w:r><w:rPr><w:rFonts w:ascii="Myriad Pro"/><w:color w:val="231F20"/><w:sz w:val="20"/></w:rPr><w:t>not</w:t></w:r><w:r><w:rPr><w:rFonts w:ascii="Myriad Pro"/><w:color w:val="231F20"/><w:spacing w:val="17"/><w:sz w:val="20"/></w:rPr><w:t> </w:t></w:r><w:r><w:rPr><w:rFonts w:ascii="Myriad Pro"/><w:color w:val="231F20"/><w:sz w:val="20"/></w:rPr><w:t>be</w:t></w:r><w:r><w:rPr><w:rFonts w:ascii="Myriad Pro"/><w:color w:val="231F20"/><w:spacing w:val="16"/><w:sz w:val="20"/></w:rPr><w:t> </w:t></w:r><w:r><w:rPr><w:rFonts w:ascii="Myriad Pro"/><w:color w:val="231F20"/><w:sz w:val="20"/></w:rPr><w:t>to</w:t></w:r><w:r><w:rPr><w:rFonts w:ascii="Myriad Pro"/><w:color w:val="231F20"/><w:spacing w:val="17"/><w:sz w:val="20"/></w:rPr><w:t> </w:t></w:r><w:r><w:rPr><w:rFonts w:ascii="Myriad Pro"/><w:color w:val="231F20"/><w:sz w:val="20"/></w:rPr><w:t>scale.</w:t></w:r><w:r><w:rPr><w:rFonts w:ascii="Myriad Pro"/><w:sz w:val="20"/></w:rPr></w:r></w:p><w:p><w:pPr><w:spacing w:line="240" w:lineRule="auto" w:before="9"/><w:rPr><w:rFonts w:ascii="Myriad Pro" w:hAnsi="Myriad Pro" w:cs="Myriad Pro" w:eastAsia="Myriad Pro"/><w:sz w:val="8"/><w:szCs w:val="8"/></w:rPr></w:pPr></w:p><w:p><w:pPr><w:spacing w:before="76"/><w:ind w:left="0" w:right="1231" w:firstLine="0"/><w:jc w:val="center"/><w:rPr><w:rFonts w:ascii="Myriad Pro" w:hAnsi="Myriad Pro" w:cs="Myriad Pro" w:eastAsia="Myriad Pro"/><w:sz w:val="18"/><w:szCs w:val="18"/></w:rPr></w:pPr><w:r><w:rPr><w:rFonts w:ascii="Myriad Pro"/><w:color w:val="231F20"/><w:spacing w:val="-1"/><w:w w:val="105"/><w:sz w:val="18"/></w:rPr><w:t>Height</w:t></w:r><w:r><w:rPr><w:rFonts w:ascii="Myriad Pro"/><w:sz w:val="18"/></w:rPr></w:r></w:p><w:p><w:pPr><w:spacing w:line="240" w:lineRule="auto" w:before="8"/><w:rPr><w:rFonts w:ascii="Myriad Pro" w:hAnsi="Myriad Pro" w:cs="Myriad Pro" w:eastAsia="Myriad Pro"/><w:sz w:val="6"/><w:szCs w:val="6"/></w:rPr></w:pPr></w:p><w:p><w:pPr><w:spacing w:line="200" w:lineRule="atLeast"/><w:ind w:left="2630" w:right="0" w:firstLine="0"/><w:rPr><w:rFonts w:ascii="Myriad Pro" w:hAnsi="Myriad Pro" w:cs="Myriad Pro" w:eastAsia="Myriad Pro"/><w:sz w:val="20"/><w:szCs w:val="20"/></w:rPr></w:pPr><w:r><w:rPr><w:rFonts w:ascii="Myriad Pro" w:hAnsi="Myriad Pro" w:cs="Myriad Pro" w:eastAsia="Myriad Pro"/><w:sz w:val="20"/><w:szCs w:val="20"/></w:rPr><w:pict><v:group style="width:257.8500pt;height:119pt;mso-position-horizontal-relative:char;mso-position-vertical-relative:line" coordorigin="0,0" coordsize="5157,2380"><v:group style="position:absolute;left:494;top:123;width:1879;height:2249" coordorigin="494,123" coordsize="1879,2249"><v:shape style="position:absolute;left:494;top:123;width:1879;height:2249" coordorigin="494,123" coordsize="1879,2249" path="m2372,123l2372,2372,494,1288e" filled="false" stroked="true" strokeweight=".697pt" strokecolor="#231f20"><v:path arrowok="t"/></v:shape></v:group><v:group style="position:absolute;left:2331;top:0;width:81;height:152" coordorigin="2331,0" coordsize="81,152"><v:shape style="position:absolute;left:2331;top:0;width:81;height:152" coordorigin="2331,0" coordsize="81,152" path="m2372,0l2331,151,2412,151,2372,0xe" filled="true" fillcolor="#231f20" stroked="false"><v:path arrowok="t"/><v:fill type="solid"/></v:shape></v:group><v:group style="position:absolute;left:387;top:1226;width:152;height:111" coordorigin="387,1226" coordsize="152,111"><v:shape style="position:absolute;left:387;top:1226;width:152;height:111" coordorigin="387,1226" coordsize="152,111" path="m387,1226l497,1337,538,1266,387,1226xe" filled="true" fillcolor="#231f20" stroked="false"><v:path arrowok="t"/><v:fill type="solid"/></v:shape></v:group><v:group style="position:absolute;left:2372;top:986;width:2383;height:1386" coordorigin="2372,986" coordsize="2383,1386"><v:shape style="position:absolute;left:2372;top:986;width:2383;height:1386" coordorigin="2372,986" coordsize="2383,1386" path="m4754,986l2372,2372e" filled="false" stroked="true" strokeweight=".697pt" strokecolor="#231f20"><v:path arrowok="t"/></v:shape></v:group><v:group style="position:absolute;left:4710;top:924;width:151;height:111" coordorigin="4710,924" coordsize="151,111"><v:shape style="position:absolute;left:4710;top:924;width:151;height:111" coordorigin="4710,924" coordsize="151,111" path="m4861,924l4710,965,4751,1035,4861,924xe" filled="true" fillcolor="#231f20" stroked="false"><v:path arrowok="t"/><v:fill type="solid"/></v:shape><v:shape style="position:absolute;left:4607;top:684;width:550;height:186" type="#_x0000_t202" filled="false" stroked="false"><v:textbox inset="0,0,0,0"><w:txbxContent><w:p><w:pPr><w:spacing w:line="186" w:lineRule="exact" w:before="0"/><w:ind w:left="0" w:right="0" w:firstLine="0"/><w:jc w:val="left"/><w:rPr><w:rFonts w:ascii="Myriad Pro" w:hAnsi="Myriad Pro" w:cs="Myriad Pro" w:eastAsia="Myriad Pro"/><w:sz w:val="18"/><w:szCs w:val="18"/></w:rPr></w:pPr><w:r><w:rPr><w:rFonts w:ascii="Myriad Pro"/><w:color w:val="231F20"/><w:spacing w:val="-1"/><w:sz w:val="18"/></w:rPr><w:t>Length</w:t></w:r><w:r><w:rPr><w:rFonts w:ascii="Myriad Pro"/><w:sz w:val="18"/></w:rPr></w:r></w:p></w:txbxContent></v:textbox><w10:wrap type="none"/></v:shape><v:shape style="position:absolute;left:0;top:963;width:468;height:186" type="#_x0000_t202" filled="false" stroked="false"><v:textbox inset="0,0,0,0"><w:txbxContent><w:p><w:pPr><w:spacing w:line="186" w:lineRule="exact" w:before="0"/><w:ind w:left="0" w:right="0" w:firstLine="0"/><w:jc w:val="left"/><w:rPr><w:rFonts w:ascii="Myriad Pro" w:hAnsi="Myriad Pro" w:cs="Myriad Pro" w:eastAsia="Myriad Pro"/><w:sz w:val="18"/><w:szCs w:val="18"/></w:rPr></w:pPr><w:r><w:rPr><w:rFonts w:ascii="Myriad Pro"/><w:color w:val="231F20"/><w:spacing w:val="-1"/><w:sz w:val="18"/></w:rPr><w:t>Width</w:t></w:r><w:r><w:rPr><w:rFonts w:ascii="Myriad Pro"/><w:sz w:val="18"/></w:rPr></w:r></w:p></w:txbxContent></v:textbox><w10:wrap type="none"/></v:shape></v:group></v:group></w:pict></w:r><w:r><w:rPr><w:rFonts w:ascii="Myriad Pro" w:hAnsi="Myriad Pro" w:cs="Myriad Pro" w:eastAsia="Myriad Pro"/><w:sz w:val="20"/><w:szCs w:val="20"/></w:rPr></w:r></w:p><w:p><w:pPr><w:spacing w:before="73"/><w:ind w:left="0" w:right="523" w:firstLine="0"/><w:jc w:val="center"/><w:rPr><w:rFonts w:ascii="Myriad Pro" w:hAnsi="Myriad Pro" w:cs="Myriad Pro" w:eastAsia="Myriad Pro"/><w:sz w:val="16"/><w:szCs w:val="16"/></w:rPr></w:pPr><w:r><w:rPr><w:rFonts w:ascii="Myriad Pro Semibold" w:hAnsi="Myriad Pro Semibold" w:cs="Myriad Pro Semibold" w:eastAsia="Myriad Pro Semibold"/><w:b/><w:bCs/><w:color w:val="231F20"/><w:spacing w:val="-1"/><w:w w:val="105"/><w:sz w:val="16"/><w:szCs w:val="16"/></w:rPr><w:t>Figure</w:t></w:r><w:r><w:rPr><w:rFonts w:ascii="Myriad Pro Semibold" w:hAnsi="Myriad Pro Semibold" w:cs="Myriad Pro Semibold" w:eastAsia="Myriad Pro Semibold"/><w:b/><w:bCs/><w:color w:val="231F20"/><w:spacing w:val="-6"/><w:w w:val="105"/><w:sz w:val="16"/><w:szCs w:val="16"/></w:rPr><w:t> </w:t></w:r><w:r><w:rPr><w:rFonts w:ascii="Myriad Pro Semibold" w:hAnsi="Myriad Pro Semibold" w:cs="Myriad Pro Semibold" w:eastAsia="Myriad Pro Semibold"/><w:b/><w:bCs/><w:color w:val="231F20"/><w:w w:val="105"/><w:sz w:val="16"/><w:szCs w:val="16"/></w:rPr><w:t>8</w:t></w:r><w:r><w:rPr><w:rFonts w:ascii="Myriad Pro Semibold" w:hAnsi="Myriad Pro Semibold" w:cs="Myriad Pro Semibold" w:eastAsia="Myriad Pro Semibold"/><w:b/><w:bCs/><w:color w:val="231F20"/><w:spacing w:val="-18"/><w:w w:val="105"/><w:sz w:val="16"/><w:szCs w:val="16"/></w:rPr><w:t> </w:t></w:r><w:r><w:rPr><w:rFonts w:ascii="Myriad Pro Semibold" w:hAnsi="Myriad Pro Semibold" w:cs="Myriad Pro Semibold" w:eastAsia="Myriad Pro Semibold"/><w:b/><w:bCs/><w:color w:val="231F20"/><w:w w:val="105"/><w:sz w:val="16"/><w:szCs w:val="16"/></w:rPr><w:t>—</w:t></w:r><w:r><w:rPr><w:rFonts w:ascii="Myriad Pro Semibold" w:hAnsi="Myriad Pro Semibold" w:cs="Myriad Pro Semibold" w:eastAsia="Myriad Pro Semibold"/><w:b/><w:bCs/><w:color w:val="231F20"/><w:spacing w:val="-17"/><w:w w:val="105"/><w:sz w:val="16"/><w:szCs w:val="16"/></w:rPr><w:t> </w:t></w:r><w:r><w:rPr><w:rFonts w:ascii="Myriad Pro" w:hAnsi="Myriad Pro" w:cs="Myriad Pro" w:eastAsia="Myriad Pro"/><w:color w:val="231F20"/><w:w w:val="105"/><w:sz w:val="16"/><w:szCs w:val="16"/></w:rPr><w:t>Isometric</w:t></w:r><w:r><w:rPr><w:rFonts w:ascii="Myriad Pro" w:hAnsi="Myriad Pro" w:cs="Myriad Pro" w:eastAsia="Myriad Pro"/><w:color w:val="231F20"/><w:spacing w:val="-6"/><w:w w:val="105"/><w:sz w:val="16"/><w:szCs w:val="16"/></w:rPr><w:t> </w:t></w:r><w:r><w:rPr><w:rFonts w:ascii="Myriad Pro" w:hAnsi="Myriad Pro" w:cs="Myriad Pro" w:eastAsia="Myriad Pro"/><w:color w:val="231F20"/><w:spacing w:val="-1"/><w:w w:val="105"/><w:sz w:val="16"/><w:szCs w:val="16"/></w:rPr><w:t>axes</w:t></w:r><w:r><w:rPr><w:rFonts w:ascii="Myriad Pro" w:hAnsi="Myriad Pro" w:cs="Myriad Pro" w:eastAsia="Myriad Pro"/><w:sz w:val="16"/><w:szCs w:val="16"/></w:rPr></w:r></w:p><w:p><w:pPr><w:spacing w:line="240" w:lineRule="auto" w:before="0"/><w:rPr><w:rFonts w:ascii="Myriad Pro" w:hAnsi="Myriad Pro" w:cs="Myriad Pro" w:eastAsia="Myriad Pro"/><w:sz w:val="16"/><w:szCs w:val="16"/></w:rPr></w:pPr></w:p><w:p><w:pPr><w:spacing w:line="240" w:lineRule="auto" w:before="11"/><w:rPr><w:rFonts w:ascii="Myriad Pro" w:hAnsi="Myriad Pro" w:cs="Myriad Pro" w:eastAsia="Myriad Pro"/><w:sz w:val="15"/><w:szCs w:val="15"/></w:rPr></w:pPr></w:p><w:p><w:pPr><w:spacing w:line="278" w:lineRule="auto" w:before="0"/><w:ind w:left="1067" w:right="1788" w:firstLine="0"/><w:jc w:val="left"/><w:rPr><w:rFonts w:ascii="Myriad Pro" w:hAnsi="Myriad Pro" w:cs="Myriad Pro" w:eastAsia="Myriad Pro"/><w:sz w:val="20"/><w:szCs w:val="20"/></w:rPr></w:pPr><w:r><w:rPr><w:rFonts w:ascii="Myriad Pro" w:hAnsi="Myriad Pro" w:cs="Myriad Pro" w:eastAsia="Myriad Pro"/><w:color w:val="231F20"/><w:sz w:val="20"/><w:szCs w:val="20"/></w:rPr><w:t>Draw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a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small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star-shaped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axis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on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the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bottom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corner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of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your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grid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pacing w:val="-1"/><w:sz w:val="20"/><w:szCs w:val="20"/></w:rPr><w:t>paper.</w:t></w:r><w:r><w:rPr><w:rFonts w:ascii="Myriad Pro" w:hAnsi="Myriad Pro" w:cs="Myriad Pro" w:eastAsia="Myriad Pro"/><w:color w:val="231F20"/><w:spacing w:val="7"/><w:sz w:val="20"/><w:szCs w:val="20"/></w:rPr><w:t> </w:t></w:r><w:r><w:rPr><w:rFonts w:ascii="Myriad Pro" w:hAnsi="Myriad Pro" w:cs="Myriad Pro" w:eastAsia="Myriad Pro"/><w:color w:val="231F20"/><w:sz w:val="20"/><w:szCs w:val="20"/></w:rPr><w:t>The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sloping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axes</w:t></w:r><w:r><w:rPr><w:rFonts w:ascii="Myriad Pro" w:hAnsi="Myriad Pro" w:cs="Myriad Pro" w:eastAsia="Myriad Pro"/><w:color w:val="231F20"/><w:spacing w:val="68"/><w:w w:val="102"/><w:sz w:val="20"/><w:szCs w:val="20"/></w:rPr><w:t> </w:t></w:r><w:r><w:rPr><w:rFonts w:ascii="Myriad Pro" w:hAnsi="Myriad Pro" w:cs="Myriad Pro" w:eastAsia="Myriad Pro"/><w:color w:val="231F20"/><w:sz w:val="20"/><w:szCs w:val="20"/></w:rPr><w:t>should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be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drawn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at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a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30°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degree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angle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from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the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horizontal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grid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line.</w:t></w:r><w:r><w:rPr><w:rFonts w:ascii="Myriad Pro" w:hAnsi="Myriad Pro" w:cs="Myriad Pro" w:eastAsia="Myriad Pro"/><w:color w:val="231F20"/><w:spacing w:val="6"/><w:sz w:val="20"/><w:szCs w:val="20"/></w:rPr><w:t> </w:t></w:r><w:r><w:rPr><w:rFonts w:ascii="Myriad Pro" w:hAnsi="Myriad Pro" w:cs="Myriad Pro" w:eastAsia="Myriad Pro"/><w:color w:val="231F20"/><w:sz w:val="20"/><w:szCs w:val="20"/></w:rPr><w:t>The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pacing w:val="1"/><w:sz w:val="20"/><w:szCs w:val="20"/></w:rPr><w:t>vertical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axis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of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pacing w:val="1"/><w:sz w:val="20"/><w:szCs w:val="20"/></w:rPr><w:t>the</w:t></w:r><w:r><w:rPr><w:rFonts w:ascii="Myriad Pro" w:hAnsi="Myriad Pro" w:cs="Myriad Pro" w:eastAsia="Myriad Pro"/><w:color w:val="231F20"/><w:spacing w:val="40"/><w:w w:val="102"/><w:sz w:val="20"/><w:szCs w:val="20"/></w:rPr><w:t> </w:t></w:r><w:r><w:rPr><w:rFonts w:ascii="Myriad Pro" w:hAnsi="Myriad Pro" w:cs="Myriad Pro" w:eastAsia="Myriad Pro"/><w:color w:val="231F20"/><w:sz w:val="20"/><w:szCs w:val="20"/></w:rPr><w:t>star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indicates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height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(H)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or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depth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(D),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and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the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two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sloping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axes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indicate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the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length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(L)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and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pacing w:val="1"/><w:sz w:val="20"/><w:szCs w:val="20"/></w:rPr><w:t>the</w:t></w:r><w:r><w:rPr><w:rFonts w:ascii="Myriad Pro" w:hAnsi="Myriad Pro" w:cs="Myriad Pro" w:eastAsia="Myriad Pro"/><w:color w:val="231F20"/><w:spacing w:val="66"/><w:w w:val="102"/><w:sz w:val="20"/><w:szCs w:val="20"/></w:rPr><w:t> </w:t></w:r><w:r><w:rPr><w:rFonts w:ascii="Myriad Pro" w:hAnsi="Myriad Pro" w:cs="Myriad Pro" w:eastAsia="Myriad Pro"/><w:color w:val="231F20"/><w:sz w:val="20"/><w:szCs w:val="20"/></w:rPr><w:t>width</w:t></w:r><w:r><w:rPr><w:rFonts w:ascii="Myriad Pro" w:hAnsi="Myriad Pro" w:cs="Myriad Pro" w:eastAsia="Myriad Pro"/><w:color w:val="231F20"/><w:spacing w:val="16"/><w:sz w:val="20"/><w:szCs w:val="20"/></w:rPr><w:t> </w:t></w:r><w:r><w:rPr><w:rFonts w:ascii="Myriad Pro" w:hAnsi="Myriad Pro" w:cs="Myriad Pro" w:eastAsia="Myriad Pro"/><w:color w:val="231F20"/><w:spacing w:val="7"/><w:sz w:val="20"/><w:szCs w:val="20"/></w:rPr><w:t>(W)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of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the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rectangle.</w:t></w:r><w:r><w:rPr><w:rFonts w:ascii="Myriad Pro" w:hAnsi="Myriad Pro" w:cs="Myriad Pro" w:eastAsia="Myriad Pro"/><w:color w:val="231F20"/><w:spacing w:val="6"/><w:sz w:val="20"/><w:szCs w:val="20"/></w:rPr><w:t> </w:t></w:r><w:r><w:rPr><w:rFonts w:ascii="Myriad Pro" w:hAnsi="Myriad Pro" w:cs="Myriad Pro" w:eastAsia="Myriad Pro"/><w:color w:val="231F20"/><w:sz w:val="20"/><w:szCs w:val="20"/></w:rPr><w:t>The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pacing w:val="1"/><w:sz w:val="20"/><w:szCs w:val="20"/></w:rPr><w:t>vertical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axis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can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be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used</w:t></w:r><w:r><w:rPr><w:rFonts w:ascii="Myriad Pro" w:hAnsi="Myriad Pro" w:cs="Myriad Pro" w:eastAsia="Myriad Pro"/><w:color w:val="231F20"/><w:spacing w:val="16"/><w:sz w:val="20"/><w:szCs w:val="20"/></w:rPr><w:t> </w:t></w:r><w:r><w:rPr><w:rFonts w:ascii="Myriad Pro" w:hAnsi="Myriad Pro" w:cs="Myriad Pro" w:eastAsia="Myriad Pro"/><w:color w:val="231F20"/><w:sz w:val="20"/><w:szCs w:val="20"/></w:rPr><w:t>as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a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guide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when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pacing w:val="1"/><w:sz w:val="20"/><w:szCs w:val="20"/></w:rPr><w:t>making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lines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on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your</w:t></w:r><w:r><w:rPr><w:rFonts w:ascii="Myriad Pro" w:hAnsi="Myriad Pro" w:cs="Myriad Pro" w:eastAsia="Myriad Pro"/><w:color w:val="231F20"/><w:spacing w:val="58"/><w:w w:val="102"/><w:sz w:val="20"/><w:szCs w:val="20"/></w:rPr><w:t> </w:t></w:r><w:r><w:rPr><w:rFonts w:ascii="Myriad Pro" w:hAnsi="Myriad Pro" w:cs="Myriad Pro" w:eastAsia="Myriad Pro"/><w:color w:val="231F20"/><w:sz w:val="20"/><w:szCs w:val="20"/></w:rPr><w:t>drawing.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Notice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we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have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labelled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the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points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on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the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star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in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Figure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9.</w:t></w:r><w:r><w:rPr><w:rFonts w:ascii="Myriad Pro" w:hAnsi="Myriad Pro" w:cs="Myriad Pro" w:eastAsia="Myriad Pro"/><w:color w:val="231F20"/><w:spacing w:val="6"/><w:sz w:val="20"/><w:szCs w:val="20"/></w:rPr><w:t> </w:t></w:r><w:r><w:rPr><w:rFonts w:ascii="Myriad Pro" w:hAnsi="Myriad Pro" w:cs="Myriad Pro" w:eastAsia="Myriad Pro"/><w:color w:val="231F20"/><w:sz w:val="20"/><w:szCs w:val="20"/></w:rPr><w:t>These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z w:val="20"/><w:szCs w:val="20"/></w:rPr><w:t>labels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can</w:t></w:r><w:r><w:rPr><w:rFonts w:ascii="Myriad Pro" w:hAnsi="Myriad Pro" w:cs="Myriad Pro" w:eastAsia="Myriad Pro"/><w:color w:val="231F20"/><w:spacing w:val="17"/><w:sz w:val="20"/><w:szCs w:val="20"/></w:rPr><w:t> </w:t></w:r><w:r><w:rPr><w:rFonts w:ascii="Myriad Pro" w:hAnsi="Myriad Pro" w:cs="Myriad Pro" w:eastAsia="Myriad Pro"/><w:color w:val="231F20"/><w:spacing w:val="1"/><w:sz w:val="20"/><w:szCs w:val="20"/></w:rPr><w:t>change</w:t></w:r><w:r><w:rPr><w:rFonts w:ascii="Myriad Pro" w:hAnsi="Myriad Pro" w:cs="Myriad Pro" w:eastAsia="Myriad Pro"/><w:color w:val="231F20"/><w:spacing w:val="66"/><w:w w:val="102"/><w:sz w:val="20"/><w:szCs w:val="20"/></w:rPr><w:t> </w:t></w:r><w:r><w:rPr><w:rFonts w:ascii="Myriad Pro" w:hAnsi="Myriad Pro" w:cs="Myriad Pro" w:eastAsia="Myriad Pro"/><w:color w:val="231F20"/><w:sz w:val="20"/><w:szCs w:val="20"/></w:rPr><w:t>depending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on</w:t></w:r><w:r><w:rPr><w:rFonts w:ascii="Myriad Pro" w:hAnsi="Myriad Pro" w:cs="Myriad Pro" w:eastAsia="Myriad Pro"/><w:color w:val="231F20"/><w:spacing w:val="19"/><w:sz w:val="20"/><w:szCs w:val="20"/></w:rPr><w:t> </w:t></w:r><w:r><w:rPr><w:rFonts w:ascii="Myriad Pro" w:hAnsi="Myriad Pro" w:cs="Myriad Pro" w:eastAsia="Myriad Pro"/><w:color w:val="231F20"/><w:sz w:val="20"/><w:szCs w:val="20"/></w:rPr><w:t>the</w:t></w:r><w:r><w:rPr><w:rFonts w:ascii="Myriad Pro" w:hAnsi="Myriad Pro" w:cs="Myriad Pro" w:eastAsia="Myriad Pro"/><w:color w:val="231F20"/><w:spacing w:val="19"/><w:sz w:val="20"/><w:szCs w:val="20"/></w:rPr><w:t> </w:t></w:r><w:r><w:rPr><w:rFonts w:ascii="Myriad Pro" w:hAnsi="Myriad Pro" w:cs="Myriad Pro" w:eastAsia="Myriad Pro"/><w:color w:val="231F20"/><w:sz w:val="20"/><w:szCs w:val="20"/></w:rPr><w:t>view</w:t></w:r><w:r><w:rPr><w:rFonts w:ascii="Myriad Pro" w:hAnsi="Myriad Pro" w:cs="Myriad Pro" w:eastAsia="Myriad Pro"/><w:color w:val="231F20"/><w:spacing w:val="19"/><w:sz w:val="20"/><w:szCs w:val="20"/></w:rPr><w:t> </w:t></w:r><w:r><w:rPr><w:rFonts w:ascii="Myriad Pro" w:hAnsi="Myriad Pro" w:cs="Myriad Pro" w:eastAsia="Myriad Pro"/><w:color w:val="231F20"/><w:sz w:val="20"/><w:szCs w:val="20"/></w:rPr><w:t>that</w:t></w:r><w:r><w:rPr><w:rFonts w:ascii="Myriad Pro" w:hAnsi="Myriad Pro" w:cs="Myriad Pro" w:eastAsia="Myriad Pro"/><w:color w:val="231F20"/><w:spacing w:val="19"/><w:sz w:val="20"/><w:szCs w:val="20"/></w:rPr><w:t> </w:t></w:r><w:r><w:rPr><w:rFonts w:ascii="Myriad Pro" w:hAnsi="Myriad Pro" w:cs="Myriad Pro" w:eastAsia="Myriad Pro"/><w:color w:val="231F20"/><w:sz w:val="20"/><w:szCs w:val="20"/></w:rPr><w:t>you</w:t></w:r><w:r><w:rPr><w:rFonts w:ascii="Myriad Pro" w:hAnsi="Myriad Pro" w:cs="Myriad Pro" w:eastAsia="Myriad Pro"/><w:color w:val="231F20"/><w:spacing w:val="19"/><w:sz w:val="20"/><w:szCs w:val="20"/></w:rPr><w:t> </w:t></w:r><w:r><w:rPr><w:rFonts w:ascii="Myriad Pro" w:hAnsi="Myriad Pro" w:cs="Myriad Pro" w:eastAsia="Myriad Pro"/><w:color w:val="231F20"/><w:sz w:val="20"/><w:szCs w:val="20"/></w:rPr><w:t>may</w:t></w:r><w:r><w:rPr><w:rFonts w:ascii="Myriad Pro" w:hAnsi="Myriad Pro" w:cs="Myriad Pro" w:eastAsia="Myriad Pro"/><w:color w:val="231F20"/><w:spacing w:val="19"/><w:sz w:val="20"/><w:szCs w:val="20"/></w:rPr><w:t> </w:t></w:r><w:r><w:rPr><w:rFonts w:ascii="Myriad Pro" w:hAnsi="Myriad Pro" w:cs="Myriad Pro" w:eastAsia="Myriad Pro"/><w:color w:val="231F20"/><w:sz w:val="20"/><w:szCs w:val="20"/></w:rPr><w:t>want</w:t></w:r><w:r><w:rPr><w:rFonts w:ascii="Myriad Pro" w:hAnsi="Myriad Pro" w:cs="Myriad Pro" w:eastAsia="Myriad Pro"/><w:color w:val="231F20"/><w:spacing w:val="19"/><w:sz w:val="20"/><w:szCs w:val="20"/></w:rPr><w:t> </w:t></w:r><w:r><w:rPr><w:rFonts w:ascii="Myriad Pro" w:hAnsi="Myriad Pro" w:cs="Myriad Pro" w:eastAsia="Myriad Pro"/><w:color w:val="231F20"/><w:sz w:val="20"/><w:szCs w:val="20"/></w:rPr><w:t>when</w:t></w:r><w:r><w:rPr><w:rFonts w:ascii="Myriad Pro" w:hAnsi="Myriad Pro" w:cs="Myriad Pro" w:eastAsia="Myriad Pro"/><w:color w:val="231F20"/><w:spacing w:val="19"/><w:sz w:val="20"/><w:szCs w:val="20"/></w:rPr><w:t> </w:t></w:r><w:r><w:rPr><w:rFonts w:ascii="Myriad Pro" w:hAnsi="Myriad Pro" w:cs="Myriad Pro" w:eastAsia="Myriad Pro"/><w:color w:val="231F20"/><w:sz w:val="20"/><w:szCs w:val="20"/></w:rPr><w:t>drawing</w:t></w:r><w:r><w:rPr><w:rFonts w:ascii="Myriad Pro" w:hAnsi="Myriad Pro" w:cs="Myriad Pro" w:eastAsia="Myriad Pro"/><w:color w:val="231F20"/><w:spacing w:val="19"/><w:sz w:val="20"/><w:szCs w:val="20"/></w:rPr><w:t> </w:t></w:r><w:r><w:rPr><w:rFonts w:ascii="Myriad Pro" w:hAnsi="Myriad Pro" w:cs="Myriad Pro" w:eastAsia="Myriad Pro"/><w:color w:val="231F20"/><w:sz w:val="20"/><w:szCs w:val="20"/></w:rPr><w:t>a</w:t></w:r><w:r><w:rPr><w:rFonts w:ascii="Myriad Pro" w:hAnsi="Myriad Pro" w:cs="Myriad Pro" w:eastAsia="Myriad Pro"/><w:color w:val="231F20"/><w:spacing w:val="19"/><w:sz w:val="20"/><w:szCs w:val="20"/></w:rPr><w:t> </w:t></w:r><w:r><w:rPr><w:rFonts w:ascii="Myriad Pro" w:hAnsi="Myriad Pro" w:cs="Myriad Pro" w:eastAsia="Myriad Pro"/><w:color w:val="231F20"/><w:spacing w:val="1"/><w:sz w:val="20"/><w:szCs w:val="20"/></w:rPr><w:t>stationary</w:t></w:r><w:r><w:rPr><w:rFonts w:ascii="Myriad Pro" w:hAnsi="Myriad Pro" w:cs="Myriad Pro" w:eastAsia="Myriad Pro"/><w:color w:val="231F20"/><w:spacing w:val="19"/><w:sz w:val="20"/><w:szCs w:val="20"/></w:rPr><w:t> </w:t></w:r><w:r><w:rPr><w:rFonts w:ascii="Myriad Pro" w:hAnsi="Myriad Pro" w:cs="Myriad Pro" w:eastAsia="Myriad Pro"/><w:color w:val="231F20"/><w:sz w:val="20"/><w:szCs w:val="20"/></w:rPr><w:t>object.</w:t></w:r><w:r><w:rPr><w:rFonts w:ascii="Myriad Pro" w:hAnsi="Myriad Pro" w:cs="Myriad Pro" w:eastAsia="Myriad Pro"/><w:color w:val="231F20"/><w:spacing w:val="7"/><w:sz w:val="20"/><w:szCs w:val="20"/></w:rPr><w:t> </w:t></w:r><w:r><w:rPr><w:rFonts w:ascii="Myriad Pro" w:hAnsi="Myriad Pro" w:cs="Myriad Pro" w:eastAsia="Myriad Pro"/><w:color w:val="231F20"/><w:sz w:val="20"/><w:szCs w:val="20"/></w:rPr><w:t>The</w:t></w:r><w:r><w:rPr><w:rFonts w:ascii="Myriad Pro" w:hAnsi="Myriad Pro" w:cs="Myriad Pro" w:eastAsia="Myriad Pro"/><w:color w:val="231F20"/><w:spacing w:val="19"/><w:sz w:val="20"/><w:szCs w:val="20"/></w:rPr><w:t> </w:t></w:r><w:r><w:rPr><w:rFonts w:ascii="Myriad Pro" w:hAnsi="Myriad Pro" w:cs="Myriad Pro" w:eastAsia="Myriad Pro"/><w:color w:val="231F20"/><w:sz w:val="20"/><w:szCs w:val="20"/></w:rPr><w:t>bottom</w:t></w:r><w:r><w:rPr><w:rFonts w:ascii="Myriad Pro" w:hAnsi="Myriad Pro" w:cs="Myriad Pro" w:eastAsia="Myriad Pro"/><w:color w:val="231F20"/><w:spacing w:val="19"/><w:sz w:val="20"/><w:szCs w:val="20"/></w:rPr><w:t> </w:t></w:r><w:r><w:rPr><w:rFonts w:ascii="Myriad Pro" w:hAnsi="Myriad Pro" w:cs="Myriad Pro" w:eastAsia="Myriad Pro"/><w:color w:val="231F20"/><w:sz w:val="20"/><w:szCs w:val="20"/></w:rPr><w:t>two</w:t></w:r><w:r><w:rPr><w:rFonts w:ascii="Myriad Pro" w:hAnsi="Myriad Pro" w:cs="Myriad Pro" w:eastAsia="Myriad Pro"/><w:color w:val="231F20"/><w:spacing w:val="62"/><w:w w:val="102"/><w:sz w:val="20"/><w:szCs w:val="20"/></w:rPr><w:t> </w:t></w:r><w:r><w:rPr><w:rFonts w:ascii="Myriad Pro" w:hAnsi="Myriad Pro" w:cs="Myriad Pro" w:eastAsia="Myriad Pro"/><w:color w:val="231F20"/><w:sz w:val="20"/><w:szCs w:val="20"/></w:rPr><w:t>horizontal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points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indicate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the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view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that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is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being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drawn.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pacing w:val="1"/><w:sz w:val="20"/><w:szCs w:val="20"/></w:rPr><w:t>In</w:t></w:r><w:r><w:rPr><w:rFonts w:ascii="Myriad Pro" w:hAnsi="Myriad Pro" w:cs="Myriad Pro" w:eastAsia="Myriad Pro"/><w:color w:val="231F20"/><w:spacing w:val="19"/><w:sz w:val="20"/><w:szCs w:val="20"/></w:rPr><w:t> </w:t></w:r><w:r><w:rPr><w:rFonts w:ascii="Myriad Pro" w:hAnsi="Myriad Pro" w:cs="Myriad Pro" w:eastAsia="Myriad Pro"/><w:color w:val="231F20"/><w:sz w:val="20"/><w:szCs w:val="20"/></w:rPr><w:t>this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case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we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would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be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creating</w:t></w:r><w:r><w:rPr><w:rFonts w:ascii="Myriad Pro" w:hAnsi="Myriad Pro" w:cs="Myriad Pro" w:eastAsia="Myriad Pro"/><w:color w:val="231F20"/><w:spacing w:val="18"/><w:sz w:val="20"/><w:szCs w:val="20"/></w:rPr><w:t> </w:t></w:r><w:r><w:rPr><w:rFonts w:ascii="Myriad Pro" w:hAnsi="Myriad Pro" w:cs="Myriad Pro" w:eastAsia="Myriad Pro"/><w:color w:val="231F20"/><w:sz w:val="20"/><w:szCs w:val="20"/></w:rPr><w:t>a</w:t></w:r><w:r><w:rPr><w:rFonts w:ascii="Myriad Pro" w:hAnsi="Myriad Pro" w:cs="Myriad Pro" w:eastAsia="Myriad Pro"/><w:color w:val="231F20"/><w:spacing w:val="54"/><w:w w:val="102"/><w:sz w:val="20"/><w:szCs w:val="20"/></w:rPr><w:t> </w:t></w:r><w:r><w:rPr><w:rFonts w:ascii="Myriad Pro" w:hAnsi="Myriad Pro" w:cs="Myriad Pro" w:eastAsia="Myriad Pro"/><w:color w:val="231F20"/><w:sz w:val="20"/><w:szCs w:val="20"/></w:rPr><w:t>front-right</w:t></w:r><w:r><w:rPr><w:rFonts w:ascii="Myriad Pro" w:hAnsi="Myriad Pro" w:cs="Myriad Pro" w:eastAsia="Myriad Pro"/><w:color w:val="231F20"/><w:spacing w:val="42"/><w:sz w:val="20"/><w:szCs w:val="20"/></w:rPr><w:t> </w:t></w:r><w:r><w:rPr><w:rFonts w:ascii="Myriad Pro" w:hAnsi="Myriad Pro" w:cs="Myriad Pro" w:eastAsia="Myriad Pro"/><w:color w:val="231F20"/><w:sz w:val="20"/><w:szCs w:val="20"/></w:rPr><w:t>view.</w:t></w:r><w:r><w:rPr><w:rFonts w:ascii="Myriad Pro" w:hAnsi="Myriad Pro" w:cs="Myriad Pro" w:eastAsia="Myriad Pro"/><w:sz w:val="20"/><w:szCs w:val="20"/></w:rPr></w:r></w:p><w:p><w:pPr><w:spacing w:line="240" w:lineRule="auto" w:before="8"/><w:rPr><w:rFonts w:ascii="Myriad Pro" w:hAnsi="Myriad Pro" w:cs="Myriad Pro" w:eastAsia="Myriad Pro"/><w:sz w:val="9"/><w:szCs w:val="9"/></w:rPr></w:pPr></w:p><w:p><w:pPr><w:spacing w:before="76"/><w:ind w:left="0" w:right="581" w:firstLine="0"/><w:jc w:val="center"/><w:rPr><w:rFonts w:ascii="Myriad Pro" w:hAnsi="Myriad Pro" w:cs="Myriad Pro" w:eastAsia="Myriad Pro"/><w:sz w:val="18"/><w:szCs w:val="18"/></w:rPr></w:pPr><w:r><w:rPr/><w:pict><v:group style="position:absolute;margin-left:209.778503pt;margin-top:13.849718pt;width:134.2pt;height:133.75pt;mso-position-horizontal-relative:page;mso-position-vertical-relative:paragraph;z-index:-24112" coordorigin="4196,277" coordsize="2684,2675"><v:group style="position:absolute;left:5537;top:409;width:2;height:2411" coordorigin="5537,409" coordsize="2,2411"><v:shape style="position:absolute;left:5537;top:409;width:2;height:2411" coordorigin="5537,409" coordsize="0,2411" path="m5537,409l5537,2819e" filled="false" stroked="true" strokeweight=".929pt" strokecolor="#231f20"><v:path arrowok="t"/></v:shape></v:group><v:group style="position:absolute;left:5496;top:277;width:87;height:162" coordorigin="5496,277" coordsize="87,162"><v:shape style="position:absolute;left:5496;top:277;width:87;height:162" coordorigin="5496,277" coordsize="87,162" path="m5539,277l5496,438,5582,438,5539,277xe" filled="true" fillcolor="#231f20" stroked="false"><v:path arrowok="t"/><v:fill type="solid"/></v:shape></v:group><v:group style="position:absolute;left:5496;top:2790;width:87;height:162" coordorigin="5496,2790" coordsize="87,162"><v:shape style="position:absolute;left:5496;top:2790;width:87;height:162" coordorigin="5496,2790" coordsize="87,162" path="m5582,2790l5496,2790,5539,2951,5582,2790xe" filled="true" fillcolor="#231f20" stroked="false"><v:path arrowok="t"/><v:fill type="solid"/></v:shape></v:group><v:group style="position:absolute;left:4200;top:1614;width:28;height:2" coordorigin="4200,1614" coordsize="28,2"><v:shape style="position:absolute;left:4200;top:1614;width:28;height:2" coordorigin="4200,1614" coordsize="28,0" path="m4200,1614l4228,1614e" filled="false" stroked="true" strokeweight=".464pt" strokecolor="#231f20"><v:path arrowok="t"/></v:shape></v:group><v:group style="position:absolute;left:4284;top:1614;width:2591;height:2" coordorigin="4284,1614" coordsize="2591,2"><v:shape style="position:absolute;left:4284;top:1614;width:2591;height:2" coordorigin="4284,1614" coordsize="2591,0" path="m4284,1614l6874,1614e" filled="false" stroked="true" strokeweight=".464pt" strokecolor="#231f20"><v:path arrowok="t"/><v:stroke dashstyle="dash"/></v:shape></v:group><v:group style="position:absolute;left:4493;top:1011;width:2088;height:1206" coordorigin="4493,1011" coordsize="2088,1206"><v:shape style="position:absolute;left:4493;top:1011;width:2088;height:1206" coordorigin="4493,1011" coordsize="2088,1206" path="m4493,2217l6581,1011e" filled="false" stroked="true" strokeweight=".929pt" strokecolor="#231f20"><v:path arrowok="t"/></v:shape></v:group><v:group style="position:absolute;left:4378;top:2163;width:162;height:118" coordorigin="4378,2163" coordsize="162,118"><v:shape style="position:absolute;left:4378;top:2163;width:162;height:118" coordorigin="4378,2163" coordsize="162,118" path="m4496,2163l4378,2281,4540,2238,4496,2163xe" filled="true" fillcolor="#231f20" stroked="false"><v:path arrowok="t"/><v:fill type="solid"/></v:shape></v:group><v:group style="position:absolute;left:6533;top:944;width:162;height:118" coordorigin="6533,944" coordsize="162,118"><v:shape style="position:absolute;left:6533;top:944;width:162;height:118" coordorigin="6533,944" coordsize="162,118" path="m6694,944l6533,987,6576,1062,6694,944xe" filled="true" fillcolor="#231f20" stroked="false"><v:path arrowok="t"/><v:fill type="solid"/></v:shape></v:group><v:group style="position:absolute;left:4493;top:1011;width:2088;height:1206" coordorigin="4493,1011" coordsize="2088,1206"><v:shape style="position:absolute;left:4493;top:1011;width:2088;height:1206" coordorigin="4493,1011" coordsize="2088,1206" path="m4493,1011l6581,2216e" filled="false" stroked="true" strokeweight=".929pt" strokecolor="#231f20"><v:path arrowok="t"/></v:shape></v:group><v:group style="position:absolute;left:4380;top:943;width:162;height:118" coordorigin="4380,943" coordsize="162,118"><v:shape style="position:absolute;left:4380;top:943;width:162;height:118" coordorigin="4380,943" coordsize="162,118" path="m4380,943l4498,1061,4541,986,4380,943xe" filled="true" fillcolor="#231f20" stroked="false"><v:path arrowok="t"/><v:fill type="solid"/></v:shape></v:group><v:group style="position:absolute;left:6535;top:2162;width:162;height:118" coordorigin="6535,2162" coordsize="162,118"><v:shape style="position:absolute;left:6535;top:2162;width:162;height:118" coordorigin="6535,2162" coordsize="162,118" path="m6578,2162l6535,2237,6696,2280,6578,2162xe" filled="true" fillcolor="#231f20" stroked="false"><v:path arrowok="t"/><v:fill type="solid"/></v:shape></v:group><v:group style="position:absolute;left:4434;top:1154;width:95;height:369" coordorigin="4434,1154" coordsize="95,369"><v:shape style="position:absolute;left:4434;top:1154;width:95;height:369" coordorigin="4434,1154" coordsize="95,369" path="m4434,1523l4440,1461,4450,1401,4463,1342,4479,1284,4505,1209,4520,1172,4528,1154e" filled="false" stroked="true" strokeweight=".464pt" strokecolor="#231f20"><v:path arrowok="t"/></v:shape></v:group><v:group style="position:absolute;left:4407;top:1503;width:54;height:102" coordorigin="4407,1503" coordsize="54,102"><v:shape style="position:absolute;left:4407;top:1503;width:54;height:102" coordorigin="4407,1503" coordsize="54,102" path="m4407,1503l4430,1605,4461,1506,4407,1503xe" filled="true" fillcolor="#231f20" stroked="false"><v:path arrowok="t"/><v:fill type="solid"/></v:shape></v:group><v:group style="position:absolute;left:4502;top:1066;width:70;height:102" coordorigin="4502,1066" coordsize="70,102"><v:shape style="position:absolute;left:4502;top:1066;width:70;height:102" coordorigin="4502,1066" coordsize="70,102" path="m4572,1066l4502,1143,4550,1167,4572,1066xe" filled="true" fillcolor="#231f20" stroked="false"><v:path arrowok="t"/><v:fill type="solid"/></v:shape></v:group><v:group style="position:absolute;left:6555;top:1154;width:95;height:369" coordorigin="6555,1154" coordsize="95,369"><v:shape style="position:absolute;left:6555;top:1154;width:95;height:369" coordorigin="6555,1154" coordsize="95,369" path="m6649,1523l6643,1461,6633,1401,6621,1342,6604,1284,6578,1209,6563,1172,6555,1154e" filled="false" stroked="true" strokeweight=".464pt" strokecolor="#231f20"><v:path arrowok="t"/></v:shape></v:group><v:group style="position:absolute;left:6620;top:1503;width:54;height:102" coordorigin="6620,1503" coordsize="54,102"><v:shape style="position:absolute;left:6620;top:1503;width:54;height:102" coordorigin="6620,1503" coordsize="54,102" path="m6674,1503l6620,1506,6651,1605,6674,1503xe" filled="true" fillcolor="#231f20" stroked="false"><v:path arrowok="t"/><v:fill type="solid"/></v:shape></v:group><v:group style="position:absolute;left:6509;top:1067;width:70;height:102" coordorigin="6509,1067" coordsize="70,102"><v:shape style="position:absolute;left:6509;top:1067;width:70;height:102" coordorigin="6509,1067" coordsize="70,102" path="m6509,1067l6531,1169,6579,1144,6509,1067xe" filled="true" fillcolor="#231f20" stroked="false"><v:path arrowok="t"/><v:fill type="solid"/></v:shape></v:group><w10:wrap type="none"/></v:group></w:pict></w:r><w:r><w:rPr><w:rFonts w:ascii="Myriad Pro"/><w:color w:val="231F20"/><w:spacing w:val="-6"/><w:w w:val="105"/><w:sz w:val="18"/></w:rPr><w:t>Top</w:t></w:r><w:r><w:rPr><w:rFonts w:ascii="Myriad Pro"/><w:color w:val="231F20"/><w:spacing w:val="-8"/><w:w w:val="105"/><w:sz w:val="18"/></w:rPr><w:t> </w:t></w:r><w:r><w:rPr><w:rFonts w:ascii="Myriad Pro"/><w:color w:val="231F20"/><w:w w:val="105"/><w:sz w:val="18"/></w:rPr><w:t>or</w:t></w:r><w:r><w:rPr><w:rFonts w:ascii="Myriad Pro"/><w:color w:val="231F20"/><w:spacing w:val="-7"/><w:w w:val="105"/><w:sz w:val="18"/></w:rPr><w:t> </w:t></w:r><w:r><w:rPr><w:rFonts w:ascii="Myriad Pro"/><w:color w:val="231F20"/><w:w w:val="105"/><w:sz w:val="18"/></w:rPr><w:t>plan</w:t></w:r><w:r><w:rPr><w:rFonts w:ascii="Myriad Pro"/><w:sz w:val="18"/></w:rPr></w: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2"/><w:rPr><w:rFonts w:ascii="Myriad Pro" w:hAnsi="Myriad Pro" w:cs="Myriad Pro" w:eastAsia="Myriad Pro"/><w:sz w:val="15"/><w:szCs w:val="15"/></w:rPr></w:pPr></w:p><w:p><w:pPr><w:tabs><w:tab w:pos="2675" w:val="left" w:leader="none"/></w:tabs><w:spacing w:before="76"/><w:ind w:left="0" w:right="564" w:firstLine="0"/><w:jc w:val="center"/><w:rPr><w:rFonts w:ascii="Myriad Pro" w:hAnsi="Myriad Pro" w:cs="Myriad Pro" w:eastAsia="Myriad Pro"/><w:sz w:val="18"/><w:szCs w:val="18"/></w:rPr></w:pPr><w:r><w:rPr><w:rFonts w:ascii="Myriad Pro"/><w:color w:val="231F20"/><w:spacing w:val="-1"/><w:sz w:val="18"/></w:rPr><w:t>Left</w:t><w:tab/></w:r><w:r><w:rPr><w:rFonts w:ascii="Myriad Pro"/><w:color w:val="231F20"/><w:w w:val="105"/><w:sz w:val="18"/></w:rPr><w:t>Back</w:t></w:r><w:r><w:rPr><w:rFonts w:ascii="Myriad Pro"/><w:sz w:val="18"/></w:rPr></w:r></w:p><w:p><w:pPr><w:spacing w:line="240" w:lineRule="auto" w:before="3"/><w:rPr><w:rFonts w:ascii="Myriad Pro" w:hAnsi="Myriad Pro" w:cs="Myriad Pro" w:eastAsia="Myriad Pro"/><w:sz w:val="15"/><w:szCs w:val="15"/></w:rPr></w:pPr></w:p><w:p><w:pPr><w:tabs><w:tab w:pos="2642" w:val="left" w:leader="none"/></w:tabs><w:spacing w:before="0"/><w:ind w:left="0" w:right="570" w:firstLine="0"/><w:jc w:val="center"/><w:rPr><w:rFonts w:ascii="Myriad Pro" w:hAnsi="Myriad Pro" w:cs="Myriad Pro" w:eastAsia="Myriad Pro"/><w:sz w:val="18"/><w:szCs w:val="18"/></w:rPr></w:pPr><w:r><w:rPr><w:rFonts w:ascii="Myriad Pro" w:hAnsi="Myriad Pro"/><w:color w:val="231F20"/><w:sz w:val="18"/></w:rPr><w:t>30</w:t></w:r><w:r><w:rPr><w:rFonts w:ascii="Myriad Pro" w:hAnsi="Myriad Pro"/><w:color w:val="231F20"/><w:position w:val="2"/><w:sz w:val="18"/></w:rPr><w:t>º</w:t><w:tab/></w:r><w:r><w:rPr><w:rFonts w:ascii="Myriad Pro" w:hAnsi="Myriad Pro"/><w:color w:val="231F20"/><w:w w:val="105"/><w:sz w:val="18"/></w:rPr><w:t>30</w:t></w:r><w:r><w:rPr><w:rFonts w:ascii="Myriad Pro" w:hAnsi="Myriad Pro"/><w:color w:val="231F20"/><w:w w:val="105"/><w:position w:val="2"/><w:sz w:val="18"/></w:rPr><w:t>º</w:t></w:r><w:r><w:rPr><w:rFonts w:ascii="Myriad Pro" w:hAnsi="Myriad Pro"/><w:sz w:val="18"/></w:rPr></w: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10"/><w:rPr><w:rFonts w:ascii="Myriad Pro" w:hAnsi="Myriad Pro" w:cs="Myriad Pro" w:eastAsia="Myriad Pro"/><w:sz w:val="16"/><w:szCs w:val="16"/></w:rPr></w:pPr></w:p><w:p><w:pPr><w:tabs><w:tab w:pos="6402" w:val="left" w:leader="none"/></w:tabs><w:spacing w:before="76"/><w:ind w:left="3560" w:right="0" w:firstLine="0"/><w:jc w:val="left"/><w:rPr><w:rFonts w:ascii="Myriad Pro" w:hAnsi="Myriad Pro" w:cs="Myriad Pro" w:eastAsia="Myriad Pro"/><w:sz w:val="18"/><w:szCs w:val="18"/></w:rPr></w:pPr><w:r><w:rPr><w:rFonts w:ascii="Myriad Pro"/><w:color w:val="231F20"/><w:spacing w:val="-2"/><w:sz w:val="18"/></w:rPr><w:t>Front</w:t><w:tab/></w:r><w:r><w:rPr><w:rFonts w:ascii="Myriad Pro"/><w:color w:val="231F20"/><w:w w:val="105"/><w:sz w:val="18"/></w:rPr><w:t>Right</w:t></w:r><w:r><w:rPr><w:rFonts w:ascii="Myriad Pro"/><w:sz w:val="18"/></w:rPr></w: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4"/><w:rPr><w:rFonts w:ascii="Myriad Pro" w:hAnsi="Myriad Pro" w:cs="Myriad Pro" w:eastAsia="Myriad Pro"/><w:sz w:val="18"/><w:szCs w:val="18"/></w:rPr></w:pPr></w:p><w:p><w:pPr><w:spacing w:before="76"/><w:ind w:left="0" w:right="572" w:firstLine="0"/><w:jc w:val="center"/><w:rPr><w:rFonts w:ascii="Myriad Pro" w:hAnsi="Myriad Pro" w:cs="Myriad Pro" w:eastAsia="Myriad Pro"/><w:sz w:val="18"/><w:szCs w:val="18"/></w:rPr></w:pPr><w:r><w:rPr><w:rFonts w:ascii="Myriad Pro"/><w:color w:val="231F20"/><w:spacing w:val="-1"/><w:w w:val="105"/><w:sz w:val="18"/></w:rPr><w:t>Bottom</w:t></w:r><w:r><w:rPr><w:rFonts w:ascii="Myriad Pro"/><w:sz w:val="18"/></w:rPr></w:r></w:p><w:p><w:pPr><w:spacing w:before="87"/><w:ind w:left="0" w:right="523" w:firstLine="0"/><w:jc w:val="center"/><w:rPr><w:rFonts w:ascii="Myriad Pro" w:hAnsi="Myriad Pro" w:cs="Myriad Pro" w:eastAsia="Myriad Pro"/><w:sz w:val="16"/><w:szCs w:val="16"/></w:rPr></w:pPr><w:r><w:rPr><w:rFonts w:ascii="Myriad Pro Semibold" w:hAnsi="Myriad Pro Semibold" w:cs="Myriad Pro Semibold" w:eastAsia="Myriad Pro Semibold"/><w:b/><w:bCs/><w:color w:val="231F20"/><w:spacing w:val="-1"/><w:w w:val="105"/><w:sz w:val="16"/><w:szCs w:val="16"/></w:rPr><w:t>Figure</w:t></w:r><w:r><w:rPr><w:rFonts w:ascii="Myriad Pro Semibold" w:hAnsi="Myriad Pro Semibold" w:cs="Myriad Pro Semibold" w:eastAsia="Myriad Pro Semibold"/><w:b/><w:bCs/><w:color w:val="231F20"/><w:spacing w:val="-5"/><w:w w:val="105"/><w:sz w:val="16"/><w:szCs w:val="16"/></w:rPr><w:t> </w:t></w:r><w:r><w:rPr><w:rFonts w:ascii="Myriad Pro Semibold" w:hAnsi="Myriad Pro Semibold" w:cs="Myriad Pro Semibold" w:eastAsia="Myriad Pro Semibold"/><w:b/><w:bCs/><w:color w:val="231F20"/><w:w w:val="105"/><w:sz w:val="16"/><w:szCs w:val="16"/></w:rPr><w:t>9</w:t></w:r><w:r><w:rPr><w:rFonts w:ascii="Myriad Pro Semibold" w:hAnsi="Myriad Pro Semibold" w:cs="Myriad Pro Semibold" w:eastAsia="Myriad Pro Semibold"/><w:b/><w:bCs/><w:color w:val="231F20"/><w:spacing w:val="-17"/><w:w w:val="105"/><w:sz w:val="16"/><w:szCs w:val="16"/></w:rPr><w:t> </w:t></w:r><w:r><w:rPr><w:rFonts w:ascii="Myriad Pro Semibold" w:hAnsi="Myriad Pro Semibold" w:cs="Myriad Pro Semibold" w:eastAsia="Myriad Pro Semibold"/><w:b/><w:bCs/><w:color w:val="231F20"/><w:w w:val="105"/><w:sz w:val="16"/><w:szCs w:val="16"/></w:rPr><w:t>—</w:t></w:r><w:r><w:rPr><w:rFonts w:ascii="Myriad Pro Semibold" w:hAnsi="Myriad Pro Semibold" w:cs="Myriad Pro Semibold" w:eastAsia="Myriad Pro Semibold"/><w:b/><w:bCs/><w:color w:val="231F20"/><w:spacing w:val="-17"/><w:w w:val="105"/><w:sz w:val="16"/><w:szCs w:val="16"/></w:rPr><w:t> </w:t></w:r><w:r><w:rPr><w:rFonts w:ascii="Myriad Pro" w:hAnsi="Myriad Pro" w:cs="Myriad Pro" w:eastAsia="Myriad Pro"/><w:color w:val="231F20"/><w:spacing w:val="-1"/><w:w w:val="105"/><w:sz w:val="16"/><w:szCs w:val="16"/></w:rPr><w:t>Step</w:t></w:r><w:r><w:rPr><w:rFonts w:ascii="Myriad Pro" w:hAnsi="Myriad Pro" w:cs="Myriad Pro" w:eastAsia="Myriad Pro"/><w:color w:val="231F20"/><w:spacing w:val="-5"/><w:w w:val="105"/><w:sz w:val="16"/><w:szCs w:val="16"/></w:rPr><w:t> </w:t></w:r><w:r><w:rPr><w:rFonts w:ascii="Myriad Pro" w:hAnsi="Myriad Pro" w:cs="Myriad Pro" w:eastAsia="Myriad Pro"/><w:color w:val="231F20"/><w:w w:val="105"/><w:sz w:val="16"/><w:szCs w:val="16"/></w:rPr><w:t>1:</w:t></w:r><w:r><w:rPr><w:rFonts w:ascii="Myriad Pro" w:hAnsi="Myriad Pro" w:cs="Myriad Pro" w:eastAsia="Myriad Pro"/><w:color w:val="231F20"/><w:spacing w:val="-5"/><w:w w:val="105"/><w:sz w:val="16"/><w:szCs w:val="16"/></w:rPr><w:t> </w:t></w:r><w:r><w:rPr><w:rFonts w:ascii="Myriad Pro" w:hAnsi="Myriad Pro" w:cs="Myriad Pro" w:eastAsia="Myriad Pro"/><w:color w:val="231F20"/><w:w w:val="105"/><w:sz w:val="16"/><w:szCs w:val="16"/></w:rPr><w:t>Isometric</w:t></w:r><w:r><w:rPr><w:rFonts w:ascii="Myriad Pro" w:hAnsi="Myriad Pro" w:cs="Myriad Pro" w:eastAsia="Myriad Pro"/><w:color w:val="231F20"/><w:spacing w:val="-4"/><w:w w:val="105"/><w:sz w:val="16"/><w:szCs w:val="16"/></w:rPr><w:t> </w:t></w:r><w:r><w:rPr><w:rFonts w:ascii="Myriad Pro" w:hAnsi="Myriad Pro" w:cs="Myriad Pro" w:eastAsia="Myriad Pro"/><w:color w:val="231F20"/><w:w w:val="105"/><w:sz w:val="16"/><w:szCs w:val="16"/></w:rPr><w:t>guide</w:t></w:r><w:r><w:rPr><w:rFonts w:ascii="Myriad Pro" w:hAnsi="Myriad Pro" w:cs="Myriad Pro" w:eastAsia="Myriad Pro"/><w:color w:val="231F20"/><w:spacing w:val="-5"/><w:w w:val="105"/><w:sz w:val="16"/><w:szCs w:val="16"/></w:rPr><w:t> </w:t></w:r><w:r><w:rPr><w:rFonts w:ascii="Myriad Pro" w:hAnsi="Myriad Pro" w:cs="Myriad Pro" w:eastAsia="Myriad Pro"/><w:color w:val="231F20"/><w:spacing w:val="-1"/><w:w w:val="105"/><w:sz w:val="16"/><w:szCs w:val="16"/></w:rPr><w:t>for</w:t></w:r><w:r><w:rPr><w:rFonts w:ascii="Myriad Pro" w:hAnsi="Myriad Pro" w:cs="Myriad Pro" w:eastAsia="Myriad Pro"/><w:color w:val="231F20"/><w:spacing w:val="-5"/><w:w w:val="105"/><w:sz w:val="16"/><w:szCs w:val="16"/></w:rPr><w:t> </w:t></w:r><w:r><w:rPr><w:rFonts w:ascii="Myriad Pro" w:hAnsi="Myriad Pro" w:cs="Myriad Pro" w:eastAsia="Myriad Pro"/><w:color w:val="231F20"/><w:spacing w:val="-1"/><w:w w:val="105"/><w:sz w:val="16"/><w:szCs w:val="16"/></w:rPr><w:t>front-right</w:t></w:r><w:r><w:rPr><w:rFonts w:ascii="Myriad Pro" w:hAnsi="Myriad Pro" w:cs="Myriad Pro" w:eastAsia="Myriad Pro"/><w:color w:val="231F20"/><w:spacing w:val="-5"/><w:w w:val="105"/><w:sz w:val="16"/><w:szCs w:val="16"/></w:rPr><w:t> </w:t></w:r><w:r><w:rPr><w:rFonts w:ascii="Myriad Pro" w:hAnsi="Myriad Pro" w:cs="Myriad Pro" w:eastAsia="Myriad Pro"/><w:color w:val="231F20"/><w:w w:val="105"/><w:sz w:val="16"/><w:szCs w:val="16"/></w:rPr><w:t>view</w:t></w:r><w:r><w:rPr><w:rFonts w:ascii="Myriad Pro" w:hAnsi="Myriad Pro" w:cs="Myriad Pro" w:eastAsia="Myriad Pro"/><w:sz w:val="16"/><w:szCs w:val="16"/></w:rPr></w:r></w:p><w:p><w:pPr><w:spacing w:line="240" w:lineRule="auto" w:before="0"/><w:rPr><w:rFonts w:ascii="Myriad Pro" w:hAnsi="Myriad Pro" w:cs="Myriad Pro" w:eastAsia="Myriad Pro"/><w:sz w:val="20"/><w:szCs w:val="20"/></w:rPr></w:pPr></w:p><w:p><w:pPr><w:spacing w:after="0" w:line="240" w:lineRule="auto"/><w:rPr><w:rFonts w:ascii="Myriad Pro" w:hAnsi="Myriad Pro" w:cs="Myriad Pro" w:eastAsia="Myriad Pro"/><w:sz w:val="20"/><w:szCs w:val="20"/></w:rPr><w:sectPr><w:headerReference w:type="even" r:id="rId20"/><w:headerReference w:type="default" r:id="rId21"/><w:footerReference w:type="even" r:id="rId22"/><w:pgSz w:w="12240" w:h="15840"/><w:pgMar w:header="630" w:footer="0" w:top="1080" w:bottom="280" w:left="340" w:right="880"/></w:sectPr></w:pPr></w:p><w:p><w:pPr><w:spacing w:line="240" w:lineRule="auto" w:before="1"/><w:rPr><w:rFonts w:ascii="Myriad Pro" w:hAnsi="Myriad Pro" w:cs="Myriad Pro" w:eastAsia="Myriad Pro"/><w:sz w:val="20"/><w:szCs w:val="20"/></w:rPr></w:pPr></w:p><w:p><w:pPr><w:tabs><w:tab w:pos="679" w:val="left" w:leader="none"/></w:tabs><w:spacing w:before="0"/><w:ind w:left="290" w:right="0" w:firstLine="0"/><w:jc w:val="left"/><w:rPr><w:rFonts w:ascii="Arial" w:hAnsi="Arial" w:cs="Arial" w:eastAsia="Arial"/><w:sz w:val="18"/><w:szCs w:val="18"/></w:rPr></w:pPr><w:r><w:rPr><w:rFonts w:ascii="Arial" w:hAnsi="Arial" w:cs="Arial" w:eastAsia="Arial"/><w:b/><w:bCs/><w:color w:val="5F6BB1"/><w:sz w:val="24"/><w:szCs w:val="24"/></w:rPr><w:t>8</w:t><w:tab/></w:r><w:r><w:rPr><w:rFonts w:ascii="Arial" w:hAnsi="Arial" w:cs="Arial" w:eastAsia="Arial"/><w:color w:val="808285"/><w:spacing w:val="1"/><w:position w:val="1"/><w:sz w:val="18"/><w:szCs w:val="18"/></w:rPr><w:t>“Download</w:t></w:r><w:r><w:rPr><w:rFonts w:ascii="Arial" w:hAnsi="Arial" w:cs="Arial" w:eastAsia="Arial"/><w:color w:val="808285"/><w:position w:val="1"/><w:sz w:val="18"/><w:szCs w:val="18"/></w:rPr><w:t> for </w:t></w:r><w:r><w:rPr><w:rFonts w:ascii="Arial" w:hAnsi="Arial" w:cs="Arial" w:eastAsia="Arial"/><w:color w:val="808285"/><w:spacing w:val="1"/><w:position w:val="1"/><w:sz w:val="18"/><w:szCs w:val="18"/></w:rPr><w:t>fre</w:t></w:r><w:hyperlink r:id="rId23"><w:r><w:rPr><w:rFonts w:ascii="Arial" w:hAnsi="Arial" w:cs="Arial" w:eastAsia="Arial"/><w:color w:val="808285"/><w:spacing w:val="1"/><w:position w:val="1"/><w:sz w:val="18"/><w:szCs w:val="18"/></w:rPr><w:t>e</w:t></w:r><w:r><w:rPr><w:rFonts w:ascii="Arial" w:hAnsi="Arial" w:cs="Arial" w:eastAsia="Arial"/><w:color w:val="808285"/><w:position w:val="1"/><w:sz w:val="18"/><w:szCs w:val="18"/></w:rPr><w:t> at </w:t></w:r><w:r><w:rPr><w:rFonts w:ascii="Arial" w:hAnsi="Arial" w:cs="Arial" w:eastAsia="Arial"/><w:color w:val="808285"/><w:spacing w:val="1"/><w:position w:val="1"/><w:sz w:val="18"/><w:szCs w:val="18"/></w:rPr><w:t>http://open.bccampus.ca/find-open-textbooks/</w:t></w:r></w:hyperlink><w:r><w:rPr><w:rFonts w:ascii="Arial" w:hAnsi="Arial" w:cs="Arial" w:eastAsia="Arial"/><w:color w:val="808285"/><w:spacing w:val="1"/><w:position w:val="1"/><w:sz w:val="18"/><w:szCs w:val="18"/></w:rPr><w:t>”</w:t></w:r><w:r><w:rPr><w:rFonts w:ascii="Arial" w:hAnsi="Arial" w:cs="Arial" w:eastAsia="Arial"/><w:sz w:val="18"/><w:szCs w:val="18"/></w:rPr></w:r></w:p><w:p><w:pPr><w:spacing w:line="240" w:lineRule="auto" w:before="7"/><w:rPr><w:rFonts w:ascii="Arial" w:hAnsi="Arial" w:cs="Arial" w:eastAsia="Arial"/><w:sz w:val="22"/><w:szCs w:val="22"/></w:rPr></w:pPr><w:r><w:rPr/><w:br w:type="column"/></w:r><w:r><w:rPr><w:rFonts w:ascii="Arial"/><w:sz w:val="22"/></w:rPr></w:r></w:p><w:p><w:pPr><w:pStyle w:val="BodyText"/><w:spacing w:line="240" w:lineRule="auto" w:before="0"/><w:ind w:left="290" w:right="0"/><w:jc w:val="left"/></w:pPr><w:r><w:rPr><w:color w:val="414042"/><w:spacing w:val="-5"/></w:rPr><w:t>Youth</w:t></w:r><w:r><w:rPr><w:color w:val="414042"/></w:rPr><w:t> Explore </w:t></w:r><w:r><w:rPr><w:color w:val="414042"/><w:spacing w:val="-4"/></w:rPr><w:t>Trades</w:t></w:r><w:r><w:rPr><w:color w:val="414042"/></w:rPr><w:t> </w:t></w:r><w:r><w:rPr><w:color w:val="414042"/><w:spacing w:val="-1"/></w:rPr><w:t>Skills</w:t></w:r><w:r><w:rPr/></w:r></w:p><w:p><w:pPr><w:spacing w:after="0" w:line="240" w:lineRule="auto"/><w:jc w:val="left"/><w:sectPr><w:type w:val="continuous"/><w:pgSz w:w="12240" w:h="15840"/><w:pgMar w:top="1080" w:bottom="280" w:left="340" w:right="880"/><w:cols w:num="2" w:equalWidth="0"><w:col w:w="6213" w:space="1291"/><w:col w:w="3516"/></w:cols></w:sectPr></w:pPr></w:p><w:p><w:pPr><w:spacing w:line="240" w:lineRule="auto" w:before="0"/><w:rPr><w:rFonts w:ascii="Arial" w:hAnsi="Arial" w:cs="Arial" w:eastAsia="Arial"/><w:sz w:val="20"/><w:szCs w:val="20"/></w:rPr></w:pPr></w:p><w:p><w:pPr><w:spacing w:line="240" w:lineRule="auto" w:before="10"/><w:rPr><w:rFonts w:ascii="Arial" w:hAnsi="Arial" w:cs="Arial" w:eastAsia="Arial"/><w:sz w:val="16"/><w:szCs w:val="16"/></w:rPr></w:pPr></w:p><w:p><w:pPr><w:pStyle w:val="BodyText"/><w:spacing w:line="240" w:lineRule="auto" w:before="70"/><w:ind w:left="560" w:right="0"/><w:jc w:val="left"/><w:rPr><w:rFonts w:ascii="Myriad Pro" w:hAnsi="Myriad Pro" w:cs="Myriad Pro" w:eastAsia="Myriad Pro"/></w:rPr></w:pPr><w:r><w:rPr><w:rFonts w:ascii="Myriad Pro"/><w:color w:val="231F20"/><w:spacing w:val="1"/></w:rPr><w:t>Sketch</w:t></w:r><w:r><w:rPr><w:rFonts w:ascii="Myriad Pro"/><w:color w:val="231F20"/><w:spacing w:val="-1"/></w:rPr><w:t> </w:t></w:r><w:r><w:rPr><w:rFonts w:ascii="Myriad Pro"/><w:color w:val="231F20"/><w:spacing w:val="1"/></w:rPr><w:t>the</w:t></w:r><w:r><w:rPr><w:rFonts w:ascii="Myriad Pro"/><w:color w:val="231F20"/></w:rPr><w:t> top </w:t></w:r><w:r><w:rPr><w:rFonts w:ascii="Myriad Pro"/><w:color w:val="231F20"/><w:spacing w:val="1"/></w:rPr><w:t>of</w:t></w:r><w:r><w:rPr><w:rFonts w:ascii="Myriad Pro"/><w:color w:val="231F20"/></w:rPr><w:t> </w:t></w:r><w:r><w:rPr><w:rFonts w:ascii="Myriad Pro"/><w:color w:val="231F20"/><w:spacing w:val="1"/></w:rPr><w:t>the</w:t></w:r><w:r><w:rPr><w:rFonts w:ascii="Myriad Pro"/><w:color w:val="231F20"/></w:rPr><w:t> </w:t></w:r><w:r><w:rPr><w:rFonts w:ascii="Myriad Pro"/><w:color w:val="231F20"/><w:spacing w:val="1"/></w:rPr><w:t>block</w:t></w:r><w:r><w:rPr><w:rFonts w:ascii="Myriad Pro"/><w:color w:val="231F20"/></w:rPr><w:t> by </w:t></w:r><w:r><w:rPr><w:rFonts w:ascii="Myriad Pro"/><w:color w:val="231F20"/><w:spacing w:val="1"/></w:rPr><w:t>drawing</w:t></w:r><w:r><w:rPr><w:rFonts w:ascii="Myriad Pro"/><w:color w:val="231F20"/></w:rPr><w:t> </w:t></w:r><w:r><w:rPr><w:rFonts w:ascii="Myriad Pro"/><w:color w:val="231F20"/><w:spacing w:val="1"/></w:rPr><w:t>two</w:t></w:r><w:r><w:rPr><w:rFonts w:ascii="Myriad Pro"/><w:color w:val="231F20"/></w:rPr><w:t> </w:t></w:r><w:r><w:rPr><w:rFonts w:ascii="Myriad Pro"/><w:color w:val="231F20"/><w:spacing w:val="1"/></w:rPr><w:t>lines,</w:t></w:r><w:r><w:rPr><w:rFonts w:ascii="Myriad Pro"/><w:color w:val="231F20"/></w:rPr><w:t> </w:t></w:r><w:r><w:rPr><w:rFonts w:ascii="Myriad Pro"/><w:color w:val="231F20"/><w:spacing w:val="1"/></w:rPr><w:t>one</w:t></w:r><w:r><w:rPr><w:rFonts w:ascii="Myriad Pro"/><w:color w:val="231F20"/></w:rPr><w:t> </w:t></w:r><w:r><w:rPr><w:rFonts w:ascii="Myriad Pro"/><w:color w:val="231F20"/><w:spacing w:val="1"/></w:rPr><w:t>parallel</w:t></w:r><w:r><w:rPr><w:rFonts w:ascii="Myriad Pro"/><w:color w:val="231F20"/><w:spacing w:val="-1"/></w:rPr><w:t> </w:t></w:r><w:r><w:rPr><w:rFonts w:ascii="Myriad Pro"/><w:color w:val="231F20"/></w:rPr><w:t>to L </w:t></w:r><w:r><w:rPr><w:rFonts w:ascii="Myriad Pro"/><w:color w:val="231F20"/><w:spacing w:val="1"/></w:rPr><w:t>and</w:t></w:r><w:r><w:rPr><w:rFonts w:ascii="Myriad Pro"/><w:color w:val="231F20"/></w:rPr><w:t> </w:t></w:r><w:r><w:rPr><w:rFonts w:ascii="Myriad Pro"/><w:color w:val="231F20"/><w:spacing w:val="1"/></w:rPr><w:t>one</w:t></w:r><w:r><w:rPr><w:rFonts w:ascii="Myriad Pro"/><w:color w:val="231F20"/></w:rPr><w:t> </w:t></w:r><w:r><w:rPr><w:rFonts w:ascii="Myriad Pro"/><w:color w:val="231F20"/><w:spacing w:val="1"/></w:rPr><w:t>parallel</w:t></w:r><w:r><w:rPr><w:rFonts w:ascii="Myriad Pro"/><w:color w:val="231F20"/></w:rPr><w:t> to</w:t></w:r><w:r><w:rPr><w:rFonts w:ascii="Myriad Pro"/><w:color w:val="231F20"/><w:spacing w:val="-7"/></w:rPr><w:t> </w:t></w:r><w:r><w:rPr><w:rFonts w:ascii="Myriad Pro"/><w:color w:val="231F20"/></w:rPr><w:t>W (Figure</w:t></w:r><w:r><w:rPr><w:rFonts w:ascii="Myriad Pro"/><w:color w:val="231F20"/><w:spacing w:val="-1"/></w:rPr><w:t> </w:t></w:r><w:r><w:rPr><w:rFonts w:ascii="Myriad Pro"/><w:color w:val="231F20"/><w:spacing w:val="2"/></w:rPr><w:t>10).</w:t></w:r><w:r><w:rPr><w:rFonts w:ascii="Myriad Pro"/></w:rPr></w:r></w:p><w:p><w:pPr><w:spacing w:line="240" w:lineRule="auto" w:before="9"/><w:rPr><w:rFonts w:ascii="Myriad Pro" w:hAnsi="Myriad Pro" w:cs="Myriad Pro" w:eastAsia="Myriad Pro"/><w:sz w:val="23"/><w:szCs w:val="23"/></w:rPr></w:pPr></w:p><w:p><w:pPr><w:spacing w:line="200" w:lineRule="atLeast"/><w:ind w:left="3934" w:right="0" w:firstLine="0"/><w:rPr><w:rFonts w:ascii="Myriad Pro" w:hAnsi="Myriad Pro" w:cs="Myriad Pro" w:eastAsia="Myriad Pro"/><w:sz w:val="20"/><w:szCs w:val="20"/></w:rPr></w:pPr><w:r><w:rPr><w:rFonts w:ascii="Myriad Pro" w:hAnsi="Myriad Pro" w:cs="Myriad Pro" w:eastAsia="Myriad Pro"/><w:sz w:val="20"/><w:szCs w:val="20"/></w:rPr><w:pict><v:group style="width:120.6pt;height:141.25pt;mso-position-horizontal-relative:char;mso-position-vertical-relative:line" coordorigin="0,0" coordsize="2412,2825"><v:group style="position:absolute;left:5;top:5;width:2401;height:1387" coordorigin="5,5" coordsize="2401,1387"><v:shape style="position:absolute;left:5;top:5;width:2401;height:1387" coordorigin="5,5" coordsize="2401,1387" path="m1584,1391l5,480,828,5,2406,917,1584,1391xe" filled="false" stroked="true" strokeweight=".515pt" strokecolor="#231f20"><v:path arrowok="t"/></v:shape></v:group><v:group style="position:absolute;left:5;top:480;width:1579;height:2340" coordorigin="5,480" coordsize="1579,2340"><v:shape style="position:absolute;left:5;top:480;width:1579;height:2340" coordorigin="5,480" coordsize="1579,2340" path="m5,480l1583,2819,1584,2819,1584,1391,5,480xe" filled="true" fillcolor="#ffffff" stroked="false"><v:path arrowok="t"/><v:fill type="solid"/></v:shape></v:group><v:group style="position:absolute;left:5;top:480;width:1579;height:2340" coordorigin="5,480" coordsize="1579,2340"><v:shape style="position:absolute;left:5;top:480;width:1579;height:2340" coordorigin="5,480" coordsize="1579,2340" path="m5,480l1584,1391,1584,2819e" filled="false" stroked="true" strokeweight=".515pt" strokecolor="#231f20"><v:path arrowok="t"/></v:shape></v:group><v:group style="position:absolute;left:1584;top:917;width:823;height:1903" coordorigin="1584,917" coordsize="823,1903"><v:shape style="position:absolute;left:1584;top:917;width:823;height:1903" coordorigin="1584,917" coordsize="823,1903" path="m2406,917l1584,1391,1584,2819,2406,917xe" filled="true" fillcolor="#ffffff" stroked="false"><v:path arrowok="t"/><v:fill type="solid"/></v:shape></v:group><v:group style="position:absolute;left:1584;top:917;width:823;height:1903" coordorigin="1584,917" coordsize="823,1903"><v:shape style="position:absolute;left:1584;top:917;width:823;height:1903" coordorigin="1584,917" coordsize="823,1903" path="m1584,2819l1584,1391,2406,917e" filled="false" stroked="true" strokeweight=".515pt" strokecolor="#231f20"><v:path arrowok="t"/></v:shape><v:shape style="position:absolute;left:548;top:948;width:98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L</w:t></w:r><w:r><w:rPr><w:rFonts w:ascii="Myriad Pro"/><w:sz w:val="20"/></w:rPr></w:r></w:p></w:txbxContent></v:textbox><w10:wrap type="none"/></v:shape><v:shape style="position:absolute;left:2074;top:1172;width:175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W</w:t></w:r><w:r><w:rPr><w:rFonts w:ascii="Myriad Pro"/><w:sz w:val="20"/></w:rPr></w:r></w:p></w:txbxContent></v:textbox><w10:wrap type="none"/></v:shape><v:shape style="position:absolute;left:1668;top:2012;width:138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D</w:t></w:r><w:r><w:rPr><w:rFonts w:ascii="Myriad Pro"/><w:sz w:val="20"/></w:rPr></w:r></w:p></w:txbxContent></v:textbox><w10:wrap type="none"/></v:shape></v:group></v:group></w:pict></w:r><w:r><w:rPr><w:rFonts w:ascii="Myriad Pro" w:hAnsi="Myriad Pro" w:cs="Myriad Pro" w:eastAsia="Myriad Pro"/><w:sz w:val="20"/><w:szCs w:val="20"/></w:rPr></w:r></w:p><w:p><w:pPr><w:spacing w:before="50"/><w:ind w:left="2457" w:right="0" w:firstLine="0"/><w:jc w:val="left"/><w:rPr><w:rFonts w:ascii="Myriad Pro" w:hAnsi="Myriad Pro" w:cs="Myriad Pro" w:eastAsia="Myriad Pro"/><w:sz w:val="18"/><w:szCs w:val="18"/></w:rPr></w:pPr><w:r><w:rPr><w:rFonts w:ascii="Myriad Pro Semibold" w:hAnsi="Myriad Pro Semibold" w:cs="Myriad Pro Semibold" w:eastAsia="Myriad Pro Semibold"/><w:b/><w:bCs/><w:color w:val="231F20"/><w:spacing w:val="-2"/><w:sz w:val="18"/><w:szCs w:val="18"/></w:rPr><w:t>Figure</w:t></w:r><w:r><w:rPr><w:rFonts w:ascii="Myriad Pro Semibold" w:hAnsi="Myriad Pro Semibold" w:cs="Myriad Pro Semibold" w:eastAsia="Myriad Pro Semibold"/><w:b/><w:bCs/><w:color w:val="231F20"/><w:spacing w:val="8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10</w:t></w:r><w:r><w:rPr><w:rFonts w:ascii="Myriad Pro Semibold" w:hAnsi="Myriad Pro Semibold" w:cs="Myriad Pro Semibold" w:eastAsia="Myriad Pro Semibold"/><w:b/><w:bCs/><w:color w:val="231F20"/><w:spacing w:val="-10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—</w:t></w:r><w:r><w:rPr><w:rFonts w:ascii="Myriad Pro Semibold" w:hAnsi="Myriad Pro Semibold" w:cs="Myriad Pro Semibold" w:eastAsia="Myriad Pro Semibold"/><w:b/><w:bCs/><w:color w:val="231F20"/><w:spacing w:val="-11"/><w:sz w:val="18"/><w:szCs w:val="18"/></w:rPr><w:t> </w:t></w:r><w:r><w:rPr><w:rFonts w:ascii="Myriad Pro" w:hAnsi="Myriad Pro" w:cs="Myriad Pro" w:eastAsia="Myriad Pro"/><w:color w:val="231F20"/><w:spacing w:val="-1"/><w:sz w:val="18"/><w:szCs w:val="18"/></w:rPr><w:t>Step</w:t></w:r><w:r><w:rPr><w:rFonts w:ascii="Myriad Pro" w:hAnsi="Myriad Pro" w:cs="Myriad Pro" w:eastAsia="Myriad Pro"/><w:color w:val="231F20"/><w:spacing w:val="9"/><w:sz w:val="18"/><w:szCs w:val="18"/></w:rPr><w:t> </w:t></w:r><w:r><w:rPr><w:rFonts w:ascii="Myriad Pro" w:hAnsi="Myriad Pro" w:cs="Myriad Pro" w:eastAsia="Myriad Pro"/><w:color w:val="231F20"/><w:sz w:val="18"/><w:szCs w:val="18"/></w:rPr><w:t>2:</w:t></w:r><w:r><w:rPr><w:rFonts w:ascii="Myriad Pro" w:hAnsi="Myriad Pro" w:cs="Myriad Pro" w:eastAsia="Myriad Pro"/><w:color w:val="231F20"/><w:spacing w:val="9"/><w:sz w:val="18"/><w:szCs w:val="18"/></w:rPr><w:t> </w:t></w:r><w:r><w:rPr><w:rFonts w:ascii="Myriad Pro" w:hAnsi="Myriad Pro" w:cs="Myriad Pro" w:eastAsia="Myriad Pro"/><w:color w:val="231F20"/><w:sz w:val="18"/><w:szCs w:val="18"/></w:rPr><w:t>Isometric</w:t></w:r><w:r><w:rPr><w:rFonts w:ascii="Myriad Pro" w:hAnsi="Myriad Pro" w:cs="Myriad Pro" w:eastAsia="Myriad Pro"/><w:color w:val="231F20"/><w:spacing w:val="9"/><w:sz w:val="18"/><w:szCs w:val="18"/></w:rPr><w:t> </w:t></w:r><w:r><w:rPr><w:rFonts w:ascii="Myriad Pro" w:hAnsi="Myriad Pro" w:cs="Myriad Pro" w:eastAsia="Myriad Pro"/><w:color w:val="231F20"/><w:sz w:val="18"/><w:szCs w:val="18"/></w:rPr><w:t>view</w:t></w:r><w:r><w:rPr><w:rFonts w:ascii="Myriad Pro" w:hAnsi="Myriad Pro" w:cs="Myriad Pro" w:eastAsia="Myriad Pro"/><w:color w:val="231F20"/><w:spacing w:val="9"/><w:sz w:val="18"/><w:szCs w:val="18"/></w:rPr><w:t> </w:t></w:r><w:r><w:rPr><w:rFonts w:ascii="Myriad Pro" w:hAnsi="Myriad Pro" w:cs="Myriad Pro" w:eastAsia="Myriad Pro"/><w:color w:val="231F20"/><w:sz w:val="18"/><w:szCs w:val="18"/></w:rPr><w:t>of</w:t></w:r><w:r><w:rPr><w:rFonts w:ascii="Myriad Pro" w:hAnsi="Myriad Pro" w:cs="Myriad Pro" w:eastAsia="Myriad Pro"/><w:color w:val="231F20"/><w:spacing w:val="10"/><w:sz w:val="18"/><w:szCs w:val="18"/></w:rPr><w:t> </w:t></w:r><w:r><w:rPr><w:rFonts w:ascii="Myriad Pro" w:hAnsi="Myriad Pro" w:cs="Myriad Pro" w:eastAsia="Myriad Pro"/><w:color w:val="231F20"/><w:spacing w:val="-1"/><w:sz w:val="18"/><w:szCs w:val="18"/></w:rPr><w:t>top</w:t></w:r><w:r><w:rPr><w:rFonts w:ascii="Myriad Pro" w:hAnsi="Myriad Pro" w:cs="Myriad Pro" w:eastAsia="Myriad Pro"/><w:color w:val="231F20"/><w:spacing w:val="9"/><w:sz w:val="18"/><w:szCs w:val="18"/></w:rPr><w:t> </w:t></w:r><w:r><w:rPr><w:rFonts w:ascii="Myriad Pro" w:hAnsi="Myriad Pro" w:cs="Myriad Pro" w:eastAsia="Myriad Pro"/><w:color w:val="231F20"/><w:sz w:val="18"/><w:szCs w:val="18"/></w:rPr><w:t>surface</w:t></w:r><w:r><w:rPr><w:rFonts w:ascii="Myriad Pro" w:hAnsi="Myriad Pro" w:cs="Myriad Pro" w:eastAsia="Myriad Pro"/><w:color w:val="231F20"/><w:spacing w:val="9"/><w:sz w:val="18"/><w:szCs w:val="18"/></w:rPr><w:t> </w:t></w:r><w:r><w:rPr><w:rFonts w:ascii="Myriad Pro" w:hAnsi="Myriad Pro" w:cs="Myriad Pro" w:eastAsia="Myriad Pro"/><w:color w:val="231F20"/><w:sz w:val="18"/><w:szCs w:val="18"/></w:rPr><w:t>of</w:t></w:r><w:r><w:rPr><w:rFonts w:ascii="Myriad Pro" w:hAnsi="Myriad Pro" w:cs="Myriad Pro" w:eastAsia="Myriad Pro"/><w:color w:val="231F20"/><w:spacing w:val="9"/><w:sz w:val="18"/><w:szCs w:val="18"/></w:rPr><w:t> </w:t></w:r><w:r><w:rPr><w:rFonts w:ascii="Myriad Pro" w:hAnsi="Myriad Pro" w:cs="Myriad Pro" w:eastAsia="Myriad Pro"/><w:color w:val="231F20"/><w:sz w:val="18"/><w:szCs w:val="18"/></w:rPr><w:t>a</w:t></w:r><w:r><w:rPr><w:rFonts w:ascii="Myriad Pro" w:hAnsi="Myriad Pro" w:cs="Myriad Pro" w:eastAsia="Myriad Pro"/><w:color w:val="231F20"/><w:spacing w:val="9"/><w:sz w:val="18"/><w:szCs w:val="18"/></w:rPr><w:t> </w:t></w:r><w:r><w:rPr><w:rFonts w:ascii="Myriad Pro" w:hAnsi="Myriad Pro" w:cs="Myriad Pro" w:eastAsia="Myriad Pro"/><w:color w:val="231F20"/><w:sz w:val="18"/><w:szCs w:val="18"/></w:rPr><w:t>rectangular</w:t></w:r><w:r><w:rPr><w:rFonts w:ascii="Myriad Pro" w:hAnsi="Myriad Pro" w:cs="Myriad Pro" w:eastAsia="Myriad Pro"/><w:color w:val="231F20"/><w:spacing w:val="9"/><w:sz w:val="18"/><w:szCs w:val="18"/></w:rPr><w:t> </w:t></w:r><w:r><w:rPr><w:rFonts w:ascii="Myriad Pro" w:hAnsi="Myriad Pro" w:cs="Myriad Pro" w:eastAsia="Myriad Pro"/><w:color w:val="231F20"/><w:sz w:val="18"/><w:szCs w:val="18"/></w:rPr><w:t>block</w:t></w:r><w:r><w:rPr><w:rFonts w:ascii="Myriad Pro" w:hAnsi="Myriad Pro" w:cs="Myriad Pro" w:eastAsia="Myriad Pro"/><w:sz w:val="18"/><w:szCs w:val="18"/></w:rPr></w:r></w:p><w:p><w:pPr><w:spacing w:line="240" w:lineRule="auto" w:before="0"/><w:rPr><w:rFonts w:ascii="Myriad Pro" w:hAnsi="Myriad Pro" w:cs="Myriad Pro" w:eastAsia="Myriad Pro"/><w:sz w:val="18"/><w:szCs w:val="18"/></w:rPr></w:pPr></w:p><w:p><w:pPr><w:spacing w:line="240" w:lineRule="auto" w:before="5"/><w:rPr><w:rFonts w:ascii="Myriad Pro" w:hAnsi="Myriad Pro" w:cs="Myriad Pro" w:eastAsia="Myriad Pro"/><w:sz w:val="17"/><w:szCs w:val="17"/></w:rPr></w:pPr></w:p><w:p><w:pPr><w:pStyle w:val="BodyText"/><w:spacing w:line="240" w:lineRule="auto" w:before="0"/><w:ind w:left="560" w:right="0"/><w:jc w:val="left"/><w:rPr><w:rFonts w:ascii="Myriad Pro" w:hAnsi="Myriad Pro" w:cs="Myriad Pro" w:eastAsia="Myriad Pro"/></w:rPr></w:pPr><w:r><w:rPr><w:rFonts w:ascii="Myriad Pro"/><w:color w:val="231F20"/></w:rPr><w:t>Sketch</w:t></w:r><w:r><w:rPr><w:rFonts w:ascii="Myriad Pro"/><w:color w:val="231F20"/><w:spacing w:val="16"/></w:rPr><w:t> </w:t></w:r><w:r><w:rPr><w:rFonts w:ascii="Myriad Pro"/><w:color w:val="231F20"/></w:rPr><w:t>two</w:t></w:r><w:r><w:rPr><w:rFonts w:ascii="Myriad Pro"/><w:color w:val="231F20"/><w:spacing w:val="16"/></w:rPr><w:t> </w:t></w:r><w:r><w:rPr><w:rFonts w:ascii="Myriad Pro"/><w:color w:val="231F20"/></w:rPr><w:t>lines,</w:t></w:r><w:r><w:rPr><w:rFonts w:ascii="Myriad Pro"/><w:color w:val="231F20"/><w:spacing w:val="16"/></w:rPr><w:t> </w:t></w:r><w:r><w:rPr><w:rFonts w:ascii="Myriad Pro"/><w:color w:val="231F20"/></w:rPr><w:t>one</w:t></w:r><w:r><w:rPr><w:rFonts w:ascii="Myriad Pro"/><w:color w:val="231F20"/><w:spacing w:val="16"/></w:rPr><w:t> </w:t></w:r><w:r><w:rPr><w:rFonts w:ascii="Myriad Pro"/><w:color w:val="231F20"/></w:rPr><w:t>parallel</w:t></w:r><w:r><w:rPr><w:rFonts w:ascii="Myriad Pro"/><w:color w:val="231F20"/><w:spacing w:val="16"/></w:rPr><w:t> </w:t></w:r><w:r><w:rPr><w:rFonts w:ascii="Myriad Pro"/><w:color w:val="231F20"/></w:rPr><w:t>to</w:t></w:r><w:r><w:rPr><w:rFonts w:ascii="Myriad Pro"/><w:color w:val="231F20"/><w:spacing w:val="16"/></w:rPr><w:t> </w:t></w:r><w:r><w:rPr><w:rFonts w:ascii="Myriad Pro"/><w:color w:val="231F20"/></w:rPr><w:t>L</w:t></w:r><w:r><w:rPr><w:rFonts w:ascii="Myriad Pro"/><w:color w:val="231F20"/><w:spacing w:val="17"/></w:rPr><w:t> </w:t></w:r><w:r><w:rPr><w:rFonts w:ascii="Myriad Pro"/><w:color w:val="231F20"/></w:rPr><w:t>and</w:t></w:r><w:r><w:rPr><w:rFonts w:ascii="Myriad Pro"/><w:color w:val="231F20"/><w:spacing w:val="16"/></w:rPr><w:t> </w:t></w:r><w:r><w:rPr><w:rFonts w:ascii="Myriad Pro"/><w:color w:val="231F20"/></w:rPr><w:t>one</w:t></w:r><w:r><w:rPr><w:rFonts w:ascii="Myriad Pro"/><w:color w:val="231F20"/><w:spacing w:val="16"/></w:rPr><w:t> </w:t></w:r><w:r><w:rPr><w:rFonts w:ascii="Myriad Pro"/><w:color w:val="231F20"/></w:rPr><w:t>parallel</w:t></w:r><w:r><w:rPr><w:rFonts w:ascii="Myriad Pro"/><w:color w:val="231F20"/><w:spacing w:val="16"/></w:rPr><w:t> </w:t></w:r><w:r><w:rPr><w:rFonts w:ascii="Myriad Pro"/><w:color w:val="231F20"/></w:rPr><w:t>to</w:t></w:r><w:r><w:rPr><w:rFonts w:ascii="Myriad Pro"/><w:color w:val="231F20"/><w:spacing w:val="16"/></w:rPr><w:t> </w:t></w:r><w:r><w:rPr><w:rFonts w:ascii="Myriad Pro"/><w:color w:val="231F20"/></w:rPr><w:t>D</w:t></w:r><w:r><w:rPr><w:rFonts w:ascii="Myriad Pro"/><w:color w:val="231F20"/><w:spacing w:val="16"/></w:rPr><w:t> </w:t></w:r><w:r><w:rPr><w:rFonts w:ascii="Myriad Pro"/><w:color w:val="231F20"/></w:rPr><w:t>as</w:t></w:r><w:r><w:rPr><w:rFonts w:ascii="Myriad Pro"/><w:color w:val="231F20"/><w:spacing w:val="17"/></w:rPr><w:t> </w:t></w:r><w:r><w:rPr><w:rFonts w:ascii="Myriad Pro"/><w:color w:val="231F20"/></w:rPr><w:t>shown</w:t></w:r><w:r><w:rPr><w:rFonts w:ascii="Myriad Pro"/><w:color w:val="231F20"/><w:spacing w:val="16"/></w:rPr><w:t> </w:t></w:r><w:r><w:rPr><w:rFonts w:ascii="Myriad Pro"/><w:color w:val="231F20"/></w:rPr><w:t>in</w:t></w:r><w:r><w:rPr><w:rFonts w:ascii="Myriad Pro"/><w:color w:val="231F20"/><w:spacing w:val="16"/></w:rPr><w:t> </w:t></w:r><w:r><w:rPr><w:rFonts w:ascii="Myriad Pro"/><w:color w:val="231F20"/></w:rPr><w:t>Figure</w:t></w:r><w:r><w:rPr><w:rFonts w:ascii="Myriad Pro"/><w:color w:val="231F20"/><w:spacing w:val="16"/></w:rPr><w:t> </w:t></w:r><w:r><w:rPr><w:rFonts w:ascii="Myriad Pro"/><w:color w:val="231F20"/><w:spacing w:val="1"/></w:rPr><w:t>11.</w:t></w:r><w:r><w:rPr><w:rFonts w:ascii="Myriad Pro"/></w:rPr></w:r></w:p><w:p><w:pPr><w:spacing w:line="240" w:lineRule="auto" w:before="7"/><w:rPr><w:rFonts w:ascii="Myriad Pro" w:hAnsi="Myriad Pro" w:cs="Myriad Pro" w:eastAsia="Myriad Pro"/><w:sz w:val="23"/><w:szCs w:val="23"/></w:rPr></w:pPr></w:p><w:p><w:pPr><w:spacing w:line="200" w:lineRule="atLeast"/><w:ind w:left="3934" w:right="0" w:firstLine="0"/><w:rPr><w:rFonts w:ascii="Myriad Pro" w:hAnsi="Myriad Pro" w:cs="Myriad Pro" w:eastAsia="Myriad Pro"/><w:sz w:val="20"/><w:szCs w:val="20"/></w:rPr></w:pPr><w:r><w:rPr><w:rFonts w:ascii="Myriad Pro" w:hAnsi="Myriad Pro" w:cs="Myriad Pro" w:eastAsia="Myriad Pro"/><w:sz w:val="20"/><w:szCs w:val="20"/></w:rPr><w:pict><v:group style="width:120.6pt;height:141.9pt;mso-position-horizontal-relative:char;mso-position-vertical-relative:line" coordorigin="0,0" coordsize="2412,2838"><v:group style="position:absolute;left:5;top:5;width:2401;height:1387" coordorigin="5,5" coordsize="2401,1387"><v:shape style="position:absolute;left:5;top:5;width:2401;height:1387" coordorigin="5,5" coordsize="2401,1387" path="m2406,917l828,5,5,480,1584,1391,2406,917xe" filled="false" stroked="true" strokeweight=".515pt" strokecolor="#231f20"><v:path arrowok="t"/></v:shape></v:group><v:group style="position:absolute;left:5;top:480;width:1579;height:2353" coordorigin="5,480" coordsize="1579,2353"><v:shape style="position:absolute;left:5;top:480;width:1579;height:2353" coordorigin="5,480" coordsize="1579,2353" path="m5,480l5,1921,1584,2832,1584,1391,5,480xe" filled="true" fillcolor="#ffffff" stroked="false"><v:path arrowok="t"/><v:fill type="solid"/></v:shape></v:group><v:group style="position:absolute;left:5;top:480;width:1579;height:2353" coordorigin="5,480" coordsize="1579,2353"><v:shape style="position:absolute;left:5;top:480;width:1579;height:2353" coordorigin="5,480" coordsize="1579,2353" path="m1584,2832l5,1921,5,480,1584,1391,1584,2832xe" filled="false" stroked="true" strokeweight=".515pt" strokecolor="#231f20"><v:path arrowok="t"/></v:shape></v:group><v:group style="position:absolute;left:1584;top:917;width:823;height:1916" coordorigin="1584,917" coordsize="823,1916"><v:shape style="position:absolute;left:1584;top:917;width:823;height:1916" coordorigin="1584,917" coordsize="823,1916" path="m2406,917l1584,1391,1584,2832,2406,917xe" filled="true" fillcolor="#ffffff" stroked="false"><v:path arrowok="t"/><v:fill type="solid"/></v:shape></v:group><v:group style="position:absolute;left:1584;top:917;width:823;height:1916" coordorigin="1584,917" coordsize="823,1916"><v:shape style="position:absolute;left:1584;top:917;width:823;height:1916" coordorigin="1584,917" coordsize="823,1916" path="m1584,2832l1584,1391,2406,917e" filled="false" stroked="true" strokeweight=".515pt" strokecolor="#231f20"><v:path arrowok="t"/></v:shape><v:shape style="position:absolute;left:759;top:1023;width:98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L</w:t></w:r><w:r><w:rPr><w:rFonts w:ascii="Myriad Pro"/><w:sz w:val="20"/></w:rPr></w:r></w:p></w:txbxContent></v:textbox><w10:wrap type="none"/></v:shape><v:shape style="position:absolute;left:2036;top:1193;width:175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W</w:t></w:r><w:r><w:rPr><w:rFonts w:ascii="Myriad Pro"/><w:sz w:val="20"/></w:rPr></w:r></w:p></w:txbxContent></v:textbox><w10:wrap type="none"/></v:shape><v:shape style="position:absolute;left:1644;top:2052;width:138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D</w:t></w:r><w:r><w:rPr><w:rFonts w:ascii="Myriad Pro"/><w:sz w:val="20"/></w:rPr></w:r></w:p></w:txbxContent></v:textbox><w10:wrap type="none"/></v:shape></v:group></v:group></w:pict></w:r><w:r><w:rPr><w:rFonts w:ascii="Myriad Pro" w:hAnsi="Myriad Pro" w:cs="Myriad Pro" w:eastAsia="Myriad Pro"/><w:sz w:val="20"/><w:szCs w:val="20"/></w:rPr></w:r></w:p><w:p><w:pPr><w:spacing w:before="80"/><w:ind w:left="3506" w:right="0" w:firstLine="0"/><w:jc w:val="left"/><w:rPr><w:rFonts w:ascii="Myriad Pro" w:hAnsi="Myriad Pro" w:cs="Myriad Pro" w:eastAsia="Myriad Pro"/><w:sz w:val="18"/><w:szCs w:val="18"/></w:rPr></w:pPr><w:r><w:rPr><w:rFonts w:ascii="Myriad Pro Semibold" w:hAnsi="Myriad Pro Semibold" w:cs="Myriad Pro Semibold" w:eastAsia="Myriad Pro Semibold"/><w:b/><w:bCs/><w:color w:val="231F20"/><w:spacing w:val="-2"/><w:sz w:val="18"/><w:szCs w:val="18"/></w:rPr><w:t>Figure</w:t></w:r><w:r><w:rPr><w:rFonts w:ascii="Myriad Pro Semibold" w:hAnsi="Myriad Pro Semibold" w:cs="Myriad Pro Semibold" w:eastAsia="Myriad Pro Semibold"/><w:b/><w:bCs/><w:color w:val="231F20"/><w:spacing w:val="7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11</w:t></w:r><w:r><w:rPr><w:rFonts w:ascii="Myriad Pro Semibold" w:hAnsi="Myriad Pro Semibold" w:cs="Myriad Pro Semibold" w:eastAsia="Myriad Pro Semibold"/><w:b/><w:bCs/><w:color w:val="231F20"/><w:spacing w:val="-12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—</w:t></w:r><w:r><w:rPr><w:rFonts w:ascii="Myriad Pro Semibold" w:hAnsi="Myriad Pro Semibold" w:cs="Myriad Pro Semibold" w:eastAsia="Myriad Pro Semibold"/><w:b/><w:bCs/><w:color w:val="231F20"/><w:spacing w:val="-11"/><w:sz w:val="18"/><w:szCs w:val="18"/></w:rPr><w:t> </w:t></w:r><w:r><w:rPr><w:rFonts w:ascii="Myriad Pro" w:hAnsi="Myriad Pro" w:cs="Myriad Pro" w:eastAsia="Myriad Pro"/><w:color w:val="231F20"/><w:spacing w:val="-1"/><w:sz w:val="18"/><w:szCs w:val="18"/></w:rPr><w:t>Step</w:t></w:r><w:r><w:rPr><w:rFonts w:ascii="Myriad Pro" w:hAnsi="Myriad Pro" w:cs="Myriad Pro" w:eastAsia="Myriad Pro"/><w:color w:val="231F20"/><w:spacing w:val="8"/><w:sz w:val="18"/><w:szCs w:val="18"/></w:rPr><w:t> </w:t></w:r><w:r><w:rPr><w:rFonts w:ascii="Myriad Pro" w:hAnsi="Myriad Pro" w:cs="Myriad Pro" w:eastAsia="Myriad Pro"/><w:color w:val="231F20"/><w:sz w:val="18"/><w:szCs w:val="18"/></w:rPr><w:t>3:</w:t></w:r><w:r><w:rPr><w:rFonts w:ascii="Myriad Pro" w:hAnsi="Myriad Pro" w:cs="Myriad Pro" w:eastAsia="Myriad Pro"/><w:color w:val="231F20"/><w:spacing w:val="7"/><w:sz w:val="18"/><w:szCs w:val="18"/></w:rPr><w:t> </w:t></w:r><w:r><w:rPr><w:rFonts w:ascii="Myriad Pro" w:hAnsi="Myriad Pro" w:cs="Myriad Pro" w:eastAsia="Myriad Pro"/><w:color w:val="231F20"/><w:sz w:val="18"/><w:szCs w:val="18"/></w:rPr><w:t>Lines</w:t></w:r><w:r><w:rPr><w:rFonts w:ascii="Myriad Pro" w:hAnsi="Myriad Pro" w:cs="Myriad Pro" w:eastAsia="Myriad Pro"/><w:color w:val="231F20"/><w:spacing w:val="7"/><w:sz w:val="18"/><w:szCs w:val="18"/></w:rPr><w:t> </w:t></w:r><w:r><w:rPr><w:rFonts w:ascii="Myriad Pro" w:hAnsi="Myriad Pro" w:cs="Myriad Pro" w:eastAsia="Myriad Pro"/><w:color w:val="231F20"/><w:spacing w:val="-1"/><w:sz w:val="18"/><w:szCs w:val="18"/></w:rPr><w:t>parallel</w:t></w:r><w:r><w:rPr><w:rFonts w:ascii="Myriad Pro" w:hAnsi="Myriad Pro" w:cs="Myriad Pro" w:eastAsia="Myriad Pro"/><w:color w:val="231F20"/><w:spacing w:val="8"/><w:sz w:val="18"/><w:szCs w:val="18"/></w:rPr><w:t> </w:t></w:r><w:r><w:rPr><w:rFonts w:ascii="Myriad Pro" w:hAnsi="Myriad Pro" w:cs="Myriad Pro" w:eastAsia="Myriad Pro"/><w:color w:val="231F20"/><w:spacing w:val="-1"/><w:sz w:val="18"/><w:szCs w:val="18"/></w:rPr><w:t>to</w:t></w:r><w:r><w:rPr><w:rFonts w:ascii="Myriad Pro" w:hAnsi="Myriad Pro" w:cs="Myriad Pro" w:eastAsia="Myriad Pro"/><w:color w:val="231F20"/><w:spacing w:val="7"/><w:sz w:val="18"/><w:szCs w:val="18"/></w:rPr><w:t> </w:t></w:r><w:r><w:rPr><w:rFonts w:ascii="Myriad Pro" w:hAnsi="Myriad Pro" w:cs="Myriad Pro" w:eastAsia="Myriad Pro"/><w:color w:val="231F20"/><w:sz w:val="18"/><w:szCs w:val="18"/></w:rPr><w:t>L</w:t></w:r><w:r><w:rPr><w:rFonts w:ascii="Myriad Pro" w:hAnsi="Myriad Pro" w:cs="Myriad Pro" w:eastAsia="Myriad Pro"/><w:color w:val="231F20"/><w:spacing w:val="8"/><w:sz w:val="18"/><w:szCs w:val="18"/></w:rPr><w:t> </w:t></w:r><w:r><w:rPr><w:rFonts w:ascii="Myriad Pro" w:hAnsi="Myriad Pro" w:cs="Myriad Pro" w:eastAsia="Myriad Pro"/><w:color w:val="231F20"/><w:sz w:val="18"/><w:szCs w:val="18"/></w:rPr><w:t>and</w:t></w:r><w:r><w:rPr><w:rFonts w:ascii="Myriad Pro" w:hAnsi="Myriad Pro" w:cs="Myriad Pro" w:eastAsia="Myriad Pro"/><w:color w:val="231F20"/><w:spacing w:val="7"/><w:sz w:val="18"/><w:szCs w:val="18"/></w:rPr><w:t> </w:t></w:r><w:r><w:rPr><w:rFonts w:ascii="Myriad Pro" w:hAnsi="Myriad Pro" w:cs="Myriad Pro" w:eastAsia="Myriad Pro"/><w:color w:val="231F20"/><w:sz w:val="18"/><w:szCs w:val="18"/></w:rPr><w:t>D</w:t></w:r><w:r><w:rPr><w:rFonts w:ascii="Myriad Pro" w:hAnsi="Myriad Pro" w:cs="Myriad Pro" w:eastAsia="Myriad Pro"/><w:sz w:val="18"/><w:szCs w:val="18"/></w:rPr></w:r></w:p><w:p><w:pPr><w:spacing w:line="240" w:lineRule="auto" w:before="0"/><w:rPr><w:rFonts w:ascii="Myriad Pro" w:hAnsi="Myriad Pro" w:cs="Myriad Pro" w:eastAsia="Myriad Pro"/><w:sz w:val="18"/><w:szCs w:val="18"/></w:rPr></w:pPr></w:p><w:p><w:pPr><w:spacing w:line="240" w:lineRule="auto" w:before="5"/><w:rPr><w:rFonts w:ascii="Myriad Pro" w:hAnsi="Myriad Pro" w:cs="Myriad Pro" w:eastAsia="Myriad Pro"/><w:sz w:val="17"/><w:szCs w:val="17"/></w:rPr></w:pPr></w:p><w:p><w:pPr><w:pStyle w:val="BodyText"/><w:spacing w:line="280" w:lineRule="auto" w:before="0"/><w:ind w:left="560" w:right="1237"/><w:jc w:val="left"/><w:rPr><w:rFonts w:ascii="Myriad Pro" w:hAnsi="Myriad Pro" w:cs="Myriad Pro" w:eastAsia="Myriad Pro"/></w:rPr></w:pPr><w:r><w:rPr><w:rFonts w:ascii="Myriad Pro"/><w:color w:val="231F20"/></w:rPr><w:t>Sketch</w:t></w:r><w:r><w:rPr><w:rFonts w:ascii="Myriad Pro"/><w:color w:val="231F20"/><w:spacing w:val="17"/></w:rPr><w:t> </w:t></w:r><w:r><w:rPr><w:rFonts w:ascii="Myriad Pro"/><w:color w:val="231F20"/></w:rPr><w:t>two</w:t></w:r><w:r><w:rPr><w:rFonts w:ascii="Myriad Pro"/><w:color w:val="231F20"/><w:spacing w:val="17"/></w:rPr><w:t> </w:t></w:r><w:r><w:rPr><w:rFonts w:ascii="Myriad Pro"/><w:color w:val="231F20"/></w:rPr><w:t>lines,</w:t></w:r><w:r><w:rPr><w:rFonts w:ascii="Myriad Pro"/><w:color w:val="231F20"/><w:spacing w:val="17"/></w:rPr><w:t> </w:t></w:r><w:r><w:rPr><w:rFonts w:ascii="Myriad Pro"/><w:color w:val="231F20"/></w:rPr><w:t>one</w:t></w:r><w:r><w:rPr><w:rFonts w:ascii="Myriad Pro"/><w:color w:val="231F20"/><w:spacing w:val="17"/></w:rPr><w:t> </w:t></w:r><w:r><w:rPr><w:rFonts w:ascii="Myriad Pro"/><w:color w:val="231F20"/></w:rPr><w:t>parallel</w:t></w:r><w:r><w:rPr><w:rFonts w:ascii="Myriad Pro"/><w:color w:val="231F20"/><w:spacing w:val="18"/></w:rPr><w:t> </w:t></w:r><w:r><w:rPr><w:rFonts w:ascii="Myriad Pro"/><w:color w:val="231F20"/></w:rPr><w:t>to</w:t></w:r><w:r><w:rPr><w:rFonts w:ascii="Myriad Pro"/><w:color w:val="231F20"/><w:spacing w:val="7"/></w:rPr><w:t> </w:t></w:r><w:r><w:rPr><w:rFonts w:ascii="Myriad Pro"/><w:color w:val="231F20"/></w:rPr><w:t>W</w:t></w:r><w:r><w:rPr><w:rFonts w:ascii="Myriad Pro"/><w:color w:val="231F20"/><w:spacing w:val="17"/></w:rPr><w:t> </w:t></w:r><w:r><w:rPr><w:rFonts w:ascii="Myriad Pro"/><w:color w:val="231F20"/></w:rPr><w:t>and</w:t></w:r><w:r><w:rPr><w:rFonts w:ascii="Myriad Pro"/><w:color w:val="231F20"/><w:spacing w:val="17"/></w:rPr><w:t> </w:t></w:r><w:r><w:rPr><w:rFonts w:ascii="Myriad Pro"/><w:color w:val="231F20"/></w:rPr><w:t>one</w:t></w:r><w:r><w:rPr><w:rFonts w:ascii="Myriad Pro"/><w:color w:val="231F20"/><w:spacing w:val="17"/></w:rPr><w:t> </w:t></w:r><w:r><w:rPr><w:rFonts w:ascii="Myriad Pro"/><w:color w:val="231F20"/></w:rPr><w:t>parallel</w:t></w:r><w:r><w:rPr><w:rFonts w:ascii="Myriad Pro"/><w:color w:val="231F20"/><w:spacing w:val="18"/></w:rPr><w:t> </w:t></w:r><w:r><w:rPr><w:rFonts w:ascii="Myriad Pro"/><w:color w:val="231F20"/></w:rPr><w:t>to</w:t></w:r><w:r><w:rPr><w:rFonts w:ascii="Myriad Pro"/><w:color w:val="231F20"/><w:spacing w:val="17"/></w:rPr><w:t> </w:t></w:r><w:r><w:rPr><w:rFonts w:ascii="Myriad Pro"/><w:color w:val="231F20"/><w:spacing w:val="-3"/></w:rPr><w:t>D,</w:t></w:r><w:r><w:rPr><w:rFonts w:ascii="Myriad Pro"/><w:color w:val="231F20"/><w:spacing w:val="17"/></w:rPr><w:t> </w:t></w:r><w:r><w:rPr><w:rFonts w:ascii="Myriad Pro"/><w:color w:val="231F20"/></w:rPr><w:t>to</w:t></w:r><w:r><w:rPr><w:rFonts w:ascii="Myriad Pro"/><w:color w:val="231F20"/><w:spacing w:val="17"/></w:rPr><w:t> </w:t></w:r><w:r><w:rPr><w:rFonts w:ascii="Myriad Pro"/><w:color w:val="231F20"/></w:rPr><w:t>complete</w:t></w:r><w:r><w:rPr><w:rFonts w:ascii="Myriad Pro"/><w:color w:val="231F20"/><w:spacing w:val="17"/></w:rPr><w:t> </w:t></w:r><w:r><w:rPr><w:rFonts w:ascii="Myriad Pro"/><w:color w:val="231F20"/></w:rPr><w:t>the</w:t></w:r><w:r><w:rPr><w:rFonts w:ascii="Myriad Pro"/><w:color w:val="231F20"/><w:spacing w:val="18"/></w:rPr><w:t> </w:t></w:r><w:r><w:rPr><w:rFonts w:ascii="Myriad Pro"/><w:color w:val="231F20"/></w:rPr><w:t>outline</w:t></w:r><w:r><w:rPr><w:rFonts w:ascii="Myriad Pro"/><w:color w:val="231F20"/><w:spacing w:val="17"/></w:rPr><w:t> </w:t></w:r><w:r><w:rPr><w:rFonts w:ascii="Myriad Pro"/><w:color w:val="231F20"/></w:rPr><w:t>of</w:t></w:r><w:r><w:rPr><w:rFonts w:ascii="Myriad Pro"/><w:color w:val="231F20"/><w:spacing w:val="17"/></w:rPr><w:t> </w:t></w:r><w:r><w:rPr><w:rFonts w:ascii="Myriad Pro"/><w:color w:val="231F20"/><w:spacing w:val="1"/></w:rPr><w:t>the</w:t></w:r><w:r><w:rPr><w:rFonts w:ascii="Myriad Pro"/><w:color w:val="231F20"/><w:spacing w:val="52"/><w:w w:val="102"/></w:rPr><w:t> </w:t></w:r><w:r><w:rPr><w:rFonts w:ascii="Myriad Pro"/><w:color w:val="231F20"/></w:rPr><w:t>rectangular</w:t></w:r><w:r><w:rPr><w:rFonts w:ascii="Myriad Pro"/><w:color w:val="231F20"/><w:spacing w:val="19"/></w:rPr><w:t> </w:t></w:r><w:r><w:rPr><w:rFonts w:ascii="Myriad Pro"/><w:color w:val="231F20"/></w:rPr><w:t>block</w:t></w:r><w:r><w:rPr><w:rFonts w:ascii="Myriad Pro"/><w:color w:val="231F20"/><w:spacing w:val="20"/></w:rPr><w:t> </w:t></w:r><w:r><w:rPr><w:rFonts w:ascii="Myriad Pro"/><w:color w:val="231F20"/></w:rPr><w:t>as</w:t></w:r><w:r><w:rPr><w:rFonts w:ascii="Myriad Pro"/><w:color w:val="231F20"/><w:spacing w:val="19"/></w:rPr><w:t> </w:t></w:r><w:r><w:rPr><w:rFonts w:ascii="Myriad Pro"/><w:color w:val="231F20"/></w:rPr><w:t>shown</w:t></w:r><w:r><w:rPr><w:rFonts w:ascii="Myriad Pro"/><w:color w:val="231F20"/><w:spacing w:val="20"/></w:rPr><w:t> </w:t></w:r><w:r><w:rPr><w:rFonts w:ascii="Myriad Pro"/><w:color w:val="231F20"/></w:rPr><w:t>in</w:t></w:r><w:r><w:rPr><w:rFonts w:ascii="Myriad Pro"/><w:color w:val="231F20"/><w:spacing w:val="20"/></w:rPr><w:t> </w:t></w:r><w:r><w:rPr><w:rFonts w:ascii="Myriad Pro"/><w:color w:val="231F20"/></w:rPr><w:t>Figure</w:t></w:r><w:r><w:rPr><w:rFonts w:ascii="Myriad Pro"/><w:color w:val="231F20"/><w:spacing w:val="19"/></w:rPr><w:t> </w:t></w:r><w:r><w:rPr><w:rFonts w:ascii="Myriad Pro"/><w:color w:val="231F20"/></w:rPr><w:t>12.</w:t></w:r><w:r><w:rPr><w:rFonts w:ascii="Myriad Pro"/><w:color w:val="231F20"/><w:spacing w:val="20"/></w:rPr><w:t> </w:t></w:r><w:r><w:rPr><w:rFonts w:ascii="Myriad Pro"/><w:color w:val="231F20"/></w:rPr><w:t>Begin</w:t></w:r><w:r><w:rPr><w:rFonts w:ascii="Myriad Pro"/><w:color w:val="231F20"/><w:spacing w:val="20"/></w:rPr><w:t> </w:t></w:r><w:r><w:rPr><w:rFonts w:ascii="Myriad Pro"/><w:color w:val="231F20"/></w:rPr><w:t>with</w:t></w:r><w:r><w:rPr><w:rFonts w:ascii="Myriad Pro"/><w:color w:val="231F20"/><w:spacing w:val="19"/></w:rPr><w:t> </w:t></w:r><w:r><w:rPr><w:rFonts w:ascii="Myriad Pro"/><w:color w:val="231F20"/></w:rPr><w:t>light</w:t></w:r><w:r><w:rPr><w:rFonts w:ascii="Myriad Pro"/><w:color w:val="231F20"/><w:spacing w:val="20"/></w:rPr><w:t> </w:t></w:r><w:r><w:rPr><w:rFonts w:ascii="Myriad Pro"/><w:color w:val="231F20"/></w:rPr><w:t>construction</w:t></w:r><w:r><w:rPr><w:rFonts w:ascii="Myriad Pro"/><w:color w:val="231F20"/><w:spacing w:val="20"/></w:rPr><w:t> </w:t></w:r><w:r><w:rPr><w:rFonts w:ascii="Myriad Pro"/><w:color w:val="231F20"/></w:rPr><w:t>lines</w:t></w:r><w:r><w:rPr><w:rFonts w:ascii="Myriad Pro"/><w:color w:val="231F20"/><w:spacing w:val="19"/></w:rPr><w:t> </w:t></w:r><w:r><w:rPr><w:rFonts w:ascii="Myriad Pro"/><w:color w:val="231F20"/></w:rPr><w:t>so</w:t></w:r><w:r><w:rPr><w:rFonts w:ascii="Myriad Pro"/><w:color w:val="231F20"/><w:spacing w:val="20"/></w:rPr><w:t> </w:t></w:r><w:r><w:rPr><w:rFonts w:ascii="Myriad Pro"/><w:color w:val="231F20"/></w:rPr><w:t>that</w:t></w:r><w:r><w:rPr><w:rFonts w:ascii="Myriad Pro"/><w:color w:val="231F20"/><w:spacing w:val="20"/></w:rPr><w:t> </w:t></w:r><w:r><w:rPr><w:rFonts w:ascii="Myriad Pro"/><w:color w:val="231F20"/></w:rPr><w:t>you</w:t></w:r><w:r><w:rPr><w:rFonts w:ascii="Myriad Pro"/><w:color w:val="231F20"/><w:spacing w:val="19"/></w:rPr><w:t> </w:t></w:r><w:r><w:rPr><w:rFonts w:ascii="Myriad Pro"/><w:color w:val="231F20"/><w:spacing w:val="1"/></w:rPr><w:t>can</w:t></w:r><w:r><w:rPr><w:rFonts w:ascii="Myriad Pro"/><w:color w:val="231F20"/><w:spacing w:val="17"/></w:rPr><w:t> </w:t></w:r><w:r><w:rPr><w:rFonts w:ascii="Myriad Pro"/><w:color w:val="231F20"/><w:spacing w:val="17"/></w:rPr></w:r><w:r><w:rPr><w:rFonts w:ascii="Myriad Pro"/><w:color w:val="231F20"/></w:rPr><w:t>make</w:t></w:r><w:r><w:rPr><w:rFonts w:ascii="Myriad Pro"/><w:color w:val="231F20"/><w:spacing w:val="89"/></w:rPr><w:t> </w:t></w:r><w:r><w:rPr><w:rFonts w:ascii="Myriad Pro"/><w:color w:val="231F20"/></w:rPr><w:t>any</w:t></w:r><w:r><w:rPr><w:rFonts w:ascii="Myriad Pro"/><w:color w:val="231F20"/><w:spacing w:val="23"/></w:rPr><w:t> </w:t></w:r><w:r><w:rPr><w:rFonts w:ascii="Myriad Pro"/><w:color w:val="231F20"/><w:spacing w:val="1"/></w:rPr><w:t>necessary</w:t></w:r><w:r><w:rPr><w:rFonts w:ascii="Myriad Pro"/><w:color w:val="231F20"/><w:spacing w:val="24"/></w:rPr><w:t> </w:t></w:r><w:r><w:rPr><w:rFonts w:ascii="Myriad Pro"/><w:color w:val="231F20"/></w:rPr><w:t>adjustments</w:t></w:r><w:r><w:rPr><w:rFonts w:ascii="Myriad Pro"/><w:color w:val="231F20"/><w:spacing w:val="24"/></w:rPr><w:t> </w:t></w:r><w:r><w:rPr><w:rFonts w:ascii="Myriad Pro"/><w:color w:val="231F20"/></w:rPr><w:t>before</w:t></w:r><w:r><w:rPr><w:rFonts w:ascii="Myriad Pro"/><w:color w:val="231F20"/><w:spacing w:val="24"/></w:rPr><w:t> </w:t></w:r><w:r><w:rPr><w:rFonts w:ascii="Myriad Pro"/><w:color w:val="231F20"/></w:rPr><w:t>darkening</w:t></w:r><w:r><w:rPr><w:rFonts w:ascii="Myriad Pro"/><w:color w:val="231F20"/><w:spacing w:val="24"/></w:rPr><w:t> </w:t></w:r><w:r><w:rPr><w:rFonts w:ascii="Myriad Pro"/><w:color w:val="231F20"/></w:rPr><w:t>them.</w:t></w:r><w:r><w:rPr><w:rFonts w:ascii="Myriad Pro"/><w:color w:val="231F20"/><w:spacing w:val="12"/></w:rPr><w:t> </w:t></w:r><w:r><w:rPr><w:rFonts w:ascii="Myriad Pro"/><w:color w:val="231F20"/></w:rPr><w:t>The</w:t></w:r><w:r><w:rPr><w:rFonts w:ascii="Myriad Pro"/><w:color w:val="231F20"/><w:spacing w:val="24"/></w:rPr><w:t> </w:t></w:r><w:r><w:rPr><w:rFonts w:ascii="Myriad Pro"/><w:color w:val="231F20"/></w:rPr><w:t>finished</w:t></w:r><w:r><w:rPr><w:rFonts w:ascii="Myriad Pro"/><w:color w:val="231F20"/><w:spacing w:val="24"/></w:rPr><w:t> </w:t></w:r><w:r><w:rPr><w:rFonts w:ascii="Myriad Pro"/><w:color w:val="231F20"/></w:rPr><w:t>isometric</w:t></w:r><w:r><w:rPr><w:rFonts w:ascii="Myriad Pro"/><w:color w:val="231F20"/><w:spacing w:val="24"/></w:rPr><w:t> </w:t></w:r><w:r><w:rPr><w:rFonts w:ascii="Myriad Pro"/><w:color w:val="231F20"/></w:rPr><w:t>sketch</w:t></w:r><w:r><w:rPr><w:rFonts w:ascii="Myriad Pro"/><w:color w:val="231F20"/><w:spacing w:val="24"/></w:rPr><w:t> </w:t></w:r><w:r><w:rPr><w:rFonts w:ascii="Myriad Pro"/><w:color w:val="231F20"/></w:rPr><w:t>is</w:t></w:r><w:r><w:rPr><w:rFonts w:ascii="Myriad Pro"/><w:color w:val="231F20"/><w:spacing w:val="24"/></w:rPr><w:t> </w:t></w:r><w:r><w:rPr><w:rFonts w:ascii="Myriad Pro"/><w:color w:val="231F20"/></w:rPr><w:t>shown</w:t></w:r><w:r><w:rPr><w:rFonts w:ascii="Myriad Pro"/><w:color w:val="231F20"/><w:spacing w:val="21"/></w:rPr><w:t> </w:t></w:r><w:r><w:rPr><w:rFonts w:ascii="Myriad Pro"/><w:color w:val="231F20"/><w:spacing w:val="21"/></w:rPr></w:r><w:r><w:rPr><w:rFonts w:ascii="Myriad Pro"/><w:color w:val="231F20"/></w:rPr><w:t>in</w:t></w:r><w:r><w:rPr><w:rFonts w:ascii="Myriad Pro"/><w:color w:val="231F20"/><w:spacing w:val="99"/></w:rPr><w:t> </w:t></w:r><w:r><w:rPr><w:rFonts w:ascii="Myriad Pro"/><w:color w:val="231F20"/></w:rPr><w:t>Figure</w:t></w:r><w:r><w:rPr><w:rFonts w:ascii="Myriad Pro"/><w:color w:val="231F20"/><w:spacing w:val="25"/></w:rPr><w:t> </w:t></w:r><w:r><w:rPr><w:rFonts w:ascii="Myriad Pro"/><w:color w:val="231F20"/><w:spacing w:val="1"/></w:rPr><w:t>13.</w:t></w:r><w:r><w:rPr><w:rFonts w:ascii="Myriad Pro"/></w:rPr></w:r></w:p><w:p><w:pPr><w:spacing w:line="240" w:lineRule="auto" w:before="1"/><w:rPr><w:rFonts w:ascii="Myriad Pro" w:hAnsi="Myriad Pro" w:cs="Myriad Pro" w:eastAsia="Myriad Pro"/><w:sz w:val="21"/><w:szCs w:val="21"/></w:rPr></w:pPr></w:p><w:p><w:pPr><w:spacing w:line="200" w:lineRule="atLeast"/><w:ind w:left="3986" w:right="0" w:firstLine="0"/><w:rPr><w:rFonts w:ascii="Myriad Pro" w:hAnsi="Myriad Pro" w:cs="Myriad Pro" w:eastAsia="Myriad Pro"/><w:sz w:val="20"/><w:szCs w:val="20"/></w:rPr></w:pPr><w:r><w:rPr><w:rFonts w:ascii="Myriad Pro" w:hAnsi="Myriad Pro" w:cs="Myriad Pro" w:eastAsia="Myriad Pro"/><w:sz w:val="20"/><w:szCs w:val="20"/></w:rPr><w:pict><v:group style="width:120.6pt;height:141.9pt;mso-position-horizontal-relative:char;mso-position-vertical-relative:line" coordorigin="0,0" coordsize="2412,2838"><v:group style="position:absolute;left:5;top:5;width:2401;height:1387" coordorigin="5,5" coordsize="2401,1387"><v:shape style="position:absolute;left:5;top:5;width:2401;height:1387" coordorigin="5,5" coordsize="2401,1387" path="m2406,917l828,5,5,480,1584,1391,2406,917xe" filled="false" stroked="true" strokeweight=".515pt" strokecolor="#231f20"><v:path arrowok="t"/></v:shape></v:group><v:group style="position:absolute;left:5;top:480;width:1579;height:2353" coordorigin="5,480" coordsize="1579,2353"><v:shape style="position:absolute;left:5;top:480;width:1579;height:2353" coordorigin="5,480" coordsize="1579,2353" path="m5,480l5,1921,1584,2832,1584,1391,5,480xe" filled="true" fillcolor="#ffffff" stroked="false"><v:path arrowok="t"/><v:fill type="solid"/></v:shape></v:group><v:group style="position:absolute;left:5;top:480;width:1579;height:2353" coordorigin="5,480" coordsize="1579,2353"><v:shape style="position:absolute;left:5;top:480;width:1579;height:2353" coordorigin="5,480" coordsize="1579,2353" path="m1584,2832l5,1921,5,480,1584,1391,1584,2832xe" filled="false" stroked="true" strokeweight=".515pt" strokecolor="#231f20"><v:path arrowok="t"/></v:shape></v:group><v:group style="position:absolute;left:1584;top:917;width:823;height:1916" coordorigin="1584,917" coordsize="823,1916"><v:shape style="position:absolute;left:1584;top:917;width:823;height:1916" coordorigin="1584,917" coordsize="823,1916" path="m2406,917l1584,1391,1584,2832,2406,2357,2406,917xe" filled="true" fillcolor="#ffffff" stroked="false"><v:path arrowok="t"/><v:fill type="solid"/></v:shape></v:group><v:group style="position:absolute;left:1584;top:917;width:823;height:1916" coordorigin="1584,917" coordsize="823,1916"><v:shape style="position:absolute;left:1584;top:917;width:823;height:1916" coordorigin="1584,917" coordsize="823,1916" path="m2406,2357l1584,2832,1584,1391,2406,917,2406,2357xe" filled="false" stroked="true" strokeweight=".515pt" strokecolor="#231f20"><v:path arrowok="t"/></v:shape><v:shape style="position:absolute;left:718;top:1007;width:98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L</w:t></w:r><w:r><w:rPr><w:rFonts w:ascii="Myriad Pro"/><w:sz w:val="20"/></w:rPr></w:r></w:p></w:txbxContent></v:textbox><w10:wrap type="none"/></v:shape><v:shape style="position:absolute;left:1964;top:1209;width:175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W</w:t></w:r><w:r><w:rPr><w:rFonts w:ascii="Myriad Pro"/><w:sz w:val="20"/></w:rPr></w:r></w:p></w:txbxContent></v:textbox><w10:wrap type="none"/></v:shape><v:shape style="position:absolute;left:1632;top:2039;width:138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D</w:t></w:r><w:r><w:rPr><w:rFonts w:ascii="Myriad Pro"/><w:sz w:val="20"/></w:rPr></w:r></w:p></w:txbxContent></v:textbox><w10:wrap type="none"/></v:shape></v:group></v:group></w:pict></w:r><w:r><w:rPr><w:rFonts w:ascii="Myriad Pro" w:hAnsi="Myriad Pro" w:cs="Myriad Pro" w:eastAsia="Myriad Pro"/><w:sz w:val="20"/><w:szCs w:val="20"/></w:rPr></w:r></w:p><w:p><w:pPr><w:spacing w:before="99"/><w:ind w:left="2906" w:right="0" w:firstLine="0"/><w:jc w:val="left"/><w:rPr><w:rFonts w:ascii="Myriad Pro" w:hAnsi="Myriad Pro" w:cs="Myriad Pro" w:eastAsia="Myriad Pro"/><w:sz w:val="18"/><w:szCs w:val="18"/></w:rPr></w:pPr><w:r><w:rPr><w:rFonts w:ascii="Myriad Pro Semibold" w:hAnsi="Myriad Pro Semibold" w:cs="Myriad Pro Semibold" w:eastAsia="Myriad Pro Semibold"/><w:b/><w:bCs/><w:color w:val="231F20"/><w:spacing w:val="-2"/><w:sz w:val="18"/><w:szCs w:val="18"/></w:rPr><w:t>Figure</w:t></w:r><w:r><w:rPr><w:rFonts w:ascii="Myriad Pro Semibold" w:hAnsi="Myriad Pro Semibold" w:cs="Myriad Pro Semibold" w:eastAsia="Myriad Pro Semibold"/><w:b/><w:bCs/><w:color w:val="231F20"/><w:spacing w:val="10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12</w:t></w:r><w:r><w:rPr><w:rFonts w:ascii="Myriad Pro Semibold" w:hAnsi="Myriad Pro Semibold" w:cs="Myriad Pro Semibold" w:eastAsia="Myriad Pro Semibold"/><w:b/><w:bCs/><w:color w:val="231F20"/><w:spacing w:val="-9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—</w:t></w:r><w:r><w:rPr><w:rFonts w:ascii="Myriad Pro Semibold" w:hAnsi="Myriad Pro Semibold" w:cs="Myriad Pro Semibold" w:eastAsia="Myriad Pro Semibold"/><w:b/><w:bCs/><w:color w:val="231F20"/><w:spacing w:val="-9"/><w:sz w:val="18"/><w:szCs w:val="18"/></w:rPr><w:t> </w:t></w:r><w:r><w:rPr><w:rFonts w:ascii="Myriad Pro" w:hAnsi="Myriad Pro" w:cs="Myriad Pro" w:eastAsia="Myriad Pro"/><w:color w:val="231F20"/><w:spacing w:val="-1"/><w:sz w:val="18"/><w:szCs w:val="18"/></w:rPr><w:t>Step</w:t></w:r><w:r><w:rPr><w:rFonts w:ascii="Myriad Pro" w:hAnsi="Myriad Pro" w:cs="Myriad Pro" w:eastAsia="Myriad Pro"/><w:color w:val="231F20"/><w:spacing w:val="11"/><w:sz w:val="18"/><w:szCs w:val="18"/></w:rPr><w:t> </w:t></w:r><w:r><w:rPr><w:rFonts w:ascii="Myriad Pro" w:hAnsi="Myriad Pro" w:cs="Myriad Pro" w:eastAsia="Myriad Pro"/><w:color w:val="231F20"/><w:sz w:val="18"/><w:szCs w:val="18"/></w:rPr><w:t>4:</w:t></w:r><w:r><w:rPr><w:rFonts w:ascii="Myriad Pro" w:hAnsi="Myriad Pro" w:cs="Myriad Pro" w:eastAsia="Myriad Pro"/><w:color w:val="231F20"/><w:spacing w:val="11"/><w:sz w:val="18"/><w:szCs w:val="18"/></w:rPr><w:t> </w:t></w:r><w:r><w:rPr><w:rFonts w:ascii="Myriad Pro" w:hAnsi="Myriad Pro" w:cs="Myriad Pro" w:eastAsia="Myriad Pro"/><w:color w:val="231F20"/><w:spacing w:val="-1"/><w:sz w:val="18"/><w:szCs w:val="18"/></w:rPr><w:t>Completed</w:t></w:r><w:r><w:rPr><w:rFonts w:ascii="Myriad Pro" w:hAnsi="Myriad Pro" w:cs="Myriad Pro" w:eastAsia="Myriad Pro"/><w:color w:val="231F20"/><w:spacing w:val="12"/><w:sz w:val="18"/><w:szCs w:val="18"/></w:rPr><w:t> </w:t></w:r><w:r><w:rPr><w:rFonts w:ascii="Myriad Pro" w:hAnsi="Myriad Pro" w:cs="Myriad Pro" w:eastAsia="Myriad Pro"/><w:color w:val="231F20"/><w:sz w:val="18"/><w:szCs w:val="18"/></w:rPr><w:t>outline</w:t></w:r><w:r><w:rPr><w:rFonts w:ascii="Myriad Pro" w:hAnsi="Myriad Pro" w:cs="Myriad Pro" w:eastAsia="Myriad Pro"/><w:color w:val="231F20"/><w:spacing w:val="11"/><w:sz w:val="18"/><w:szCs w:val="18"/></w:rPr><w:t> </w:t></w:r><w:r><w:rPr><w:rFonts w:ascii="Myriad Pro" w:hAnsi="Myriad Pro" w:cs="Myriad Pro" w:eastAsia="Myriad Pro"/><w:color w:val="231F20"/><w:sz w:val="18"/><w:szCs w:val="18"/></w:rPr><w:t>of</w:t></w:r><w:r><w:rPr><w:rFonts w:ascii="Myriad Pro" w:hAnsi="Myriad Pro" w:cs="Myriad Pro" w:eastAsia="Myriad Pro"/><w:color w:val="231F20"/><w:spacing w:val="11"/><w:sz w:val="18"/><w:szCs w:val="18"/></w:rPr><w:t> </w:t></w:r><w:r><w:rPr><w:rFonts w:ascii="Myriad Pro" w:hAnsi="Myriad Pro" w:cs="Myriad Pro" w:eastAsia="Myriad Pro"/><w:color w:val="231F20"/><w:sz w:val="18"/><w:szCs w:val="18"/></w:rPr><w:t>rectangular</w:t></w:r><w:r><w:rPr><w:rFonts w:ascii="Myriad Pro" w:hAnsi="Myriad Pro" w:cs="Myriad Pro" w:eastAsia="Myriad Pro"/><w:color w:val="231F20"/><w:spacing w:val="11"/><w:sz w:val="18"/><w:szCs w:val="18"/></w:rPr><w:t> </w:t></w:r><w:r><w:rPr><w:rFonts w:ascii="Myriad Pro" w:hAnsi="Myriad Pro" w:cs="Myriad Pro" w:eastAsia="Myriad Pro"/><w:color w:val="231F20"/><w:sz w:val="18"/><w:szCs w:val="18"/></w:rPr><w:t>block</w:t></w:r><w:r><w:rPr><w:rFonts w:ascii="Myriad Pro" w:hAnsi="Myriad Pro" w:cs="Myriad Pro" w:eastAsia="Myriad Pro"/><w:sz w:val="18"/><w:szCs w:val="18"/></w:rPr></w:r></w:p><w:p><w:pPr><w:spacing w:after="0"/><w:jc w:val="left"/><w:rPr><w:rFonts w:ascii="Myriad Pro" w:hAnsi="Myriad Pro" w:cs="Myriad Pro" w:eastAsia="Myriad Pro"/><w:sz w:val="18"/><w:szCs w:val="18"/></w:rPr><w:sectPr><w:headerReference w:type="default" r:id="rId24"/><w:headerReference w:type="even" r:id="rId25"/><w:footerReference w:type="default" r:id="rId26"/><w:footerReference w:type="even" r:id="rId27"/><w:pgSz w:w="12240" w:h="15840"/><w:pgMar w:header="630" w:footer="643" w:top="1080" w:bottom="840" w:left="880" w:right="340"/><w:pgNumType w:start="9"/></w:sect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4"/><w:rPr><w:rFonts w:ascii="Myriad Pro" w:hAnsi="Myriad Pro" w:cs="Myriad Pro" w:eastAsia="Myriad Pro"/><w:sz w:val="29"/><w:szCs w:val="29"/></w:rPr></w:pPr></w:p><w:p><w:pPr><w:spacing w:before="76"/><w:ind w:left="4263" w:right="4392" w:firstLine="0"/><w:jc w:val="center"/><w:rPr><w:rFonts w:ascii="Myriad Pro" w:hAnsi="Myriad Pro" w:cs="Myriad Pro" w:eastAsia="Myriad Pro"/><w:sz w:val="18"/><w:szCs w:val="18"/></w:rPr></w:pPr><w:r><w:rPr/><w:pict><v:group style="position:absolute;margin-left:242.171494pt;margin-top:-145.229996pt;width:121.1pt;height:142.4pt;mso-position-horizontal-relative:page;mso-position-vertical-relative:paragraph;z-index:1528" coordorigin="4843,-2905" coordsize="2422,2848"><v:group style="position:absolute;left:4854;top:-2894;width:2402;height:1387" coordorigin="4854,-2894" coordsize="2402,1387"><v:shape style="position:absolute;left:4854;top:-2894;width:2402;height:1387" coordorigin="4854,-2894" coordsize="2402,1387" path="m7255,-1983l5676,-2894,4854,-2419,6432,-1508,7255,-1983xe" filled="false" stroked="true" strokeweight="1.029pt" strokecolor="#231f20"><v:path arrowok="t"/></v:shape></v:group><v:group style="position:absolute;left:4854;top:-2419;width:1579;height:2353" coordorigin="4854,-2419" coordsize="1579,2353"><v:shape style="position:absolute;left:4854;top:-2419;width:1579;height:2353" coordorigin="4854,-2419" coordsize="1579,2353" path="m4854,-2419l4854,-979,6432,-67,6432,-1508,4854,-2419xe" filled="true" fillcolor="#ffffff" stroked="false"><v:path arrowok="t"/><v:fill type="solid"/></v:shape></v:group><v:group style="position:absolute;left:4854;top:-2419;width:1579;height:2353" coordorigin="4854,-2419" coordsize="1579,2353"><v:shape style="position:absolute;left:4854;top:-2419;width:1579;height:2353" coordorigin="4854,-2419" coordsize="1579,2353" path="m6432,-67l4854,-979,4854,-2419,6432,-1508,6432,-67xe" filled="false" stroked="true" strokeweight="1.029pt" strokecolor="#231f20"><v:path arrowok="t"/></v:shape></v:group><v:group style="position:absolute;left:6432;top:-1983;width:823;height:1916" coordorigin="6432,-1983" coordsize="823,1916"><v:shape style="position:absolute;left:6432;top:-1983;width:823;height:1916" coordorigin="6432,-1983" coordsize="823,1916" path="m7255,-1983l6432,-1508,6432,-67,7255,-542,7255,-1983xe" filled="true" fillcolor="#ffffff" stroked="false"><v:path arrowok="t"/><v:fill type="solid"/></v:shape></v:group><v:group style="position:absolute;left:6432;top:-1983;width:823;height:1916" coordorigin="6432,-1983" coordsize="823,1916"><v:shape style="position:absolute;left:6432;top:-1983;width:823;height:1916" coordorigin="6432,-1983" coordsize="823,1916" path="m7255,-542l6432,-67,6432,-1508,7255,-1983,7255,-542xe" filled="false" stroked="true" strokeweight="1.029pt" strokecolor="#231f20"><v:path arrowok="t"/></v:shape></v:group><v:group style="position:absolute;left:5567;top:-567;width:142;height:82" coordorigin="5567,-567" coordsize="142,82"><v:shape style="position:absolute;left:5567;top:-567;width:142;height:82" coordorigin="5567,-567" coordsize="142,82" path="m5567,-567l5709,-485e" filled="false" stroked="true" strokeweight=".515pt" strokecolor="#231f20"><v:path arrowok="t"/></v:shape></v:group><v:group style="position:absolute;left:6882;top:-1831;width:111;height:64" coordorigin="6882,-1831" coordsize="111,64"><v:shape style="position:absolute;left:6882;top:-1831;width:111;height:64" coordorigin="6882,-1831" coordsize="111,64" path="m6882,-1767l6992,-1831e" filled="false" stroked="true" strokeweight=".515pt" strokecolor="#231f20"><v:path arrowok="t"/></v:shape></v:group><v:group style="position:absolute;left:6282;top:-2545;width:215;height:124" coordorigin="6282,-2545" coordsize="215,124"><v:shape style="position:absolute;left:6282;top:-2545;width:215;height:124" coordorigin="6282,-2545" coordsize="215,124" path="m6496,-2421l6282,-2545e" filled="false" stroked="true" strokeweight=".515pt" strokecolor="#231f20"><v:path arrowok="t"/></v:shape></v:group><w10:wrap type="none"/></v:group></w:pict></w:r><w:r><w:rPr/><w:pict><v:shape style="position:absolute;margin-left:270.82254pt;margin-top:-67.915092pt;width:18.6pt;height:8.450pt;mso-position-horizontal-relative:page;mso-position-vertical-relative:paragraph;z-index:-23680;rotation:30" type="#_x0000_t136" fillcolor="#231f20" stroked="f"><o:extrusion v:ext="view" autorotationcenter="t"/><v:textpath style="font-family:&amp;quot;Myriad Pro&amp;quot;;font-size:8pt;v-text-kern:t;mso-text-shadow:auto" string="Front"/><w10:wrap type="none"/></v:shape></w:pict></w:r><w:r><w:rPr/><w:pict><v:shape style="position:absolute;margin-left:332.493683pt;margin-top:-55.615444pt;width:18.7pt;height:8.450pt;mso-position-horizontal-relative:page;mso-position-vertical-relative:paragraph;z-index:-23656;rotation:330" type="#_x0000_t136" fillcolor="#231f20" stroked="f"><o:extrusion v:ext="view" autorotationcenter="t"/><v:textpath style="font-family:&amp;quot;Myriad Pro&amp;quot;;font-size:8pt;v-text-kern:t;mso-text-shadow:auto" string="Right"/><w10:wrap type="none"/></v:shape></w:pict></w:r><w:r><w:rPr><w:rFonts w:ascii="Myriad Pro Semibold" w:hAnsi="Myriad Pro Semibold" w:cs="Myriad Pro Semibold" w:eastAsia="Myriad Pro Semibold"/><w:b/><w:bCs/><w:color w:val="231F20"/><w:spacing w:val="-2"/><w:sz w:val="18"/><w:szCs w:val="18"/></w:rPr><w:t>Figure</w:t></w:r><w:r><w:rPr><w:rFonts w:ascii="Myriad Pro Semibold" w:hAnsi="Myriad Pro Semibold" w:cs="Myriad Pro Semibold" w:eastAsia="Myriad Pro Semibold"/><w:b/><w:bCs/><w:color w:val="231F20"/><w:spacing w:val="14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13</w:t></w:r><w:r><w:rPr><w:rFonts w:ascii="Myriad Pro Semibold" w:hAnsi="Myriad Pro Semibold" w:cs="Myriad Pro Semibold" w:eastAsia="Myriad Pro Semibold"/><w:b/><w:bCs/><w:color w:val="231F20"/><w:spacing w:val="-7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—</w:t></w:r><w:r><w:rPr><w:rFonts w:ascii="Myriad Pro Semibold" w:hAnsi="Myriad Pro Semibold" w:cs="Myriad Pro Semibold" w:eastAsia="Myriad Pro Semibold"/><w:b/><w:bCs/><w:color w:val="231F20"/><w:spacing w:val="-7"/><w:sz w:val="18"/><w:szCs w:val="18"/></w:rPr><w:t> </w:t></w:r><w:r><w:rPr><w:rFonts w:ascii="Myriad Pro" w:hAnsi="Myriad Pro" w:cs="Myriad Pro" w:eastAsia="Myriad Pro"/><w:color w:val="231F20"/><w:spacing w:val="-1"/><w:sz w:val="18"/><w:szCs w:val="18"/></w:rPr><w:t>Completed</w:t></w:r><w:r><w:rPr><w:rFonts w:ascii="Myriad Pro" w:hAnsi="Myriad Pro" w:cs="Myriad Pro" w:eastAsia="Myriad Pro"/><w:color w:val="231F20"/><w:spacing w:val="15"/><w:sz w:val="18"/><w:szCs w:val="18"/></w:rPr><w:t> </w:t></w:r><w:r><w:rPr><w:rFonts w:ascii="Myriad Pro" w:hAnsi="Myriad Pro" w:cs="Myriad Pro" w:eastAsia="Myriad Pro"/><w:color w:val="231F20"/><w:sz w:val="18"/><w:szCs w:val="18"/></w:rPr><w:t>isometric</w:t></w:r><w:r><w:rPr><w:rFonts w:ascii="Myriad Pro" w:hAnsi="Myriad Pro" w:cs="Myriad Pro" w:eastAsia="Myriad Pro"/><w:color w:val="231F20"/><w:spacing w:val="15"/><w:sz w:val="18"/><w:szCs w:val="18"/></w:rPr><w:t> </w:t></w:r><w:r><w:rPr><w:rFonts w:ascii="Myriad Pro" w:hAnsi="Myriad Pro" w:cs="Myriad Pro" w:eastAsia="Myriad Pro"/><w:color w:val="231F20"/><w:spacing w:val="-1"/><w:sz w:val="18"/><w:szCs w:val="18"/></w:rPr><w:t>sketch</w:t></w:r><w:r><w:rPr><w:rFonts w:ascii="Myriad Pro" w:hAnsi="Myriad Pro" w:cs="Myriad Pro" w:eastAsia="Myriad Pro"/><w:sz w:val="18"/><w:szCs w:val="18"/></w:rPr></w:r></w:p><w:p><w:pPr><w:spacing w:line="240" w:lineRule="auto" w:before="0"/><w:rPr><w:rFonts w:ascii="Myriad Pro" w:hAnsi="Myriad Pro" w:cs="Myriad Pro" w:eastAsia="Myriad Pro"/><w:sz w:val="18"/><w:szCs w:val="18"/></w:rPr></w:pPr></w:p><w:p><w:pPr><w:spacing w:line="240" w:lineRule="auto" w:before="2"/><w:rPr><w:rFonts w:ascii="Myriad Pro" w:hAnsi="Myriad Pro" w:cs="Myriad Pro" w:eastAsia="Myriad Pro"/><w:sz w:val="23"/><w:szCs w:val="23"/></w:rPr></w:pPr></w:p><w:p><w:pPr><w:spacing w:before="0"/><w:ind w:left="1422" w:right="0" w:firstLine="0"/><w:jc w:val="left"/><w:rPr><w:rFonts w:ascii="Myriad Pro Semibold" w:hAnsi="Myriad Pro Semibold" w:cs="Myriad Pro Semibold" w:eastAsia="Myriad Pro Semibold"/><w:sz w:val="31"/><w:szCs w:val="31"/></w:rPr></w:pPr><w:r><w:rPr><w:rFonts w:ascii="Myriad Pro Semibold"/><w:b/><w:color w:val="4F61AB"/><w:spacing w:val="-1"/><w:sz w:val="31"/></w:rPr><w:t>Sketching</w:t></w:r><w:r><w:rPr><w:rFonts w:ascii="Myriad Pro Semibold"/><w:b/><w:color w:val="4F61AB"/><w:spacing w:val="-13"/><w:sz w:val="31"/></w:rPr><w:t> </w:t></w:r><w:r><w:rPr><w:rFonts w:ascii="Myriad Pro Semibold"/><w:b/><w:color w:val="4F61AB"/><w:spacing w:val="-1"/><w:sz w:val="31"/></w:rPr><w:t>irregular</w:t></w:r><w:r><w:rPr><w:rFonts w:ascii="Myriad Pro Semibold"/><w:b/><w:color w:val="4F61AB"/><w:spacing w:val="-13"/><w:sz w:val="31"/></w:rPr><w:t> </w:t></w:r><w:r><w:rPr><w:rFonts w:ascii="Myriad Pro Semibold"/><w:b/><w:color w:val="4F61AB"/><w:sz w:val="31"/></w:rPr><w:t>shapes</w:t></w:r><w:r><w:rPr><w:rFonts w:ascii="Myriad Pro Semibold"/><w:b/><w:color w:val="4F61AB"/><w:spacing w:val="-13"/><w:sz w:val="31"/></w:rPr><w:t> </w:t></w:r><w:r><w:rPr><w:rFonts w:ascii="Myriad Pro Semibold"/><w:b/><w:color w:val="4F61AB"/><w:sz w:val="31"/></w:rPr><w:t>with</w:t></w:r><w:r><w:rPr><w:rFonts w:ascii="Myriad Pro Semibold"/><w:b/><w:color w:val="4F61AB"/><w:spacing w:val="-13"/><w:sz w:val="31"/></w:rPr><w:t> </w:t></w:r><w:r><w:rPr><w:rFonts w:ascii="Myriad Pro Semibold"/><w:b/><w:color w:val="4F61AB"/><w:sz w:val="31"/></w:rPr><w:t>isometric</w:t></w:r><w:r><w:rPr><w:rFonts w:ascii="Myriad Pro Semibold"/><w:b/><w:color w:val="4F61AB"/><w:spacing w:val="-12"/><w:sz w:val="31"/></w:rPr><w:t> </w:t></w:r><w:r><w:rPr><w:rFonts w:ascii="Myriad Pro Semibold"/><w:b/><w:color w:val="4F61AB"/><w:sz w:val="31"/></w:rPr><w:t>lines</w:t></w:r><w:r><w:rPr><w:rFonts w:ascii="Myriad Pro Semibold"/><w:sz w:val="31"/></w:rPr></w:r></w:p><w:p><w:pPr><w:pStyle w:val="BodyText"/><w:spacing w:line="280" w:lineRule="auto" w:before="22"/><w:ind w:left="1422" w:right="1541"/><w:jc w:val="left"/><w:rPr><w:rFonts w:ascii="Myriad Pro" w:hAnsi="Myriad Pro" w:cs="Myriad Pro" w:eastAsia="Myriad Pro"/></w:rPr></w:pPr><w:r><w:rPr><w:rFonts w:ascii="Myriad Pro"/><w:color w:val="231F20"/></w:rPr><w:t>Not</w:t></w:r><w:r><w:rPr><w:rFonts w:ascii="Myriad Pro"/><w:color w:val="231F20"/><w:spacing w:val="19"/></w:rPr><w:t> </w:t></w:r><w:r><w:rPr><w:rFonts w:ascii="Myriad Pro"/><w:color w:val="231F20"/></w:rPr><w:t>all</w:t></w:r><w:r><w:rPr><w:rFonts w:ascii="Myriad Pro"/><w:color w:val="231F20"/><w:spacing w:val="20"/></w:rPr><w:t> </w:t></w:r><w:r><w:rPr><w:rFonts w:ascii="Myriad Pro"/><w:color w:val="231F20"/></w:rPr><w:t>rectangular</w:t></w:r><w:r><w:rPr><w:rFonts w:ascii="Myriad Pro"/><w:color w:val="231F20"/><w:spacing w:val="20"/></w:rPr><w:t> </w:t></w:r><w:r><w:rPr><w:rFonts w:ascii="Myriad Pro"/><w:color w:val="231F20"/><w:spacing w:val="1"/></w:rPr><w:t>objects</w:t></w:r><w:r><w:rPr><w:rFonts w:ascii="Myriad Pro"/><w:color w:val="231F20"/><w:spacing w:val="19"/></w:rPr><w:t> </w:t></w:r><w:r><w:rPr><w:rFonts w:ascii="Myriad Pro"/><w:color w:val="231F20"/></w:rPr><w:t>are</w:t></w:r><w:r><w:rPr><w:rFonts w:ascii="Myriad Pro"/><w:color w:val="231F20"/><w:spacing w:val="20"/></w:rPr><w:t> </w:t></w:r><w:r><w:rPr><w:rFonts w:ascii="Myriad Pro"/><w:color w:val="231F20"/></w:rPr><w:t>as</w:t></w:r><w:r><w:rPr><w:rFonts w:ascii="Myriad Pro"/><w:color w:val="231F20"/><w:spacing w:val="20"/></w:rPr><w:t> </w:t></w:r><w:r><w:rPr><w:rFonts w:ascii="Myriad Pro"/><w:color w:val="231F20"/></w:rPr><w:t>simple</w:t></w:r><w:r><w:rPr><w:rFonts w:ascii="Myriad Pro"/><w:color w:val="231F20"/><w:spacing w:val="20"/></w:rPr><w:t> </w:t></w:r><w:r><w:rPr><w:rFonts w:ascii="Myriad Pro"/><w:color w:val="231F20"/></w:rPr><w:t>as</w:t></w:r><w:r><w:rPr><w:rFonts w:ascii="Myriad Pro"/><w:color w:val="231F20"/><w:spacing w:val="19"/></w:rPr><w:t> </w:t></w:r><w:r><w:rPr><w:rFonts w:ascii="Myriad Pro"/><w:color w:val="231F20"/></w:rPr><w:t>the</w:t></w:r><w:r><w:rPr><w:rFonts w:ascii="Myriad Pro"/><w:color w:val="231F20"/><w:spacing w:val="20"/></w:rPr><w:t> </w:t></w:r><w:r><w:rPr><w:rFonts w:ascii="Myriad Pro"/><w:color w:val="231F20"/></w:rPr><w:t>block</w:t></w:r><w:r><w:rPr><w:rFonts w:ascii="Myriad Pro"/><w:color w:val="231F20"/><w:spacing w:val="20"/></w:rPr><w:t> </w:t></w:r><w:r><w:rPr><w:rFonts w:ascii="Myriad Pro"/><w:color w:val="231F20"/></w:rPr><w:t>you</w:t></w:r><w:r><w:rPr><w:rFonts w:ascii="Myriad Pro"/><w:color w:val="231F20"/><w:spacing w:val="19"/></w:rPr><w:t> </w:t></w:r><w:r><w:rPr><w:rFonts w:ascii="Myriad Pro"/><w:color w:val="231F20"/></w:rPr><w:t>have</w:t></w:r><w:r><w:rPr><w:rFonts w:ascii="Myriad Pro"/><w:color w:val="231F20"/><w:spacing w:val="20"/></w:rPr><w:t> </w:t></w:r><w:r><w:rPr><w:rFonts w:ascii="Myriad Pro"/><w:color w:val="231F20"/></w:rPr><w:t>just</w:t></w:r><w:r><w:rPr><w:rFonts w:ascii="Myriad Pro"/><w:color w:val="231F20"/><w:spacing w:val="20"/></w:rPr><w:t> </w:t></w:r><w:r><w:rPr><w:rFonts w:ascii="Myriad Pro"/><w:color w:val="231F20"/></w:rPr><w:t>sketched.</w:t></w:r><w:r><w:rPr><w:rFonts w:ascii="Myriad Pro"/><w:color w:val="231F20"/><w:spacing w:val="20"/></w:rPr><w:t> </w:t></w:r><w:r><w:rPr><w:rFonts w:ascii="Myriad Pro"/><w:color w:val="231F20"/></w:rPr><w:t>Sometimes</w:t></w:r><w:r><w:rPr><w:rFonts w:ascii="Myriad Pro"/><w:color w:val="231F20"/><w:spacing w:val="19"/></w:rPr><w:t> </w:t></w:r><w:r><w:rPr><w:rFonts w:ascii="Myriad Pro"/><w:color w:val="231F20"/><w:spacing w:val="1"/></w:rPr><w:t>the</w:t></w:r><w:r><w:rPr><w:rFonts w:ascii="Myriad Pro"/><w:color w:val="231F20"/><w:spacing w:val="82"/><w:w w:val="102"/></w:rPr><w:t> </w:t></w:r><w:r><w:rPr><w:rFonts w:ascii="Myriad Pro"/><w:color w:val="231F20"/></w:rPr><w:t>shapes</w:t></w:r><w:r><w:rPr><w:rFonts w:ascii="Myriad Pro"/><w:color w:val="231F20"/><w:spacing w:val="21"/></w:rPr><w:t> </w:t></w:r><w:r><w:rPr><w:rFonts w:ascii="Myriad Pro"/><w:color w:val="231F20"/></w:rPr><w:t>are</w:t></w:r><w:r><w:rPr><w:rFonts w:ascii="Myriad Pro"/><w:color w:val="231F20"/><w:spacing w:val="22"/></w:rPr><w:t> </w:t></w:r><w:r><w:rPr><w:rFonts w:ascii="Myriad Pro"/><w:color w:val="231F20"/></w:rPr><w:t>irregular</w:t></w:r><w:r><w:rPr><w:rFonts w:ascii="Myriad Pro"/><w:color w:val="231F20"/><w:spacing w:val="22"/></w:rPr><w:t> </w:t></w:r><w:r><w:rPr><w:rFonts w:ascii="Myriad Pro"/><w:color w:val="231F20"/></w:rPr><w:t>and</w:t></w:r><w:r><w:rPr><w:rFonts w:ascii="Myriad Pro"/><w:color w:val="231F20"/><w:spacing w:val="22"/></w:rPr><w:t> </w:t></w:r><w:r><w:rPr><w:rFonts w:ascii="Myriad Pro"/><w:color w:val="231F20"/></w:rPr><w:t>have</w:t></w:r><w:r><w:rPr><w:rFonts w:ascii="Myriad Pro"/><w:color w:val="231F20"/><w:spacing w:val="22"/></w:rPr><w:t> </w:t></w:r><w:r><w:rPr><w:rFonts w:ascii="Myriad Pro"/><w:color w:val="231F20"/><w:spacing w:val="1"/></w:rPr><w:t>cut-out</w:t></w:r><w:r><w:rPr><w:rFonts w:ascii="Myriad Pro"/><w:color w:val="231F20"/><w:spacing w:val="21"/></w:rPr><w:t> </w:t></w:r><w:r><w:rPr><w:rFonts w:ascii="Myriad Pro"/><w:color w:val="231F20"/><w:spacing w:val="1"/></w:rPr><w:t>sections</w:t></w:r><w:r><w:rPr><w:rFonts w:ascii="Myriad Pro"/><w:color w:val="231F20"/><w:spacing w:val="22"/></w:rPr><w:t> </w:t></w:r><w:r><w:rPr><w:rFonts w:ascii="Myriad Pro"/><w:color w:val="231F20"/></w:rPr><w:t>or</w:t></w:r><w:r><w:rPr><w:rFonts w:ascii="Myriad Pro"/><w:color w:val="231F20"/><w:spacing w:val="22"/></w:rPr><w:t> </w:t></w:r><w:r><w:rPr><w:rFonts w:ascii="Myriad Pro"/><w:color w:val="231F20"/></w:rPr><w:t>some</w:t></w:r><w:r><w:rPr><w:rFonts w:ascii="Myriad Pro"/><w:color w:val="231F20"/><w:spacing w:val="22"/></w:rPr><w:t> </w:t></w:r><w:r><w:rPr><w:rFonts w:ascii="Myriad Pro"/><w:color w:val="231F20"/></w:rPr><w:t>sides</w:t></w:r><w:r><w:rPr><w:rFonts w:ascii="Myriad Pro"/><w:color w:val="231F20"/><w:spacing w:val="22"/></w:rPr><w:t> </w:t></w:r><w:r><w:rPr><w:rFonts w:ascii="Myriad Pro"/><w:color w:val="231F20"/></w:rPr><w:t>longer</w:t></w:r><w:r><w:rPr><w:rFonts w:ascii="Myriad Pro"/><w:color w:val="231F20"/><w:spacing w:val="22"/></w:rPr><w:t> </w:t></w:r><w:r><w:rPr><w:rFonts w:ascii="Myriad Pro"/><w:color w:val="231F20"/></w:rPr><w:t>than</w:t></w:r><w:r><w:rPr><w:rFonts w:ascii="Myriad Pro"/><w:color w:val="231F20"/><w:spacing w:val="21"/></w:rPr><w:t> </w:t></w:r><w:r><w:rPr><w:rFonts w:ascii="Myriad Pro"/><w:color w:val="231F20"/></w:rPr><w:t>others.</w:t></w:r><w:r><w:rPr><w:rFonts w:ascii="Myriad Pro"/><w:color w:val="231F20"/><w:spacing w:val="22"/></w:rPr><w:t> </w:t></w:r><w:r><w:rPr><w:rFonts w:ascii="Myriad Pro"/><w:color w:val="231F20"/></w:rPr><w:t>All</w:t></w:r><w:r><w:rPr><w:rFonts w:ascii="Myriad Pro"/><w:color w:val="231F20"/><w:spacing w:val="22"/></w:rPr><w:t> </w:t></w:r><w:r><w:rPr><w:rFonts w:ascii="Myriad Pro"/><w:color w:val="231F20"/><w:spacing w:val="1"/></w:rPr><w:t>rectangular</w:t></w:r><w:r><w:rPr><w:rFonts w:ascii="Myriad Pro"/><w:color w:val="231F20"/><w:spacing w:val="64"/><w:w w:val="102"/></w:rPr><w:t> </w:t></w:r><w:r><w:rPr><w:rFonts w:ascii="Myriad Pro"/><w:color w:val="231F20"/><w:spacing w:val="1"/></w:rPr><w:t>objects</w:t></w:r><w:r><w:rPr><w:rFonts w:ascii="Myriad Pro"/><w:color w:val="231F20"/><w:spacing w:val="18"/></w:rPr><w:t> </w:t></w:r><w:r><w:rPr><w:rFonts w:ascii="Myriad Pro"/><w:color w:val="231F20"/></w:rPr><w:t>can</w:t></w:r><w:r><w:rPr><w:rFonts w:ascii="Myriad Pro"/><w:color w:val="231F20"/><w:spacing w:val="18"/></w:rPr><w:t> </w:t></w:r><w:r><w:rPr><w:rFonts w:ascii="Myriad Pro"/><w:color w:val="231F20"/></w:rPr><w:t>be</w:t></w:r><w:r><w:rPr><w:rFonts w:ascii="Myriad Pro"/><w:color w:val="231F20"/><w:spacing w:val="19"/></w:rPr><w:t> </w:t></w:r><w:r><w:rPr><w:rFonts w:ascii="Myriad Pro"/><w:color w:val="231F20"/></w:rPr><w:t>fitted</w:t></w:r><w:r><w:rPr><w:rFonts w:ascii="Myriad Pro"/><w:color w:val="231F20"/><w:spacing w:val="18"/></w:rPr><w:t> </w:t></w:r><w:r><w:rPr><w:rFonts w:ascii="Myriad Pro"/><w:color w:val="231F20"/></w:rPr><w:t>into</w:t></w:r><w:r><w:rPr><w:rFonts w:ascii="Myriad Pro"/><w:color w:val="231F20"/><w:spacing w:val="19"/></w:rPr><w:t> </w:t></w:r><w:r><w:rPr><w:rFonts w:ascii="Myriad Pro"/><w:color w:val="231F20"/></w:rPr><w:t>a</w:t></w:r><w:r><w:rPr><w:rFonts w:ascii="Myriad Pro"/><w:color w:val="231F20"/><w:spacing w:val="18"/></w:rPr><w:t> </w:t></w:r><w:r><w:rPr><w:rFonts w:ascii="Myriad Pro"/><w:color w:val="231F20"/></w:rPr><w:t>box</w:t></w:r><w:r><w:rPr><w:rFonts w:ascii="Myriad Pro"/><w:color w:val="231F20"/><w:spacing w:val="19"/></w:rPr><w:t> </w:t></w:r><w:r><w:rPr><w:rFonts w:ascii="Myriad Pro"/><w:color w:val="231F20"/></w:rPr><w:t>having</w:t></w:r><w:r><w:rPr><w:rFonts w:ascii="Myriad Pro"/><w:color w:val="231F20"/><w:spacing w:val="18"/></w:rPr><w:t> </w:t></w:r><w:r><w:rPr><w:rFonts w:ascii="Myriad Pro"/><w:color w:val="231F20"/></w:rPr><w:t>the</w:t></w:r><w:r><w:rPr><w:rFonts w:ascii="Myriad Pro"/><w:color w:val="231F20"/><w:spacing w:val="19"/></w:rPr><w:t> </w:t></w:r><w:r><w:rPr><w:rFonts w:ascii="Myriad Pro"/><w:color w:val="231F20"/></w:rPr><w:t>maximum</w:t></w:r><w:r><w:rPr><w:rFonts w:ascii="Myriad Pro"/><w:color w:val="231F20"/><w:spacing w:val="18"/></w:rPr><w:t> </w:t></w:r><w:r><w:rPr><w:rFonts w:ascii="Myriad Pro"/><w:color w:val="231F20"/></w:rPr><w:t>length</w:t></w:r><w:r><w:rPr><w:rFonts w:ascii="Myriad Pro"/><w:color w:val="231F20"/><w:spacing w:val="18"/></w:rPr><w:t> </w:t></w:r><w:r><w:rPr><w:rFonts w:ascii="Myriad Pro"/><w:color w:val="231F20"/></w:rPr><w:t>(L),</w:t></w:r><w:r><w:rPr><w:rFonts w:ascii="Myriad Pro"/><w:color w:val="231F20"/><w:spacing w:val="19"/></w:rPr><w:t> </w:t></w:r><w:r><w:rPr><w:rFonts w:ascii="Myriad Pro"/><w:color w:val="231F20"/></w:rPr><w:t>width</w:t></w:r><w:r><w:rPr><w:rFonts w:ascii="Myriad Pro"/><w:color w:val="231F20"/><w:spacing w:val="18"/></w:rPr><w:t> </w:t></w:r><w:r><w:rPr><w:rFonts w:ascii="Myriad Pro"/><w:color w:val="231F20"/><w:spacing w:val="6"/></w:rPr><w:t>(W),</w:t></w:r><w:r><w:rPr><w:rFonts w:ascii="Myriad Pro"/><w:color w:val="231F20"/><w:spacing w:val="19"/></w:rPr><w:t> </w:t></w:r><w:r><w:rPr><w:rFonts w:ascii="Myriad Pro"/><w:color w:val="231F20"/></w:rPr><w:t>and</w:t></w:r><w:r><w:rPr><w:rFonts w:ascii="Myriad Pro"/><w:color w:val="231F20"/><w:spacing w:val="18"/></w:rPr><w:t> </w:t></w:r><w:r><w:rPr><w:rFonts w:ascii="Myriad Pro"/><w:color w:val="231F20"/></w:rPr><w:t>depth</w:t></w:r><w:r><w:rPr><w:rFonts w:ascii="Myriad Pro"/><w:color w:val="231F20"/><w:spacing w:val="19"/></w:rPr><w:t> </w:t></w:r><w:r><w:rPr><w:rFonts w:ascii="Myriad Pro"/><w:color w:val="231F20"/></w:rPr><w:t>(D).</w:t></w:r><w:r><w:rPr><w:rFonts w:ascii="Myriad Pro"/><w:color w:val="231F20"/><w:spacing w:val="18"/></w:rPr><w:t> </w:t></w:r><w:r><w:rPr><w:rFonts w:ascii="Myriad Pro"/><w:color w:val="231F20"/></w:rPr><w:t>Begin</w:t></w:r><w:r><w:rPr><w:rFonts w:ascii="Myriad Pro"/><w:color w:val="231F20"/><w:spacing w:val="70"/><w:w w:val="102"/></w:rPr><w:t> </w:t></w:r><w:r><w:rPr><w:rFonts w:ascii="Myriad Pro"/><w:color w:val="231F20"/></w:rPr><w:t>by</w:t></w:r><w:r><w:rPr><w:rFonts w:ascii="Myriad Pro"/><w:color w:val="231F20"/><w:spacing w:val="15"/></w:rPr><w:t> </w:t></w:r><w:r><w:rPr><w:rFonts w:ascii="Myriad Pro"/><w:color w:val="231F20"/></w:rPr><w:t>sketching</w:t></w:r><w:r><w:rPr><w:rFonts w:ascii="Myriad Pro"/><w:color w:val="231F20"/><w:spacing w:val="16"/></w:rPr><w:t> </w:t></w:r><w:r><w:rPr><w:rFonts w:ascii="Myriad Pro"/><w:color w:val="231F20"/></w:rPr><w:t>a</w:t></w:r><w:r><w:rPr><w:rFonts w:ascii="Myriad Pro"/><w:color w:val="231F20"/><w:spacing w:val="16"/></w:rPr><w:t> </w:t></w:r><w:r><w:rPr><w:rFonts w:ascii="Myriad Pro"/><w:color w:val="231F20"/></w:rPr><w:t>light</w:t></w:r><w:r><w:rPr><w:rFonts w:ascii="Myriad Pro"/><w:color w:val="231F20"/><w:spacing w:val="16"/></w:rPr><w:t> </w:t></w:r><w:r><w:rPr><w:rFonts w:ascii="Myriad Pro"/><w:color w:val="231F20"/></w:rPr><w:t>outline</w:t></w:r><w:r><w:rPr><w:rFonts w:ascii="Myriad Pro"/><w:color w:val="231F20"/><w:spacing w:val="15"/></w:rPr><w:t> </w:t></w:r><w:r><w:rPr><w:rFonts w:ascii="Myriad Pro"/><w:color w:val="231F20"/></w:rPr><w:t>of</w:t></w:r><w:r><w:rPr><w:rFonts w:ascii="Myriad Pro"/><w:color w:val="231F20"/><w:spacing w:val="16"/></w:rPr><w:t> </w:t></w:r><w:r><w:rPr><w:rFonts w:ascii="Myriad Pro"/><w:color w:val="231F20"/></w:rPr><w:t>a</w:t></w:r><w:r><w:rPr><w:rFonts w:ascii="Myriad Pro"/><w:color w:val="231F20"/><w:spacing w:val="16"/></w:rPr><w:t> </w:t></w:r><w:r><w:rPr><w:rFonts w:ascii="Myriad Pro"/><w:color w:val="231F20"/></w:rPr><w:t>basic</w:t></w:r><w:r><w:rPr><w:rFonts w:ascii="Myriad Pro"/><w:color w:val="231F20"/><w:spacing w:val="16"/></w:rPr><w:t> </w:t></w:r><w:r><w:rPr><w:rFonts w:ascii="Myriad Pro"/><w:color w:val="231F20"/></w:rPr><w:t>box</w:t></w:r><w:r><w:rPr><w:rFonts w:ascii="Myriad Pro"/><w:color w:val="231F20"/><w:spacing w:val="15"/></w:rPr><w:t> </w:t></w:r><w:r><w:rPr><w:rFonts w:ascii="Myriad Pro"/><w:color w:val="231F20"/></w:rPr><w:t>that</w:t></w:r><w:r><w:rPr><w:rFonts w:ascii="Myriad Pro"/><w:color w:val="231F20"/><w:spacing w:val="16"/></w:rPr><w:t> </w:t></w:r><w:r><w:rPr><w:rFonts w:ascii="Myriad Pro"/><w:color w:val="231F20"/></w:rPr><w:t>is</w:t></w:r><w:r><w:rPr><w:rFonts w:ascii="Myriad Pro"/><w:color w:val="231F20"/><w:spacing w:val="16"/></w:rPr><w:t> </w:t></w:r><w:r><w:rPr><w:rFonts w:ascii="Myriad Pro"/><w:color w:val="231F20"/></w:rPr><w:t>the</w:t></w:r><w:r><w:rPr><w:rFonts w:ascii="Myriad Pro"/><w:color w:val="231F20"/><w:spacing w:val="16"/></w:rPr><w:t> </w:t></w:r><w:r><w:rPr><w:rFonts w:ascii="Myriad Pro"/><w:color w:val="231F20"/></w:rPr><w:t>size</w:t></w:r><w:r><w:rPr><w:rFonts w:ascii="Myriad Pro"/><w:color w:val="231F20"/><w:spacing w:val="16"/></w:rPr><w:t> </w:t></w:r><w:r><w:rPr><w:rFonts w:ascii="Myriad Pro"/><w:color w:val="231F20"/></w:rPr><w:t>of</w:t></w:r><w:r><w:rPr><w:rFonts w:ascii="Myriad Pro"/><w:color w:val="231F20"/><w:spacing w:val="15"/></w:rPr><w:t> </w:t></w:r><w:r><w:rPr><w:rFonts w:ascii="Myriad Pro"/><w:color w:val="231F20"/></w:rPr><w:t>the</w:t></w:r><w:r><w:rPr><w:rFonts w:ascii="Myriad Pro"/><w:color w:val="231F20"/><w:spacing w:val="16"/></w:rPr><w:t> </w:t></w:r><w:r><w:rPr><w:rFonts w:ascii="Myriad Pro"/><w:color w:val="231F20"/><w:spacing w:val="1"/></w:rPr><w:t>object</w:t></w:r><w:r><w:rPr><w:rFonts w:ascii="Myriad Pro"/><w:color w:val="231F20"/><w:spacing w:val="16"/></w:rPr><w:t> </w:t></w:r><w:r><w:rPr><w:rFonts w:ascii="Myriad Pro"/><w:color w:val="231F20"/></w:rPr><w:t>to</w:t></w:r><w:r><w:rPr><w:rFonts w:ascii="Myriad Pro"/><w:color w:val="231F20"/><w:spacing w:val="16"/></w:rPr><w:t> </w:t></w:r><w:r><w:rPr><w:rFonts w:ascii="Myriad Pro"/><w:color w:val="231F20"/></w:rPr><w:t>be</w:t></w:r><w:r><w:rPr><w:rFonts w:ascii="Myriad Pro"/><w:color w:val="231F20"/><w:spacing w:val="15"/></w:rPr><w:t> </w:t></w:r><w:r><w:rPr><w:rFonts w:ascii="Myriad Pro"/><w:color w:val="231F20"/></w:rPr><w:t>drawn.</w:t></w:r><w:r><w:rPr><w:rFonts w:ascii="Myriad Pro"/></w:rPr></w:r></w:p><w:p><w:pPr><w:spacing w:line="240" w:lineRule="auto" w:before="9"/><w:rPr><w:rFonts w:ascii="Myriad Pro" w:hAnsi="Myriad Pro" w:cs="Myriad Pro" w:eastAsia="Myriad Pro"/><w:sz w:val="23"/><w:szCs w:val="23"/></w:rPr></w:pPr></w:p><w:p><w:pPr><w:pStyle w:val="BodyText"/><w:spacing w:line="280" w:lineRule="auto" w:before="0"/><w:ind w:left="1422" w:right="1754"/><w:jc w:val="left"/><w:rPr><w:rFonts w:ascii="Myriad Pro" w:hAnsi="Myriad Pro" w:cs="Myriad Pro" w:eastAsia="Myriad Pro"/></w:rPr></w:pPr><w:r><w:rPr><w:rFonts w:ascii="Myriad Pro"/><w:color w:val="231F20"/></w:rPr><w:t>As</w:t></w:r><w:r><w:rPr><w:rFonts w:ascii="Myriad Pro"/><w:color w:val="231F20"/><w:spacing w:val="21"/></w:rPr><w:t> </w:t></w:r><w:r><w:rPr><w:rFonts w:ascii="Myriad Pro"/><w:color w:val="231F20"/></w:rPr><w:t>an</w:t></w:r><w:r><w:rPr><w:rFonts w:ascii="Myriad Pro"/><w:color w:val="231F20"/><w:spacing w:val="21"/></w:rPr><w:t> </w:t></w:r><w:r><w:rPr><w:rFonts w:ascii="Myriad Pro"/><w:color w:val="231F20"/></w:rPr><w:t>example,</w:t></w:r><w:r><w:rPr><w:rFonts w:ascii="Myriad Pro"/><w:color w:val="231F20"/><w:spacing w:val="21"/></w:rPr><w:t> </w:t></w:r><w:r><w:rPr><w:rFonts w:ascii="Myriad Pro"/><w:color w:val="231F20"/></w:rPr><w:t>consider</w:t></w:r><w:r><w:rPr><w:rFonts w:ascii="Myriad Pro"/><w:color w:val="231F20"/><w:spacing w:val="21"/></w:rPr><w:t> </w:t></w:r><w:r><w:rPr><w:rFonts w:ascii="Myriad Pro"/><w:color w:val="231F20"/></w:rPr><w:t>the</w:t></w:r><w:r><w:rPr><w:rFonts w:ascii="Myriad Pro"/><w:color w:val="231F20"/><w:spacing w:val="22"/></w:rPr><w:t> </w:t></w:r><w:r><w:rPr><w:rFonts w:ascii="Myriad Pro"/><w:color w:val="231F20"/><w:spacing w:val="1"/></w:rPr><w:t>object</w:t></w:r><w:r><w:rPr><w:rFonts w:ascii="Myriad Pro"/><w:color w:val="231F20"/><w:spacing w:val="21"/></w:rPr><w:t> </w:t></w:r><w:r><w:rPr><w:rFonts w:ascii="Myriad Pro"/><w:color w:val="231F20"/></w:rPr><w:t>shown</w:t></w:r><w:r><w:rPr><w:rFonts w:ascii="Myriad Pro"/><w:color w:val="231F20"/><w:spacing w:val="21"/></w:rPr><w:t> </w:t></w:r><w:r><w:rPr><w:rFonts w:ascii="Myriad Pro"/><w:color w:val="231F20"/></w:rPr><w:t>in</w:t></w:r><w:r><w:rPr><w:rFonts w:ascii="Myriad Pro"/><w:color w:val="231F20"/><w:spacing w:val="21"/></w:rPr><w:t> </w:t></w:r><w:r><w:rPr><w:rFonts w:ascii="Myriad Pro"/><w:color w:val="231F20"/></w:rPr><w:t>the</w:t></w:r><w:r><w:rPr><w:rFonts w:ascii="Myriad Pro"/><w:color w:val="231F20"/><w:spacing w:val="22"/></w:rPr><w:t> </w:t></w:r><w:r><w:rPr><w:rFonts w:ascii="Myriad Pro"/><w:color w:val="231F20"/><w:spacing w:val="1"/></w:rPr><w:t>three-view</w:t></w:r><w:r><w:rPr><w:rFonts w:ascii="Myriad Pro"/><w:color w:val="231F20"/><w:spacing w:val="21"/></w:rPr><w:t> </w:t></w:r><w:r><w:rPr><w:rFonts w:ascii="Myriad Pro"/><w:color w:val="231F20"/><w:spacing w:val="1"/></w:rPr><w:t>orthographic</w:t></w:r><w:r><w:rPr><w:rFonts w:ascii="Myriad Pro"/><w:color w:val="231F20"/><w:spacing w:val="21"/></w:rPr><w:t> </w:t></w:r><w:r><w:rPr><w:rFonts w:ascii="Myriad Pro"/><w:color w:val="231F20"/></w:rPr><w:t>sketch</w:t></w:r><w:r><w:rPr><w:rFonts w:ascii="Myriad Pro"/><w:color w:val="231F20"/><w:spacing w:val="21"/></w:rPr><w:t> </w:t></w:r><w:r><w:rPr><w:rFonts w:ascii="Myriad Pro"/><w:color w:val="231F20"/></w:rPr><w:t>in</w:t></w:r><w:r><w:rPr><w:rFonts w:ascii="Myriad Pro"/><w:color w:val="231F20"/><w:spacing w:val="22"/></w:rPr><w:t> </w:t></w:r><w:r><w:rPr><w:rFonts w:ascii="Myriad Pro"/><w:color w:val="231F20"/></w:rPr><w:t>Figure</w:t></w:r><w:r><w:rPr><w:rFonts w:ascii="Myriad Pro"/><w:color w:val="231F20"/><w:spacing w:val="21"/></w:rPr><w:t> </w:t></w:r><w:r><w:rPr><w:rFonts w:ascii="Myriad Pro"/><w:color w:val="231F20"/><w:spacing w:val="1"/></w:rPr><w:t>14.</w:t></w:r><w:r><w:rPr><w:rFonts w:ascii="Myriad Pro"/><w:color w:val="231F20"/><w:spacing w:val="2"/><w:w w:val="102"/></w:rPr><w:t> </w:t></w:r><w:r><w:rPr><w:rFonts w:ascii="Myriad Pro"/><w:color w:val="231F20"/><w:spacing w:val="32"/><w:w w:val="102"/></w:rPr><w:t> </w:t></w:r><w:r><w:rPr><w:rFonts w:ascii="Myriad Pro"/><w:color w:val="231F20"/><w:spacing w:val="-7"/></w:rPr><w:t>To</w:t></w:r><w:r><w:rPr><w:rFonts w:ascii="Myriad Pro"/><w:color w:val="231F20"/><w:spacing w:val="16"/></w:rPr><w:t> </w:t></w:r><w:r><w:rPr><w:rFonts w:ascii="Myriad Pro"/><w:color w:val="231F20"/></w:rPr><w:t>produce</w:t></w:r><w:r><w:rPr><w:rFonts w:ascii="Myriad Pro"/><w:color w:val="231F20"/><w:spacing w:val="17"/></w:rPr><w:t> </w:t></w:r><w:r><w:rPr><w:rFonts w:ascii="Myriad Pro"/><w:color w:val="231F20"/></w:rPr><w:t>an</w:t></w:r><w:r><w:rPr><w:rFonts w:ascii="Myriad Pro"/><w:color w:val="231F20"/><w:spacing w:val="17"/></w:rPr><w:t> </w:t></w:r><w:r><w:rPr><w:rFonts w:ascii="Myriad Pro"/><w:color w:val="231F20"/></w:rPr><w:t>isometric</w:t></w:r><w:r><w:rPr><w:rFonts w:ascii="Myriad Pro"/><w:color w:val="231F20"/><w:spacing w:val="16"/></w:rPr><w:t> </w:t></w:r><w:r><w:rPr><w:rFonts w:ascii="Myriad Pro"/><w:color w:val="231F20"/></w:rPr><w:t>sketch</w:t></w:r><w:r><w:rPr><w:rFonts w:ascii="Myriad Pro"/><w:color w:val="231F20"/><w:spacing w:val="17"/></w:rPr><w:t> </w:t></w:r><w:r><w:rPr><w:rFonts w:ascii="Myriad Pro"/><w:color w:val="231F20"/></w:rPr><w:t>of</w:t></w:r><w:r><w:rPr><w:rFonts w:ascii="Myriad Pro"/><w:color w:val="231F20"/><w:spacing w:val="17"/></w:rPr><w:t> </w:t></w:r><w:r><w:rPr><w:rFonts w:ascii="Myriad Pro"/><w:color w:val="231F20"/></w:rPr><w:t>this</w:t></w:r><w:r><w:rPr><w:rFonts w:ascii="Myriad Pro"/><w:color w:val="231F20"/><w:spacing w:val="16"/></w:rPr><w:t> </w:t></w:r><w:r><w:rPr><w:rFonts w:ascii="Myriad Pro"/><w:color w:val="231F20"/><w:spacing w:val="1"/></w:rPr><w:t>object,</w:t></w:r><w:r><w:rPr><w:rFonts w:ascii="Myriad Pro"/><w:color w:val="231F20"/><w:spacing w:val="17"/></w:rPr><w:t> </w:t></w:r><w:r><w:rPr><w:rFonts w:ascii="Myriad Pro"/><w:color w:val="231F20"/></w:rPr><w:t>you</w:t></w:r><w:r><w:rPr><w:rFonts w:ascii="Myriad Pro"/><w:color w:val="231F20"/><w:spacing w:val="17"/></w:rPr><w:t> </w:t></w:r><w:r><w:rPr><w:rFonts w:ascii="Myriad Pro"/><w:color w:val="231F20"/></w:rPr><w:t>need</w:t></w:r><w:r><w:rPr><w:rFonts w:ascii="Myriad Pro"/><w:color w:val="231F20"/><w:spacing w:val="16"/></w:rPr><w:t> </w:t></w:r><w:r><w:rPr><w:rFonts w:ascii="Myriad Pro"/><w:color w:val="231F20"/></w:rPr><w:t>to</w:t></w:r><w:r><w:rPr><w:rFonts w:ascii="Myriad Pro"/><w:color w:val="231F20"/><w:spacing w:val="17"/></w:rPr><w:t> </w:t></w:r><w:r><w:rPr><w:rFonts w:ascii="Myriad Pro"/><w:color w:val="231F20"/></w:rPr><w:t>find</w:t></w:r><w:r><w:rPr><w:rFonts w:ascii="Myriad Pro"/><w:color w:val="231F20"/><w:spacing w:val="17"/></w:rPr><w:t> </w:t></w:r><w:r><w:rPr><w:rFonts w:ascii="Myriad Pro"/><w:color w:val="231F20"/></w:rPr><w:t>the</w:t></w:r><w:r><w:rPr><w:rFonts w:ascii="Myriad Pro"/><w:color w:val="231F20"/><w:spacing w:val="16"/></w:rPr><w:t> </w:t></w:r><w:r><w:rPr><w:rFonts w:ascii="Myriad Pro"/><w:color w:val="231F20"/></w:rPr><w:t>maximum</w:t></w:r><w:r><w:rPr><w:rFonts w:ascii="Myriad Pro"/><w:color w:val="231F20"/><w:spacing w:val="17"/></w:rPr><w:t> </w:t></w:r><w:r><w:rPr><w:rFonts w:ascii="Myriad Pro"/><w:color w:val="231F20"/></w:rPr><w:t>L,</w:t></w:r><w:r><w:rPr><w:rFonts w:ascii="Myriad Pro"/><w:color w:val="231F20"/><w:spacing w:val="7"/></w:rPr><w:t> </w:t></w:r><w:r><w:rPr><w:rFonts w:ascii="Myriad Pro"/><w:color w:val="231F20"/><w:spacing w:val="-6"/></w:rPr><w:t>W,</w:t></w:r><w:r><w:rPr><w:rFonts w:ascii="Myriad Pro"/><w:color w:val="231F20"/><w:spacing w:val="17"/></w:rPr><w:t> </w:t></w:r><w:r><w:rPr><w:rFonts w:ascii="Myriad Pro"/><w:color w:val="231F20"/></w:rPr><w:t>and</w:t></w:r><w:r><w:rPr><w:rFonts w:ascii="Myriad Pro"/><w:color w:val="231F20"/><w:spacing w:val="16"/></w:rPr><w:t> </w:t></w:r><w:r><w:rPr><w:rFonts w:ascii="Myriad Pro"/><w:color w:val="231F20"/></w:rPr><w:t>D</w:t></w:r><w:r><w:rPr><w:rFonts w:ascii="Myriad Pro"/><w:color w:val="231F20"/><w:spacing w:val="17"/></w:rPr><w:t> </w:t></w:r><w:r><w:rPr><w:rFonts w:ascii="Myriad Pro"/><w:color w:val="231F20"/></w:rPr><w:t>for</w:t></w:r><w:r><w:rPr><w:rFonts w:ascii="Myriad Pro"/><w:color w:val="231F20"/><w:spacing w:val="17"/></w:rPr><w:t> </w:t></w:r><w:r><w:rPr><w:rFonts w:ascii="Myriad Pro"/><w:color w:val="231F20"/><w:spacing w:val="1"/></w:rPr><w:t>the</w:t></w:r><w:r><w:rPr><w:rFonts w:ascii="Myriad Pro"/><w:color w:val="231F20"/><w:spacing w:val="58"/><w:w w:val="102"/></w:rPr><w:t> </w:t></w:r><w:r><w:rPr><w:rFonts w:ascii="Myriad Pro"/><w:color w:val="231F20"/></w:rPr><w:t>containing</w:t></w:r><w:r><w:rPr><w:rFonts w:ascii="Myriad Pro"/><w:color w:val="231F20"/><w:spacing w:val="20"/></w:rPr><w:t> </w:t></w:r><w:r><w:rPr><w:rFonts w:ascii="Myriad Pro"/><w:color w:val="231F20"/></w:rPr><w:t>box</w:t></w:r><w:r><w:rPr><w:rFonts w:ascii="Myriad Pro"/><w:color w:val="231F20"/><w:spacing w:val="20"/></w:rPr><w:t> </w:t></w:r><w:r><w:rPr><w:rFonts w:ascii="Myriad Pro"/><w:color w:val="231F20"/></w:rPr><w:t>(Figure</w:t></w:r><w:r><w:rPr><w:rFonts w:ascii="Myriad Pro"/><w:color w:val="231F20"/><w:spacing w:val="20"/></w:rPr><w:t> </w:t></w:r><w:r><w:rPr><w:rFonts w:ascii="Myriad Pro"/><w:color w:val="231F20"/></w:rPr><w:t>14).</w:t></w:r><w:r><w:rPr><w:rFonts w:ascii="Myriad Pro"/><w:color w:val="231F20"/><w:spacing w:val="20"/></w:rPr><w:t> </w:t></w:r><w:r><w:rPr><w:rFonts w:ascii="Myriad Pro"/><w:color w:val="231F20"/><w:spacing w:val="1"/></w:rPr><w:t>In</w:t></w:r><w:r><w:rPr><w:rFonts w:ascii="Myriad Pro"/><w:color w:val="231F20"/><w:spacing w:val="20"/></w:rPr><w:t> </w:t></w:r><w:r><w:rPr><w:rFonts w:ascii="Myriad Pro"/><w:color w:val="231F20"/></w:rPr><w:t>this</w:t></w:r><w:r><w:rPr><w:rFonts w:ascii="Myriad Pro"/><w:color w:val="231F20"/><w:spacing w:val="20"/></w:rPr><w:t> </w:t></w:r><w:r><w:rPr><w:rFonts w:ascii="Myriad Pro"/><w:color w:val="231F20"/><w:spacing w:val="1"/></w:rPr><w:t>case:</w:t></w:r><w:r><w:rPr><w:rFonts w:ascii="Myriad Pro"/></w:rPr></w:r></w:p><w:p><w:pPr><w:pStyle w:val="BodyText"/><w:spacing w:line="280" w:lineRule="auto" w:before="100"/><w:ind w:left="1793" w:right="8703"/><w:jc w:val="left"/><w:rPr><w:rFonts w:ascii="Myriad Pro" w:hAnsi="Myriad Pro" w:cs="Myriad Pro" w:eastAsia="Myriad Pro"/></w:rPr></w:pPr><w:r><w:rPr><w:rFonts w:ascii="Myriad Pro"/><w:color w:val="231F20"/></w:rPr><w:t>L</w:t></w:r><w:r><w:rPr><w:rFonts w:ascii="Myriad Pro"/><w:color w:val="231F20"/><w:spacing w:val="14"/></w:rPr><w:t> </w:t></w:r><w:r><w:rPr><w:rFonts w:ascii="Myriad Pro"/><w:color w:val="231F20"/></w:rPr><w:t>=</w:t></w:r><w:r><w:rPr><w:rFonts w:ascii="Myriad Pro"/><w:color w:val="231F20"/><w:spacing w:val="14"/></w:rPr><w:t> </w:t></w:r><w:r><w:rPr><w:rFonts w:ascii="Myriad Pro"/><w:color w:val="231F20"/></w:rPr><w:t>5</w:t></w:r><w:r><w:rPr><w:rFonts w:ascii="Myriad Pro"/><w:color w:val="231F20"/><w:spacing w:val="14"/></w:rPr><w:t> </w:t></w:r><w:r><w:rPr><w:rFonts w:ascii="Myriad Pro"/><w:color w:val="231F20"/></w:rPr><w:t>grid</w:t></w:r><w:r><w:rPr><w:rFonts w:ascii="Myriad Pro"/><w:color w:val="231F20"/><w:spacing w:val="14"/></w:rPr><w:t> </w:t></w:r><w:r><w:rPr><w:rFonts w:ascii="Myriad Pro"/><w:color w:val="231F20"/></w:rPr><w:t>spaces</w:t></w:r><w:r><w:rPr><w:rFonts w:ascii="Myriad Pro"/><w:color w:val="231F20"/><w:spacing w:val="27"/><w:w w:val="102"/></w:rPr><w:t> </w:t></w:r><w:r><w:rPr><w:rFonts w:ascii="Myriad Pro"/><w:color w:val="231F20"/></w:rPr><w:t>W</w:t></w:r><w:r><w:rPr><w:rFonts w:ascii="Myriad Pro"/><w:color w:val="231F20"/><w:spacing w:val="14"/></w:rPr><w:t> </w:t></w:r><w:r><w:rPr><w:rFonts w:ascii="Myriad Pro"/><w:color w:val="231F20"/></w:rPr><w:t>=</w:t></w:r><w:r><w:rPr><w:rFonts w:ascii="Myriad Pro"/><w:color w:val="231F20"/><w:spacing w:val="15"/></w:rPr><w:t> </w:t></w:r><w:r><w:rPr><w:rFonts w:ascii="Myriad Pro"/><w:color w:val="231F20"/></w:rPr><w:t>3</w:t></w:r><w:r><w:rPr><w:rFonts w:ascii="Myriad Pro"/><w:color w:val="231F20"/><w:spacing w:val="14"/></w:rPr><w:t> </w:t></w:r><w:r><w:rPr><w:rFonts w:ascii="Myriad Pro"/><w:color w:val="231F20"/></w:rPr><w:t>grid</w:t></w:r><w:r><w:rPr><w:rFonts w:ascii="Myriad Pro"/><w:color w:val="231F20"/><w:spacing w:val="15"/></w:rPr><w:t> </w:t></w:r><w:r><w:rPr><w:rFonts w:ascii="Myriad Pro"/><w:color w:val="231F20"/></w:rPr><w:t>spaces</w:t></w:r><w:r><w:rPr><w:rFonts w:ascii="Myriad Pro"/><w:color w:val="231F20"/><w:spacing w:val="27"/><w:w w:val="102"/></w:rPr><w:t> </w:t></w:r><w:r><w:rPr><w:rFonts w:ascii="Myriad Pro"/><w:color w:val="231F20"/></w:rPr><w:t>D</w:t></w:r><w:r><w:rPr><w:rFonts w:ascii="Myriad Pro"/><w:color w:val="231F20"/><w:spacing w:val="14"/></w:rPr><w:t> </w:t></w:r><w:r><w:rPr><w:rFonts w:ascii="Myriad Pro"/><w:color w:val="231F20"/></w:rPr><w:t>=</w:t></w:r><w:r><w:rPr><w:rFonts w:ascii="Myriad Pro"/><w:color w:val="231F20"/><w:spacing w:val="14"/></w:rPr><w:t> </w:t></w:r><w:r><w:rPr><w:rFonts w:ascii="Myriad Pro"/><w:color w:val="231F20"/></w:rPr><w:t>3</w:t></w:r><w:r><w:rPr><w:rFonts w:ascii="Myriad Pro"/><w:color w:val="231F20"/><w:spacing w:val="15"/></w:rPr><w:t> </w:t></w:r><w:r><w:rPr><w:rFonts w:ascii="Myriad Pro"/><w:color w:val="231F20"/></w:rPr><w:t>grid</w:t></w:r><w:r><w:rPr><w:rFonts w:ascii="Myriad Pro"/><w:color w:val="231F20"/><w:spacing w:val="14"/></w:rPr><w:t> </w:t></w:r><w:r><w:rPr><w:rFonts w:ascii="Myriad Pro"/><w:color w:val="231F20"/></w:rPr><w:t>spaces</w:t></w:r><w:r><w:rPr><w:rFonts w:ascii="Myriad Pro"/></w:rPr></w:r></w:p><w:p><w:pPr><w:spacing w:line="240" w:lineRule="auto" w:before="0"/><w:rPr><w:rFonts w:ascii="Myriad Pro" w:hAnsi="Myriad Pro" w:cs="Myriad Pro" w:eastAsia="Myriad Pro"/><w:sz w:val="17"/><w:szCs w:val="17"/></w:rPr></w:pPr></w:p><w:p><w:pPr><w:spacing w:before="73"/><w:ind w:left="1254" w:right="4621" w:firstLine="0"/><w:jc w:val="center"/><w:rPr><w:rFonts w:ascii="Myriad Pro" w:hAnsi="Myriad Pro" w:cs="Myriad Pro" w:eastAsia="Myriad Pro"/><w:sz w:val="20"/><w:szCs w:val="20"/></w:rPr></w:pPr><w:r><w:rPr/><w:pict><v:group style="position:absolute;margin-left:162.408005pt;margin-top:19.460308pt;width:119.05pt;height:71.45pt;mso-position-horizontal-relative:page;mso-position-vertical-relative:paragraph;z-index:-23776" coordorigin="3248,389" coordsize="2381,1429"><v:group style="position:absolute;left:3248;top:865;width:477;height:477" coordorigin="3248,865" coordsize="477,477"><v:shape style="position:absolute;left:3248;top:865;width:477;height:477" coordorigin="3248,865" coordsize="477,477" path="m3724,1341l3248,1341,3248,865,3724,865,3724,1341xe" filled="true" fillcolor="#ffffff" stroked="false"><v:path arrowok="t"/><v:fill type="solid"/></v:shape></v:group><v:group style="position:absolute;left:3248;top:1341;width:477;height:477" coordorigin="3248,1341" coordsize="477,477"><v:shape style="position:absolute;left:3248;top:1341;width:477;height:477" coordorigin="3248,1341" coordsize="477,477" path="m3724,1818l3248,1818,3248,1341,3724,1341,3724,1818xe" filled="true" fillcolor="#ffffff" stroked="false"><v:path arrowok="t"/><v:fill type="solid"/></v:shape></v:group><v:group style="position:absolute;left:3724;top:389;width:477;height:477" coordorigin="3724,389" coordsize="477,477"><v:shape style="position:absolute;left:3724;top:389;width:477;height:477" coordorigin="3724,389" coordsize="477,477" path="m4200,865l3724,865,3724,389,4200,389,4200,865xe" filled="true" fillcolor="#ffffff" stroked="false"><v:path arrowok="t"/><v:fill type="solid"/></v:shape></v:group><v:group style="position:absolute;left:3724;top:865;width:477;height:477" coordorigin="3724,865" coordsize="477,477"><v:shape style="position:absolute;left:3724;top:865;width:477;height:477" coordorigin="3724,865" coordsize="477,477" path="m4200,1341l3724,1341,3724,865,4200,865,4200,1341xe" filled="true" fillcolor="#ffffff" stroked="false"><v:path arrowok="t"/><v:fill type="solid"/></v:shape></v:group><v:group style="position:absolute;left:3724;top:1341;width:477;height:477" coordorigin="3724,1341" coordsize="477,477"><v:shape style="position:absolute;left:3724;top:1341;width:477;height:477" coordorigin="3724,1341" coordsize="477,477" path="m4200,1818l3724,1818,3724,1341,4200,1341,4200,1818xe" filled="true" fillcolor="#ffffff" stroked="false"><v:path arrowok="t"/><v:fill type="solid"/></v:shape></v:group><v:group style="position:absolute;left:4200;top:389;width:477;height:477" coordorigin="4200,389" coordsize="477,477"><v:shape style="position:absolute;left:4200;top:389;width:477;height:477" coordorigin="4200,389" coordsize="477,477" path="m4677,865l4200,865,4200,389,4677,389,4677,865xe" filled="true" fillcolor="#ffffff" stroked="false"><v:path arrowok="t"/><v:fill type="solid"/></v:shape></v:group><v:group style="position:absolute;left:4200;top:865;width:477;height:477" coordorigin="4200,865" coordsize="477,477"><v:shape style="position:absolute;left:4200;top:865;width:477;height:477" coordorigin="4200,865" coordsize="477,477" path="m4677,1341l4200,1341,4200,865,4677,865,4677,1341xe" filled="true" fillcolor="#ffffff" stroked="false"><v:path arrowok="t"/><v:fill type="solid"/></v:shape></v:group><v:group style="position:absolute;left:4200;top:1341;width:477;height:477" coordorigin="4200,1341" coordsize="477,477"><v:shape style="position:absolute;left:4200;top:1341;width:477;height:477" coordorigin="4200,1341" coordsize="477,477" path="m4677,1818l4200,1818,4200,1341,4677,1341,4677,1818xe" filled="true" fillcolor="#ffffff" stroked="false"><v:path arrowok="t"/><v:fill type="solid"/></v:shape></v:group><v:group style="position:absolute;left:4677;top:389;width:477;height:477" coordorigin="4677,389" coordsize="477,477"><v:shape style="position:absolute;left:4677;top:389;width:477;height:477" coordorigin="4677,389" coordsize="477,477" path="m5153,865l4677,865,4677,389,5153,389,5153,865xe" filled="true" fillcolor="#ffffff" stroked="false"><v:path arrowok="t"/><v:fill type="solid"/></v:shape></v:group><v:group style="position:absolute;left:4677;top:865;width:477;height:477" coordorigin="4677,865" coordsize="477,477"><v:shape style="position:absolute;left:4677;top:865;width:477;height:477" coordorigin="4677,865" coordsize="477,477" path="m5153,1341l4677,1341,4677,865,5153,865,5153,1341xe" filled="true" fillcolor="#ffffff" stroked="false"><v:path arrowok="t"/><v:fill type="solid"/></v:shape></v:group><v:group style="position:absolute;left:4677;top:1341;width:477;height:477" coordorigin="4677,1341" coordsize="477,477"><v:shape style="position:absolute;left:4677;top:1341;width:477;height:477" coordorigin="4677,1341" coordsize="477,477" path="m5153,1818l4677,1818,4677,1341,5153,1341,5153,1818xe" filled="true" fillcolor="#ffffff" stroked="false"><v:path arrowok="t"/><v:fill type="solid"/></v:shape></v:group><v:group style="position:absolute;left:5153;top:389;width:477;height:477" coordorigin="5153,389" coordsize="477,477"><v:shape style="position:absolute;left:5153;top:389;width:477;height:477" coordorigin="5153,389" coordsize="477,477" path="m5629,865l5153,865,5153,389,5629,389,5629,865xe" filled="true" fillcolor="#ffffff" stroked="false"><v:path arrowok="t"/><v:fill type="solid"/></v:shape></v:group><v:group style="position:absolute;left:5153;top:865;width:477;height:477" coordorigin="5153,865" coordsize="477,477"><v:shape style="position:absolute;left:5153;top:865;width:477;height:477" coordorigin="5153,865" coordsize="477,477" path="m5629,1341l5153,1341,5153,865,5629,865,5629,1341xe" filled="true" fillcolor="#ffffff" stroked="false"><v:path arrowok="t"/><v:fill type="solid"/></v:shape></v:group><v:group style="position:absolute;left:5153;top:1341;width:477;height:477" coordorigin="5153,1341" coordsize="477,477"><v:shape style="position:absolute;left:5153;top:1341;width:477;height:477" coordorigin="5153,1341" coordsize="477,477" path="m5629,1818l5153,1818,5153,1341,5629,1341,5629,1818xe" filled="true" fillcolor="#ffffff" stroked="false"><v:path arrowok="t"/><v:fill type="solid"/></v:shape></v:group><w10:wrap type="none"/></v:group></w:pict></w:r><w:r><w:rPr><w:rFonts w:ascii="Myriad Pro"/><w:color w:val="231F20"/><w:spacing w:val="-6"/><w:sz w:val="20"/></w:rPr><w:t>Top</w:t></w:r><w:r><w:rPr><w:rFonts w:ascii="Myriad Pro"/><w:sz w:val="20"/></w:rPr></w:r></w:p><w:p><w:pPr><w:spacing w:line="240" w:lineRule="auto" w:before="6"/><w:rPr><w:rFonts w:ascii="Myriad Pro" w:hAnsi="Myriad Pro" w:cs="Myriad Pro" w:eastAsia="Myriad Pro"/><w:sz w:val="5"/><w:szCs w:val="5"/></w:rPr></w:pPr></w:p><w:tbl><w:tblPr><w:tblW w:w="0" w:type="auto"/><w:jc w:val="left"/><w:tblInd w:w="3237" w:type="dxa"/><w:tblLayout w:type="fixed"/><w:tblCellMar><w:top w:w="0" w:type="dxa"/><w:left w:w="0" w:type="dxa"/><w:bottom w:w="0" w:type="dxa"/><w:right w:w="0" w:type="dxa"/></w:tblCellMar><w:tblLook w:val="01E0"/></w:tblPr><w:tblGrid><w:gridCol w:w="476"/><w:gridCol w:w="476"/><w:gridCol w:w="476"/><w:gridCol w:w="476"/><w:gridCol w:w="476"/><w:gridCol w:w="1803"/><w:gridCol w:w="476"/><w:gridCol w:w="476"/><w:gridCol w:w="476"/></w:tblGrid><w:tr><w:trPr><w:trHeight w:val="476" w:hRule="exact"/></w:trPr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3232" w:type="dxa"/><w:gridSpan w:val="4"/><w:vMerge w:val="restart"/><w:tcBorders><w:top w:val="single" w:sz="4" w:space="0" w:color="231F20"/><w:left w:val="nil" w:sz="6" w:space="0" w:color="auto"/><w:right w:val="single" w:sz="4" w:space="0" w:color="231F20"/></w:tcBorders></w:tcPr><w:p><w:pPr><w:pStyle w:val="TableParagraph"/><w:spacing w:line="240" w:lineRule="auto"/><w:ind w:right="0"/><w:jc w:val="left"/><w:rPr><w:rFonts w:ascii="Myriad Pro" w:hAnsi="Myriad Pro" w:cs="Myriad Pro" w:eastAsia="Myriad Pro"/><w:sz w:val="20"/><w:szCs w:val="20"/></w:rPr></w:pPr></w:p><w:p><w:pPr><w:pStyle w:val="TableParagraph"/><w:spacing w:line="240" w:lineRule="auto" w:before="5"/><w:ind w:right="0"/><w:jc w:val="left"/><w:rPr><w:rFonts w:ascii="Myriad Pro" w:hAnsi="Myriad Pro" w:cs="Myriad Pro" w:eastAsia="Myriad Pro"/><w:sz w:val="27"/><w:szCs w:val="27"/></w:rPr></w:pPr></w:p><w:p><w:pPr><w:pStyle w:val="TableParagraph"/><w:spacing w:line="240" w:lineRule="auto"/><w:ind w:left="68" w:right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W</w:t></w:r><w:r><w:rPr><w:rFonts w:ascii="Myriad Pro"/><w:color w:val="231F20"/><w:spacing w:val="4"/><w:sz w:val="20"/></w:rPr><w:t> </w:t></w:r><w:r><w:rPr><w:rFonts w:ascii="Myriad Pro"/><w:color w:val="231F20"/><w:sz w:val="20"/></w:rPr><w:t>=</w:t></w:r><w:r><w:rPr><w:rFonts w:ascii="Myriad Pro"/><w:color w:val="231F20"/><w:spacing w:val="5"/><w:sz w:val="20"/></w:rPr><w:t> </w:t></w:r><w:r><w:rPr><w:rFonts w:ascii="Myriad Pro"/><w:color w:val="231F20"/><w:sz w:val="20"/></w:rPr><w:t>3</w:t></w:r><w:r><w:rPr><w:rFonts w:ascii="Myriad Pro"/><w:sz w:val="20"/></w:rPr></w:r></w:p></w:tc></w:tr><w:tr><w:trPr><w:trHeight w:val="476" w:hRule="exact"/></w:trPr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3232" w:type="dxa"/><w:gridSpan w:val="4"/><w:vMerge/><w:tcBorders><w:left w:val="nil" w:sz="6" w:space="0" w:color="auto"/><w:right w:val="single" w:sz="4" w:space="0" w:color="231F20"/></w:tcBorders></w:tcPr><w:p><w:pPr/></w:p></w:tc></w:tr><w:tr><w:trPr><w:trHeight w:val="476" w:hRule="exact"/></w:trPr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3232" w:type="dxa"/><w:gridSpan w:val="4"/><w:vMerge/><w:tcBorders><w:left w:val="nil" w:sz="6" w:space="0" w:color="auto"/><w:bottom w:val="nil" w:sz="6" w:space="0" w:color="auto"/><w:right w:val="single" w:sz="4" w:space="0" w:color="231F20"/></w:tcBorders></w:tcPr><w:p><w:pPr/></w:p></w:tc></w:tr><w:tr><w:trPr><w:trHeight w:val="1169" w:hRule="exact"/></w:trPr><w:tc><w:tcPr><w:tcW w:w="2381" w:type="dxa"/><w:gridSpan w:val="5"/><w:tcBorders><w:top w:val="nil" w:sz="6" w:space="0" w:color="auto"/><w:left w:val="single" w:sz="4" w:space="0" w:color="231F20"/><w:bottom w:val="nil" w:sz="6" w:space="0" w:color="auto"/><w:right w:val="single" w:sz="4" w:space="0" w:color="231F20"/></w:tcBorders></w:tcPr><w:p><w:pPr><w:pStyle w:val="TableParagraph"/><w:spacing w:line="240" w:lineRule="auto" w:before="36"/><w:ind w:left="6" w:right="0"/><w:jc w:val="center"/><w:rPr><w:rFonts w:ascii="Myriad Pro" w:hAnsi="Myriad Pro" w:cs="Myriad Pro" w:eastAsia="Myriad Pro"/><w:sz w:val="20"/><w:szCs w:val="20"/></w:rPr></w:pPr><w:r><w:rPr><w:rFonts w:ascii="Myriad Pro"/><w:color w:val="231F20"/><w:sz w:val="20"/></w:rPr><w:t>L</w:t></w:r><w:r><w:rPr><w:rFonts w:ascii="Myriad Pro"/><w:color w:val="231F20"/><w:spacing w:val="4"/><w:sz w:val="20"/></w:rPr><w:t> </w:t></w:r><w:r><w:rPr><w:rFonts w:ascii="Myriad Pro"/><w:color w:val="231F20"/><w:sz w:val="20"/></w:rPr><w:t>=</w:t></w:r><w:r><w:rPr><w:rFonts w:ascii="Myriad Pro"/><w:color w:val="231F20"/><w:spacing w:val="4"/><w:sz w:val="20"/></w:rPr><w:t> </w:t></w:r><w:r><w:rPr><w:rFonts w:ascii="Myriad Pro"/><w:color w:val="231F20"/><w:sz w:val="20"/></w:rPr><w:t>5</w:t></w:r><w:r><w:rPr><w:rFonts w:ascii="Myriad Pro"/><w:sz w:val="20"/></w:rPr></w:r></w:p></w:tc><w:tc><w:tcPr><w:tcW w:w="1803" w:type="dxa"/><w:vMerge w:val="restart"/><w:tcBorders><w:top w:val="single" w:sz="4" w:space="0" w:color="231F20"/><w:left w:val="single" w:sz="4" w:space="0" w:color="231F20"/><w:right w:val="nil" w:sz="6" w:space="0" w:color="auto"/></w:tcBorders></w:tcPr><w:p><w:pPr><w:pStyle w:val="TableParagraph"/><w:spacing w:line="240" w:lineRule="auto"/><w:ind w:right="0"/><w:jc w:val="left"/><w:rPr><w:rFonts w:ascii="Myriad Pro" w:hAnsi="Myriad Pro" w:cs="Myriad Pro" w:eastAsia="Myriad Pro"/><w:sz w:val="20"/><w:szCs w:val="20"/></w:rPr></w:pPr></w:p><w:p><w:pPr><w:pStyle w:val="TableParagraph"/><w:spacing w:line="240" w:lineRule="auto"/><w:ind w:right="0"/><w:jc w:val="left"/><w:rPr><w:rFonts w:ascii="Myriad Pro" w:hAnsi="Myriad Pro" w:cs="Myriad Pro" w:eastAsia="Myriad Pro"/><w:sz w:val="20"/><w:szCs w:val="20"/></w:rPr></w:pPr></w:p><w:p><w:pPr><w:pStyle w:val="TableParagraph"/><w:spacing w:line="240" w:lineRule="auto"/><w:ind w:right="0"/><w:jc w:val="left"/><w:rPr><w:rFonts w:ascii="Myriad Pro" w:hAnsi="Myriad Pro" w:cs="Myriad Pro" w:eastAsia="Myriad Pro"/><w:sz w:val="20"/><w:szCs w:val="20"/></w:rPr></w:pPr></w:p><w:p><w:pPr><w:pStyle w:val="TableParagraph"/><w:spacing w:line="240" w:lineRule="auto"/><w:ind w:right="0"/><w:jc w:val="left"/><w:rPr><w:rFonts w:ascii="Myriad Pro" w:hAnsi="Myriad Pro" w:cs="Myriad Pro" w:eastAsia="Myriad Pro"/><w:sz w:val="20"/><w:szCs w:val="20"/></w:rPr></w:pPr></w:p><w:p><w:pPr><w:pStyle w:val="TableParagraph"/><w:spacing w:line="240" w:lineRule="auto"/><w:ind w:right="0"/><w:jc w:val="left"/><w:rPr><w:rFonts w:ascii="Myriad Pro" w:hAnsi="Myriad Pro" w:cs="Myriad Pro" w:eastAsia="Myriad Pro"/><w:sz w:val="20"/><w:szCs w:val="20"/></w:rPr></w:pPr></w:p><w:p><w:pPr><w:pStyle w:val="TableParagraph"/><w:spacing w:line="240" w:lineRule="auto"/><w:ind w:right="0"/><w:jc w:val="left"/><w:rPr><w:rFonts w:ascii="Myriad Pro" w:hAnsi="Myriad Pro" w:cs="Myriad Pro" w:eastAsia="Myriad Pro"/><w:sz w:val="20"/><w:szCs w:val="20"/></w:rPr></w:pPr></w:p><w:p><w:pPr><w:pStyle w:val="TableParagraph"/><w:spacing w:line="240" w:lineRule="auto" w:before="1"/><w:ind w:right="0"/><w:jc w:val="left"/><w:rPr><w:rFonts w:ascii="Myriad Pro" w:hAnsi="Myriad Pro" w:cs="Myriad Pro" w:eastAsia="Myriad Pro"/><w:sz w:val="27"/><w:szCs w:val="27"/></w:rPr></w:pPr></w:p><w:p><w:pPr><w:pStyle w:val="TableParagraph"/><w:spacing w:line="240" w:lineRule="auto"/><w:ind w:right="125"/><w:jc w:val="right"/><w:rPr><w:rFonts w:ascii="Myriad Pro" w:hAnsi="Myriad Pro" w:cs="Myriad Pro" w:eastAsia="Myriad Pro"/><w:sz w:val="20"/><w:szCs w:val="20"/></w:rPr></w:pPr><w:r><w:rPr><w:rFonts w:ascii="Myriad Pro"/><w:color w:val="231F20"/><w:sz w:val="20"/></w:rPr><w:t>H</w:t></w:r><w:r><w:rPr><w:rFonts w:ascii="Myriad Pro"/><w:color w:val="231F20"/><w:spacing w:val="4"/><w:sz w:val="20"/></w:rPr><w:t> </w:t></w:r><w:r><w:rPr><w:rFonts w:ascii="Myriad Pro"/><w:color w:val="231F20"/><w:sz w:val="20"/></w:rPr><w:t>=</w:t></w:r><w:r><w:rPr><w:rFonts w:ascii="Myriad Pro"/><w:color w:val="231F20"/><w:spacing w:val="5"/><w:sz w:val="20"/></w:rPr><w:t> </w:t></w:r><w:r><w:rPr><w:rFonts w:ascii="Myriad Pro"/><w:color w:val="231F20"/><w:sz w:val="20"/></w:rPr><w:t>3</w:t></w:r><w:r><w:rPr><w:rFonts w:ascii="Myriad Pro"/><w:sz w:val="20"/></w:rPr></w:r></w:p></w:tc><w:tc><w:tcPr><w:tcW w:w="1428" w:type="dxa"/><w:gridSpan w:val="3"/><w:tcBorders><w:top w:val="nil" w:sz="6" w:space="0" w:color="auto"/><w:left w:val="single" w:sz="4" w:space="0" w:color="231F20"/><w:bottom w:val="nil" w:sz="6" w:space="0" w:color="auto"/><w:right w:val="single" w:sz="4" w:space="0" w:color="231F20"/></w:tcBorders></w:tcPr><w:p><w:pPr/></w:p></w:tc></w:tr><w:tr><w:trPr><w:trHeight w:val="476" w:hRule="exact"/></w:trPr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1904" w:type="dxa"/><w:gridSpan w:val="4"/><w:tcBorders><w:top w:val="nil" w:sz="6" w:space="0" w:color="auto"/><w:left w:val="single" w:sz="8" w:space="0" w:color="231F20"/><w:bottom w:val="nil" w:sz="6" w:space="0" w:color="auto"/><w:right w:val="single" w:sz="4" w:space="0" w:color="231F20"/></w:tcBorders></w:tcPr><w:p><w:pPr/></w:p></w:tc><w:tc><w:tcPr><w:tcW w:w="1803" w:type="dxa"/><w:vMerge/><w:tcBorders><w:left w:val="single" w:sz="4" w:space="0" w:color="231F20"/><w:right w:val="nil" w:sz="6" w:space="0" w:color="auto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/w:tr><w:tr><w:trPr><w:trHeight w:val="476" w:hRule="exact"/></w:trPr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nil" w:sz="6" w:space="0" w:color="auto"/><w:left w:val="single" w:sz="8" w:space="0" w:color="231F20"/><w:bottom w:val="single" w:sz="8" w:space="0" w:color="231F20"/><w:right w:val="single" w:sz="4" w:space="0" w:color="231F20"/></w:tcBorders></w:tcPr><w:p><w:pPr/></w:p></w:tc><w:tc><w:tcPr><w:tcW w:w="1803" w:type="dxa"/><w:vMerge/><w:tcBorders><w:left w:val="single" w:sz="4" w:space="0" w:color="231F20"/><w:right w:val="nil" w:sz="6" w:space="0" w:color="auto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/w:tr><w:tr><w:trPr><w:trHeight w:val="476" w:hRule="exact"/></w:trPr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1803" w:type="dxa"/><w:vMerge/><w:tcBorders><w:left w:val="single" w:sz="4" w:space="0" w:color="231F20"/><w:bottom w:val="nil" w:sz="6" w:space="0" w:color="auto"/><w:right w:val="nil" w:sz="6" w:space="0" w:color="auto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w:tc><w:tcPr><w:tcW w:w="476" w:type="dxa"/><w:tcBorders><w:top w:val="single" w:sz="8" w:space="0" w:color="231F20"/><w:left w:val="single" w:sz="8" w:space="0" w:color="231F20"/><w:bottom w:val="single" w:sz="8" w:space="0" w:color="231F20"/><w:right w:val="single" w:sz="8" w:space="0" w:color="231F20"/></w:tcBorders></w:tcPr><w:p><w:pPr/></w:p></w:tc></w:tr></w:tbl><w:p><w:pPr><w:spacing w:after="0"/><w:sectPr><w:pgSz w:w="12240" w:h="15840"/><w:pgMar w:header="630" w:footer="643" w:top="1080" w:bottom="840" w:left="0" w:right="0"/></w:sectPr></w:pPr></w:p><w:p><w:pPr><w:spacing w:before="42"/><w:ind w:left="0" w:right="0" w:firstLine="0"/><w:jc w:val="right"/><w:rPr><w:rFonts w:ascii="Myriad Pro" w:hAnsi="Myriad Pro" w:cs="Myriad Pro" w:eastAsia="Myriad Pro"/><w:sz w:val="20"/><w:szCs w:val="20"/></w:rPr></w:pPr><w:r><w:rPr/><w:pict><v:group style="position:absolute;margin-left:371.605988pt;margin-top:-71.969696pt;width:71.45pt;height:71.45pt;mso-position-horizontal-relative:page;mso-position-vertical-relative:paragraph;z-index:-23752" coordorigin="7432,-1439" coordsize="1429,1429"><v:group style="position:absolute;left:7432;top:-963;width:477;height:477" coordorigin="7432,-963" coordsize="477,477"><v:shape style="position:absolute;left:7432;top:-963;width:477;height:477" coordorigin="7432,-963" coordsize="477,477" path="m7908,-487l7432,-487,7432,-963,7908,-963,7908,-487xe" filled="true" fillcolor="#ffffff" stroked="false"><v:path arrowok="t"/><v:fill type="solid"/></v:shape></v:group><v:group style="position:absolute;left:7432;top:-487;width:477;height:477" coordorigin="7432,-487" coordsize="477,477"><v:shape style="position:absolute;left:7432;top:-487;width:477;height:477" coordorigin="7432,-487" coordsize="477,477" path="m7908,-11l7432,-11,7432,-487,7908,-487,7908,-11xe" filled="true" fillcolor="#ffffff" stroked="false"><v:path arrowok="t"/><v:fill type="solid"/></v:shape></v:group><v:group style="position:absolute;left:7908;top:-1439;width:477;height:477" coordorigin="7908,-1439" coordsize="477,477"><v:shape style="position:absolute;left:7908;top:-1439;width:477;height:477" coordorigin="7908,-1439" coordsize="477,477" path="m8384,-963l7908,-963,7908,-1439,8384,-1439,8384,-963xe" filled="true" fillcolor="#ffffff" stroked="false"><v:path arrowok="t"/><v:fill type="solid"/></v:shape></v:group><v:group style="position:absolute;left:7908;top:-963;width:477;height:477" coordorigin="7908,-963" coordsize="477,477"><v:shape style="position:absolute;left:7908;top:-963;width:477;height:477" coordorigin="7908,-963" coordsize="477,477" path="m8384,-487l7908,-487,7908,-963,8384,-963,8384,-487xe" filled="true" fillcolor="#ffffff" stroked="false"><v:path arrowok="t"/><v:fill type="solid"/></v:shape></v:group><v:group style="position:absolute;left:7908;top:-487;width:477;height:477" coordorigin="7908,-487" coordsize="477,477"><v:shape style="position:absolute;left:7908;top:-487;width:477;height:477" coordorigin="7908,-487" coordsize="477,477" path="m8384,-11l7908,-11,7908,-487,8384,-487,8384,-11xe" filled="true" fillcolor="#ffffff" stroked="false"><v:path arrowok="t"/><v:fill type="solid"/></v:shape></v:group><v:group style="position:absolute;left:8384;top:-1439;width:477;height:477" coordorigin="8384,-1439" coordsize="477,477"><v:shape style="position:absolute;left:8384;top:-1439;width:477;height:477" coordorigin="8384,-1439" coordsize="477,477" path="m8860,-963l8384,-963,8384,-1439,8860,-1439,8860,-963xe" filled="true" fillcolor="#ffffff" stroked="false"><v:path arrowok="t"/><v:fill type="solid"/></v:shape></v:group><v:group style="position:absolute;left:8384;top:-963;width:477;height:477" coordorigin="8384,-963" coordsize="477,477"><v:shape style="position:absolute;left:8384;top:-963;width:477;height:477" coordorigin="8384,-963" coordsize="477,477" path="m8860,-487l8384,-487,8384,-963,8860,-963,8860,-487xe" filled="true" fillcolor="#ffffff" stroked="false"><v:path arrowok="t"/><v:fill type="solid"/></v:shape></v:group><v:group style="position:absolute;left:8384;top:-487;width:477;height:477" coordorigin="8384,-487" coordsize="477,477"><v:shape style="position:absolute;left:8384;top:-487;width:477;height:477" coordorigin="8384,-487" coordsize="477,477" path="m8860,-11l8384,-11,8384,-487,8860,-487,8860,-11xe" filled="true" fillcolor="#ffffff" stroked="false"><v:path arrowok="t"/><v:fill type="solid"/></v:shape></v:group><w10:wrap type="none"/></v:group></w:pict></w:r><w:r><w:rPr/><w:pict><v:group style="position:absolute;margin-left:162.408005pt;margin-top:-48.162693pt;width:119.05pt;height:47.65pt;mso-position-horizontal-relative:page;mso-position-vertical-relative:paragraph;z-index:-23728" coordorigin="3248,-963" coordsize="2381,953"><v:group style="position:absolute;left:3248;top:-963;width:477;height:477" coordorigin="3248,-963" coordsize="477,477"><v:shape style="position:absolute;left:3248;top:-963;width:477;height:477" coordorigin="3248,-963" coordsize="477,477" path="m3724,-487l3248,-487,3248,-963,3724,-963,3724,-487xe" filled="true" fillcolor="#ffffff" stroked="false"><v:path arrowok="t"/><v:fill type="solid"/></v:shape></v:group><v:group style="position:absolute;left:3248;top:-487;width:477;height:477" coordorigin="3248,-487" coordsize="477,477"><v:shape style="position:absolute;left:3248;top:-487;width:477;height:477" coordorigin="3248,-487" coordsize="477,477" path="m3724,-11l3248,-11,3248,-487,3724,-487,3724,-11xe" filled="true" fillcolor="#ffffff" stroked="false"><v:path arrowok="t"/><v:fill type="solid"/></v:shape></v:group><v:group style="position:absolute;left:3724;top:-963;width:477;height:477" coordorigin="3724,-963" coordsize="477,477"><v:shape style="position:absolute;left:3724;top:-963;width:477;height:477" coordorigin="3724,-963" coordsize="477,477" path="m4200,-487l3724,-487,3724,-963,4200,-963,4200,-487xe" filled="true" fillcolor="#ffffff" stroked="false"><v:path arrowok="t"/><v:fill type="solid"/></v:shape></v:group><v:group style="position:absolute;left:3724;top:-487;width:477;height:477" coordorigin="3724,-487" coordsize="477,477"><v:shape style="position:absolute;left:3724;top:-487;width:477;height:477" coordorigin="3724,-487" coordsize="477,477" path="m4200,-11l3724,-11,3724,-487,4200,-487,4200,-11xe" filled="true" fillcolor="#ffffff" stroked="false"><v:path arrowok="t"/><v:fill type="solid"/></v:shape></v:group><v:group style="position:absolute;left:4200;top:-963;width:477;height:477" coordorigin="4200,-963" coordsize="477,477"><v:shape style="position:absolute;left:4200;top:-963;width:477;height:477" coordorigin="4200,-963" coordsize="477,477" path="m4677,-487l4200,-487,4200,-963,4677,-963,4677,-487xe" filled="true" fillcolor="#ffffff" stroked="false"><v:path arrowok="t"/><v:fill type="solid"/></v:shape></v:group><v:group style="position:absolute;left:4200;top:-487;width:477;height:477" coordorigin="4200,-487" coordsize="477,477"><v:shape style="position:absolute;left:4200;top:-487;width:477;height:477" coordorigin="4200,-487" coordsize="477,477" path="m4677,-11l4200,-11,4200,-487,4677,-487,4677,-11xe" filled="true" fillcolor="#ffffff" stroked="false"><v:path arrowok="t"/><v:fill type="solid"/></v:shape></v:group><v:group style="position:absolute;left:4677;top:-963;width:477;height:477" coordorigin="4677,-963" coordsize="477,477"><v:shape style="position:absolute;left:4677;top:-963;width:477;height:477" coordorigin="4677,-963" coordsize="477,477" path="m5153,-487l4677,-487,4677,-963,5153,-963,5153,-487xe" filled="true" fillcolor="#ffffff" stroked="false"><v:path arrowok="t"/><v:fill type="solid"/></v:shape></v:group><v:group style="position:absolute;left:4677;top:-487;width:477;height:477" coordorigin="4677,-487" coordsize="477,477"><v:shape style="position:absolute;left:4677;top:-487;width:477;height:477" coordorigin="4677,-487" coordsize="477,477" path="m5153,-11l4677,-11,4677,-487,5153,-487,5153,-11xe" filled="true" fillcolor="#ffffff" stroked="false"><v:path arrowok="t"/><v:fill type="solid"/></v:shape></v:group><v:group style="position:absolute;left:5153;top:-487;width:477;height:477" coordorigin="5153,-487" coordsize="477,477"><v:shape style="position:absolute;left:5153;top:-487;width:477;height:477" coordorigin="5153,-487" coordsize="477,477" path="m5629,-11l5153,-11,5153,-487,5629,-487,5629,-11xe" filled="true" fillcolor="#ffffff" stroked="false"><v:path arrowok="t"/><v:fill type="solid"/></v:shape></v:group><w10:wrap type="none"/></v:group></w:pict></w:r><w:r><w:rPr/><w:pict><v:shape style="position:absolute;margin-left:292.681183pt;margin-top:111.021515pt;width:13pt;height:8.450pt;mso-position-horizontal-relative:page;mso-position-vertical-relative:page;z-index:-23704;rotation:30" type="#_x0000_t136" fillcolor="#231f20" stroked="f"><o:extrusion v:ext="view" autorotationcenter="t"/><v:textpath style="font-family:&amp;quot;Myriad Pro&amp;quot;;font-size:8pt;v-text-kern:t;mso-text-shadow:auto" string="Top"/><w10:wrap type="none"/></v:shape></w:pict></w:r><w:r><w:rPr><w:rFonts w:ascii="Myriad Pro"/><w:color w:val="231F20"/><w:sz w:val="20"/></w:rPr><w:t>Side</w:t></w:r><w:r><w:rPr><w:rFonts w:ascii="Myriad Pro"/><w:sz w:val="20"/></w:rPr></w:r></w:p><w:p><w:pPr><w:spacing w:line="240" w:lineRule="auto" w:before="0"/><w:rPr><w:rFonts w:ascii="Myriad Pro" w:hAnsi="Myriad Pro" w:cs="Myriad Pro" w:eastAsia="Myriad Pro"/><w:sz w:val="18"/><w:szCs w:val="18"/></w:rPr></w:pPr><w:r><w:rPr/><w:br w:type="column"/></w:r><w:r><w:rPr><w:rFonts w:ascii="Myriad Pro"/><w:sz w:val="18"/></w:rPr></w:r></w:p><w:p><w:pPr><w:spacing w:before="160"/><w:ind w:left="162" w:right="0" w:firstLine="0"/><w:jc w:val="left"/><w:rPr><w:rFonts w:ascii="Myriad Pro" w:hAnsi="Myriad Pro" w:cs="Myriad Pro" w:eastAsia="Myriad Pro"/><w:sz w:val="18"/><w:szCs w:val="18"/></w:rPr></w:pPr><w:r><w:rPr><w:rFonts w:ascii="Myriad Pro Semibold" w:hAnsi="Myriad Pro Semibold" w:cs="Myriad Pro Semibold" w:eastAsia="Myriad Pro Semibold"/><w:b/><w:bCs/><w:color w:val="231F20"/><w:spacing w:val="-2"/><w:sz w:val="18"/><w:szCs w:val="18"/></w:rPr><w:t>Figure</w:t></w:r><w:r><w:rPr><w:rFonts w:ascii="Myriad Pro Semibold" w:hAnsi="Myriad Pro Semibold" w:cs="Myriad Pro Semibold" w:eastAsia="Myriad Pro Semibold"/><w:b/><w:bCs/><w:color w:val="231F20"/><w:spacing w:val="15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14</w:t></w:r><w:r><w:rPr><w:rFonts w:ascii="Myriad Pro Semibold" w:hAnsi="Myriad Pro Semibold" w:cs="Myriad Pro Semibold" w:eastAsia="Myriad Pro Semibold"/><w:b/><w:bCs/><w:color w:val="231F20"/><w:spacing w:val="-7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—</w:t></w:r><w:r><w:rPr><w:rFonts w:ascii="Myriad Pro Semibold" w:hAnsi="Myriad Pro Semibold" w:cs="Myriad Pro Semibold" w:eastAsia="Myriad Pro Semibold"/><w:b/><w:bCs/><w:color w:val="231F20"/><w:spacing w:val="-6"/><w:sz w:val="18"/><w:szCs w:val="18"/></w:rPr><w:t> </w:t></w:r><w:r><w:rPr><w:rFonts w:ascii="Myriad Pro" w:hAnsi="Myriad Pro" w:cs="Myriad Pro" w:eastAsia="Myriad Pro"/><w:color w:val="231F20"/><w:sz w:val="18"/><w:szCs w:val="18"/></w:rPr><w:t>Orthographic</w:t></w:r><w:r><w:rPr><w:rFonts w:ascii="Myriad Pro" w:hAnsi="Myriad Pro" w:cs="Myriad Pro" w:eastAsia="Myriad Pro"/><w:color w:val="231F20"/><w:spacing w:val="16"/><w:sz w:val="18"/><w:szCs w:val="18"/></w:rPr><w:t> </w:t></w:r><w:r><w:rPr><w:rFonts w:ascii="Myriad Pro" w:hAnsi="Myriad Pro" w:cs="Myriad Pro" w:eastAsia="Myriad Pro"/><w:color w:val="231F20"/><w:spacing w:val="-1"/><w:sz w:val="18"/><w:szCs w:val="18"/></w:rPr><w:t>views</w:t></w:r><w:r><w:rPr><w:rFonts w:ascii="Myriad Pro" w:hAnsi="Myriad Pro" w:cs="Myriad Pro" w:eastAsia="Myriad Pro"/><w:sz w:val="18"/><w:szCs w:val="18"/></w:rPr></w:r></w:p><w:p><w:pPr><w:spacing w:before="42"/><w:ind w:left="566" w:right="0" w:firstLine="0"/><w:jc w:val="left"/><w:rPr><w:rFonts w:ascii="Myriad Pro" w:hAnsi="Myriad Pro" w:cs="Myriad Pro" w:eastAsia="Myriad Pro"/><w:sz w:val="20"/><w:szCs w:val="20"/></w:rPr></w:pPr><w:r><w:rPr/><w:br w:type="column"/></w:r><w:r><w:rPr><w:rFonts w:ascii="Myriad Pro"/><w:color w:val="231F20"/><w:spacing w:val="-2"/><w:sz w:val="20"/></w:rPr><w:t>Front</w:t></w:r><w:r><w:rPr><w:rFonts w:ascii="Myriad Pro"/><w:sz w:val="20"/></w:rPr></w:r></w:p><w:p><w:pPr><w:spacing w:after="0"/><w:jc w:val="left"/><w:rPr><w:rFonts w:ascii="Myriad Pro" w:hAnsi="Myriad Pro" w:cs="Myriad Pro" w:eastAsia="Myriad Pro"/><w:sz w:val="20"/><w:szCs w:val="20"/></w:rPr><w:sectPr><w:type w:val="continuous"/><w:pgSz w:w="12240" w:h="15840"/><w:pgMar w:top="1080" w:bottom="280" w:left="0" w:right="0"/><w:cols w:num="3" w:equalWidth="0"><w:col w:w="4605" w:space="40"/><w:col w:w="2658" w:space="40"/><w:col w:w="4897"/></w:cols></w:sect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17"/><w:szCs w:val="17"/></w:rPr></w:pPr></w:p><w:p><w:pPr><w:pStyle w:val="BodyText"/><w:spacing w:line="240" w:lineRule="auto" w:before="70"/><w:ind w:left="540" w:right="0"/><w:jc w:val="left"/><w:rPr><w:rFonts w:ascii="Myriad Pro" w:hAnsi="Myriad Pro" w:cs="Myriad Pro" w:eastAsia="Myriad Pro"/></w:rPr></w:pPr><w:r><w:rPr><w:rFonts w:ascii="Myriad Pro"/><w:color w:val="231F20"/></w:rPr><w:t>Sketch</w:t></w:r><w:r><w:rPr><w:rFonts w:ascii="Myriad Pro"/><w:color w:val="231F20"/><w:spacing w:val="17"/></w:rPr><w:t> </w:t></w:r><w:r><w:rPr><w:rFonts w:ascii="Myriad Pro"/><w:color w:val="231F20"/></w:rPr><w:t>a</w:t></w:r><w:r><w:rPr><w:rFonts w:ascii="Myriad Pro"/><w:color w:val="231F20"/><w:spacing w:val="18"/></w:rPr><w:t> </w:t></w:r><w:r><w:rPr><w:rFonts w:ascii="Myriad Pro"/><w:color w:val="231F20"/></w:rPr><w:t>light</w:t></w:r><w:r><w:rPr><w:rFonts w:ascii="Myriad Pro"/><w:color w:val="231F20"/><w:spacing w:val="18"/></w:rPr><w:t> </w:t></w:r><w:r><w:rPr><w:rFonts w:ascii="Myriad Pro"/><w:color w:val="231F20"/></w:rPr><w:t>outline</w:t></w:r><w:r><w:rPr><w:rFonts w:ascii="Myriad Pro"/><w:color w:val="231F20"/><w:spacing w:val="17"/></w:rPr><w:t> </w:t></w:r><w:r><w:rPr><w:rFonts w:ascii="Myriad Pro"/><w:color w:val="231F20"/></w:rPr><w:t>of</w:t></w:r><w:r><w:rPr><w:rFonts w:ascii="Myriad Pro"/><w:color w:val="231F20"/><w:spacing w:val="18"/></w:rPr><w:t> </w:t></w:r><w:r><w:rPr><w:rFonts w:ascii="Myriad Pro"/><w:color w:val="231F20"/></w:rPr><w:t>the</w:t></w:r><w:r><w:rPr><w:rFonts w:ascii="Myriad Pro"/><w:color w:val="231F20"/><w:spacing w:val="18"/></w:rPr><w:t> </w:t></w:r><w:r><w:rPr><w:rFonts w:ascii="Myriad Pro"/><w:color w:val="231F20"/></w:rPr><w:t>basic</w:t></w:r><w:r><w:rPr><w:rFonts w:ascii="Myriad Pro"/><w:color w:val="231F20"/><w:spacing w:val="17"/></w:rPr><w:t> </w:t></w:r><w:r><w:rPr><w:rFonts w:ascii="Myriad Pro"/><w:color w:val="231F20"/></w:rPr><w:t>rectangular</w:t></w:r><w:r><w:rPr><w:rFonts w:ascii="Myriad Pro"/><w:color w:val="231F20"/><w:spacing w:val="18"/></w:rPr><w:t> </w:t></w:r><w:r><w:rPr><w:rFonts w:ascii="Myriad Pro"/><w:color w:val="231F20"/></w:rPr><w:t>box</w:t></w:r><w:r><w:rPr><w:rFonts w:ascii="Myriad Pro"/><w:color w:val="231F20"/><w:spacing w:val="17"/></w:rPr><w:t> </w:t></w:r><w:r><w:rPr><w:rFonts w:ascii="Myriad Pro"/><w:color w:val="231F20"/></w:rPr><w:t>to</w:t></w:r><w:r><w:rPr><w:rFonts w:ascii="Myriad Pro"/><w:color w:val="231F20"/><w:spacing w:val="18"/></w:rPr><w:t> </w:t></w:r><w:r><w:rPr><w:rFonts w:ascii="Myriad Pro"/><w:color w:val="231F20"/></w:rPr><w:t>the</w:t></w:r><w:r><w:rPr><w:rFonts w:ascii="Myriad Pro"/><w:color w:val="231F20"/><w:spacing w:val="18"/></w:rPr><w:t> </w:t></w:r><w:r><w:rPr><w:rFonts w:ascii="Myriad Pro"/><w:color w:val="231F20"/></w:rPr><w:t>required</w:t></w:r><w:r><w:rPr><w:rFonts w:ascii="Myriad Pro"/><w:color w:val="231F20"/><w:spacing w:val="17"/></w:rPr><w:t> </w:t></w:r><w:r><w:rPr><w:rFonts w:ascii="Myriad Pro"/><w:color w:val="231F20"/></w:rPr><w:t>size,</w:t></w:r><w:r><w:rPr><w:rFonts w:ascii="Myriad Pro"/><w:color w:val="231F20"/><w:spacing w:val="18"/></w:rPr><w:t> </w:t></w:r><w:r><w:rPr><w:rFonts w:ascii="Myriad Pro"/><w:color w:val="231F20"/></w:rPr><w:t>as</w:t></w:r><w:r><w:rPr><w:rFonts w:ascii="Myriad Pro"/><w:color w:val="231F20"/><w:spacing w:val="18"/></w:rPr><w:t> </w:t></w:r><w:r><w:rPr><w:rFonts w:ascii="Myriad Pro"/><w:color w:val="231F20"/></w:rPr><w:t>shown</w:t></w:r><w:r><w:rPr><w:rFonts w:ascii="Myriad Pro"/><w:color w:val="231F20"/><w:spacing w:val="17"/></w:rPr><w:t> </w:t></w:r><w:r><w:rPr><w:rFonts w:ascii="Myriad Pro"/><w:color w:val="231F20"/></w:rPr><w:t>in</w:t></w:r><w:r><w:rPr><w:rFonts w:ascii="Myriad Pro"/><w:color w:val="231F20"/><w:spacing w:val="18"/></w:rPr><w:t> </w:t></w:r><w:r><w:rPr><w:rFonts w:ascii="Myriad Pro"/><w:color w:val="231F20"/></w:rPr><w:t>Figure</w:t></w:r><w:r><w:rPr><w:rFonts w:ascii="Myriad Pro"/><w:color w:val="231F20"/><w:spacing w:val="18"/></w:rPr><w:t> </w:t></w:r><w:r><w:rPr><w:rFonts w:ascii="Myriad Pro"/><w:color w:val="231F20"/><w:spacing w:val="1"/></w:rPr><w:t>15.</w:t></w:r><w:r><w:rPr><w:rFonts w:ascii="Myriad Pro"/></w:rPr></w: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7"/><w:rPr><w:rFonts w:ascii="Myriad Pro" w:hAnsi="Myriad Pro" w:cs="Myriad Pro" w:eastAsia="Myriad Pro"/><w:sz w:val="20"/><w:szCs w:val="20"/></w:rPr></w:pPr></w:p><w:p><w:pPr><w:spacing w:before="0"/><w:ind w:left="0" w:right="114" w:firstLine="0"/><w:jc w:val="center"/><w:rPr><w:rFonts w:ascii="Myriad Pro" w:hAnsi="Myriad Pro" w:cs="Myriad Pro" w:eastAsia="Myriad Pro"/><w:sz w:val="20"/><w:szCs w:val="20"/></w:rPr></w:pPr><w:r><w:rPr/><w:pict><v:shape style="position:absolute;margin-left:193.918396pt;margin-top:-10.40831pt;width:164.308600pt;height:150.9948pt;mso-position-horizontal-relative:page;mso-position-vertical-relative:paragraph;z-index:-23632" type="#_x0000_t75" stroked="false"><v:imagedata r:id="rId30" o:title=""/></v:shape></w:pict></w:r><w:r><w:rPr><w:rFonts w:ascii="Myriad Pro"/><w:color w:val="231F20"/><w:spacing w:val="-5"/><w:sz w:val="20"/></w:rPr><w:t>Top</w:t></w:r><w:r><w:rPr><w:rFonts w:ascii="Myriad Pro"/><w:sz w:val="20"/></w:rPr></w: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12"/><w:rPr><w:rFonts w:ascii="Myriad Pro" w:hAnsi="Myriad Pro" w:cs="Myriad Pro" w:eastAsia="Myriad Pro"/><w:sz w:val="21"/><w:szCs w:val="21"/></w:rPr></w:pPr></w:p><w:p><w:pPr><w:spacing w:before="73"/><w:ind w:left="3221" w:right="760" w:firstLine="0"/><w:jc w:val="center"/><w:rPr><w:rFonts w:ascii="Myriad Pro" w:hAnsi="Myriad Pro" w:cs="Myriad Pro" w:eastAsia="Myriad Pro"/><w:sz w:val="20"/><w:szCs w:val="20"/></w:rPr></w:pPr><w:r><w:rPr><w:rFonts w:ascii="Myriad Pro"/><w:color w:val="231F20"/><w:sz w:val="20"/></w:rPr><w:t>D</w:t></w:r><w:r><w:rPr><w:rFonts w:ascii="Myriad Pro"/><w:color w:val="231F20"/><w:spacing w:val="6"/><w:sz w:val="20"/></w:rPr><w:t> </w:t></w:r><w:r><w:rPr><w:rFonts w:ascii="Myriad Pro"/><w:color w:val="231F20"/><w:sz w:val="20"/></w:rPr><w:t>=</w:t></w:r><w:r><w:rPr><w:rFonts w:ascii="Myriad Pro"/><w:color w:val="231F20"/><w:spacing w:val="6"/><w:sz w:val="20"/></w:rPr><w:t> </w:t></w:r><w:r><w:rPr><w:rFonts w:ascii="Myriad Pro"/><w:color w:val="231F20"/><w:sz w:val="20"/></w:rPr><w:t>3</w:t></w:r><w:r><w:rPr><w:rFonts w:ascii="Myriad Pro"/><w:color w:val="231F20"/><w:spacing w:val="6"/><w:sz w:val="20"/></w:rPr><w:t> </w:t></w:r><w:r><w:rPr><w:rFonts w:ascii="Myriad Pro"/><w:color w:val="231F20"/><w:sz w:val="20"/></w:rPr><w:t>units</w:t></w:r><w:r><w:rPr><w:rFonts w:ascii="Myriad Pro"/><w:sz w:val="20"/></w:rPr></w: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8"/><w:rPr><w:rFonts w:ascii="Myriad Pro" w:hAnsi="Myriad Pro" w:cs="Myriad Pro" w:eastAsia="Myriad Pro"/><w:sz w:val="22"/><w:szCs w:val="22"/></w:rPr></w:pPr></w:p><w:p><w:pPr><w:spacing w:after="0" w:line="240" w:lineRule="auto"/><w:rPr><w:rFonts w:ascii="Myriad Pro" w:hAnsi="Myriad Pro" w:cs="Myriad Pro" w:eastAsia="Myriad Pro"/><w:sz w:val="22"/><w:szCs w:val="22"/></w:rPr><w:sectPr><w:footerReference w:type="default" r:id="rId28"/><w:footerReference w:type="even" r:id="rId29"/><w:pgSz w:w="12240" w:h="15840"/><w:pgMar w:footer="643" w:header="630" w:top="1080" w:bottom="840" w:left="880" w:right="340"/><w:pgNumType w:start="11"/></w:sectPr></w:pPr></w:p><w:p><w:pPr><w:spacing w:before="73"/><w:ind w:left="0" w:right="211" w:firstLine="0"/><w:jc w:val="right"/><w:rPr><w:rFonts w:ascii="Myriad Pro" w:hAnsi="Myriad Pro" w:cs="Myriad Pro" w:eastAsia="Myriad Pro"/><w:sz w:val="20"/><w:szCs w:val="20"/></w:rPr></w:pPr><w:r><w:rPr><w:rFonts w:ascii="Myriad Pro"/><w:color w:val="231F20"/><w:spacing w:val="-2"/><w:sz w:val="20"/></w:rPr><w:t>Front</w:t></w:r><w:r><w:rPr><w:rFonts w:ascii="Myriad Pro"/><w:sz w:val="20"/></w:rPr></w:r></w:p><w:p><w:pPr><w:spacing w:before="7"/><w:ind w:left="0" w:right="0" w:firstLine="0"/><w:jc w:val="right"/><w:rPr><w:rFonts w:ascii="Myriad Pro" w:hAnsi="Myriad Pro" w:cs="Myriad Pro" w:eastAsia="Myriad Pro"/><w:sz w:val="20"/><w:szCs w:val="20"/></w:rPr></w:pPr><w:r><w:rPr><w:rFonts w:ascii="Myriad Pro"/><w:color w:val="231F20"/><w:sz w:val="20"/></w:rPr><w:t>L</w:t></w:r><w:r><w:rPr><w:rFonts w:ascii="Myriad Pro"/><w:color w:val="231F20"/><w:spacing w:val="5"/><w:sz w:val="20"/></w:rPr><w:t> </w:t></w:r><w:r><w:rPr><w:rFonts w:ascii="Myriad Pro"/><w:color w:val="231F20"/><w:sz w:val="20"/></w:rPr><w:t>=</w:t></w:r><w:r><w:rPr><w:rFonts w:ascii="Myriad Pro"/><w:color w:val="231F20"/><w:spacing w:val="6"/><w:sz w:val="20"/></w:rPr><w:t> </w:t></w:r><w:r><w:rPr><w:rFonts w:ascii="Myriad Pro"/><w:color w:val="231F20"/><w:sz w:val="20"/></w:rPr><w:t>5</w:t></w:r><w:r><w:rPr><w:rFonts w:ascii="Myriad Pro"/><w:color w:val="231F20"/><w:spacing w:val="6"/><w:sz w:val="20"/></w:rPr><w:t> </w:t></w:r><w:r><w:rPr><w:rFonts w:ascii="Myriad Pro"/><w:color w:val="231F20"/><w:sz w:val="20"/></w:rPr><w:t>units</w:t></w:r><w:r><w:rPr><w:rFonts w:ascii="Myriad Pro"/><w:sz w:val="20"/></w:rPr></w:r></w:p><w:p><w:pPr><w:spacing w:line="240" w:lineRule="auto" w:before="0"/><w:rPr><w:rFonts w:ascii="Myriad Pro" w:hAnsi="Myriad Pro" w:cs="Myriad Pro" w:eastAsia="Myriad Pro"/><w:sz w:val="20"/><w:szCs w:val="20"/></w:rPr></w:pPr><w:r><w:rPr/><w:br w:type="column"/></w:r><w:r><w:rPr><w:rFonts w:ascii="Myriad Pro"/><w:sz w:val="20"/></w:rPr></w:r></w:p><w:p><w:pPr><w:spacing w:before="0"/><w:ind w:left="1556" w:right="4379" w:firstLine="0"/><w:jc w:val="center"/><w:rPr><w:rFonts w:ascii="Myriad Pro" w:hAnsi="Myriad Pro" w:cs="Myriad Pro" w:eastAsia="Myriad Pro"/><w:sz w:val="20"/><w:szCs w:val="20"/></w:rPr></w:pPr><w:r><w:rPr><w:rFonts w:ascii="Myriad Pro"/><w:color w:val="231F20"/><w:sz w:val="20"/></w:rPr><w:t>Side</w:t></w:r><w:r><w:rPr><w:rFonts w:ascii="Myriad Pro"/><w:sz w:val="20"/></w:rPr></w:r></w:p><w:p><w:pPr><w:spacing w:before="7"/><w:ind w:left="1556" w:right="4379" w:firstLine="0"/><w:jc w:val="center"/><w:rPr><w:rFonts w:ascii="Myriad Pro" w:hAnsi="Myriad Pro" w:cs="Myriad Pro" w:eastAsia="Myriad Pro"/><w:sz w:val="20"/><w:szCs w:val="20"/></w:rPr></w:pPr><w:r><w:rPr><w:rFonts w:ascii="Myriad Pro"/><w:color w:val="231F20"/><w:sz w:val="20"/></w:rPr><w:t>W</w:t></w:r><w:r><w:rPr><w:rFonts w:ascii="Myriad Pro"/><w:color w:val="231F20"/><w:spacing w:val="6"/><w:sz w:val="20"/></w:rPr><w:t> </w:t></w:r><w:r><w:rPr><w:rFonts w:ascii="Myriad Pro"/><w:color w:val="231F20"/><w:sz w:val="20"/></w:rPr><w:t>=</w:t></w:r><w:r><w:rPr><w:rFonts w:ascii="Myriad Pro"/><w:color w:val="231F20"/><w:spacing w:val="6"/><w:sz w:val="20"/></w:rPr><w:t> </w:t></w:r><w:r><w:rPr><w:rFonts w:ascii="Myriad Pro"/><w:color w:val="231F20"/><w:sz w:val="20"/></w:rPr><w:t>3</w:t></w:r><w:r><w:rPr><w:rFonts w:ascii="Myriad Pro"/><w:color w:val="231F20"/><w:spacing w:val="7"/><w:sz w:val="20"/></w:rPr><w:t> </w:t></w:r><w:r><w:rPr><w:rFonts w:ascii="Myriad Pro"/><w:color w:val="231F20"/><w:sz w:val="20"/></w:rPr><w:t>units</w:t></w:r><w:r><w:rPr><w:rFonts w:ascii="Myriad Pro"/><w:sz w:val="20"/></w:rPr></w:r></w:p><w:p><w:pPr><w:spacing w:before="95"/><w:ind w:left="103" w:right="0" w:firstLine="0"/><w:jc w:val="left"/><w:rPr><w:rFonts w:ascii="Myriad Pro" w:hAnsi="Myriad Pro" w:cs="Myriad Pro" w:eastAsia="Myriad Pro"/><w:sz w:val="18"/><w:szCs w:val="18"/></w:rPr></w:pPr><w:r><w:rPr><w:rFonts w:ascii="Myriad Pro Semibold" w:hAnsi="Myriad Pro Semibold" w:cs="Myriad Pro Semibold" w:eastAsia="Myriad Pro Semibold"/><w:b/><w:bCs/><w:color w:val="231F20"/><w:spacing w:val="-2"/><w:sz w:val="18"/><w:szCs w:val="18"/></w:rPr><w:t>Figure</w:t></w:r><w:r><w:rPr><w:rFonts w:ascii="Myriad Pro Semibold" w:hAnsi="Myriad Pro Semibold" w:cs="Myriad Pro Semibold" w:eastAsia="Myriad Pro Semibold"/><w:b/><w:bCs/><w:color w:val="231F20"/><w:spacing w:val="12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15</w:t></w:r><w:r><w:rPr><w:rFonts w:ascii="Myriad Pro Semibold" w:hAnsi="Myriad Pro Semibold" w:cs="Myriad Pro Semibold" w:eastAsia="Myriad Pro Semibold"/><w:b/><w:bCs/><w:color w:val="231F20"/><w:spacing w:val="-9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—</w:t></w:r><w:r><w:rPr><w:rFonts w:ascii="Myriad Pro Semibold" w:hAnsi="Myriad Pro Semibold" w:cs="Myriad Pro Semibold" w:eastAsia="Myriad Pro Semibold"/><w:b/><w:bCs/><w:color w:val="231F20"/><w:spacing w:val="-8"/><w:sz w:val="18"/><w:szCs w:val="18"/></w:rPr><w:t> </w:t></w:r><w:r><w:rPr><w:rFonts w:ascii="Myriad Pro" w:hAnsi="Myriad Pro" w:cs="Myriad Pro" w:eastAsia="Myriad Pro"/><w:color w:val="231F20"/><w:sz w:val="18"/><w:szCs w:val="18"/></w:rPr><w:t>Basic</w:t></w:r><w:r><w:rPr><w:rFonts w:ascii="Myriad Pro" w:hAnsi="Myriad Pro" w:cs="Myriad Pro" w:eastAsia="Myriad Pro"/><w:color w:val="231F20"/><w:spacing w:val="12"/><w:sz w:val="18"/><w:szCs w:val="18"/></w:rPr><w:t> </w:t></w:r><w:r><w:rPr><w:rFonts w:ascii="Myriad Pro" w:hAnsi="Myriad Pro" w:cs="Myriad Pro" w:eastAsia="Myriad Pro"/><w:color w:val="231F20"/><w:sz w:val="18"/><w:szCs w:val="18"/></w:rPr><w:t>outline</w:t></w:r><w:r><w:rPr><w:rFonts w:ascii="Myriad Pro" w:hAnsi="Myriad Pro" w:cs="Myriad Pro" w:eastAsia="Myriad Pro"/><w:sz w:val="18"/><w:szCs w:val="18"/></w:rPr></w:r></w:p><w:p><w:pPr><w:spacing w:after="0"/><w:jc w:val="left"/><w:rPr><w:rFonts w:ascii="Myriad Pro" w:hAnsi="Myriad Pro" w:cs="Myriad Pro" w:eastAsia="Myriad Pro"/><w:sz w:val="18"/><w:szCs w:val="18"/></w:rPr><w:sectPr><w:type w:val="continuous"/><w:pgSz w:w="12240" w:h="15840"/><w:pgMar w:top="1080" w:bottom="280" w:left="880" w:right="340"/><w:cols w:num="2" w:equalWidth="0"><w:col w:w="4053" w:space="40"/><w:col w:w="6927"/></w:cols></w:sectPr></w:pPr></w:p><w:p><w:pPr><w:spacing w:line="240" w:lineRule="auto" w:before="7"/><w:rPr><w:rFonts w:ascii="Myriad Pro" w:hAnsi="Myriad Pro" w:cs="Myriad Pro" w:eastAsia="Myriad Pro"/><w:sz w:val="29"/><w:szCs w:val="29"/></w:rPr></w:pPr></w:p><w:p><w:pPr><w:pStyle w:val="BodyText"/><w:spacing w:line="280" w:lineRule="auto" w:before="70"/><w:ind w:left="540" w:right="1353"/><w:jc w:val="left"/><w:rPr><w:rFonts w:ascii="Myriad Pro" w:hAnsi="Myriad Pro" w:cs="Myriad Pro" w:eastAsia="Myriad Pro"/></w:rPr></w:pPr><w:r><w:rPr><w:rFonts w:ascii="Myriad Pro"/><w:color w:val="231F20"/></w:rPr><w:t>The</w:t></w:r><w:r><w:rPr><w:rFonts w:ascii="Myriad Pro"/><w:color w:val="231F20"/><w:spacing w:val="17"/></w:rPr><w:t> </w:t></w:r><w:r><w:rPr><w:rFonts w:ascii="Myriad Pro"/><w:color w:val="231F20"/></w:rPr><w:t>front</w:t></w:r><w:r><w:rPr><w:rFonts w:ascii="Myriad Pro"/><w:color w:val="231F20"/><w:spacing w:val="18"/></w:rPr><w:t> </w:t></w:r><w:r><w:rPr><w:rFonts w:ascii="Myriad Pro"/><w:color w:val="231F20"/></w:rPr><w:t>view</w:t></w:r><w:r><w:rPr><w:rFonts w:ascii="Myriad Pro"/><w:color w:val="231F20"/><w:spacing w:val="18"/></w:rPr><w:t> </w:t></w:r><w:r><w:rPr><w:rFonts w:ascii="Myriad Pro"/><w:color w:val="231F20"/></w:rPr><w:t>shows</w:t></w:r><w:r><w:rPr><w:rFonts w:ascii="Myriad Pro"/><w:color w:val="231F20"/><w:spacing w:val="17"/></w:rPr><w:t> </w:t></w:r><w:r><w:rPr><w:rFonts w:ascii="Myriad Pro"/><w:color w:val="231F20"/></w:rPr><w:t>the</w:t></w:r><w:r><w:rPr><w:rFonts w:ascii="Myriad Pro"/><w:color w:val="231F20"/><w:spacing w:val="18"/></w:rPr><w:t> </w:t></w:r><w:r><w:rPr><w:rFonts w:ascii="Myriad Pro"/><w:color w:val="231F20"/></w:rPr><w:t>outline</w:t></w:r><w:r><w:rPr><w:rFonts w:ascii="Myriad Pro"/><w:color w:val="231F20"/><w:spacing w:val="18"/></w:rPr><w:t> </w:t></w:r><w:r><w:rPr><w:rFonts w:ascii="Myriad Pro"/><w:color w:val="231F20"/></w:rPr><w:t>most</w:t></w:r><w:r><w:rPr><w:rFonts w:ascii="Myriad Pro"/><w:color w:val="231F20"/><w:spacing w:val="17"/></w:rPr><w:t> </w:t></w:r><w:r><w:rPr><w:rFonts w:ascii="Myriad Pro"/><w:color w:val="231F20"/></w:rPr><w:t>clearly.</w:t></w:r><w:r><w:rPr><w:rFonts w:ascii="Myriad Pro"/><w:color w:val="231F20"/><w:spacing w:val="18"/></w:rPr><w:t> </w:t></w:r><w:r><w:rPr><w:rFonts w:ascii="Myriad Pro"/><w:color w:val="231F20"/></w:rPr><w:t>Place</w:t></w:r><w:r><w:rPr><w:rFonts w:ascii="Myriad Pro"/><w:color w:val="231F20"/><w:spacing w:val="18"/></w:rPr><w:t> </w:t></w:r><w:r><w:rPr><w:rFonts w:ascii="Myriad Pro"/><w:color w:val="231F20"/></w:rPr><w:t>this</w:t></w:r><w:r><w:rPr><w:rFonts w:ascii="Myriad Pro"/><w:color w:val="231F20"/><w:spacing w:val="17"/></w:rPr><w:t> </w:t></w:r><w:r><w:rPr><w:rFonts w:ascii="Myriad Pro"/><w:color w:val="231F20"/></w:rPr><w:t>view</w:t></w:r><w:r><w:rPr><w:rFonts w:ascii="Myriad Pro"/><w:color w:val="231F20"/><w:spacing w:val="18"/></w:rPr><w:t> </w:t></w:r><w:r><w:rPr><w:rFonts w:ascii="Myriad Pro"/><w:color w:val="231F20"/></w:rPr><w:t>on</w:t></w:r><w:r><w:rPr><w:rFonts w:ascii="Myriad Pro"/><w:color w:val="231F20"/><w:spacing w:val="18"/></w:rPr><w:t> </w:t></w:r><w:r><w:rPr><w:rFonts w:ascii="Myriad Pro"/><w:color w:val="231F20"/></w:rPr><w:t>the</w:t></w:r><w:r><w:rPr><w:rFonts w:ascii="Myriad Pro"/><w:color w:val="231F20"/><w:spacing w:val="18"/></w:rPr><w:t> </w:t></w:r><w:r><w:rPr><w:rFonts w:ascii="Myriad Pro"/><w:color w:val="231F20"/></w:rPr><w:t>front</w:t></w:r><w:r><w:rPr><w:rFonts w:ascii="Myriad Pro"/><w:color w:val="231F20"/><w:spacing w:val="17"/></w:rPr><w:t> </w:t></w:r><w:r><w:rPr><w:rFonts w:ascii="Myriad Pro"/><w:color w:val="231F20"/><w:spacing w:val="1"/></w:rPr><w:t>surface</w:t></w:r><w:r><w:rPr><w:rFonts w:ascii="Myriad Pro"/><w:color w:val="231F20"/><w:spacing w:val="18"/></w:rPr><w:t> </w:t></w:r><w:r><w:rPr><w:rFonts w:ascii="Myriad Pro"/><w:color w:val="231F20"/></w:rPr><w:t>of</w:t></w:r><w:r><w:rPr><w:rFonts w:ascii="Myriad Pro"/><w:color w:val="231F20"/><w:spacing w:val="18"/></w:rPr><w:t> </w:t></w:r><w:r><w:rPr><w:rFonts w:ascii="Myriad Pro"/><w:color w:val="231F20"/><w:spacing w:val="1"/></w:rPr><w:t>the</w:t></w:r><w:r><w:rPr><w:rFonts w:ascii="Myriad Pro"/><w:color w:val="231F20"/><w:spacing w:val="62"/><w:w w:val="102"/></w:rPr><w:t> </w:t></w:r><w:r><w:rPr><w:rFonts w:ascii="Myriad Pro"/><w:color w:val="231F20"/></w:rPr><w:t>isometric</w:t></w:r><w:r><w:rPr><w:rFonts w:ascii="Myriad Pro"/><w:color w:val="231F20"/><w:spacing w:val="17"/></w:rPr><w:t> </w:t></w:r><w:r><w:rPr><w:rFonts w:ascii="Myriad Pro"/><w:color w:val="231F20"/></w:rPr><w:t>box.</w:t></w:r><w:r><w:rPr><w:rFonts w:ascii="Myriad Pro"/><w:color w:val="231F20"/><w:spacing w:val="18"/></w:rPr><w:t> </w:t></w:r><w:r><w:rPr><w:rFonts w:ascii="Myriad Pro"/><w:color w:val="231F20"/></w:rPr><w:t>Use</w:t></w:r><w:r><w:rPr><w:rFonts w:ascii="Myriad Pro"/><w:color w:val="231F20"/><w:spacing w:val="17"/></w:rPr><w:t> </w:t></w:r><w:r><w:rPr><w:rFonts w:ascii="Myriad Pro"/><w:color w:val="231F20"/></w:rPr><w:t>the</w:t></w:r><w:r><w:rPr><w:rFonts w:ascii="Myriad Pro"/><w:color w:val="231F20"/><w:spacing w:val="17"/></w:rPr><w:t> </w:t></w:r><w:r><w:rPr><w:rFonts w:ascii="Myriad Pro"/><w:color w:val="231F20"/></w:rPr><w:t>dimension</w:t></w:r><w:r><w:rPr><w:rFonts w:ascii="Myriad Pro"/><w:color w:val="231F20"/><w:spacing w:val="18"/></w:rPr><w:t> </w:t></w:r><w:r><w:rPr><w:rFonts w:ascii="Myriad Pro"/><w:color w:val="231F20"/></w:rPr><w:t>given</w:t></w:r><w:r><w:rPr><w:rFonts w:ascii="Myriad Pro"/><w:color w:val="231F20"/><w:spacing w:val="17"/></w:rPr><w:t> </w:t></w:r><w:r><w:rPr><w:rFonts w:ascii="Myriad Pro"/><w:color w:val="231F20"/></w:rPr><w:t>in</w:t></w:r><w:r><w:rPr><w:rFonts w:ascii="Myriad Pro"/><w:color w:val="231F20"/><w:spacing w:val="18"/></w:rPr><w:t> </w:t></w:r><w:r><w:rPr><w:rFonts w:ascii="Myriad Pro"/><w:color w:val="231F20"/></w:rPr><w:t>the</w:t></w:r><w:r><w:rPr><w:rFonts w:ascii="Myriad Pro"/><w:color w:val="231F20"/><w:spacing w:val="17"/></w:rPr><w:t> </w:t></w:r><w:r><w:rPr><w:rFonts w:ascii="Myriad Pro"/><w:color w:val="231F20"/></w:rPr><w:t>front</w:t></w:r><w:r><w:rPr><w:rFonts w:ascii="Myriad Pro"/><w:color w:val="231F20"/><w:spacing w:val="18"/></w:rPr><w:t> </w:t></w:r><w:r><w:rPr><w:rFonts w:ascii="Myriad Pro"/><w:color w:val="231F20"/></w:rPr><w:t>view</w:t></w:r><w:r><w:rPr><w:rFonts w:ascii="Myriad Pro"/><w:color w:val="231F20"/><w:spacing w:val="17"/></w:rPr><w:t> </w:t></w:r><w:r><w:rPr><w:rFonts w:ascii="Myriad Pro"/><w:color w:val="231F20"/></w:rPr><w:t>of</w:t></w:r><w:r><w:rPr><w:rFonts w:ascii="Myriad Pro"/><w:color w:val="231F20"/><w:spacing w:val="18"/></w:rPr><w:t> </w:t></w:r><w:r><w:rPr><w:rFonts w:ascii="Myriad Pro"/><w:color w:val="231F20"/></w:rPr><w:t>Figure</w:t></w:r><w:r><w:rPr><w:rFonts w:ascii="Myriad Pro"/><w:color w:val="231F20"/><w:spacing w:val="17"/></w:rPr><w:t> </w:t></w:r><w:r><w:rPr><w:rFonts w:ascii="Myriad Pro"/><w:color w:val="231F20"/></w:rPr><w:t>14</w:t></w:r><w:r><w:rPr><w:rFonts w:ascii="Myriad Pro"/><w:color w:val="231F20"/><w:spacing w:val="18"/></w:rPr><w:t> </w:t></w:r><w:r><w:rPr><w:rFonts w:ascii="Myriad Pro"/><w:color w:val="231F20"/></w:rPr><w:t>and</w:t></w:r><w:r><w:rPr><w:rFonts w:ascii="Myriad Pro"/><w:color w:val="231F20"/><w:spacing w:val="17"/></w:rPr><w:t> </w:t></w:r><w:r><w:rPr><w:rFonts w:ascii="Myriad Pro"/><w:color w:val="231F20"/></w:rPr><w:t>mark</w:t></w:r><w:r><w:rPr><w:rFonts w:ascii="Myriad Pro"/><w:color w:val="231F20"/><w:spacing w:val="18"/></w:rPr><w:t> </w:t></w:r><w:r><w:rPr><w:rFonts w:ascii="Myriad Pro"/><w:color w:val="231F20"/></w:rPr><w:t>the</w:t></w:r><w:r><w:rPr><w:rFonts w:ascii="Myriad Pro"/><w:color w:val="231F20"/><w:spacing w:val="17"/></w:rPr><w:t> </w:t></w:r><w:r><w:rPr><w:rFonts w:ascii="Myriad Pro"/><w:color w:val="231F20"/></w:rPr><w:t>number</w:t></w:r><w:r><w:rPr><w:rFonts w:ascii="Myriad Pro"/><w:color w:val="231F20"/><w:spacing w:val="18"/></w:rPr><w:t> </w:t></w:r><w:r><w:rPr><w:rFonts w:ascii="Myriad Pro"/><w:color w:val="231F20"/><w:spacing w:val="1"/></w:rPr><w:t>of</w:t></w:r><w:r><w:rPr><w:rFonts w:ascii="Myriad Pro"/><w:color w:val="231F20"/><w:spacing w:val="80"/><w:w w:val="102"/></w:rPr><w:t> </w:t></w:r><w:r><w:rPr><w:rFonts w:ascii="Myriad Pro"/><w:color w:val="231F20"/></w:rPr><w:t>units</w:t></w:r><w:r><w:rPr><w:rFonts w:ascii="Myriad Pro"/><w:color w:val="231F20"/><w:spacing w:val="17"/></w:rPr><w:t> </w:t></w:r><w:r><w:rPr><w:rFonts w:ascii="Myriad Pro"/><w:color w:val="231F20"/></w:rPr><w:t>indicated</w:t></w:r><w:r><w:rPr><w:rFonts w:ascii="Myriad Pro"/><w:color w:val="231F20"/><w:spacing w:val="17"/></w:rPr><w:t> </w:t></w:r><w:r><w:rPr><w:rFonts w:ascii="Myriad Pro"/><w:color w:val="231F20"/></w:rPr><w:t>along</w:t></w:r><w:r><w:rPr><w:rFonts w:ascii="Myriad Pro"/><w:color w:val="231F20"/><w:spacing w:val="18"/></w:rPr><w:t> </w:t></w:r><w:r><w:rPr><w:rFonts w:ascii="Myriad Pro"/><w:color w:val="231F20"/></w:rPr><w:t>the</w:t></w:r><w:r><w:rPr><w:rFonts w:ascii="Myriad Pro"/><w:color w:val="231F20"/><w:spacing w:val="17"/></w:rPr><w:t> </w:t></w:r><w:r><w:rPr><w:rFonts w:ascii="Myriad Pro"/><w:color w:val="231F20"/></w:rPr><w:t>axes</w:t></w:r><w:r><w:rPr><w:rFonts w:ascii="Myriad Pro"/><w:color w:val="231F20"/><w:spacing w:val="18"/></w:rPr><w:t> </w:t></w:r><w:r><w:rPr><w:rFonts w:ascii="Myriad Pro"/><w:color w:val="231F20"/></w:rPr><w:t>L</w:t></w:r><w:r><w:rPr><w:rFonts w:ascii="Myriad Pro"/><w:color w:val="231F20"/><w:spacing w:val="17"/></w:rPr><w:t> </w:t></w:r><w:r><w:rPr><w:rFonts w:ascii="Myriad Pro"/><w:color w:val="231F20"/></w:rPr><w:t>and</w:t></w:r><w:r><w:rPr><w:rFonts w:ascii="Myriad Pro"/><w:color w:val="231F20"/><w:spacing w:val="17"/></w:rPr><w:t> </w:t></w:r><w:r><w:rPr><w:rFonts w:ascii="Myriad Pro"/><w:color w:val="231F20"/></w:rPr><w:t>D</w:t></w:r><w:r><w:rPr><w:rFonts w:ascii="Myriad Pro"/><w:color w:val="231F20"/><w:spacing w:val="18"/></w:rPr><w:t> </w:t></w:r><w:r><w:rPr><w:rFonts w:ascii="Myriad Pro"/><w:color w:val="231F20"/></w:rPr><w:t>(Figure</w:t></w:r><w:r><w:rPr><w:rFonts w:ascii="Myriad Pro"/><w:color w:val="231F20"/><w:spacing w:val="17"/></w:rPr><w:t> </w:t></w:r><w:r><w:rPr><w:rFonts w:ascii="Myriad Pro"/><w:color w:val="231F20"/><w:spacing w:val="1"/></w:rPr><w:t>16).</w:t></w:r><w:r><w:rPr><w:rFonts w:ascii="Myriad Pro"/></w:rPr></w:r></w:p><w:p><w:pPr><w:spacing w:line="240" w:lineRule="auto" w:before="10"/><w:rPr><w:rFonts w:ascii="Myriad Pro" w:hAnsi="Myriad Pro" w:cs="Myriad Pro" w:eastAsia="Myriad Pro"/><w:sz w:val="19"/><w:szCs w:val="19"/></w:rPr></w:pPr></w:p><w:p><w:pPr><w:spacing w:line="200" w:lineRule="atLeast"/><w:ind w:left="3741" w:right="0" w:firstLine="0"/><w:rPr><w:rFonts w:ascii="Myriad Pro" w:hAnsi="Myriad Pro" w:cs="Myriad Pro" w:eastAsia="Myriad Pro"/><w:sz w:val="20"/><w:szCs w:val="20"/></w:rPr></w:pPr><w:r><w:rPr><w:rFonts w:ascii="Myriad Pro" w:hAnsi="Myriad Pro" w:cs="Myriad Pro" w:eastAsia="Myriad Pro"/><w:sz w:val="20"/><w:szCs w:val="20"/></w:rPr><w:drawing><wp:inline distT="0" distB="0" distL="0" distR="0"><wp:extent cx="1825024" cy="1833562"/><wp:effectExtent l="0" t="0" r="0" b="0"/><wp:docPr id="17" name="image10.png" descr=""/><wp:cNvGraphicFramePr><a:graphicFrameLocks noChangeAspect="1"/></wp:cNvGraphicFramePr><a:graphic><a:graphicData uri="http://schemas.openxmlformats.org/drawingml/2006/picture"><pic:pic><pic:nvPicPr><pic:cNvPr id="18" name="image10.png"/><pic:cNvPicPr/></pic:nvPicPr><pic:blipFill><a:blip r:embed="rId31" cstate="print"/><a:stretch><a:fillRect/></a:stretch></pic:blipFill><pic:spPr><a:xfrm><a:off x="0" y="0"/><a:ext cx="1825024" cy="1833562"/></a:xfrm><a:prstGeom prst="rect"><a:avLst/></a:prstGeom></pic:spPr></pic:pic></a:graphicData></a:graphic></wp:inline></w:drawing></w:r><w:r><w:rPr><w:rFonts w:ascii="Myriad Pro" w:hAnsi="Myriad Pro" w:cs="Myriad Pro" w:eastAsia="Myriad Pro"/><w:sz w:val="20"/><w:szCs w:val="20"/></w:rPr></w:r></w:p><w:p><w:pPr><w:spacing w:before="57"/><w:ind w:left="0" w:right="671" w:firstLine="0"/><w:jc w:val="center"/><w:rPr><w:rFonts w:ascii="Myriad Pro" w:hAnsi="Myriad Pro" w:cs="Myriad Pro" w:eastAsia="Myriad Pro"/><w:sz w:val="18"/><w:szCs w:val="18"/></w:rPr></w:pPr><w:r><w:rPr><w:rFonts w:ascii="Myriad Pro Semibold" w:hAnsi="Myriad Pro Semibold" w:cs="Myriad Pro Semibold" w:eastAsia="Myriad Pro Semibold"/><w:b/><w:bCs/><w:color w:val="231F20"/><w:spacing w:val="-2"/><w:sz w:val="18"/><w:szCs w:val="18"/></w:rPr><w:t>Figure</w:t></w:r><w:r><w:rPr><w:rFonts w:ascii="Myriad Pro Semibold" w:hAnsi="Myriad Pro Semibold" w:cs="Myriad Pro Semibold" w:eastAsia="Myriad Pro Semibold"/><w:b/><w:bCs/><w:color w:val="231F20"/><w:spacing w:val="9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16</w:t></w:r><w:r><w:rPr><w:rFonts w:ascii="Myriad Pro Semibold" w:hAnsi="Myriad Pro Semibold" w:cs="Myriad Pro Semibold" w:eastAsia="Myriad Pro Semibold"/><w:b/><w:bCs/><w:color w:val="231F20"/><w:spacing w:val="-10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—</w:t></w:r><w:r><w:rPr><w:rFonts w:ascii="Myriad Pro Semibold" w:hAnsi="Myriad Pro Semibold" w:cs="Myriad Pro Semibold" w:eastAsia="Myriad Pro Semibold"/><w:b/><w:bCs/><w:color w:val="231F20"/><w:spacing w:val="-10"/><w:sz w:val="18"/><w:szCs w:val="18"/></w:rPr><w:t> </w:t></w:r><w:r><w:rPr><w:rFonts w:ascii="Myriad Pro" w:hAnsi="Myriad Pro" w:cs="Myriad Pro" w:eastAsia="Myriad Pro"/><w:color w:val="231F20"/><w:spacing w:val="-1"/><w:sz w:val="18"/><w:szCs w:val="18"/></w:rPr><w:t>Location</w:t></w:r><w:r><w:rPr><w:rFonts w:ascii="Myriad Pro" w:hAnsi="Myriad Pro" w:cs="Myriad Pro" w:eastAsia="Myriad Pro"/><w:color w:val="231F20"/><w:spacing w:val="10"/><w:sz w:val="18"/><w:szCs w:val="18"/></w:rPr><w:t> </w:t></w:r><w:r><w:rPr><w:rFonts w:ascii="Myriad Pro" w:hAnsi="Myriad Pro" w:cs="Myriad Pro" w:eastAsia="Myriad Pro"/><w:color w:val="231F20"/><w:sz w:val="18"/><w:szCs w:val="18"/></w:rPr><w:t>of</w:t></w:r><w:r><w:rPr><w:rFonts w:ascii="Myriad Pro" w:hAnsi="Myriad Pro" w:cs="Myriad Pro" w:eastAsia="Myriad Pro"/><w:color w:val="231F20"/><w:spacing w:val="9"/><w:sz w:val="18"/><w:szCs w:val="18"/></w:rPr><w:t> </w:t></w:r><w:r><w:rPr><w:rFonts w:ascii="Myriad Pro" w:hAnsi="Myriad Pro" w:cs="Myriad Pro" w:eastAsia="Myriad Pro"/><w:color w:val="231F20"/><w:sz w:val="18"/><w:szCs w:val="18"/></w:rPr><w:t>marks</w:t></w:r><w:r><w:rPr><w:rFonts w:ascii="Myriad Pro" w:hAnsi="Myriad Pro" w:cs="Myriad Pro" w:eastAsia="Myriad Pro"/><w:color w:val="231F20"/><w:spacing w:val="10"/><w:sz w:val="18"/><w:szCs w:val="18"/></w:rPr><w:t> </w:t></w:r><w:r><w:rPr><w:rFonts w:ascii="Myriad Pro" w:hAnsi="Myriad Pro" w:cs="Myriad Pro" w:eastAsia="Myriad Pro"/><w:color w:val="231F20"/><w:sz w:val="18"/><w:szCs w:val="18"/></w:rPr><w:t>on</w:t></w:r><w:r><w:rPr><w:rFonts w:ascii="Myriad Pro" w:hAnsi="Myriad Pro" w:cs="Myriad Pro" w:eastAsia="Myriad Pro"/><w:color w:val="231F20"/><w:spacing w:val="10"/><w:sz w:val="18"/><w:szCs w:val="18"/></w:rPr><w:t> </w:t></w:r><w:r><w:rPr><w:rFonts w:ascii="Myriad Pro" w:hAnsi="Myriad Pro" w:cs="Myriad Pro" w:eastAsia="Myriad Pro"/><w:color w:val="231F20"/><w:spacing w:val="-1"/><w:sz w:val="18"/><w:szCs w:val="18"/></w:rPr><w:t>axes</w:t></w:r><w:r><w:rPr><w:rFonts w:ascii="Myriad Pro" w:hAnsi="Myriad Pro" w:cs="Myriad Pro" w:eastAsia="Myriad Pro"/><w:sz w:val="18"/><w:szCs w:val="18"/></w:rPr></w:r></w:p><w:p><w:pPr><w:spacing w:line="240" w:lineRule="auto" w:before="0"/><w:rPr><w:rFonts w:ascii="Myriad Pro" w:hAnsi="Myriad Pro" w:cs="Myriad Pro" w:eastAsia="Myriad Pro"/><w:sz w:val="18"/><w:szCs w:val="18"/></w:rPr></w:pPr></w:p><w:p><w:pPr><w:spacing w:line="240" w:lineRule="auto" w:before="5"/><w:rPr><w:rFonts w:ascii="Myriad Pro" w:hAnsi="Myriad Pro" w:cs="Myriad Pro" w:eastAsia="Myriad Pro"/><w:sz w:val="17"/><w:szCs w:val="17"/></w:rPr></w:pPr></w:p><w:p><w:pPr><w:pStyle w:val="BodyText"/><w:spacing w:line="280" w:lineRule="auto" w:before="0"/><w:ind w:left="540" w:right="1237"/><w:jc w:val="left"/><w:rPr><w:rFonts w:ascii="Myriad Pro" w:hAnsi="Myriad Pro" w:cs="Myriad Pro" w:eastAsia="Myriad Pro"/></w:rPr></w:pPr><w:r><w:rPr><w:rFonts w:ascii="Myriad Pro"/><w:color w:val="231F20"/></w:rPr><w:t>Lightly</w:t></w:r><w:r><w:rPr><w:rFonts w:ascii="Myriad Pro"/><w:color w:val="231F20"/><w:spacing w:val="17"/></w:rPr><w:t> </w:t></w:r><w:r><w:rPr><w:rFonts w:ascii="Myriad Pro"/><w:color w:val="231F20"/></w:rPr><w:t>sketch</w:t></w:r><w:r><w:rPr><w:rFonts w:ascii="Myriad Pro"/><w:color w:val="231F20"/><w:spacing w:val="18"/></w:rPr><w:t> </w:t></w:r><w:r><w:rPr><w:rFonts w:ascii="Myriad Pro"/><w:color w:val="231F20"/></w:rPr><w:t>lines</w:t></w:r><w:r><w:rPr><w:rFonts w:ascii="Myriad Pro"/><w:color w:val="231F20"/><w:spacing w:val="18"/></w:rPr><w:t> </w:t></w:r><w:r><w:rPr><w:rFonts w:ascii="Myriad Pro"/><w:color w:val="231F20"/></w:rPr><w:t>parallel</w:t></w:r><w:r><w:rPr><w:rFonts w:ascii="Myriad Pro"/><w:color w:val="231F20"/><w:spacing w:val="18"/></w:rPr><w:t> </w:t></w:r><w:r><w:rPr><w:rFonts w:ascii="Myriad Pro"/><w:color w:val="231F20"/></w:rPr><w:t>to</w:t></w:r><w:r><w:rPr><w:rFonts w:ascii="Myriad Pro"/><w:color w:val="231F20"/><w:spacing w:val="18"/></w:rPr><w:t> </w:t></w:r><w:r><w:rPr><w:rFonts w:ascii="Myriad Pro"/><w:color w:val="231F20"/></w:rPr><w:t>the</w:t></w:r><w:r><w:rPr><w:rFonts w:ascii="Myriad Pro"/><w:color w:val="231F20"/><w:spacing w:val="18"/></w:rPr><w:t> </w:t></w:r><w:r><w:rPr><w:rFonts w:ascii="Myriad Pro"/><w:color w:val="231F20"/></w:rPr><w:t>L</w:t></w:r><w:r><w:rPr><w:rFonts w:ascii="Myriad Pro"/><w:color w:val="231F20"/><w:spacing w:val="17"/></w:rPr><w:t> </w:t></w:r><w:r><w:rPr><w:rFonts w:ascii="Myriad Pro"/><w:color w:val="231F20"/></w:rPr><w:t>and</w:t></w:r><w:r><w:rPr><w:rFonts w:ascii="Myriad Pro"/><w:color w:val="231F20"/><w:spacing w:val="18"/></w:rPr><w:t> </w:t></w:r><w:r><w:rPr><w:rFonts w:ascii="Myriad Pro"/><w:color w:val="231F20"/></w:rPr><w:t>D</w:t></w:r><w:r><w:rPr><w:rFonts w:ascii="Myriad Pro"/><w:color w:val="231F20"/><w:spacing w:val="18"/></w:rPr><w:t> </w:t></w:r><w:r><w:rPr><w:rFonts w:ascii="Myriad Pro"/><w:color w:val="231F20"/></w:rPr><w:t>axes</w:t></w:r><w:r><w:rPr><w:rFonts w:ascii="Myriad Pro"/><w:color w:val="231F20"/><w:spacing w:val="18"/></w:rPr><w:t> </w:t></w:r><w:r><w:rPr><w:rFonts w:ascii="Myriad Pro"/><w:color w:val="231F20"/></w:rPr><w:t>from</w:t></w:r><w:r><w:rPr><w:rFonts w:ascii="Myriad Pro"/><w:color w:val="231F20"/><w:spacing w:val="18"/></w:rPr><w:t> </w:t></w:r><w:r><w:rPr><w:rFonts w:ascii="Myriad Pro"/><w:color w:val="231F20"/></w:rPr><w:t>the</w:t></w:r><w:r><w:rPr><w:rFonts w:ascii="Myriad Pro"/><w:color w:val="231F20"/><w:spacing w:val="18"/></w:rPr><w:t> </w:t></w:r><w:r><w:rPr><w:rFonts w:ascii="Myriad Pro"/><w:color w:val="231F20"/></w:rPr><w:t>marked</w:t></w:r><w:r><w:rPr><w:rFonts w:ascii="Myriad Pro"/><w:color w:val="231F20"/><w:spacing w:val="17"/></w:rPr><w:t> </w:t></w:r><w:r><w:rPr><w:rFonts w:ascii="Myriad Pro"/><w:color w:val="231F20"/></w:rPr><w:t>points</w:t></w:r><w:r><w:rPr><w:rFonts w:ascii="Myriad Pro"/><w:color w:val="231F20"/><w:spacing w:val="18"/></w:rPr><w:t> </w:t></w:r><w:r><w:rPr><w:rFonts w:ascii="Myriad Pro"/><w:color w:val="231F20"/></w:rPr><w:t>on</w:t></w:r><w:r><w:rPr><w:rFonts w:ascii="Myriad Pro"/><w:color w:val="231F20"/><w:spacing w:val="18"/></w:rPr><w:t> </w:t></w:r><w:r><w:rPr><w:rFonts w:ascii="Myriad Pro"/><w:color w:val="231F20"/></w:rPr><w:t>the</w:t></w:r><w:r><w:rPr><w:rFonts w:ascii="Myriad Pro"/><w:color w:val="231F20"/><w:spacing w:val="18"/></w:rPr><w:t> </w:t></w:r><w:r><w:rPr><w:rFonts w:ascii="Myriad Pro"/><w:color w:val="231F20"/></w:rPr><w:t>front</w:t></w:r><w:r><w:rPr><w:rFonts w:ascii="Myriad Pro"/><w:color w:val="231F20"/><w:spacing w:val="18"/></w:rPr><w:t> </w:t></w:r><w:r><w:rPr><w:rFonts w:ascii="Myriad Pro"/><w:color w:val="231F20"/><w:spacing w:val="1"/></w:rPr><w:t>surface</w:t></w:r><w:r><w:rPr><w:rFonts w:ascii="Myriad Pro"/><w:color w:val="231F20"/><w:spacing w:val="62"/><w:w w:val="102"/></w:rPr><w:t> </w:t></w:r><w:r><w:rPr><w:rFonts w:ascii="Myriad Pro"/><w:color w:val="231F20"/></w:rPr><w:t>(Figure</w:t></w:r><w:r><w:rPr><w:rFonts w:ascii="Myriad Pro"/><w:color w:val="231F20"/><w:spacing w:val="19"/></w:rPr><w:t> </w:t></w:r><w:r><w:rPr><w:rFonts w:ascii="Myriad Pro"/><w:color w:val="231F20"/></w:rPr><w:t>17).</w:t></w:r><w:r><w:rPr><w:rFonts w:ascii="Myriad Pro"/><w:color w:val="231F20"/><w:spacing w:val="8"/></w:rPr><w:t> </w:t></w:r><w:r><w:rPr><w:rFonts w:ascii="Myriad Pro"/><w:color w:val="231F20"/></w:rPr><w:t>The</w:t></w:r><w:r><w:rPr><w:rFonts w:ascii="Myriad Pro"/><w:color w:val="231F20"/><w:spacing w:val="19"/></w:rPr><w:t> </w:t></w:r><w:r><w:rPr><w:rFonts w:ascii="Myriad Pro"/><w:color w:val="231F20"/></w:rPr><w:t>step</w:t></w:r><w:r><w:rPr><w:rFonts w:ascii="Myriad Pro"/><w:color w:val="231F20"/><w:spacing w:val="19"/></w:rPr><w:t> </w:t></w:r><w:r><w:rPr><w:rFonts w:ascii="Myriad Pro"/><w:color w:val="231F20"/></w:rPr><w:t>outline</w:t></w:r><w:r><w:rPr><w:rFonts w:ascii="Myriad Pro"/><w:color w:val="231F20"/><w:spacing w:val="19"/></w:rPr><w:t> </w:t></w:r><w:r><w:rPr><w:rFonts w:ascii="Myriad Pro"/><w:color w:val="231F20"/></w:rPr><w:t>is</w:t></w:r><w:r><w:rPr><w:rFonts w:ascii="Myriad Pro"/><w:color w:val="231F20"/><w:spacing w:val="20"/></w:rPr><w:t> </w:t></w:r><w:r><w:rPr><w:rFonts w:ascii="Myriad Pro"/><w:color w:val="231F20"/></w:rPr><w:t>drawn</w:t></w:r><w:r><w:rPr><w:rFonts w:ascii="Myriad Pro"/><w:color w:val="231F20"/><w:spacing w:val="19"/></w:rPr><w:t> </w:t></w:r><w:r><w:rPr><w:rFonts w:ascii="Myriad Pro"/><w:color w:val="231F20"/></w:rPr><w:t>more</w:t></w:r><w:r><w:rPr><w:rFonts w:ascii="Myriad Pro"/><w:color w:val="231F20"/><w:spacing w:val="19"/></w:rPr><w:t> </w:t></w:r><w:r><w:rPr><w:rFonts w:ascii="Myriad Pro"/><w:color w:val="231F20"/></w:rPr><w:t>heavily</w:t></w:r><w:r><w:rPr><w:rFonts w:ascii="Myriad Pro"/><w:color w:val="231F20"/><w:spacing w:val="19"/></w:rPr><w:t> </w:t></w:r><w:r><w:rPr><w:rFonts w:ascii="Myriad Pro"/><w:color w:val="231F20"/></w:rPr><w:t>to</w:t></w:r><w:r><w:rPr><w:rFonts w:ascii="Myriad Pro"/><w:color w:val="231F20"/><w:spacing w:val="20"/></w:rPr><w:t> </w:t></w:r><w:r><w:rPr><w:rFonts w:ascii="Myriad Pro"/><w:color w:val="231F20"/></w:rPr><w:t>emphasize</w:t></w:r><w:r><w:rPr><w:rFonts w:ascii="Myriad Pro"/><w:color w:val="231F20"/><w:spacing w:val="19"/></w:rPr><w:t> </w:t></w:r><w:r><w:rPr><w:rFonts w:ascii="Myriad Pro"/><w:color w:val="231F20"/></w:rPr><w:t>the</w:t></w:r><w:r><w:rPr><w:rFonts w:ascii="Myriad Pro"/><w:color w:val="231F20"/><w:spacing w:val="19"/></w:rPr><w:t> </w:t></w:r><w:r><w:rPr><w:rFonts w:ascii="Myriad Pro"/><w:color w:val="231F20"/></w:rPr><w:t>profile</w:t></w:r><w:r><w:rPr><w:rFonts w:ascii="Myriad Pro"/><w:color w:val="231F20"/><w:spacing w:val="19"/></w:rPr><w:t> </w:t></w:r><w:r><w:rPr><w:rFonts w:ascii="Myriad Pro"/><w:color w:val="231F20"/></w:rPr><w:t>of</w:t></w:r><w:r><w:rPr><w:rFonts w:ascii="Myriad Pro"/><w:color w:val="231F20"/><w:spacing w:val="20"/></w:rPr><w:t> </w:t></w:r><w:r><w:rPr><w:rFonts w:ascii="Myriad Pro"/><w:color w:val="231F20"/></w:rPr><w:t>the</w:t></w:r><w:r><w:rPr><w:rFonts w:ascii="Myriad Pro"/><w:color w:val="231F20"/><w:spacing w:val="19"/></w:rPr><w:t> </w:t></w:r><w:r><w:rPr><w:rFonts w:ascii="Myriad Pro"/><w:color w:val="231F20"/><w:spacing w:val="1"/></w:rPr><w:t>object,</w:t></w:r><w:r><w:rPr><w:rFonts w:ascii="Myriad Pro"/><w:color w:val="231F20"/><w:spacing w:val="19"/></w:rPr><w:t> </w:t></w:r><w:r><w:rPr><w:rFonts w:ascii="Myriad Pro"/><w:color w:val="231F20"/></w:rPr><w:t>once</w:t></w:r><w:r><w:rPr><w:rFonts w:ascii="Myriad Pro"/><w:color w:val="231F20"/><w:spacing w:val="52"/><w:w w:val="102"/></w:rPr><w:t> </w:t></w:r><w:r><w:rPr><w:rFonts w:ascii="Myriad Pro"/><w:color w:val="231F20"/></w:rPr><w:t>you</w:t></w:r><w:r><w:rPr><w:rFonts w:ascii="Myriad Pro"/><w:color w:val="231F20"/><w:spacing w:val="18"/></w:rPr><w:t> </w:t></w:r><w:r><w:rPr><w:rFonts w:ascii="Myriad Pro"/><w:color w:val="231F20"/></w:rPr><w:t>are</w:t></w:r><w:r><w:rPr><w:rFonts w:ascii="Myriad Pro"/><w:color w:val="231F20"/><w:spacing w:val="19"/></w:rPr><w:t> </w:t></w:r><w:r><w:rPr><w:rFonts w:ascii="Myriad Pro"/><w:color w:val="231F20"/></w:rPr><w:t>sure</w:t></w:r><w:r><w:rPr><w:rFonts w:ascii="Myriad Pro"/><w:color w:val="231F20"/><w:spacing w:val="18"/></w:rPr><w:t> </w:t></w:r><w:r><w:rPr><w:rFonts w:ascii="Myriad Pro"/><w:color w:val="231F20"/></w:rPr><w:t>your</w:t></w:r><w:r><w:rPr><w:rFonts w:ascii="Myriad Pro"/><w:color w:val="231F20"/><w:spacing w:val="19"/></w:rPr><w:t> </w:t></w:r><w:r><w:rPr><w:rFonts w:ascii="Myriad Pro"/><w:color w:val="231F20"/></w:rPr><w:t>sketch</w:t></w:r><w:r><w:rPr><w:rFonts w:ascii="Myriad Pro"/><w:color w:val="231F20"/><w:spacing w:val="18"/></w:rPr><w:t> </w:t></w:r><w:r><w:rPr><w:rFonts w:ascii="Myriad Pro"/><w:color w:val="231F20"/></w:rPr><w:t>is</w:t></w:r><w:r><w:rPr><w:rFonts w:ascii="Myriad Pro"/><w:color w:val="231F20"/><w:spacing w:val="19"/></w:rPr><w:t> </w:t></w:r><w:r><w:rPr><w:rFonts w:ascii="Myriad Pro"/><w:color w:val="231F20"/></w:rPr><w:t>correct.</w:t></w:r><w:r><w:rPr><w:rFonts w:ascii="Myriad Pro"/></w:rPr></w:r></w:p><w:p><w:pPr><w:spacing w:line="240" w:lineRule="auto" w:before="6"/><w:rPr><w:rFonts w:ascii="Myriad Pro" w:hAnsi="Myriad Pro" w:cs="Myriad Pro" w:eastAsia="Myriad Pro"/><w:sz w:val="20"/><w:szCs w:val="20"/></w:rPr></w:pPr></w:p><w:p><w:pPr><w:spacing w:line="200" w:lineRule="atLeast"/><w:ind w:left="3741" w:right="0" w:firstLine="0"/><w:rPr><w:rFonts w:ascii="Myriad Pro" w:hAnsi="Myriad Pro" w:cs="Myriad Pro" w:eastAsia="Myriad Pro"/><w:sz w:val="20"/><w:szCs w:val="20"/></w:rPr></w:pPr><w:r><w:rPr><w:rFonts w:ascii="Myriad Pro" w:hAnsi="Myriad Pro" w:cs="Myriad Pro" w:eastAsia="Myriad Pro"/><w:sz w:val="20"/><w:szCs w:val="20"/></w:rPr><w:drawing><wp:inline distT="0" distB="0" distL="0" distR="0"><wp:extent cx="1819533" cy="1838325"/><wp:effectExtent l="0" t="0" r="0" b="0"/><wp:docPr id="19" name="image11.png" descr=""/><wp:cNvGraphicFramePr><a:graphicFrameLocks noChangeAspect="1"/></wp:cNvGraphicFramePr><a:graphic><a:graphicData uri="http://schemas.openxmlformats.org/drawingml/2006/picture"><pic:pic><pic:nvPicPr><pic:cNvPr id="20" name="image11.png"/><pic:cNvPicPr/></pic:nvPicPr><pic:blipFill><a:blip r:embed="rId32" cstate="print"/><a:stretch><a:fillRect/></a:stretch></pic:blipFill><pic:spPr><a:xfrm><a:off x="0" y="0"/><a:ext cx="1819533" cy="1838325"/></a:xfrm><a:prstGeom prst="rect"><a:avLst/></a:prstGeom></pic:spPr></pic:pic></a:graphicData></a:graphic></wp:inline></w:drawing></w:r><w:r><w:rPr><w:rFonts w:ascii="Myriad Pro" w:hAnsi="Myriad Pro" w:cs="Myriad Pro" w:eastAsia="Myriad Pro"/><w:sz w:val="20"/><w:szCs w:val="20"/></w:rPr></w:r></w:p><w:p><w:pPr><w:spacing w:before="73"/><w:ind w:left="0" w:right="671" w:firstLine="0"/><w:jc w:val="center"/><w:rPr><w:rFonts w:ascii="Myriad Pro" w:hAnsi="Myriad Pro" w:cs="Myriad Pro" w:eastAsia="Myriad Pro"/><w:sz w:val="18"/><w:szCs w:val="18"/></w:rPr></w:pPr><w:r><w:rPr><w:rFonts w:ascii="Myriad Pro Semibold" w:hAnsi="Myriad Pro Semibold" w:cs="Myriad Pro Semibold" w:eastAsia="Myriad Pro Semibold"/><w:b/><w:bCs/><w:color w:val="231F20"/><w:spacing w:val="-2"/><w:sz w:val="18"/><w:szCs w:val="18"/></w:rPr><w:t>Figure</w:t></w:r><w:r><w:rPr><w:rFonts w:ascii="Myriad Pro Semibold" w:hAnsi="Myriad Pro Semibold" w:cs="Myriad Pro Semibold" w:eastAsia="Myriad Pro Semibold"/><w:b/><w:bCs/><w:color w:val="231F20"/><w:spacing w:val="11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17</w:t></w:r><w:r><w:rPr><w:rFonts w:ascii="Myriad Pro Semibold" w:hAnsi="Myriad Pro Semibold" w:cs="Myriad Pro Semibold" w:eastAsia="Myriad Pro Semibold"/><w:b/><w:bCs/><w:color w:val="231F20"/><w:spacing w:val="-9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—</w:t></w:r><w:r><w:rPr><w:rFonts w:ascii="Myriad Pro Semibold" w:hAnsi="Myriad Pro Semibold" w:cs="Myriad Pro Semibold" w:eastAsia="Myriad Pro Semibold"/><w:b/><w:bCs/><w:color w:val="231F20"/><w:spacing w:val="-9"/><w:sz w:val="18"/><w:szCs w:val="18"/></w:rPr><w:t> </w:t></w:r><w:r><w:rPr><w:rFonts w:ascii="Myriad Pro" w:hAnsi="Myriad Pro" w:cs="Myriad Pro" w:eastAsia="Myriad Pro"/><w:color w:val="231F20"/><w:spacing w:val="-1"/><w:sz w:val="18"/><w:szCs w:val="18"/></w:rPr><w:t>Location</w:t></w:r><w:r><w:rPr><w:rFonts w:ascii="Myriad Pro" w:hAnsi="Myriad Pro" w:cs="Myriad Pro" w:eastAsia="Myriad Pro"/><w:color w:val="231F20"/><w:spacing w:val="11"/><w:sz w:val="18"/><w:szCs w:val="18"/></w:rPr><w:t> </w:t></w:r><w:r><w:rPr><w:rFonts w:ascii="Myriad Pro" w:hAnsi="Myriad Pro" w:cs="Myriad Pro" w:eastAsia="Myriad Pro"/><w:color w:val="231F20"/><w:sz w:val="18"/><w:szCs w:val="18"/></w:rPr><w:t>of</w:t></w:r><w:r><w:rPr><w:rFonts w:ascii="Myriad Pro" w:hAnsi="Myriad Pro" w:cs="Myriad Pro" w:eastAsia="Myriad Pro"/><w:color w:val="231F20"/><w:spacing w:val="11"/><w:sz w:val="18"/><w:szCs w:val="18"/></w:rPr><w:t> </w:t></w:r><w:r><w:rPr><w:rFonts w:ascii="Myriad Pro" w:hAnsi="Myriad Pro" w:cs="Myriad Pro" w:eastAsia="Myriad Pro"/><w:color w:val="231F20"/><w:sz w:val="18"/><w:szCs w:val="18"/></w:rPr><w:t>main</w:t></w:r><w:r><w:rPr><w:rFonts w:ascii="Myriad Pro" w:hAnsi="Myriad Pro" w:cs="Myriad Pro" w:eastAsia="Myriad Pro"/><w:color w:val="231F20"/><w:spacing w:val="12"/><w:sz w:val="18"/><w:szCs w:val="18"/></w:rPr><w:t> </w:t></w:r><w:r><w:rPr><w:rFonts w:ascii="Myriad Pro" w:hAnsi="Myriad Pro" w:cs="Myriad Pro" w:eastAsia="Myriad Pro"/><w:color w:val="231F20"/><w:spacing w:val="-1"/><w:sz w:val="18"/><w:szCs w:val="18"/></w:rPr><w:t>features</w:t></w:r><w:r><w:rPr><w:rFonts w:ascii="Myriad Pro" w:hAnsi="Myriad Pro" w:cs="Myriad Pro" w:eastAsia="Myriad Pro"/><w:sz w:val="18"/><w:szCs w:val="18"/></w:rPr></w:r></w:p><w:p><w:pPr><w:spacing w:after="0"/><w:jc w:val="center"/><w:rPr><w:rFonts w:ascii="Myriad Pro" w:hAnsi="Myriad Pro" w:cs="Myriad Pro" w:eastAsia="Myriad Pro"/><w:sz w:val="18"/><w:szCs w:val="18"/></w:rPr><w:sectPr><w:type w:val="continuous"/><w:pgSz w:w="12240" w:h="15840"/><w:pgMar w:top="1080" w:bottom="280" w:left="880" w:right="340"/></w:sectPr></w:pP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3"/><w:rPr><w:rFonts w:ascii="Myriad Pro" w:hAnsi="Myriad Pro" w:cs="Myriad Pro" w:eastAsia="Myriad Pro"/><w:sz w:val="26"/><w:szCs w:val="26"/></w:rPr></w:pPr></w:p><w:p><w:pPr><w:spacing w:line="200" w:lineRule="atLeast"/><w:ind w:left="4171" w:right="0" w:firstLine="0"/><w:rPr><w:rFonts w:ascii="Myriad Pro" w:hAnsi="Myriad Pro" w:cs="Myriad Pro" w:eastAsia="Myriad Pro"/><w:sz w:val="20"/><w:szCs w:val="20"/></w:rPr></w:pPr><w:r><w:rPr><w:rFonts w:ascii="Myriad Pro" w:hAnsi="Myriad Pro" w:cs="Myriad Pro" w:eastAsia="Myriad Pro"/><w:sz w:val="20"/><w:szCs w:val="20"/></w:rPr><w:pict><v:group style="width:149.75pt;height:144.6pt;mso-position-horizontal-relative:char;mso-position-vertical-relative:line" coordorigin="0,0" coordsize="2995,2892"><v:shape style="position:absolute;left:0;top:0;width:2873;height:2892" type="#_x0000_t75" stroked="false"><v:imagedata r:id="rId33" o:title=""/></v:shape><v:shape style="position:absolute;left:1469;top:29;width:106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1</w:t></w:r><w:r><w:rPr><w:rFonts w:ascii="Myriad Pro"/><w:sz w:val="20"/></w:rPr></w:r></w:p></w:txbxContent></v:textbox><w10:wrap type="none"/></v:shape><v:shape style="position:absolute;left:234;top:792;width:131;height:645" type="#_x0000_t202" filled="false" stroked="false"><v:textbox inset="0,0,0,0"><w:txbxContent><w:p><w:pPr><w:spacing w:line="213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2</w:t></w:r><w:r><w:rPr><w:rFonts w:ascii="Myriad Pro"/><w:sz w:val="20"/></w:rPr></w:r></w:p><w:p><w:pPr><w:spacing w:line="240" w:lineRule="auto" w:before="7"/><w:rPr><w:rFonts w:ascii="Myriad Pro" w:hAnsi="Myriad Pro" w:cs="Myriad Pro" w:eastAsia="Myriad Pro"/><w:sz w:val="16"/><w:szCs w:val="16"/></w:rPr></w:pPr></w:p><w:p><w:pPr><w:spacing w:line="233" w:lineRule="exact" w:before="0"/><w:ind w:left="24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3</w:t></w:r><w:r><w:rPr><w:rFonts w:ascii="Myriad Pro"/><w:sz w:val="20"/></w:rPr></w:r></w:p></w:txbxContent></v:textbox><w10:wrap type="none"/></v:shape><v:shape style="position:absolute;left:1302;top:1850;width:106;height:611" type="#_x0000_t202" filled="false" stroked="false"><v:textbox inset="0,0,0,0"><w:txbxContent><w:p><w:pPr><w:spacing w:line="213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4</w:t></w:r><w:r><w:rPr><w:rFonts w:ascii="Myriad Pro"/><w:sz w:val="20"/></w:rPr></w:r></w:p><w:p><w:pPr><w:spacing w:line="233" w:lineRule="exact" w:before="164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5</w:t></w:r><w:r><w:rPr><w:rFonts w:ascii="Myriad Pro"/><w:sz w:val="20"/></w:rPr></w:r></w:p></w:txbxContent></v:textbox><w10:wrap type="none"/></v:shape><v:shape style="position:absolute;left:2889;top:1756;width:106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7</w:t></w:r><w:r><w:rPr><w:rFonts w:ascii="Myriad Pro"/><w:sz w:val="20"/></w:rPr></w:r></w:p></w:txbxContent></v:textbox><w10:wrap type="none"/></v:shape><v:shape style="position:absolute;left:1676;top:2474;width:106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6</w:t></w:r><w:r><w:rPr><w:rFonts w:ascii="Myriad Pro"/><w:sz w:val="20"/></w:rPr></w:r></w:p></w:txbxContent></v:textbox><w10:wrap type="none"/></v:shape></v:group></w:pict></w:r><w:r><w:rPr><w:rFonts w:ascii="Myriad Pro" w:hAnsi="Myriad Pro" w:cs="Myriad Pro" w:eastAsia="Myriad Pro"/><w:sz w:val="20"/><w:szCs w:val="20"/></w:rPr></w:r></w:p><w:p><w:pPr><w:spacing w:before="76"/><w:ind w:left="3144" w:right="2682" w:firstLine="0"/><w:jc w:val="center"/><w:rPr><w:rFonts w:ascii="Myriad Pro" w:hAnsi="Myriad Pro" w:cs="Myriad Pro" w:eastAsia="Myriad Pro"/><w:sz w:val="18"/><w:szCs w:val="18"/></w:rPr></w:pPr><w:r><w:rPr><w:rFonts w:ascii="Myriad Pro Semibold" w:hAnsi="Myriad Pro Semibold" w:cs="Myriad Pro Semibold" w:eastAsia="Myriad Pro Semibold"/><w:b/><w:bCs/><w:color w:val="231F20"/><w:spacing w:val="-2"/><w:sz w:val="18"/><w:szCs w:val="18"/></w:rPr><w:t>Figure</w:t></w:r><w:r><w:rPr><w:rFonts w:ascii="Myriad Pro Semibold" w:hAnsi="Myriad Pro Semibold" w:cs="Myriad Pro Semibold" w:eastAsia="Myriad Pro Semibold"/><w:b/><w:bCs/><w:color w:val="231F20"/><w:spacing w:val="11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18</w:t></w:r><w:r><w:rPr><w:rFonts w:ascii="Myriad Pro Semibold" w:hAnsi="Myriad Pro Semibold" w:cs="Myriad Pro Semibold" w:eastAsia="Myriad Pro Semibold"/><w:b/><w:bCs/><w:color w:val="231F20"/><w:spacing w:val="-9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—</w:t></w:r><w:r><w:rPr><w:rFonts w:ascii="Myriad Pro Semibold" w:hAnsi="Myriad Pro Semibold" w:cs="Myriad Pro Semibold" w:eastAsia="Myriad Pro Semibold"/><w:b/><w:bCs/><w:color w:val="231F20"/><w:spacing w:val="-9"/><w:sz w:val="18"/><w:szCs w:val="18"/></w:rPr><w:t> </w:t></w:r><w:r><w:rPr><w:rFonts w:ascii="Myriad Pro" w:hAnsi="Myriad Pro" w:cs="Myriad Pro" w:eastAsia="Myriad Pro"/><w:color w:val="231F20"/><w:spacing w:val="-1"/><w:sz w:val="18"/><w:szCs w:val="18"/></w:rPr><w:t>Location</w:t></w:r><w:r><w:rPr><w:rFonts w:ascii="Myriad Pro" w:hAnsi="Myriad Pro" w:cs="Myriad Pro" w:eastAsia="Myriad Pro"/><w:color w:val="231F20"/><w:spacing w:val="11"/><w:sz w:val="18"/><w:szCs w:val="18"/></w:rPr><w:t> </w:t></w:r><w:r><w:rPr><w:rFonts w:ascii="Myriad Pro" w:hAnsi="Myriad Pro" w:cs="Myriad Pro" w:eastAsia="Myriad Pro"/><w:color w:val="231F20"/><w:sz w:val="18"/><w:szCs w:val="18"/></w:rPr><w:t>of</w:t></w:r><w:r><w:rPr><w:rFonts w:ascii="Myriad Pro" w:hAnsi="Myriad Pro" w:cs="Myriad Pro" w:eastAsia="Myriad Pro"/><w:color w:val="231F20"/><w:spacing w:val="12"/><w:sz w:val="18"/><w:szCs w:val="18"/></w:rPr><w:t> </w:t></w:r><w:r><w:rPr><w:rFonts w:ascii="Myriad Pro" w:hAnsi="Myriad Pro" w:cs="Myriad Pro" w:eastAsia="Myriad Pro"/><w:color w:val="231F20"/><w:spacing w:val="-1"/><w:sz w:val="18"/><w:szCs w:val="18"/></w:rPr><w:t>outer</w:t></w:r><w:r><w:rPr><w:rFonts w:ascii="Myriad Pro" w:hAnsi="Myriad Pro" w:cs="Myriad Pro" w:eastAsia="Myriad Pro"/><w:color w:val="231F20"/><w:spacing w:val="11"/><w:sz w:val="18"/><w:szCs w:val="18"/></w:rPr><w:t> </w:t></w:r><w:r><w:rPr><w:rFonts w:ascii="Myriad Pro" w:hAnsi="Myriad Pro" w:cs="Myriad Pro" w:eastAsia="Myriad Pro"/><w:color w:val="231F20"/><w:sz w:val="18"/><w:szCs w:val="18"/></w:rPr><w:t>surfaces</w:t></w:r><w:r><w:rPr><w:rFonts w:ascii="Myriad Pro" w:hAnsi="Myriad Pro" w:cs="Myriad Pro" w:eastAsia="Myriad Pro"/><w:sz w:val="18"/><w:szCs w:val="18"/></w:rPr></w:r></w:p><w:p><w:pPr><w:spacing w:line="240" w:lineRule="auto" w:before="0"/><w:rPr><w:rFonts w:ascii="Myriad Pro" w:hAnsi="Myriad Pro" w:cs="Myriad Pro" w:eastAsia="Myriad Pro"/><w:sz w:val="18"/><w:szCs w:val="18"/></w:rPr></w:pPr></w:p><w:p><w:pPr><w:spacing w:line="240" w:lineRule="auto" w:before="5"/><w:rPr><w:rFonts w:ascii="Myriad Pro" w:hAnsi="Myriad Pro" w:cs="Myriad Pro" w:eastAsia="Myriad Pro"/><w:sz w:val="17"/><w:szCs w:val="17"/></w:rPr></w:pPr></w:p><w:p><w:pPr><w:pStyle w:val="BodyText"/><w:spacing w:line="280" w:lineRule="auto" w:before="0"/><w:ind w:left="1109" w:right="1151"/><w:jc w:val="left"/><w:rPr><w:rFonts w:ascii="Myriad Pro" w:hAnsi="Myriad Pro" w:cs="Myriad Pro" w:eastAsia="Myriad Pro"/></w:rPr></w:pPr><w:r><w:rPr><w:rFonts w:ascii="Myriad Pro"/><w:color w:val="231F20"/></w:rPr><w:t>Sketch</w:t></w:r><w:r><w:rPr><w:rFonts w:ascii="Myriad Pro"/><w:color w:val="231F20"/><w:spacing w:val="15"/></w:rPr><w:t> </w:t></w:r><w:r><w:rPr><w:rFonts w:ascii="Myriad Pro"/><w:color w:val="231F20"/></w:rPr><w:t>in</w:t></w:r><w:r><w:rPr><w:rFonts w:ascii="Myriad Pro"/><w:color w:val="231F20"/><w:spacing w:val="16"/></w:rPr><w:t> </w:t></w:r><w:r><w:rPr><w:rFonts w:ascii="Myriad Pro"/><w:color w:val="231F20"/></w:rPr><w:t>a</w:t></w:r><w:r><w:rPr><w:rFonts w:ascii="Myriad Pro"/><w:color w:val="231F20"/><w:spacing w:val="15"/></w:rPr><w:t> </w:t></w:r><w:r><w:rPr><w:rFonts w:ascii="Myriad Pro"/><w:color w:val="231F20"/></w:rPr><w:t>series</w:t></w:r><w:r><w:rPr><w:rFonts w:ascii="Myriad Pro"/><w:color w:val="231F20"/><w:spacing w:val="16"/></w:rPr><w:t> </w:t></w:r><w:r><w:rPr><w:rFonts w:ascii="Myriad Pro"/><w:color w:val="231F20"/></w:rPr><w:t>of</w:t></w:r><w:r><w:rPr><w:rFonts w:ascii="Myriad Pro"/><w:color w:val="231F20"/><w:spacing w:val="15"/></w:rPr><w:t> </w:t></w:r><w:r><w:rPr><w:rFonts w:ascii="Myriad Pro"/><w:color w:val="231F20"/></w:rPr><w:t>lines</w:t></w:r><w:r><w:rPr><w:rFonts w:ascii="Myriad Pro"/><w:color w:val="231F20"/><w:spacing w:val="16"/></w:rPr><w:t> </w:t></w:r><w:r><w:rPr><w:rFonts w:ascii="Myriad Pro"/><w:color w:val="231F20"/></w:rPr><w:t>parallel</w:t></w:r><w:r><w:rPr><w:rFonts w:ascii="Myriad Pro"/><w:color w:val="231F20"/><w:spacing w:val="15"/></w:rPr><w:t> </w:t></w:r><w:r><w:rPr><w:rFonts w:ascii="Myriad Pro"/><w:color w:val="231F20"/></w:rPr><w:t>to</w:t></w:r><w:r><w:rPr><w:rFonts w:ascii="Myriad Pro"/><w:color w:val="231F20"/><w:spacing w:val="16"/></w:rPr><w:t> </w:t></w:r><w:r><w:rPr><w:rFonts w:ascii="Myriad Pro"/><w:color w:val="231F20"/></w:rPr><w:t>the</w:t></w:r><w:r><w:rPr><w:rFonts w:ascii="Myriad Pro"/><w:color w:val="231F20"/><w:spacing w:val="15"/></w:rPr><w:t> </w:t></w:r><w:r><w:rPr><w:rFonts w:ascii="Myriad Pro"/><w:color w:val="231F20"/></w:rPr><w:t>axes</w:t></w:r><w:r><w:rPr><w:rFonts w:ascii="Myriad Pro"/><w:color w:val="231F20"/><w:spacing w:val="16"/></w:rPr><w:t> </w:t></w:r><w:r><w:rPr><w:rFonts w:ascii="Myriad Pro"/><w:color w:val="231F20"/></w:rPr><w:t>(L,</w:t></w:r><w:r><w:rPr><w:rFonts w:ascii="Myriad Pro"/><w:color w:val="231F20"/><w:spacing w:val="5"/></w:rPr><w:t> </w:t></w:r><w:r><w:rPr><w:rFonts w:ascii="Myriad Pro"/><w:color w:val="231F20"/><w:spacing w:val="-6"/></w:rPr><w:t>W,</w:t></w:r><w:r><w:rPr><w:rFonts w:ascii="Myriad Pro"/><w:color w:val="231F20"/><w:spacing w:val="16"/></w:rPr><w:t> </w:t></w:r><w:r><w:rPr><w:rFonts w:ascii="Myriad Pro"/><w:color w:val="231F20"/></w:rPr><w:t>and</w:t></w:r><w:r><w:rPr><w:rFonts w:ascii="Myriad Pro"/><w:color w:val="231F20"/><w:spacing w:val="15"/></w:rPr><w:t> </w:t></w:r><w:r><w:rPr><w:rFonts w:ascii="Myriad Pro"/><w:color w:val="231F20"/></w:rPr><w:t>D)</w:t></w:r><w:r><w:rPr><w:rFonts w:ascii="Myriad Pro"/><w:color w:val="231F20"/><w:spacing w:val="16"/></w:rPr><w:t> </w:t></w:r><w:r><w:rPr><w:rFonts w:ascii="Myriad Pro"/><w:color w:val="231F20"/></w:rPr><w:t>from</w:t></w:r><w:r><w:rPr><w:rFonts w:ascii="Myriad Pro"/><w:color w:val="231F20"/><w:spacing w:val="15"/></w:rPr><w:t> </w:t></w:r><w:r><w:rPr><w:rFonts w:ascii="Myriad Pro"/><w:color w:val="231F20"/></w:rPr><w:t>the</w:t></w:r><w:r><w:rPr><w:rFonts w:ascii="Myriad Pro"/><w:color w:val="231F20"/><w:spacing w:val="16"/></w:rPr><w:t> </w:t></w:r><w:r><w:rPr><w:rFonts w:ascii="Myriad Pro"/><w:color w:val="231F20"/></w:rPr><w:t>corners</w:t></w:r><w:r><w:rPr><w:rFonts w:ascii="Myriad Pro"/><w:color w:val="231F20"/><w:spacing w:val="15"/></w:rPr><w:t> </w:t></w:r><w:r><w:rPr><w:rFonts w:ascii="Myriad Pro"/><w:color w:val="231F20"/></w:rPr><w:t>numbered</w:t></w:r><w:r><w:rPr><w:rFonts w:ascii="Myriad Pro"/><w:color w:val="231F20"/><w:spacing w:val="16"/></w:rPr><w:t> </w:t></w:r><w:r><w:rPr><w:rFonts w:ascii="Myriad Pro"/><w:color w:val="231F20"/></w:rPr><w:t>1</w:t></w:r><w:r><w:rPr><w:rFonts w:ascii="Myriad Pro"/><w:color w:val="231F20"/><w:spacing w:val="15"/></w:rPr><w:t> </w:t></w:r><w:r><w:rPr><w:rFonts w:ascii="Myriad Pro"/><w:color w:val="231F20"/></w:rPr><w:t>to</w:t></w:r><w:r><w:rPr><w:rFonts w:ascii="Myriad Pro"/><w:color w:val="231F20"/><w:spacing w:val="16"/></w:rPr><w:t> </w:t></w:r><w:r><w:rPr><w:rFonts w:ascii="Myriad Pro"/><w:color w:val="231F20"/></w:rPr><w:t>7</w:t></w:r><w:r><w:rPr><w:rFonts w:ascii="Myriad Pro"/><w:color w:val="231F20"/><w:spacing w:val="60"/><w:w w:val="102"/></w:rPr><w:t> </w:t></w:r><w:r><w:rPr><w:rFonts w:ascii="Myriad Pro"/><w:color w:val="231F20"/></w:rPr><w:t>(Figure</w:t></w:r><w:r><w:rPr><w:rFonts w:ascii="Myriad Pro"/><w:color w:val="231F20"/><w:spacing w:val="20"/></w:rPr><w:t> </w:t></w:r><w:r><w:rPr><w:rFonts w:ascii="Myriad Pro"/><w:color w:val="231F20"/></w:rPr><w:t>18).</w:t></w:r><w:r><w:rPr><w:rFonts w:ascii="Myriad Pro"/><w:color w:val="231F20"/><w:spacing w:val="8"/></w:rPr><w:t> </w:t></w:r><w:r><w:rPr><w:rFonts w:ascii="Myriad Pro"/><w:color w:val="231F20"/></w:rPr><w:t>These</w:t></w:r><w:r><w:rPr><w:rFonts w:ascii="Myriad Pro"/><w:color w:val="231F20"/><w:spacing w:val="20"/></w:rPr><w:t> </w:t></w:r><w:r><w:rPr><w:rFonts w:ascii="Myriad Pro"/><w:color w:val="231F20"/></w:rPr><w:t>lines</w:t></w:r><w:r><w:rPr><w:rFonts w:ascii="Myriad Pro"/><w:color w:val="231F20"/><w:spacing w:val="20"/></w:rPr><w:t> </w:t></w:r><w:r><w:rPr><w:rFonts w:ascii="Myriad Pro"/><w:color w:val="231F20"/></w:rPr><w:t>establish</w:t></w:r><w:r><w:rPr><w:rFonts w:ascii="Myriad Pro"/><w:color w:val="231F20"/><w:spacing w:val="20"/></w:rPr><w:t> </w:t></w:r><w:r><w:rPr><w:rFonts w:ascii="Myriad Pro"/><w:color w:val="231F20"/></w:rPr><w:t>the</w:t></w:r><w:r><w:rPr><w:rFonts w:ascii="Myriad Pro"/><w:color w:val="231F20"/><w:spacing w:val="20"/></w:rPr><w:t> </w:t></w:r><w:r><w:rPr><w:rFonts w:ascii="Myriad Pro"/><w:color w:val="231F20"/></w:rPr><w:t>stepped</w:t></w:r><w:r><w:rPr><w:rFonts w:ascii="Myriad Pro"/><w:color w:val="231F20"/><w:spacing w:val="20"/></w:rPr><w:t> </w:t></w:r><w:r><w:rPr><w:rFonts w:ascii="Myriad Pro"/><w:color w:val="231F20"/></w:rPr><w:t>outline</w:t></w:r><w:r><w:rPr><w:rFonts w:ascii="Myriad Pro"/><w:color w:val="231F20"/><w:spacing w:val="20"/></w:rPr><w:t> </w:t></w:r><w:r><w:rPr><w:rFonts w:ascii="Myriad Pro"/><w:color w:val="231F20"/></w:rPr><w:t>as</w:t></w:r><w:r><w:rPr><w:rFonts w:ascii="Myriad Pro"/><w:color w:val="231F20"/><w:spacing w:val="20"/></w:rPr><w:t> </w:t></w:r><w:r><w:rPr><w:rFonts w:ascii="Myriad Pro"/><w:color w:val="231F20"/></w:rPr><w:t>shown</w:t></w:r><w:r><w:rPr><w:rFonts w:ascii="Myriad Pro"/><w:color w:val="231F20"/><w:spacing w:val="20"/></w:rPr><w:t> </w:t></w:r><w:r><w:rPr><w:rFonts w:ascii="Myriad Pro"/><w:color w:val="231F20"/></w:rPr><w:t>in</w:t></w:r><w:r><w:rPr><w:rFonts w:ascii="Myriad Pro"/><w:color w:val="231F20"/><w:spacing w:val="21"/></w:rPr><w:t> </w:t></w:r><w:r><w:rPr><w:rFonts w:ascii="Myriad Pro"/><w:color w:val="231F20"/></w:rPr><w:t>Figure</w:t></w:r><w:r><w:rPr><w:rFonts w:ascii="Myriad Pro"/><w:color w:val="231F20"/><w:spacing w:val="20"/></w:rPr><w:t> </w:t></w:r><w:r><w:rPr><w:rFonts w:ascii="Myriad Pro"/><w:color w:val="231F20"/><w:spacing w:val="1"/></w:rPr><w:t>19.</w:t></w:r><w:r><w:rPr><w:rFonts w:ascii="Myriad Pro"/></w:rPr></w:r></w:p><w:p><w:pPr><w:spacing w:line="240" w:lineRule="auto" w:before="9"/><w:rPr><w:rFonts w:ascii="Myriad Pro" w:hAnsi="Myriad Pro" w:cs="Myriad Pro" w:eastAsia="Myriad Pro"/><w:sz w:val="23"/><w:szCs w:val="23"/></w:rPr></w:pPr></w:p><w:p><w:pPr><w:pStyle w:val="BodyText"/><w:spacing w:line="280" w:lineRule="auto" w:before="0"/><w:ind w:left="1109" w:right="790"/><w:jc w:val="left"/><w:rPr><w:rFonts w:ascii="Myriad Pro" w:hAnsi="Myriad Pro" w:cs="Myriad Pro" w:eastAsia="Myriad Pro"/></w:rPr></w:pPr><w:r><w:rPr><w:rFonts w:ascii="Myriad Pro"/><w:color w:val="231F20"/></w:rPr><w:t>When</w:t></w:r><w:r><w:rPr><w:rFonts w:ascii="Myriad Pro"/><w:color w:val="231F20"/><w:spacing w:val="21"/></w:rPr><w:t> </w:t></w:r><w:r><w:rPr><w:rFonts w:ascii="Myriad Pro"/><w:color w:val="231F20"/></w:rPr><w:t>you</w:t></w:r><w:r><w:rPr><w:rFonts w:ascii="Myriad Pro"/><w:color w:val="231F20"/><w:spacing w:val="22"/></w:rPr><w:t> </w:t></w:r><w:r><w:rPr><w:rFonts w:ascii="Myriad Pro"/><w:color w:val="231F20"/></w:rPr><w:t>are</w:t></w:r><w:r><w:rPr><w:rFonts w:ascii="Myriad Pro"/><w:color w:val="231F20"/><w:spacing w:val="22"/></w:rPr><w:t> </w:t></w:r><w:r><w:rPr><w:rFonts w:ascii="Myriad Pro"/><w:color w:val="231F20"/></w:rPr><w:t>sure</w:t></w:r><w:r><w:rPr><w:rFonts w:ascii="Myriad Pro"/><w:color w:val="231F20"/><w:spacing w:val="22"/></w:rPr><w:t> </w:t></w:r><w:r><w:rPr><w:rFonts w:ascii="Myriad Pro"/><w:color w:val="231F20"/></w:rPr><w:t>your</w:t></w:r><w:r><w:rPr><w:rFonts w:ascii="Myriad Pro"/><w:color w:val="231F20"/><w:spacing w:val="22"/></w:rPr><w:t> </w:t></w:r><w:r><w:rPr><w:rFonts w:ascii="Myriad Pro"/><w:color w:val="231F20"/></w:rPr><w:t>isometric</w:t></w:r><w:r><w:rPr><w:rFonts w:ascii="Myriad Pro"/><w:color w:val="231F20"/><w:spacing w:val="22"/></w:rPr><w:t> </w:t></w:r><w:r><w:rPr><w:rFonts w:ascii="Myriad Pro"/><w:color w:val="231F20"/></w:rPr><w:t>sketch</w:t></w:r><w:r><w:rPr><w:rFonts w:ascii="Myriad Pro"/><w:color w:val="231F20"/><w:spacing w:val="22"/></w:rPr><w:t> </w:t></w:r><w:r><w:rPr><w:rFonts w:ascii="Myriad Pro"/><w:color w:val="231F20"/></w:rPr><w:t>is</w:t></w:r><w:r><w:rPr><w:rFonts w:ascii="Myriad Pro"/><w:color w:val="231F20"/><w:spacing w:val="22"/></w:rPr><w:t> </w:t></w:r><w:r><w:rPr><w:rFonts w:ascii="Myriad Pro"/><w:color w:val="231F20"/></w:rPr><w:t>correct,</w:t></w:r><w:r><w:rPr><w:rFonts w:ascii="Myriad Pro"/><w:color w:val="231F20"/><w:spacing w:val="22"/></w:rPr><w:t> </w:t></w:r><w:r><w:rPr><w:rFonts w:ascii="Myriad Pro"/><w:color w:val="231F20"/></w:rPr><w:t>erase</w:t></w:r><w:r><w:rPr><w:rFonts w:ascii="Myriad Pro"/><w:color w:val="231F20"/><w:spacing w:val="21"/></w:rPr><w:t> </w:t></w:r><w:r><w:rPr><w:rFonts w:ascii="Myriad Pro"/><w:color w:val="231F20"/></w:rPr><w:t>all</w:t></w:r><w:r><w:rPr><w:rFonts w:ascii="Myriad Pro"/><w:color w:val="231F20"/><w:spacing w:val="22"/></w:rPr><w:t> </w:t></w:r><w:r><w:rPr><w:rFonts w:ascii="Myriad Pro"/><w:color w:val="231F20"/><w:spacing w:val="1"/></w:rPr><w:t>unnecessary</w:t></w:r><w:r><w:rPr><w:rFonts w:ascii="Myriad Pro"/><w:color w:val="231F20"/><w:spacing w:val="22"/></w:rPr><w:t> </w:t></w:r><w:r><w:rPr><w:rFonts w:ascii="Myriad Pro"/><w:color w:val="231F20"/></w:rPr><w:t>construction</w:t></w:r><w:r><w:rPr><w:rFonts w:ascii="Myriad Pro"/><w:color w:val="231F20"/><w:spacing w:val="22"/></w:rPr><w:t> </w:t></w:r><w:r><w:rPr><w:rFonts w:ascii="Myriad Pro"/><w:color w:val="231F20"/></w:rPr><w:t>lines</w:t></w:r><w:r><w:rPr><w:rFonts w:ascii="Myriad Pro"/><w:color w:val="231F20"/><w:spacing w:val="22"/></w:rPr><w:t> </w:t></w:r><w:r><w:rPr><w:rFonts w:ascii="Myriad Pro"/><w:color w:val="231F20"/><w:spacing w:val="1"/></w:rPr><w:t>and</w:t></w:r><w:r><w:rPr><w:rFonts w:ascii="Myriad Pro"/><w:color w:val="231F20"/><w:spacing w:val="78"/><w:w w:val="102"/></w:rPr><w:t> </w:t></w:r><w:r><w:rPr><w:rFonts w:ascii="Myriad Pro"/><w:color w:val="231F20"/></w:rPr><w:t>darken</w:t></w:r><w:r><w:rPr><w:rFonts w:ascii="Myriad Pro"/><w:color w:val="231F20"/><w:spacing w:val="21"/></w:rPr><w:t> </w:t></w:r><w:r><w:rPr><w:rFonts w:ascii="Myriad Pro"/><w:color w:val="231F20"/></w:rPr><w:t>the</w:t></w:r><w:r><w:rPr><w:rFonts w:ascii="Myriad Pro"/><w:color w:val="231F20"/><w:spacing w:val="22"/></w:rPr><w:t> </w:t></w:r><w:r><w:rPr><w:rFonts w:ascii="Myriad Pro"/><w:color w:val="231F20"/><w:spacing w:val="1"/></w:rPr><w:t>object</w:t></w:r><w:r><w:rPr><w:rFonts w:ascii="Myriad Pro"/><w:color w:val="231F20"/><w:spacing w:val="21"/></w:rPr><w:t> </w:t></w:r><w:r><w:rPr><w:rFonts w:ascii="Myriad Pro"/><w:color w:val="231F20"/></w:rPr><w:t>lines.</w:t></w:r><w:r><w:rPr><w:rFonts w:ascii="Myriad Pro"/><w:color w:val="231F20"/><w:spacing w:val="9"/></w:rPr><w:t> </w:t></w:r><w:r><w:rPr><w:rFonts w:ascii="Myriad Pro"/><w:color w:val="231F20"/><w:spacing w:val="-3"/></w:rPr><w:t>Your</w:t></w:r><w:r><w:rPr><w:rFonts w:ascii="Myriad Pro"/><w:color w:val="231F20"/><w:spacing w:val="21"/></w:rPr><w:t> </w:t></w:r><w:r><w:rPr><w:rFonts w:ascii="Myriad Pro"/><w:color w:val="231F20"/></w:rPr><w:t>completed</w:t></w:r><w:r><w:rPr><w:rFonts w:ascii="Myriad Pro"/><w:color w:val="231F20"/><w:spacing w:val="22"/></w:rPr><w:t> </w:t></w:r><w:r><w:rPr><w:rFonts w:ascii="Myriad Pro"/><w:color w:val="231F20"/></w:rPr><w:t>sketch</w:t></w:r><w:r><w:rPr><w:rFonts w:ascii="Myriad Pro"/><w:color w:val="231F20"/><w:spacing w:val="21"/></w:rPr><w:t> </w:t></w:r><w:r><w:rPr><w:rFonts w:ascii="Myriad Pro"/><w:color w:val="231F20"/></w:rPr><w:t>of</w:t></w:r><w:r><w:rPr><w:rFonts w:ascii="Myriad Pro"/><w:color w:val="231F20"/><w:spacing w:val="22"/></w:rPr><w:t> </w:t></w:r><w:r><w:rPr><w:rFonts w:ascii="Myriad Pro"/><w:color w:val="231F20"/></w:rPr><w:t>the</w:t></w:r><w:r><w:rPr><w:rFonts w:ascii="Myriad Pro"/><w:color w:val="231F20"/><w:spacing w:val="22"/></w:rPr><w:t> </w:t></w:r><w:r><w:rPr><w:rFonts w:ascii="Myriad Pro"/><w:color w:val="231F20"/></w:rPr><w:t>rectangular</w:t></w:r><w:r><w:rPr><w:rFonts w:ascii="Myriad Pro"/><w:color w:val="231F20"/><w:spacing w:val="21"/></w:rPr><w:t> </w:t></w:r><w:r><w:rPr><w:rFonts w:ascii="Myriad Pro"/><w:color w:val="231F20"/><w:spacing w:val="1"/></w:rPr><w:t>object</w:t></w:r><w:r><w:rPr><w:rFonts w:ascii="Myriad Pro"/><w:color w:val="231F20"/><w:spacing w:val="22"/></w:rPr><w:t> </w:t></w:r><w:r><w:rPr><w:rFonts w:ascii="Myriad Pro"/><w:color w:val="231F20"/></w:rPr><w:t>should</w:t></w:r><w:r><w:rPr><w:rFonts w:ascii="Myriad Pro"/><w:color w:val="231F20"/><w:spacing w:val="21"/></w:rPr><w:t> </w:t></w:r><w:r><w:rPr><w:rFonts w:ascii="Myriad Pro"/><w:color w:val="231F20"/></w:rPr><w:t>be</w:t></w:r><w:r><w:rPr><w:rFonts w:ascii="Myriad Pro"/><w:color w:val="231F20"/><w:spacing w:val="22"/></w:rPr><w:t> </w:t></w:r><w:r><w:rPr><w:rFonts w:ascii="Myriad Pro"/><w:color w:val="231F20"/></w:rPr><w:t>similar</w:t></w:r><w:r><w:rPr><w:rFonts w:ascii="Myriad Pro"/><w:color w:val="231F20"/><w:spacing w:val="22"/></w:rPr><w:t> </w:t></w:r><w:r><w:rPr><w:rFonts w:ascii="Myriad Pro"/><w:color w:val="231F20"/></w:rPr><w:t>to</w:t></w:r><w:r><w:rPr><w:rFonts w:ascii="Myriad Pro"/><w:color w:val="231F20"/><w:spacing w:val="68"/><w:w w:val="102"/></w:rPr><w:t> </w:t></w:r><w:r><w:rPr><w:rFonts w:ascii="Myriad Pro"/><w:color w:val="231F20"/></w:rPr><w:t>that</w:t></w:r><w:r><w:rPr><w:rFonts w:ascii="Myriad Pro"/><w:color w:val="231F20"/><w:spacing w:val="17"/></w:rPr><w:t> </w:t></w:r><w:r><w:rPr><w:rFonts w:ascii="Myriad Pro"/><w:color w:val="231F20"/></w:rPr><w:t>in</w:t></w:r><w:r><w:rPr><w:rFonts w:ascii="Myriad Pro"/><w:color w:val="231F20"/><w:spacing w:val="17"/></w:rPr><w:t> </w:t></w:r><w:r><w:rPr><w:rFonts w:ascii="Myriad Pro"/><w:color w:val="231F20"/></w:rPr><w:t>Figure</w:t></w:r><w:r><w:rPr><w:rFonts w:ascii="Myriad Pro"/><w:color w:val="231F20"/><w:spacing w:val="18"/></w:rPr><w:t> </w:t></w:r><w:r><w:rPr><w:rFonts w:ascii="Myriad Pro"/><w:color w:val="231F20"/><w:spacing w:val="1"/></w:rPr><w:t>20.</w:t></w:r><w:r><w:rPr><w:rFonts w:ascii="Myriad Pro"/></w:rPr></w:r></w:p><w:p><w:pPr><w:spacing w:line="240" w:lineRule="auto" w:before="11"/><w:rPr><w:rFonts w:ascii="Myriad Pro" w:hAnsi="Myriad Pro" w:cs="Myriad Pro" w:eastAsia="Myriad Pro"/><w:sz w:val="22"/><w:szCs w:val="22"/></w:rPr></w:pPr></w:p><w:p><w:pPr><w:spacing w:line="200" w:lineRule="atLeast"/><w:ind w:left="4171" w:right="0" w:firstLine="0"/><w:rPr><w:rFonts w:ascii="Myriad Pro" w:hAnsi="Myriad Pro" w:cs="Myriad Pro" w:eastAsia="Myriad Pro"/><w:sz w:val="20"/><w:szCs w:val="20"/></w:rPr></w:pPr><w:r><w:rPr><w:rFonts w:ascii="Myriad Pro" w:hAnsi="Myriad Pro" w:cs="Myriad Pro" w:eastAsia="Myriad Pro"/><w:sz w:val="20"/><w:szCs w:val="20"/></w:rPr><w:pict><v:group style="width:149.75pt;height:144.6pt;mso-position-horizontal-relative:char;mso-position-vertical-relative:line" coordorigin="0,0" coordsize="2995,2892"><v:shape style="position:absolute;left:0;top:0;width:2873;height:2892" type="#_x0000_t75" stroked="false"><v:imagedata r:id="rId34" o:title=""/></v:shape><v:shape style="position:absolute;left:1469;top:29;width:106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1</w:t></w:r><w:r><w:rPr><w:rFonts w:ascii="Myriad Pro"/><w:sz w:val="20"/></w:rPr></w:r></w:p></w:txbxContent></v:textbox><w10:wrap type="none"/></v:shape><v:shape style="position:absolute;left:234;top:792;width:131;height:645" type="#_x0000_t202" filled="false" stroked="false"><v:textbox inset="0,0,0,0"><w:txbxContent><w:p><w:pPr><w:spacing w:line="213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2</w:t></w:r><w:r><w:rPr><w:rFonts w:ascii="Myriad Pro"/><w:sz w:val="20"/></w:rPr></w:r></w:p><w:p><w:pPr><w:spacing w:line="240" w:lineRule="auto" w:before="7"/><w:rPr><w:rFonts w:ascii="Myriad Pro" w:hAnsi="Myriad Pro" w:cs="Myriad Pro" w:eastAsia="Myriad Pro"/><w:sz w:val="16"/><w:szCs w:val="16"/></w:rPr></w:pPr></w:p><w:p><w:pPr><w:spacing w:line="233" w:lineRule="exact" w:before="0"/><w:ind w:left="24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3</w:t></w:r><w:r><w:rPr><w:rFonts w:ascii="Myriad Pro"/><w:sz w:val="20"/></w:rPr></w:r></w:p></w:txbxContent></v:textbox><w10:wrap type="none"/></v:shape><v:shape style="position:absolute;left:1302;top:1830;width:106;height:611" type="#_x0000_t202" filled="false" stroked="false"><v:textbox inset="0,0,0,0"><w:txbxContent><w:p><w:pPr><w:spacing w:line="213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4</w:t></w:r><w:r><w:rPr><w:rFonts w:ascii="Myriad Pro"/><w:sz w:val="20"/></w:rPr></w:r></w:p><w:p><w:pPr><w:spacing w:line="233" w:lineRule="exact" w:before="164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5</w:t></w:r><w:r><w:rPr><w:rFonts w:ascii="Myriad Pro"/><w:sz w:val="20"/></w:rPr></w:r></w:p></w:txbxContent></v:textbox><w10:wrap type="none"/></v:shape><v:shape style="position:absolute;left:2889;top:1756;width:106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7</w:t></w:r><w:r><w:rPr><w:rFonts w:ascii="Myriad Pro"/><w:sz w:val="20"/></w:rPr></w:r></w:p></w:txbxContent></v:textbox><w10:wrap type="none"/></v:shape><v:shape style="position:absolute;left:1676;top:2454;width:106;height:206" type="#_x0000_t202" filled="false" stroked="false"><v:textbox inset="0,0,0,0"><w:txbxContent><w:p><w:pPr><w:spacing w:line="206" w:lineRule="exact" w:before="0"/><w:ind w:left="0" w:right="0" w:firstLine="0"/><w:jc w:val="left"/><w:rPr><w:rFonts w:ascii="Myriad Pro" w:hAnsi="Myriad Pro" w:cs="Myriad Pro" w:eastAsia="Myriad Pro"/><w:sz w:val="20"/><w:szCs w:val="20"/></w:rPr></w:pPr><w:r><w:rPr><w:rFonts w:ascii="Myriad Pro"/><w:color w:val="231F20"/><w:sz w:val="20"/></w:rPr><w:t>6</w:t></w:r><w:r><w:rPr><w:rFonts w:ascii="Myriad Pro"/><w:sz w:val="20"/></w:rPr></w:r></w:p></w:txbxContent></v:textbox><w10:wrap type="none"/></v:shape></v:group></w:pict></w:r><w:r><w:rPr><w:rFonts w:ascii="Myriad Pro" w:hAnsi="Myriad Pro" w:cs="Myriad Pro" w:eastAsia="Myriad Pro"/><w:sz w:val="20"/><w:szCs w:val="20"/></w:rPr></w:r></w:p><w:p><w:pPr><w:spacing w:before="76"/><w:ind w:left="3144" w:right="2682" w:firstLine="0"/><w:jc w:val="center"/><w:rPr><w:rFonts w:ascii="Myriad Pro" w:hAnsi="Myriad Pro" w:cs="Myriad Pro" w:eastAsia="Myriad Pro"/><w:sz w:val="18"/><w:szCs w:val="18"/></w:rPr></w:pPr><w:r><w:rPr><w:rFonts w:ascii="Myriad Pro Semibold" w:hAnsi="Myriad Pro Semibold" w:cs="Myriad Pro Semibold" w:eastAsia="Myriad Pro Semibold"/><w:b/><w:bCs/><w:color w:val="231F20"/><w:spacing w:val="-2"/><w:sz w:val="18"/><w:szCs w:val="18"/></w:rPr><w:t>Figure</w:t></w:r><w:r><w:rPr><w:rFonts w:ascii="Myriad Pro Semibold" w:hAnsi="Myriad Pro Semibold" w:cs="Myriad Pro Semibold" w:eastAsia="Myriad Pro Semibold"/><w:b/><w:bCs/><w:color w:val="231F20"/><w:spacing w:val="13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19</w:t></w:r><w:r><w:rPr><w:rFonts w:ascii="Myriad Pro Semibold" w:hAnsi="Myriad Pro Semibold" w:cs="Myriad Pro Semibold" w:eastAsia="Myriad Pro Semibold"/><w:b/><w:bCs/><w:color w:val="231F20"/><w:spacing w:val="-7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—</w:t></w:r><w:r><w:rPr><w:rFonts w:ascii="Myriad Pro Semibold" w:hAnsi="Myriad Pro Semibold" w:cs="Myriad Pro Semibold" w:eastAsia="Myriad Pro Semibold"/><w:b/><w:bCs/><w:color w:val="231F20"/><w:spacing w:val="-7"/><w:sz w:val="18"/><w:szCs w:val="18"/></w:rPr><w:t> </w:t></w:r><w:r><w:rPr><w:rFonts w:ascii="Myriad Pro" w:hAnsi="Myriad Pro" w:cs="Myriad Pro" w:eastAsia="Myriad Pro"/><w:color w:val="231F20"/><w:spacing w:val="-1"/><w:sz w:val="18"/><w:szCs w:val="18"/></w:rPr><w:t>Internal</w:t></w:r><w:r><w:rPr><w:rFonts w:ascii="Myriad Pro" w:hAnsi="Myriad Pro" w:cs="Myriad Pro" w:eastAsia="Myriad Pro"/><w:color w:val="231F20"/><w:spacing w:val="14"/><w:sz w:val="18"/><w:szCs w:val="18"/></w:rPr><w:t> </w:t></w:r><w:r><w:rPr><w:rFonts w:ascii="Myriad Pro" w:hAnsi="Myriad Pro" w:cs="Myriad Pro" w:eastAsia="Myriad Pro"/><w:color w:val="231F20"/><w:spacing w:val="-1"/><w:sz w:val="18"/><w:szCs w:val="18"/></w:rPr><w:t>features</w:t></w:r><w:r><w:rPr><w:rFonts w:ascii="Myriad Pro" w:hAnsi="Myriad Pro" w:cs="Myriad Pro" w:eastAsia="Myriad Pro"/><w:sz w:val="18"/><w:szCs w:val="18"/></w:rPr></w:r></w:p><w:p><w:pPr><w:spacing w:line="240" w:lineRule="auto" w:before="0"/><w:rPr><w:rFonts w:ascii="Myriad Pro" w:hAnsi="Myriad Pro" w:cs="Myriad Pro" w:eastAsia="Myriad Pro"/><w:sz w:val="20"/><w:szCs w:val="20"/></w:rPr></w:pPr></w:p><w:p><w:pPr><w:spacing w:line="240" w:lineRule="auto" w:before="12"/><w:rPr><w:rFonts w:ascii="Myriad Pro" w:hAnsi="Myriad Pro" w:cs="Myriad Pro" w:eastAsia="Myriad Pro"/><w:sz w:val="12"/><w:szCs w:val="12"/></w:rPr></w:pPr></w:p><w:p><w:pPr><w:spacing w:line="200" w:lineRule="atLeast"/><w:ind w:left="4304" w:right="0" w:firstLine="0"/><w:rPr><w:rFonts w:ascii="Myriad Pro" w:hAnsi="Myriad Pro" w:cs="Myriad Pro" w:eastAsia="Myriad Pro"/><w:sz w:val="20"/><w:szCs w:val="20"/></w:rPr></w:pPr><w:r><w:rPr><w:rFonts w:ascii="Myriad Pro" w:hAnsi="Myriad Pro" w:cs="Myriad Pro" w:eastAsia="Myriad Pro"/><w:sz w:val="20"/><w:szCs w:val="20"/></w:rPr><w:pict><v:group style="width:143.65pt;height:145.15pt;mso-position-horizontal-relative:char;mso-position-vertical-relative:line" coordorigin="0,0" coordsize="2873,2903"><v:group style="position:absolute;left:10;top:628;width:1783;height:2265" coordorigin="10,628" coordsize="1783,2265"><v:shape style="position:absolute;left:10;top:628;width:1783;height:2265" coordorigin="10,628" coordsize="1783,2265" path="m10,628l10,1863,1793,2892,1793,2480,1436,2274,1436,1863,367,1245,367,834,10,628xe" filled="false" stroked="true" strokeweight="1.029pt" strokecolor="#231f20"><v:path arrowok="t"/></v:shape></v:group><v:group style="position:absolute;left:1436;top:1245;width:1070;height:1030" coordorigin="1436,1245" coordsize="1070,1030"><v:shape style="position:absolute;left:1436;top:1245;width:1070;height:1030" coordorigin="1436,1245" coordsize="1070,1030" path="m2506,1245l2506,1657,1436,2274,1436,1863,2506,1245xe" filled="false" stroked="true" strokeweight="1.029pt" strokecolor="#231f20"><v:path arrowok="t"/></v:shape></v:group><v:group style="position:absolute;left:1793;top:1863;width:1070;height:1030" coordorigin="1793,1863" coordsize="1070,1030"><v:shape style="position:absolute;left:1793;top:1863;width:1070;height:1030" coordorigin="1793,1863" coordsize="1070,1030" path="m2862,1863l2862,2274,1793,2892,1793,2480,2862,1863xe" filled="false" stroked="true" strokeweight="1.029pt" strokecolor="#231f20"><v:path arrowok="t"/></v:shape></v:group><v:group style="position:absolute;left:367;top:216;width:1070;height:1030" coordorigin="367,216" coordsize="1070,1030"><v:shape style="position:absolute;left:367;top:216;width:1070;height:1030" coordorigin="367,216" coordsize="1070,1030" path="m1436,216l1436,628,367,1245,367,834,1436,216xe" filled="false" stroked="true" strokeweight="1.029pt" strokecolor="#231f20"><v:path arrowok="t"/></v:shape></v:group><v:group style="position:absolute;left:10;top:10;width:1426;height:824" coordorigin="10,10" coordsize="1426,824"><v:shape style="position:absolute;left:10;top:10;width:1426;height:824" coordorigin="10,10" coordsize="1426,824" path="m1080,10l1436,216,367,834,10,628,1080,10xe" filled="false" stroked="true" strokeweight="1.029pt" strokecolor="#231f20"><v:path arrowok="t"/></v:shape></v:group><v:group style="position:absolute;left:367;top:628;width:2140;height:1235" coordorigin="367,628" coordsize="2140,1235"><v:shape style="position:absolute;left:367;top:628;width:2140;height:1235" coordorigin="367,628" coordsize="2140,1235" path="m1436,628l2506,1245,1436,1863,367,1245,1436,628xe" filled="false" stroked="true" strokeweight="1.029pt" strokecolor="#231f20"><v:path arrowok="t"/></v:shape></v:group><v:group style="position:absolute;left:1436;top:1657;width:1426;height:824" coordorigin="1436,1657" coordsize="1426,824"><v:shape style="position:absolute;left:1436;top:1657;width:1426;height:824" coordorigin="1436,1657" coordsize="1426,824" path="m2506,1657l2862,1863,1793,2480,1436,2274,2506,1657xe" filled="false" stroked="true" strokeweight="1.029pt" strokecolor="#231f20"><v:path arrowok="t"/></v:shape></v:group></v:group></w:pict></w:r><w:r><w:rPr><w:rFonts w:ascii="Myriad Pro" w:hAnsi="Myriad Pro" w:cs="Myriad Pro" w:eastAsia="Myriad Pro"/><w:sz w:val="20"/><w:szCs w:val="20"/></w:rPr></w:r></w:p><w:p><w:pPr><w:spacing w:before="76"/><w:ind w:left="3144" w:right="2682" w:firstLine="0"/><w:jc w:val="center"/><w:rPr><w:rFonts w:ascii="Myriad Pro" w:hAnsi="Myriad Pro" w:cs="Myriad Pro" w:eastAsia="Myriad Pro"/><w:sz w:val="18"/><w:szCs w:val="18"/></w:rPr></w:pPr><w:r><w:rPr><w:rFonts w:ascii="Myriad Pro Semibold" w:hAnsi="Myriad Pro Semibold" w:cs="Myriad Pro Semibold" w:eastAsia="Myriad Pro Semibold"/><w:b/><w:bCs/><w:color w:val="231F20"/><w:spacing w:val="-2"/><w:sz w:val="18"/><w:szCs w:val="18"/></w:rPr><w:t>Figure</w:t></w:r><w:r><w:rPr><w:rFonts w:ascii="Myriad Pro Semibold" w:hAnsi="Myriad Pro Semibold" w:cs="Myriad Pro Semibold" w:eastAsia="Myriad Pro Semibold"/><w:b/><w:bCs/><w:color w:val="231F20"/><w:spacing w:val="14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20</w:t></w:r><w:r><w:rPr><w:rFonts w:ascii="Myriad Pro Semibold" w:hAnsi="Myriad Pro Semibold" w:cs="Myriad Pro Semibold" w:eastAsia="Myriad Pro Semibold"/><w:b/><w:bCs/><w:color w:val="231F20"/><w:spacing w:val="-7"/><w:sz w:val="18"/><w:szCs w:val="18"/></w:rPr><w:t> </w:t></w:r><w:r><w:rPr><w:rFonts w:ascii="Myriad Pro Semibold" w:hAnsi="Myriad Pro Semibold" w:cs="Myriad Pro Semibold" w:eastAsia="Myriad Pro Semibold"/><w:b/><w:bCs/><w:color w:val="231F20"/><w:sz w:val="18"/><w:szCs w:val="18"/></w:rPr><w:t>—</w:t></w:r><w:r><w:rPr><w:rFonts w:ascii="Myriad Pro Semibold" w:hAnsi="Myriad Pro Semibold" w:cs="Myriad Pro Semibold" w:eastAsia="Myriad Pro Semibold"/><w:b/><w:bCs/><w:color w:val="231F20"/><w:spacing w:val="-7"/><w:sz w:val="18"/><w:szCs w:val="18"/></w:rPr><w:t> </w:t></w:r><w:r><w:rPr><w:rFonts w:ascii="Myriad Pro" w:hAnsi="Myriad Pro" w:cs="Myriad Pro" w:eastAsia="Myriad Pro"/><w:color w:val="231F20"/><w:spacing w:val="-1"/><w:sz w:val="18"/><w:szCs w:val="18"/></w:rPr><w:t>Completed</w:t></w:r><w:r><w:rPr><w:rFonts w:ascii="Myriad Pro" w:hAnsi="Myriad Pro" w:cs="Myriad Pro" w:eastAsia="Myriad Pro"/><w:color w:val="231F20"/><w:spacing w:val="15"/><w:sz w:val="18"/><w:szCs w:val="18"/></w:rPr><w:t> </w:t></w:r><w:r><w:rPr><w:rFonts w:ascii="Myriad Pro" w:hAnsi="Myriad Pro" w:cs="Myriad Pro" w:eastAsia="Myriad Pro"/><w:color w:val="231F20"/><w:spacing w:val="-1"/><w:sz w:val="18"/><w:szCs w:val="18"/></w:rPr><w:t>sketch</w:t></w:r><w:r><w:rPr><w:rFonts w:ascii="Myriad Pro" w:hAnsi="Myriad Pro" w:cs="Myriad Pro" w:eastAsia="Myriad Pro"/><w:sz w:val="18"/><w:szCs w:val="18"/></w:rPr></w:r></w:p><w:sectPr><w:pgSz w:w="12240" w:h="15840"/><w:pgMar w:header="630" w:footer="643" w:top="1080" w:bottom="840" w:left="340" w:right="880"/></w:sectPr></w:body>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  <w:font w:name="Myriad Pro Semibold">
    <w:altName w:val="Myriad Pro Semibold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241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2413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241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240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6741pt;width:10.7pt;height:14pt;mso-position-horizontal-relative:page;mso-position-vertical-relative:page;z-index:-2365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043pt;width:135.3pt;height:13pt;mso-position-horizontal-relative:page;mso-position-vertical-relative:page;z-index:-2363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283.040009pt;margin-top:750.929993pt;width:278.7pt;height:11pt;mso-position-horizontal-relative:page;mso-position-vertical-relative:page;z-index:-23608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6741pt;width:16.9pt;height:14pt;mso-position-horizontal-relative:page;mso-position-vertical-relative:page;z-index:-235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043pt;width:135.3pt;height:13pt;mso-position-horizontal-relative:page;mso-position-vertical-relative:page;z-index:-2356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49.959999pt;margin-top:750.929993pt;width:278.7pt;height:11pt;mso-position-horizontal-relative:page;mso-position-vertical-relative:page;z-index:-23536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602722pt;margin-top:748.846741pt;width:16.4pt;height:14pt;mso-position-horizontal-relative:page;mso-position-vertical-relative:page;z-index:-235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043pt;width:135.3pt;height:13pt;mso-position-horizontal-relative:page;mso-position-vertical-relative:page;z-index:-234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283.040009pt;margin-top:750.929993pt;width:278.7pt;height:11pt;mso-position-horizontal-relative:page;mso-position-vertical-relative:page;z-index:-23464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6741pt;width:16.8pt;height:14pt;mso-position-horizontal-relative:page;mso-position-vertical-relative:page;z-index:-234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043pt;width:135.3pt;height:13pt;mso-position-horizontal-relative:page;mso-position-vertical-relative:page;z-index:-2341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49.959999pt;margin-top:750.929993pt;width:278.7pt;height:11pt;mso-position-horizontal-relative:page;mso-position-vertical-relative:page;z-index:-23392" type="#_x0000_t202" filled="false" stroked="false">
          <v:textbox inset="0,0,0,0">
            <w:txbxContent>
              <w:p>
                <w:pPr>
                  <w:spacing w:line="20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“Download</w:t>
                </w:r>
                <w:r>
                  <w:rPr>
                    <w:rFonts w:ascii="Arial" w:hAnsi="Arial" w:cs="Arial" w:eastAsia="Arial"/>
                    <w:color w:val="808285"/>
                    <w:sz w:val="18"/>
                    <w:szCs w:val="18"/>
                  </w:rPr>
                  <w:t> for </w:t>
                </w:r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fre</w:t>
                </w:r>
                <w:hyperlink r:id="rId1"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Arial" w:hAnsi="Arial" w:cs="Arial" w:eastAsia="Arial"/>
                      <w:color w:val="808285"/>
                      <w:sz w:val="18"/>
                      <w:szCs w:val="18"/>
                    </w:rPr>
                    <w:t> at </w:t>
                  </w:r>
                  <w:r>
                    <w:rPr>
                      <w:rFonts w:ascii="Arial" w:hAnsi="Arial" w:cs="Arial" w:eastAsia="Arial"/>
                      <w:color w:val="808285"/>
                      <w:spacing w:val="1"/>
                      <w:sz w:val="18"/>
                      <w:szCs w:val="18"/>
                    </w:rPr>
                    <w:t>http://open.bccampus.ca/find-open-textbooks/</w:t>
                  </w:r>
                </w:hyperlink>
                <w:r>
                  <w:rPr>
                    <w:rFonts w:ascii="Arial" w:hAnsi="Arial" w:cs="Arial" w:eastAsia="Arial"/>
                    <w:color w:val="808285"/>
                    <w:spacing w:val="1"/>
                    <w:sz w:val="18"/>
                    <w:szCs w:val="18"/>
                  </w:rPr>
                  <w:t>”</w:t>
                </w:r>
                <w:r>
                  <w:rPr>
                    <w:rFonts w:ascii="Arial" w:hAnsi="Arial" w:cs="Arial" w:eastAsia="Arial"/>
                    <w:sz w:val="18"/>
                    <w:szCs w:val="18"/>
                  </w:rPr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2430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242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4.262085pt;margin-top:37.740337pt;width:177.25pt;height:13pt;mso-position-horizontal-relative:page;mso-position-vertical-relative:page;z-index:-242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423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57.7pt;height:13pt;mso-position-horizontal-relative:page;mso-position-vertical-relative:page;z-index:-242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241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2406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77.25pt;height:13pt;mso-position-horizontal-relative:page;mso-position-vertical-relative:page;z-index:-240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3.804108pt;margin-top:37.240337pt;width:257.7pt;height:13pt;mso-position-horizontal-relative:page;mso-position-vertical-relative:page;z-index:-240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399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57.7pt;height:13pt;mso-position-horizontal-relative:page;mso-position-vertical-relative:page;z-index:-239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239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392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57.7pt;height:13pt;mso-position-horizontal-relative:page;mso-position-vertical-relative:page;z-index:-238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238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23848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77.25pt;height:13pt;mso-position-horizontal-relative:page;mso-position-vertical-relative:page;z-index:-238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3.804108pt;margin-top:37.240337pt;width:257.7pt;height:13pt;mso-position-horizontal-relative:page;mso-position-vertical-relative:page;z-index:-238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1pt;margin-top:37.240337pt;width:177.25pt;height:13pt;mso-position-horizontal-relative:page;mso-position-vertical-relative:page;z-index:-237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3.804108pt;margin-top:37.240337pt;width:257.7pt;height:13pt;mso-position-horizontal-relative:page;mso-position-vertical-relative:page;z-index:-237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2372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257.7pt;height:13pt;mso-position-horizontal-relative:page;mso-position-vertical-relative:page;z-index:-237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Isometric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Drawing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(Architectural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Board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Drafting)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4.262085pt;margin-top:37.240337pt;width:177.25pt;height:13pt;mso-position-horizontal-relative:page;mso-position-vertical-relative:page;z-index:-236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Design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and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4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1"/>
                    <w:sz w:val="22"/>
                    <w:szCs w:val="22"/>
                  </w:rPr>
                  <w:t>Drafting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6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–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3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2D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pacing w:val="-5"/>
                    <w:sz w:val="22"/>
                    <w:szCs w:val="22"/>
                  </w:rPr>
                  <w:t> </w:t>
                </w:r>
                <w:r>
                  <w:rPr>
                    <w:rFonts w:ascii="Arial" w:hAnsi="Arial" w:cs="Arial" w:eastAsia="Arial"/>
                    <w:b/>
                    <w:bCs/>
                    <w:color w:val="FFFFFF"/>
                    <w:sz w:val="22"/>
                    <w:szCs w:val="22"/>
                  </w:rPr>
                  <w:t>Drawing</w:t>
                </w:r>
                <w:r>
                  <w:rPr>
                    <w:rFonts w:ascii="Arial" w:hAnsi="Arial" w:cs="Arial" w:eastAsia="Arial"/>
                    <w:sz w:val="22"/>
                    <w:szCs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bullet"/>
      <w:lvlText w:val="–"/>
      <w:lvlJc w:val="left"/>
      <w:pPr>
        <w:ind w:left="146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416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7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28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84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4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96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52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08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440" w:hanging="320"/>
        <w:jc w:val="righ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440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4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8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3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7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6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1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20"/>
      <w:numFmt w:val="upperLetter"/>
      <w:lvlText w:val="%2-"/>
      <w:lvlJc w:val="left"/>
      <w:pPr>
        <w:ind w:left="1100" w:hanging="200"/>
        <w:jc w:val="left"/>
      </w:pPr>
      <w:rPr>
        <w:rFonts w:hint="default" w:ascii="Arial" w:hAnsi="Arial" w:eastAsia="Arial"/>
        <w:b/>
        <w:bCs/>
        <w:color w:val="4C4D4F"/>
        <w:spacing w:val="-16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560"/>
      <w:outlineLvl w:val="3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image" Target="media/image2.png"/><Relationship Id="rId13" Type="http://schemas.openxmlformats.org/officeDocument/2006/relationships/image" Target="media/image3.jpe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hyperlink" Target="http://creativecommons.org/licenses/" TargetMode="External"/><Relationship Id="rId20" Type="http://schemas.openxmlformats.org/officeDocument/2006/relationships/header" Target="header5.xml"/><Relationship Id="rId21" Type="http://schemas.openxmlformats.org/officeDocument/2006/relationships/header" Target="header6.xml"/><Relationship Id="rId22" Type="http://schemas.openxmlformats.org/officeDocument/2006/relationships/footer" Target="footer3.xml"/><Relationship Id="rId23" Type="http://schemas.openxmlformats.org/officeDocument/2006/relationships/hyperlink" Target="http://open.bccampus.ca/find-open-textbooks/" TargetMode="External"/><Relationship Id="rId24" Type="http://schemas.openxmlformats.org/officeDocument/2006/relationships/header" Target="header7.xml"/><Relationship Id="rId25" Type="http://schemas.openxmlformats.org/officeDocument/2006/relationships/header" Target="header8.xml"/><Relationship Id="rId26" Type="http://schemas.openxmlformats.org/officeDocument/2006/relationships/footer" Target="footer4.xml"/><Relationship Id="rId27" Type="http://schemas.openxmlformats.org/officeDocument/2006/relationships/footer" Target="footer5.xml"/><Relationship Id="rId28" Type="http://schemas.openxmlformats.org/officeDocument/2006/relationships/footer" Target="footer6.xml"/><Relationship Id="rId29" Type="http://schemas.openxmlformats.org/officeDocument/2006/relationships/footer" Target="footer7.xml"/><Relationship Id="rId30" Type="http://schemas.openxmlformats.org/officeDocument/2006/relationships/image" Target="media/image9.png"/><Relationship Id="rId31" Type="http://schemas.openxmlformats.org/officeDocument/2006/relationships/image" Target="media/image10.png"/><Relationship Id="rId32" Type="http://schemas.openxmlformats.org/officeDocument/2006/relationships/image" Target="media/image11.png"/><Relationship Id="rId33" Type="http://schemas.openxmlformats.org/officeDocument/2006/relationships/image" Target="media/image12.png"/><Relationship Id="rId34" Type="http://schemas.openxmlformats.org/officeDocument/2006/relationships/image" Target="media/image13.png"/><Relationship Id="rId35" Type="http://schemas.openxmlformats.org/officeDocument/2006/relationships/numbering" Target="numbering.xml"/></Relationships>

</file>

<file path=word/_rels/footer4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_rels/footer5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_rels/footer6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_rels/footer7.xml.rels><?xml version="1.0" encoding="UTF-8" standalone="yes"?>
<Relationships xmlns="http://schemas.openxmlformats.org/package/2006/relationships"><Relationship Id="rId1" Type="http://schemas.openxmlformats.org/officeDocument/2006/relationships/hyperlink" Target="http://open.bccampus.ca/find-open-textbooks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2017-12-06T15:00:42Z</dcterms:created>
  <dcterms:modified xsi:type="dcterms:W3CDTF">2017-12-06T15:00:42Z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