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Tire</w:t>
      </w:r>
      <w:r>
        <w:rPr>
          <w:rFonts w:ascii="Arial"/>
          <w:b/>
          <w:color w:val="4F61AB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Identification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697"/>
        <w:jc w:val="left"/>
      </w:pPr>
      <w:r>
        <w:rPr>
          <w:color w:val="4D4D4F"/>
          <w:spacing w:val="-1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introduced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basics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identification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interpret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  <w:spacing w:val="87"/>
        </w:rPr>
        <w:t> </w:t>
      </w:r>
      <w:r>
        <w:rPr>
          <w:color w:val="4D4D4F"/>
          <w:spacing w:val="-1"/>
        </w:rPr>
        <w:t>markings.</w:t>
      </w:r>
      <w:r>
        <w:rPr>
          <w:color w:val="4D4D4F"/>
        </w:rPr>
        <w:t> </w:t>
      </w:r>
      <w:r>
        <w:rPr>
          <w:color w:val="4D4D4F"/>
          <w:spacing w:val="-1"/>
        </w:rPr>
        <w:t>Maintenance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important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knowing</w:t>
      </w:r>
      <w:r>
        <w:rPr>
          <w:color w:val="4D4D4F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application.</w:t>
      </w:r>
      <w:r>
        <w:rPr>
          <w:color w:val="4D4D4F"/>
        </w:rPr>
        <w:t> </w:t>
      </w:r>
      <w:r>
        <w:rPr>
          <w:color w:val="4D4D4F"/>
          <w:spacing w:val="-1"/>
        </w:rPr>
        <w:t>Students</w:t>
      </w:r>
      <w:r>
        <w:rPr/>
      </w:r>
    </w:p>
    <w:p>
      <w:pPr>
        <w:pStyle w:val="BodyText"/>
        <w:spacing w:line="284" w:lineRule="auto" w:before="1"/>
        <w:ind w:left="560" w:right="697"/>
        <w:jc w:val="left"/>
      </w:pP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instructed</w:t>
      </w:r>
      <w:r>
        <w:rPr>
          <w:color w:val="4D4D4F"/>
        </w:rPr>
        <w:t> on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recognize</w:t>
      </w:r>
      <w:r>
        <w:rPr>
          <w:color w:val="4D4D4F"/>
        </w:rPr>
        <w:t> typical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wear</w:t>
      </w:r>
      <w:r>
        <w:rPr>
          <w:color w:val="4D4D4F"/>
        </w:rPr>
        <w:t> </w:t>
      </w:r>
      <w:r>
        <w:rPr>
          <w:color w:val="4D4D4F"/>
          <w:spacing w:val="-1"/>
        </w:rPr>
        <w:t>patterns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know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replaced.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</w:rPr>
        <w:t> 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student</w:t>
      </w:r>
      <w:r>
        <w:rPr>
          <w:rFonts w:ascii="Arial"/>
          <w:color w:val="4D4D4F"/>
          <w:spacing w:val="-1"/>
        </w:rPr>
        <w:t> 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2"/>
        </w:rPr>
        <w:t>Read,</w:t>
      </w:r>
      <w:r>
        <w:rPr>
          <w:color w:val="4D4D4F"/>
        </w:rPr>
        <w:t> </w:t>
      </w:r>
      <w:r>
        <w:rPr>
          <w:color w:val="4D4D4F"/>
          <w:spacing w:val="-1"/>
        </w:rPr>
        <w:t>understand,</w:t>
      </w:r>
      <w:r>
        <w:rPr>
          <w:color w:val="4D4D4F"/>
        </w:rPr>
        <w:t> </w:t>
      </w:r>
      <w:r>
        <w:rPr>
          <w:color w:val="4D4D4F"/>
          <w:spacing w:val="-2"/>
        </w:rPr>
        <w:t>explain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record </w:t>
      </w:r>
      <w:r>
        <w:rPr>
          <w:color w:val="4D4D4F"/>
          <w:spacing w:val="-1"/>
        </w:rPr>
        <w:t>identification</w:t>
      </w:r>
      <w:r>
        <w:rPr>
          <w:color w:val="4D4D4F"/>
        </w:rPr>
        <w:t> </w:t>
      </w:r>
      <w:r>
        <w:rPr>
          <w:color w:val="4D4D4F"/>
          <w:spacing w:val="-1"/>
        </w:rPr>
        <w:t>markings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explain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legal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2"/>
        </w:rPr>
        <w:t>requirement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2"/>
        </w:rPr>
        <w:t>highway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Identify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describe</w:t>
      </w:r>
      <w:r>
        <w:rPr>
          <w:rFonts w:ascii="Arial"/>
          <w:color w:val="4D4D4F"/>
          <w:spacing w:val="-1"/>
        </w:rPr>
        <w:t>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difference</w:t>
      </w:r>
      <w:r>
        <w:rPr>
          <w:rFonts w:ascii="Arial"/>
          <w:color w:val="4D4D4F"/>
          <w:spacing w:val="-1"/>
        </w:rPr>
        <w:t> between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conventional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directional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 </w:t>
      </w:r>
      <w:r>
        <w:rPr>
          <w:color w:val="4D4D4F"/>
          <w:spacing w:val="-1"/>
        </w:rPr>
        <w:t>and</w:t>
      </w:r>
      <w:r>
        <w:rPr>
          <w:color w:val="4D4D4F"/>
        </w:rPr>
        <w:t> describe </w:t>
      </w:r>
      <w:r>
        <w:rPr>
          <w:color w:val="4D4D4F"/>
          <w:spacing w:val="-2"/>
        </w:rPr>
        <w:t>several</w:t>
      </w:r>
      <w:r>
        <w:rPr>
          <w:color w:val="4D4D4F"/>
        </w:rPr>
        <w:t> </w:t>
      </w:r>
      <w:r>
        <w:rPr>
          <w:color w:val="4D4D4F"/>
          <w:spacing w:val="-2"/>
        </w:rPr>
        <w:t>wear</w:t>
      </w:r>
      <w:r>
        <w:rPr>
          <w:color w:val="4D4D4F"/>
        </w:rPr>
        <w:t> </w:t>
      </w:r>
      <w:r>
        <w:rPr>
          <w:color w:val="4D4D4F"/>
          <w:spacing w:val="-1"/>
        </w:rPr>
        <w:t>patterns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probable</w:t>
      </w:r>
      <w:r>
        <w:rPr>
          <w:color w:val="4D4D4F"/>
        </w:rPr>
        <w:t> </w:t>
      </w:r>
      <w:r>
        <w:rPr>
          <w:color w:val="4D4D4F"/>
          <w:spacing w:val="-1"/>
        </w:rPr>
        <w:t>causes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little or </w:t>
      </w:r>
      <w:r>
        <w:rPr>
          <w:color w:val="4D4D4F"/>
          <w:spacing w:val="-1"/>
        </w:rPr>
        <w:t>no</w:t>
      </w:r>
      <w:r>
        <w:rPr>
          <w:color w:val="4D4D4F"/>
        </w:rPr>
        <w:t> prior </w:t>
      </w:r>
      <w:r>
        <w:rPr>
          <w:color w:val="4D4D4F"/>
          <w:spacing w:val="-1"/>
        </w:rPr>
        <w:t>knowledge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or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use.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teacher is familiar with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information being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taught.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59" w:right="1203"/>
        <w:jc w:val="left"/>
      </w:pPr>
      <w:r>
        <w:rPr>
          <w:rFonts w:ascii="Arial" w:hAnsi="Arial" w:cs="Arial" w:eastAsia="Arial"/>
          <w:b/>
          <w:bCs/>
          <w:color w:val="4D4D4F"/>
          <w:spacing w:val="1"/>
        </w:rPr>
        <w:t>Aspect</w:t>
      </w:r>
      <w:r>
        <w:rPr>
          <w:rFonts w:ascii="Arial" w:hAnsi="Arial" w:cs="Arial" w:eastAsia="Arial"/>
          <w:b/>
          <w:bCs/>
          <w:color w:val="4D4D4F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</w:rPr>
        <w:t>ratio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relationship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height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3"/>
        </w:rPr>
        <w:t>tire’s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3"/>
        </w:rPr>
        <w:t>tire’s</w:t>
      </w:r>
      <w:r>
        <w:rPr>
          <w:color w:val="4D4D4F"/>
        </w:rPr>
        <w:t> </w:t>
      </w:r>
      <w:r>
        <w:rPr>
          <w:color w:val="4D4D4F"/>
          <w:spacing w:val="-1"/>
        </w:rPr>
        <w:t>width.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height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45%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width,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aspect</w:t>
      </w:r>
      <w:r>
        <w:rPr>
          <w:color w:val="4D4D4F"/>
        </w:rPr>
        <w:t> </w:t>
      </w:r>
      <w:r>
        <w:rPr>
          <w:color w:val="4D4D4F"/>
          <w:spacing w:val="-1"/>
        </w:rPr>
        <w:t>ratio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45.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size</w:t>
      </w:r>
      <w:r>
        <w:rPr>
          <w:color w:val="4D4D4F"/>
        </w:rPr>
        <w:t> </w:t>
      </w:r>
      <w:r>
        <w:rPr>
          <w:color w:val="4D4D4F"/>
          <w:spacing w:val="-6"/>
        </w:rPr>
        <w:t>225/45R17,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89"/>
        </w:rPr>
        <w:t> </w:t>
      </w:r>
      <w:r>
        <w:rPr>
          <w:color w:val="4D4D4F"/>
          <w:spacing w:val="-1"/>
        </w:rPr>
        <w:t>aspect</w:t>
      </w:r>
      <w:r>
        <w:rPr>
          <w:color w:val="4D4D4F"/>
        </w:rPr>
        <w:t> </w:t>
      </w:r>
      <w:r>
        <w:rPr>
          <w:color w:val="4D4D4F"/>
          <w:spacing w:val="-1"/>
        </w:rPr>
        <w:t>ratio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45.</w:t>
      </w:r>
      <w:r>
        <w:rPr/>
      </w:r>
    </w:p>
    <w:p>
      <w:pPr>
        <w:pStyle w:val="BodyText"/>
        <w:spacing w:line="284" w:lineRule="auto" w:before="181"/>
        <w:ind w:left="559" w:right="1203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Camber</w:t>
      </w:r>
      <w:r>
        <w:rPr>
          <w:color w:val="4D4D4F"/>
        </w:rPr>
        <w:t>: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inward</w:t>
      </w:r>
      <w:r>
        <w:rPr>
          <w:color w:val="4D4D4F"/>
        </w:rPr>
        <w:t> or </w:t>
      </w:r>
      <w:r>
        <w:rPr>
          <w:color w:val="4D4D4F"/>
          <w:spacing w:val="-1"/>
        </w:rPr>
        <w:t>outward</w:t>
      </w:r>
      <w:r>
        <w:rPr>
          <w:color w:val="4D4D4F"/>
        </w:rPr>
        <w:t> </w:t>
      </w:r>
      <w:r>
        <w:rPr>
          <w:color w:val="4D4D4F"/>
          <w:spacing w:val="-1"/>
        </w:rPr>
        <w:t>tilt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top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tire.</w:t>
      </w:r>
      <w:r>
        <w:rPr>
          <w:color w:val="4D4D4F"/>
        </w:rPr>
        <w:t> </w:t>
      </w:r>
      <w:r>
        <w:rPr>
          <w:color w:val="4D4D4F"/>
          <w:spacing w:val="-2"/>
        </w:rPr>
        <w:t>Positive</w:t>
      </w:r>
      <w:r>
        <w:rPr>
          <w:color w:val="4D4D4F"/>
        </w:rPr>
        <w:t> camber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top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angled</w:t>
      </w:r>
      <w:r>
        <w:rPr>
          <w:color w:val="4D4D4F"/>
        </w:rPr>
        <w:t> </w:t>
      </w:r>
      <w:r>
        <w:rPr>
          <w:color w:val="4D4D4F"/>
          <w:spacing w:val="-3"/>
        </w:rPr>
        <w:t>away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centre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4"/>
        </w:rPr>
        <w:t>(or</w:t>
      </w:r>
      <w:r>
        <w:rPr>
          <w:color w:val="4D4D4F"/>
        </w:rPr>
        <w:t> </w:t>
      </w:r>
      <w:r>
        <w:rPr>
          <w:color w:val="4D4D4F"/>
          <w:spacing w:val="-2"/>
        </w:rPr>
        <w:t>car).</w:t>
      </w:r>
      <w:r>
        <w:rPr>
          <w:color w:val="4D4D4F"/>
        </w:rPr>
        <w:t> </w:t>
      </w:r>
      <w:r>
        <w:rPr>
          <w:color w:val="4D4D4F"/>
          <w:spacing w:val="-1"/>
        </w:rPr>
        <w:t>Negative</w:t>
      </w:r>
      <w:r>
        <w:rPr>
          <w:color w:val="4D4D4F"/>
        </w:rPr>
        <w:t> camber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top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angled</w:t>
      </w:r>
      <w:r>
        <w:rPr>
          <w:rFonts w:ascii="Arial"/>
          <w:color w:val="4D4D4F"/>
          <w:spacing w:val="-2"/>
        </w:rPr>
        <w:t> towards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centre of the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59" w:right="1203"/>
        <w:jc w:val="left"/>
      </w:pPr>
      <w:r>
        <w:rPr>
          <w:rFonts w:ascii="Arial"/>
          <w:b/>
          <w:color w:val="4D4D4F"/>
        </w:rPr>
        <w:t>Directional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tires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  <w:spacing w:val="-1"/>
        </w:rPr>
        <w:t> tire that 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arrow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 </w:t>
      </w:r>
      <w:r>
        <w:rPr>
          <w:rFonts w:ascii="Arial"/>
          <w:color w:val="4D4D4F"/>
          <w:spacing w:val="-2"/>
        </w:rPr>
        <w:t>sidewall </w:t>
      </w:r>
      <w:r>
        <w:rPr>
          <w:rFonts w:ascii="Arial"/>
          <w:color w:val="4D4D4F"/>
          <w:spacing w:val="-1"/>
        </w:rPr>
        <w:t>indicating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direction of rotation.</w:t>
      </w:r>
      <w:r>
        <w:rPr>
          <w:rFonts w:ascii="Arial"/>
          <w:color w:val="4D4D4F"/>
          <w:spacing w:val="85"/>
          <w:w w:val="9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tread 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designed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 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to </w:t>
      </w:r>
      <w:r>
        <w:rPr>
          <w:rFonts w:ascii="Arial"/>
          <w:color w:val="4D4D4F"/>
        </w:rPr>
        <w:t>work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one direction </w:t>
      </w:r>
      <w:r>
        <w:rPr>
          <w:rFonts w:ascii="Arial"/>
          <w:color w:val="4D4D4F"/>
          <w:spacing w:val="-4"/>
        </w:rPr>
        <w:t>only</w:t>
      </w:r>
      <w:r>
        <w:rPr>
          <w:rFonts w:ascii="Arial"/>
          <w:color w:val="4D4D4F"/>
          <w:spacing w:val="-5"/>
        </w:rPr>
        <w:t>.</w:t>
      </w:r>
      <w:r>
        <w:rPr>
          <w:rFonts w:ascii="Arial"/>
          <w:color w:val="4D4D4F"/>
          <w:spacing w:val="60"/>
        </w:rPr>
        <w:t> </w:t>
      </w:r>
      <w:r>
        <w:rPr>
          <w:rFonts w:ascii="Arial"/>
          <w:color w:val="4D4D4F"/>
          <w:spacing w:val="-1"/>
        </w:rPr>
        <w:t>Mainly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designed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road</w:t>
      </w:r>
      <w:r>
        <w:rPr>
          <w:rFonts w:ascii="Arial"/>
          <w:color w:val="4D4D4F"/>
          <w:spacing w:val="79"/>
        </w:rPr>
        <w:t> </w:t>
      </w:r>
      <w:r>
        <w:rPr>
          <w:color w:val="4D4D4F"/>
          <w:spacing w:val="-1"/>
        </w:rPr>
        <w:t>conditions.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put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wrong</w:t>
      </w:r>
      <w:r>
        <w:rPr>
          <w:color w:val="4D4D4F"/>
        </w:rPr>
        <w:t> </w:t>
      </w:r>
      <w:r>
        <w:rPr>
          <w:color w:val="4D4D4F"/>
          <w:spacing w:val="-1"/>
        </w:rPr>
        <w:t>side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vehicle,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91"/>
        </w:rPr>
        <w:t> </w:t>
      </w:r>
      <w:r>
        <w:rPr>
          <w:color w:val="4D4D4F"/>
          <w:spacing w:val="-1"/>
        </w:rPr>
        <w:t>road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</w:rPr>
        <w:t> </w:t>
      </w:r>
      <w:r>
        <w:rPr>
          <w:color w:val="4D4D4F"/>
          <w:spacing w:val="-1"/>
        </w:rPr>
        <w:t>up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loss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traction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3"/>
        </w:rPr>
        <w:t>occur.</w:t>
      </w:r>
      <w:r>
        <w:rPr/>
      </w:r>
    </w:p>
    <w:p>
      <w:pPr>
        <w:pStyle w:val="BodyText"/>
        <w:spacing w:line="240" w:lineRule="auto" w:before="181"/>
        <w:ind w:left="559" w:right="0"/>
        <w:jc w:val="left"/>
      </w:pPr>
      <w:r>
        <w:rPr>
          <w:rFonts w:ascii="Arial"/>
          <w:b/>
          <w:color w:val="4D4D4F"/>
          <w:spacing w:val="-1"/>
        </w:rPr>
        <w:t>Sipes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</w:rPr>
        <w:t> </w:t>
      </w:r>
      <w:r>
        <w:rPr>
          <w:color w:val="4D4D4F"/>
          <w:spacing w:val="-1"/>
        </w:rPr>
        <w:t>slits</w:t>
      </w:r>
      <w:r>
        <w:rPr>
          <w:color w:val="4D4D4F"/>
        </w:rPr>
        <w:t> </w:t>
      </w:r>
      <w:r>
        <w:rPr>
          <w:color w:val="4D4D4F"/>
          <w:spacing w:val="-1"/>
        </w:rPr>
        <w:t>included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edge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pattern,</w:t>
      </w:r>
      <w:r>
        <w:rPr>
          <w:color w:val="4D4D4F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increase</w:t>
      </w:r>
      <w:r>
        <w:rPr>
          <w:color w:val="4D4D4F"/>
        </w:rPr>
        <w:t> </w:t>
      </w:r>
      <w:r>
        <w:rPr>
          <w:color w:val="4D4D4F"/>
          <w:spacing w:val="-1"/>
        </w:rPr>
        <w:t>traction.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203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Toe-in</w:t>
      </w:r>
      <w:r>
        <w:rPr>
          <w:rFonts w:ascii="Arial"/>
          <w:b/>
          <w:color w:val="4D4D4F"/>
        </w:rPr>
        <w:t> and </w:t>
      </w:r>
      <w:r>
        <w:rPr>
          <w:rFonts w:ascii="Arial"/>
          <w:b/>
          <w:color w:val="4D4D4F"/>
          <w:spacing w:val="1"/>
        </w:rPr>
        <w:t>toe-out</w:t>
      </w:r>
      <w:r>
        <w:rPr>
          <w:color w:val="4D4D4F"/>
          <w:spacing w:val="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</w:rPr>
        <w:t> </w:t>
      </w:r>
      <w:r>
        <w:rPr>
          <w:color w:val="4D4D4F"/>
          <w:spacing w:val="-1"/>
        </w:rPr>
        <w:t>terms</w:t>
      </w:r>
      <w:r>
        <w:rPr>
          <w:color w:val="4D4D4F"/>
        </w:rPr>
        <w:t> describe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front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points</w:t>
      </w:r>
      <w:r>
        <w:rPr>
          <w:color w:val="4D4D4F"/>
        </w:rPr>
        <w:t> </w:t>
      </w:r>
      <w:r>
        <w:rPr>
          <w:color w:val="4D4D4F"/>
          <w:spacing w:val="-2"/>
        </w:rPr>
        <w:t>inward</w:t>
      </w:r>
      <w:r>
        <w:rPr>
          <w:color w:val="4D4D4F"/>
        </w:rPr>
        <w:t> or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outward.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point</w:t>
      </w:r>
      <w:r>
        <w:rPr>
          <w:color w:val="4D4D4F"/>
        </w:rPr>
        <w:t> </w:t>
      </w:r>
      <w:r>
        <w:rPr>
          <w:color w:val="4D4D4F"/>
          <w:spacing w:val="-2"/>
        </w:rPr>
        <w:t>inward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car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said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toe-in.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pointing</w:t>
      </w:r>
      <w:r>
        <w:rPr>
          <w:color w:val="4D4D4F"/>
          <w:spacing w:val="79"/>
        </w:rPr>
        <w:t> </w:t>
      </w:r>
      <w:r>
        <w:rPr>
          <w:rFonts w:ascii="Arial"/>
          <w:color w:val="4D4D4F"/>
          <w:spacing w:val="-1"/>
        </w:rPr>
        <w:t>outward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car </w:t>
      </w:r>
      <w:r>
        <w:rPr>
          <w:rFonts w:ascii="Arial"/>
          <w:color w:val="4D4D4F"/>
          <w:spacing w:val="-1"/>
        </w:rPr>
        <w:t>is said to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toe-out.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100" w:right="0"/>
        <w:jc w:val="left"/>
      </w:pPr>
      <w:r>
        <w:rPr>
          <w:rFonts w:ascii="Arial"/>
          <w:b/>
          <w:color w:val="4D4D4F"/>
          <w:spacing w:val="-3"/>
        </w:rPr>
        <w:t>Tread</w:t>
      </w:r>
      <w:r>
        <w:rPr>
          <w:rFonts w:ascii="Arial"/>
          <w:b/>
          <w:color w:val="4D4D4F"/>
        </w:rPr>
        <w:t> </w:t>
      </w:r>
      <w:r>
        <w:rPr>
          <w:rFonts w:ascii="Arial"/>
          <w:b/>
          <w:color w:val="4D4D4F"/>
          <w:spacing w:val="-1"/>
        </w:rPr>
        <w:t>depth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distance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base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2"/>
        </w:rPr>
        <w:t>groove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top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tread.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697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3"/>
        </w:rPr>
        <w:t>Tread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  <w:spacing w:val="1"/>
        </w:rPr>
        <w:t>depth</w:t>
      </w:r>
      <w:r>
        <w:rPr>
          <w:rFonts w:ascii="Arial"/>
          <w:b/>
          <w:color w:val="4D4D4F"/>
        </w:rPr>
        <w:t> </w:t>
      </w:r>
      <w:r>
        <w:rPr>
          <w:rFonts w:ascii="Arial"/>
          <w:b/>
          <w:color w:val="4D4D4F"/>
          <w:spacing w:val="-1"/>
        </w:rPr>
        <w:t>gauge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</w:rPr>
        <w:t> 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measurement</w:t>
      </w:r>
      <w:r>
        <w:rPr>
          <w:rFonts w:ascii="Arial"/>
          <w:color w:val="4D4D4F"/>
          <w:spacing w:val="-1"/>
        </w:rPr>
        <w:t> device used to </w:t>
      </w:r>
      <w:r>
        <w:rPr>
          <w:rFonts w:ascii="Arial"/>
          <w:color w:val="4D4D4F"/>
          <w:spacing w:val="-2"/>
        </w:rPr>
        <w:t>measure wear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 the remaining</w:t>
      </w:r>
      <w:r>
        <w:rPr>
          <w:rFonts w:ascii="Arial"/>
          <w:color w:val="4D4D4F"/>
          <w:spacing w:val="-2"/>
        </w:rPr>
        <w:t> amount</w:t>
      </w:r>
      <w:r>
        <w:rPr>
          <w:rFonts w:ascii="Arial"/>
          <w:color w:val="4D4D4F"/>
          <w:spacing w:val="65"/>
          <w:w w:val="99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on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tires.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3"/>
        </w:rPr>
        <w:t>U.S.,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unit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measurement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1"/>
        </w:rPr>
        <w:t>gauges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32nds</w:t>
      </w:r>
      <w:r>
        <w:rPr>
          <w:color w:val="4D4D4F"/>
          <w:spacing w:val="-1"/>
        </w:rPr>
        <w:t> of an</w:t>
      </w:r>
      <w:r>
        <w:rPr>
          <w:color w:val="4D4D4F"/>
        </w:rPr>
        <w:t> </w:t>
      </w:r>
      <w:r>
        <w:rPr>
          <w:color w:val="4D4D4F"/>
          <w:spacing w:val="-1"/>
        </w:rPr>
        <w:t>inch</w:t>
      </w:r>
      <w:r>
        <w:rPr>
          <w:rFonts w:ascii="Arial"/>
          <w:b/>
          <w:color w:val="4D4D4F"/>
          <w:spacing w:val="-1"/>
        </w:rPr>
        <w:t>. </w:t>
      </w:r>
      <w:r>
        <w:rPr>
          <w:rFonts w:ascii="Arial"/>
          <w:b/>
          <w:color w:val="4D4D4F"/>
          <w:spacing w:val="1"/>
        </w:rPr>
        <w:t>I</w:t>
      </w:r>
      <w:r>
        <w:rPr>
          <w:rFonts w:ascii="Arial"/>
          <w:color w:val="4D4D4F"/>
          <w:spacing w:val="1"/>
        </w:rPr>
        <w:t>n</w:t>
      </w:r>
      <w:r>
        <w:rPr>
          <w:rFonts w:ascii="Arial"/>
          <w:color w:val="4D4D4F"/>
          <w:spacing w:val="-1"/>
        </w:rPr>
        <w:t> other countries,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 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millimetres.</w:t>
      </w:r>
      <w:r>
        <w:rPr>
          <w:rFonts w:ascii="Arial"/>
        </w:rPr>
      </w:r>
    </w:p>
    <w:p>
      <w:pPr>
        <w:pStyle w:val="BodyText"/>
        <w:spacing w:line="284" w:lineRule="auto" w:before="181"/>
        <w:ind w:left="1100" w:right="697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Wear </w:t>
      </w:r>
      <w:r>
        <w:rPr>
          <w:rFonts w:ascii="Arial" w:hAnsi="Arial" w:cs="Arial" w:eastAsia="Arial"/>
          <w:b/>
          <w:bCs/>
          <w:color w:val="4D4D4F"/>
        </w:rPr>
        <w:t>bar</w:t>
      </w:r>
      <w:r>
        <w:rPr>
          <w:rFonts w:ascii="Arial" w:hAnsi="Arial" w:cs="Arial" w:eastAsia="Arial"/>
          <w:color w:val="4D4D4F"/>
        </w:rPr>
        <w:t>: a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band found between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the tread blocks of</w:t>
      </w:r>
      <w:r>
        <w:rPr>
          <w:rFonts w:ascii="Arial" w:hAnsi="Arial" w:cs="Arial" w:eastAsia="Arial"/>
          <w:color w:val="4D4D4F"/>
        </w:rPr>
        <w:t> a</w:t>
      </w:r>
      <w:r>
        <w:rPr>
          <w:rFonts w:ascii="Arial" w:hAnsi="Arial" w:cs="Arial" w:eastAsia="Arial"/>
          <w:color w:val="4D4D4F"/>
          <w:spacing w:val="-2"/>
        </w:rPr>
        <w:t> tire,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designed to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indicate when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tire is</w:t>
      </w:r>
      <w:r>
        <w:rPr>
          <w:rFonts w:ascii="Arial" w:hAnsi="Arial" w:cs="Arial" w:eastAsia="Arial"/>
          <w:color w:val="4D4D4F"/>
          <w:spacing w:val="63"/>
        </w:rPr>
        <w:t> </w:t>
      </w:r>
      <w:r>
        <w:rPr>
          <w:rFonts w:ascii="Arial" w:hAnsi="Arial" w:cs="Arial" w:eastAsia="Arial"/>
          <w:color w:val="4D4D4F"/>
          <w:spacing w:val="-1"/>
        </w:rPr>
        <w:t>within </w:t>
      </w:r>
      <w:r>
        <w:rPr>
          <w:rFonts w:ascii="Arial" w:hAnsi="Arial" w:cs="Arial" w:eastAsia="Arial"/>
          <w:position w:val="6"/>
          <w:sz w:val="13"/>
          <w:szCs w:val="13"/>
        </w:rPr>
        <w:t>3</w:t>
      </w:r>
      <w:r>
        <w:rPr/>
        <w:t>⁄</w:t>
      </w:r>
      <w:r>
        <w:rPr>
          <w:sz w:val="13"/>
          <w:szCs w:val="13"/>
        </w:rPr>
        <w:t>32</w:t>
      </w:r>
      <w:r>
        <w:rPr>
          <w:color w:val="4D4D4F"/>
        </w:rPr>
        <w:t>" </w:t>
      </w:r>
      <w:r>
        <w:rPr>
          <w:color w:val="4D4D4F"/>
          <w:spacing w:val="-7"/>
        </w:rPr>
        <w:t>(1.6</w:t>
      </w:r>
      <w:r>
        <w:rPr>
          <w:color w:val="4D4D4F"/>
        </w:rPr>
        <w:t> </w:t>
      </w:r>
      <w:r>
        <w:rPr>
          <w:color w:val="4D4D4F"/>
          <w:spacing w:val="-5"/>
        </w:rPr>
        <w:t>mm)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 </w:t>
      </w:r>
      <w:r>
        <w:rPr>
          <w:color w:val="4D4D4F"/>
          <w:spacing w:val="-1"/>
        </w:rPr>
        <w:t>replaced.</w:t>
      </w:r>
      <w:r>
        <w:rPr/>
      </w:r>
    </w:p>
    <w:p>
      <w:pPr>
        <w:pStyle w:val="BodyText"/>
        <w:spacing w:line="284" w:lineRule="auto" w:before="181"/>
        <w:ind w:right="1015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Winter snowflake </w:t>
      </w:r>
      <w:r>
        <w:rPr>
          <w:rFonts w:ascii="Arial"/>
          <w:b/>
          <w:color w:val="4D4D4F"/>
          <w:spacing w:val="-1"/>
        </w:rPr>
        <w:t>designation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mountain/snowflake</w:t>
      </w:r>
      <w:r>
        <w:rPr>
          <w:color w:val="4D4D4F"/>
        </w:rPr>
        <w:t> </w:t>
      </w:r>
      <w:r>
        <w:rPr>
          <w:color w:val="4D4D4F"/>
          <w:spacing w:val="-1"/>
        </w:rPr>
        <w:t>symbol</w:t>
      </w:r>
      <w:r>
        <w:rPr>
          <w:color w:val="4D4D4F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</w:rPr>
        <w:t> </w:t>
      </w:r>
      <w:r>
        <w:rPr>
          <w:color w:val="4D4D4F"/>
          <w:spacing w:val="-1"/>
        </w:rPr>
        <w:t>only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winter</w:t>
      </w:r>
      <w:r>
        <w:rPr>
          <w:color w:val="4D4D4F"/>
        </w:rPr>
        <w:t> </w:t>
      </w:r>
      <w:r>
        <w:rPr>
          <w:color w:val="4D4D4F"/>
          <w:spacing w:val="-1"/>
        </w:rPr>
        <w:t>tires.</w:t>
      </w:r>
      <w:r>
        <w:rPr>
          <w:color w:val="4D4D4F"/>
        </w:rPr>
        <w:t> </w:t>
      </w:r>
      <w:r>
        <w:rPr>
          <w:color w:val="4D4D4F"/>
          <w:spacing w:val="-2"/>
        </w:rPr>
        <w:t>Winter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a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pattern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compound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maximize</w:t>
      </w:r>
      <w:r>
        <w:rPr>
          <w:color w:val="4D4D4F"/>
          <w:spacing w:val="89"/>
        </w:rPr>
        <w:t> </w:t>
      </w:r>
      <w:r>
        <w:rPr>
          <w:rFonts w:ascii="Arial"/>
          <w:color w:val="4D4D4F"/>
          <w:spacing w:val="-1"/>
        </w:rPr>
        <w:t>traction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  <w:spacing w:val="-2"/>
        </w:rPr>
        <w:t> winter</w:t>
      </w:r>
      <w:r>
        <w:rPr>
          <w:rFonts w:ascii="Arial"/>
          <w:color w:val="4D4D4F"/>
          <w:spacing w:val="-1"/>
        </w:rPr>
        <w:t> driving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conditions.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1"/>
        </w:rPr>
        <w:t>60</w:t>
      </w:r>
      <w:r>
        <w:rPr>
          <w:color w:val="4D4D4F"/>
        </w:rPr>
        <w:t> </w:t>
      </w:r>
      <w:r>
        <w:rPr>
          <w:color w:val="4D4D4F"/>
          <w:spacing w:val="-2"/>
        </w:rPr>
        <w:t>minutes</w:t>
      </w:r>
      <w:r>
        <w:rPr>
          <w:color w:val="4D4D4F"/>
        </w:rPr>
        <w:t> </w:t>
      </w:r>
      <w:r>
        <w:rPr>
          <w:color w:val="4D4D4F"/>
          <w:spacing w:val="-1"/>
        </w:rPr>
        <w:t>(including</w:t>
      </w:r>
      <w:r>
        <w:rPr>
          <w:color w:val="4D4D4F"/>
        </w:rPr>
        <w:t> a </w:t>
      </w:r>
      <w:r>
        <w:rPr>
          <w:color w:val="4D4D4F"/>
          <w:spacing w:val="-1"/>
        </w:rPr>
        <w:t>question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answer</w:t>
      </w:r>
      <w:r>
        <w:rPr>
          <w:color w:val="4D4D4F"/>
        </w:rPr>
        <w:t> </w:t>
      </w:r>
      <w:r>
        <w:rPr>
          <w:color w:val="4D4D4F"/>
          <w:spacing w:val="-2"/>
        </w:rPr>
        <w:t>session)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</w:rPr>
        <w:t> </w:t>
      </w:r>
      <w:r>
        <w:rPr>
          <w:color w:val="4F61AB"/>
          <w:spacing w:val="-1"/>
        </w:rPr>
        <w:t>of</w:t>
      </w:r>
      <w:r>
        <w:rPr>
          <w:color w:val="4F61AB"/>
        </w:rPr>
        <w:t> 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based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Guide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,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working in pairs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Sufficient </w:t>
      </w:r>
      <w:r>
        <w:rPr>
          <w:color w:val="4D4D4F"/>
          <w:spacing w:val="-1"/>
        </w:rPr>
        <w:t>open</w:t>
      </w:r>
      <w:r>
        <w:rPr>
          <w:color w:val="4D4D4F"/>
        </w:rPr>
        <w:t> </w:t>
      </w:r>
      <w:r>
        <w:rPr>
          <w:color w:val="4D4D4F"/>
          <w:spacing w:val="-1"/>
        </w:rPr>
        <w:t>space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pair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move</w:t>
      </w:r>
      <w:r>
        <w:rPr>
          <w:color w:val="4D4D4F"/>
        </w:rPr>
        <w:t> </w:t>
      </w:r>
      <w:r>
        <w:rPr>
          <w:color w:val="4D4D4F"/>
          <w:spacing w:val="-1"/>
        </w:rPr>
        <w:t>freely</w:t>
      </w:r>
      <w:r>
        <w:rPr>
          <w:color w:val="4D4D4F"/>
        </w:rPr>
        <w:t> from </w:t>
      </w:r>
      <w:r>
        <w:rPr>
          <w:color w:val="4D4D4F"/>
          <w:spacing w:val="-1"/>
        </w:rPr>
        <w:t>station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station.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Workbenches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be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1"/>
        </w:rPr>
        <w:t>asset,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floor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ease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inspection.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39" w:right="1574" w:hanging="269"/>
        <w:jc w:val="left"/>
        <w:rPr>
          <w:rFonts w:ascii="Arial" w:hAnsi="Arial" w:cs="Arial" w:eastAsia="Arial"/>
        </w:rPr>
      </w:pPr>
      <w:r>
        <w:rPr>
          <w:color w:val="4D4D4F"/>
        </w:rPr>
        <w:t>Shop </w:t>
      </w:r>
      <w:r>
        <w:rPr>
          <w:color w:val="4D4D4F"/>
          <w:spacing w:val="-1"/>
        </w:rPr>
        <w:t>facilities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access </w:t>
      </w:r>
      <w:r>
        <w:rPr>
          <w:color w:val="4D4D4F"/>
          <w:spacing w:val="-1"/>
        </w:rPr>
        <w:t>to</w:t>
      </w:r>
      <w:r>
        <w:rPr>
          <w:color w:val="4D4D4F"/>
        </w:rPr>
        <w:t> compressed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be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2"/>
        </w:rPr>
        <w:t>advantage</w:t>
      </w:r>
      <w:r>
        <w:rPr>
          <w:color w:val="4D4D4F"/>
        </w:rPr>
        <w:t> </w:t>
      </w:r>
      <w:r>
        <w:rPr>
          <w:color w:val="4D4D4F"/>
          <w:spacing w:val="-1"/>
        </w:rPr>
        <w:t>but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necessary.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Handout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identification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fill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marking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39" w:right="575" w:hanging="26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Used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from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shop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diagnose—at </w:t>
      </w:r>
      <w:r>
        <w:rPr>
          <w:color w:val="4D4D4F"/>
          <w:spacing w:val="-1"/>
        </w:rPr>
        <w:t>least</w:t>
      </w:r>
      <w:r>
        <w:rPr>
          <w:color w:val="4D4D4F"/>
        </w:rPr>
        <w:t> </w:t>
      </w:r>
      <w:r>
        <w:rPr>
          <w:color w:val="4D4D4F"/>
          <w:spacing w:val="-1"/>
        </w:rPr>
        <w:t>six</w:t>
      </w:r>
      <w:r>
        <w:rPr>
          <w:color w:val="4D4D4F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a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types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sizes.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1"/>
        </w:rPr>
        <w:t>need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generate</w:t>
      </w:r>
      <w:r>
        <w:rPr>
          <w:color w:val="4D4D4F"/>
        </w:rPr>
        <w:t> a record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defects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1"/>
        </w:rPr>
        <w:t> </w:t>
      </w:r>
      <w:r>
        <w:rPr>
          <w:rFonts w:ascii="Arial" w:hAnsi="Arial" w:cs="Arial" w:eastAsia="Arial"/>
          <w:color w:val="4D4D4F"/>
          <w:spacing w:val="-1"/>
        </w:rPr>
        <w:t>their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causes.</w:t>
      </w:r>
      <w:r>
        <w:rPr>
          <w:rFonts w:ascii="Arial" w:hAnsi="Arial" w:cs="Arial" w:eastAsia="Arial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099" w:right="0"/>
        <w:jc w:val="left"/>
        <w:rPr>
          <w:b w:val="0"/>
          <w:bCs w:val="0"/>
        </w:rPr>
      </w:pPr>
      <w:r>
        <w:rPr/>
        <w:t>What </w:t>
      </w:r>
      <w:r>
        <w:rPr>
          <w:spacing w:val="1"/>
        </w:rPr>
        <w:t>Is</w:t>
      </w:r>
      <w:r>
        <w:rPr/>
        <w:t> The Winter </w:t>
      </w:r>
      <w:r>
        <w:rPr>
          <w:spacing w:val="-1"/>
        </w:rPr>
        <w:t>Tire</w:t>
      </w:r>
      <w:r>
        <w:rPr/>
        <w:t> </w:t>
      </w:r>
      <w:r>
        <w:rPr>
          <w:spacing w:val="-1"/>
        </w:rPr>
        <w:t>Symbol?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https://info.kaltire.com/what-is-the-winter-tire-symbol/</w:t>
      </w:r>
      <w:r>
        <w:rPr>
          <w:color w:val="456DA9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099" w:right="0"/>
        <w:jc w:val="left"/>
        <w:rPr>
          <w:b w:val="0"/>
          <w:bCs w:val="0"/>
        </w:rPr>
      </w:pPr>
      <w:r>
        <w:rPr/>
        <w:t>Winter </w:t>
      </w:r>
      <w:r>
        <w:rPr>
          <w:spacing w:val="-1"/>
        </w:rPr>
        <w:t>Tire</w:t>
      </w:r>
      <w:r>
        <w:rPr/>
        <w:t> </w:t>
      </w:r>
      <w:r>
        <w:rPr>
          <w:spacing w:val="1"/>
        </w:rPr>
        <w:t>Safety</w:t>
      </w:r>
      <w:r>
        <w:rPr/>
        <w:t> </w:t>
      </w:r>
      <w:r>
        <w:rPr>
          <w:spacing w:val="-1"/>
        </w:rPr>
        <w:t>Tips—Transport</w:t>
      </w:r>
      <w:r>
        <w:rPr/>
        <w:t> Canada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1"/>
            <w:u w:val="single" w:color="456DA9"/>
          </w:rPr>
          <w:t>www.tc.gc.ca/eng/motorvehiclesafety/safevehicles-safetyfeatures-wintertires-index-468.htm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099" w:right="0"/>
        <w:jc w:val="left"/>
        <w:rPr>
          <w:b w:val="0"/>
          <w:bCs w:val="0"/>
        </w:rPr>
      </w:pPr>
      <w:r>
        <w:rPr/>
        <w:t>Proper </w:t>
      </w:r>
      <w:r>
        <w:rPr>
          <w:spacing w:val="-1"/>
        </w:rPr>
        <w:t>Tire</w:t>
      </w:r>
      <w:r>
        <w:rPr/>
        <w:t> </w:t>
      </w:r>
      <w:r>
        <w:rPr>
          <w:spacing w:val="1"/>
        </w:rPr>
        <w:t>Inflation—Cooper</w:t>
      </w:r>
      <w:r>
        <w:rPr/>
        <w:t> </w:t>
      </w:r>
      <w:r>
        <w:rPr>
          <w:spacing w:val="-1"/>
        </w:rPr>
        <w:t>Tire</w:t>
      </w:r>
      <w:r>
        <w:rPr/>
        <w:t> Canada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1"/>
            <w:u w:val="single" w:color="456DA9"/>
          </w:rPr>
          <w:t>http://ca.coopertire.com/Tire-Safety/Tire-Safety-TIps/Proper-Tire-Inflation.aspx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Activity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188" w:after="0"/>
        <w:ind w:left="1040" w:right="1774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Group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pairs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document</w:t>
      </w:r>
      <w:r>
        <w:rPr>
          <w:color w:val="4D4D4F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names</w:t>
      </w:r>
      <w:r>
        <w:rPr>
          <w:color w:val="4D4D4F"/>
        </w:rPr>
        <w:t> on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handout</w:t>
      </w:r>
      <w:r>
        <w:rPr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sheets.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locate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write</w:t>
      </w:r>
      <w:r>
        <w:rPr>
          <w:color w:val="4D4D4F"/>
        </w:rPr>
        <w:t> </w:t>
      </w:r>
      <w:r>
        <w:rPr>
          <w:color w:val="4D4D4F"/>
          <w:spacing w:val="-1"/>
        </w:rPr>
        <w:t>down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per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handout.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180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Randomly</w:t>
      </w:r>
      <w:r>
        <w:rPr>
          <w:color w:val="4D4D4F"/>
        </w:rPr>
        <w:t> pick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explain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class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particular </w:t>
      </w:r>
      <w:r>
        <w:rPr>
          <w:color w:val="4D4D4F"/>
          <w:spacing w:val="-1"/>
        </w:rPr>
        <w:t>tire</w:t>
      </w:r>
      <w:r>
        <w:rPr>
          <w:color w:val="4D4D4F"/>
          <w:spacing w:val="81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  <w:spacing w:val="-1"/>
        </w:rPr>
        <w:t> 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working on.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99" w:hanging="320"/>
        <w:jc w:val="left"/>
        <w:rPr>
          <w:rFonts w:ascii="Arial" w:hAnsi="Arial" w:cs="Arial" w:eastAsia="Arial"/>
        </w:rPr>
      </w:pPr>
      <w:r>
        <w:rPr>
          <w:color w:val="4D4D4F"/>
        </w:rPr>
        <w:t>Explain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“snowflake”</w:t>
      </w:r>
      <w:r>
        <w:rPr>
          <w:color w:val="4D4D4F"/>
        </w:rPr>
        <w:t> on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why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 </w:t>
      </w:r>
      <w:r>
        <w:rPr>
          <w:color w:val="4D4D4F"/>
          <w:spacing w:val="-2"/>
        </w:rPr>
        <w:t>winter</w:t>
      </w:r>
      <w:r>
        <w:rPr>
          <w:color w:val="4D4D4F"/>
        </w:rPr>
        <w:t> </w:t>
      </w:r>
      <w:r>
        <w:rPr>
          <w:color w:val="4D4D4F"/>
          <w:spacing w:val="-1"/>
        </w:rPr>
        <w:t>standard</w:t>
      </w:r>
      <w:r>
        <w:rPr>
          <w:color w:val="4D4D4F"/>
        </w:rPr>
        <w:t> </w:t>
      </w:r>
      <w:r>
        <w:rPr>
          <w:color w:val="4D4D4F"/>
          <w:spacing w:val="-1"/>
        </w:rPr>
        <w:t>below</w:t>
      </w:r>
      <w:r>
        <w:rPr>
          <w:color w:val="4D4D4F"/>
        </w:rPr>
        <w:t> a specific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temperature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7°Celsius</w:t>
      </w:r>
      <w:r>
        <w:rPr>
          <w:color w:val="4D4D4F"/>
        </w:rPr>
        <w:t> </w:t>
      </w:r>
      <w:r>
        <w:rPr>
          <w:color w:val="4D4D4F"/>
          <w:spacing w:val="-1"/>
        </w:rPr>
        <w:t>(because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rubber</w:t>
      </w:r>
      <w:r>
        <w:rPr>
          <w:color w:val="4D4D4F"/>
        </w:rPr>
        <w:t> </w:t>
      </w:r>
      <w:r>
        <w:rPr>
          <w:color w:val="4D4D4F"/>
          <w:spacing w:val="-1"/>
        </w:rPr>
        <w:t>compound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summer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gets</w:t>
      </w:r>
      <w:r>
        <w:rPr>
          <w:color w:val="4D4D4F"/>
        </w:rPr>
        <w:t> </w:t>
      </w:r>
      <w:r>
        <w:rPr>
          <w:color w:val="4D4D4F"/>
          <w:spacing w:val="-1"/>
        </w:rPr>
        <w:t>too</w:t>
      </w:r>
      <w:r>
        <w:rPr>
          <w:color w:val="4D4D4F"/>
        </w:rPr>
        <w:t> </w:t>
      </w:r>
      <w:r>
        <w:rPr>
          <w:color w:val="4D4D4F"/>
          <w:spacing w:val="-1"/>
        </w:rPr>
        <w:t>hard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59"/>
        </w:rPr>
        <w:t> </w:t>
      </w:r>
      <w:r>
        <w:rPr>
          <w:rFonts w:ascii="Arial" w:hAnsi="Arial" w:cs="Arial" w:eastAsia="Arial"/>
          <w:color w:val="4D4D4F"/>
          <w:spacing w:val="-2"/>
        </w:rPr>
        <w:t>get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traction).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</w:rPr>
        <w:t>Explain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sipes</w:t>
      </w:r>
      <w:r>
        <w:rPr>
          <w:color w:val="4D4D4F"/>
        </w:rPr>
        <w:t> </w:t>
      </w:r>
      <w:r>
        <w:rPr>
          <w:color w:val="4D4D4F"/>
          <w:spacing w:val="-1"/>
        </w:rPr>
        <w:t>help</w:t>
      </w:r>
      <w:r>
        <w:rPr>
          <w:color w:val="4D4D4F"/>
        </w:rPr>
        <w:t> grip </w:t>
      </w:r>
      <w:r>
        <w:rPr>
          <w:color w:val="4D4D4F"/>
          <w:spacing w:val="-1"/>
        </w:rPr>
        <w:t>an</w:t>
      </w:r>
      <w:r>
        <w:rPr>
          <w:color w:val="4D4D4F"/>
        </w:rPr>
        <w:t> </w:t>
      </w:r>
      <w:r>
        <w:rPr>
          <w:color w:val="4D4D4F"/>
          <w:spacing w:val="-1"/>
        </w:rPr>
        <w:t>icy</w:t>
      </w:r>
      <w:r>
        <w:rPr>
          <w:color w:val="4D4D4F"/>
        </w:rPr>
        <w:t> surface.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438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Demonstrate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a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2"/>
        </w:rPr>
        <w:t>gauge,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explain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legal</w:t>
      </w:r>
      <w:r>
        <w:rPr>
          <w:color w:val="4D4D4F"/>
        </w:rPr>
        <w:t> </w:t>
      </w:r>
      <w:r>
        <w:rPr>
          <w:color w:val="4D4D4F"/>
          <w:spacing w:val="-1"/>
        </w:rPr>
        <w:t>limit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3 </w:t>
      </w:r>
      <w:r>
        <w:rPr>
          <w:color w:val="4D4D4F"/>
          <w:spacing w:val="-1"/>
        </w:rPr>
        <w:t>mm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2"/>
        </w:rPr>
        <w:t>highway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across </w:t>
      </w:r>
      <w:r>
        <w:rPr>
          <w:color w:val="4D4D4F"/>
          <w:spacing w:val="-4"/>
        </w:rPr>
        <w:t>75%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width.</w:t>
      </w:r>
      <w:r>
        <w:rPr>
          <w:color w:val="4D4D4F"/>
        </w:rPr>
        <w:t> </w:t>
      </w:r>
      <w:r>
        <w:rPr>
          <w:color w:val="4D4D4F"/>
          <w:spacing w:val="-1"/>
        </w:rPr>
        <w:t>Show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“wear</w:t>
      </w:r>
      <w:r>
        <w:rPr>
          <w:color w:val="4D4D4F"/>
        </w:rPr>
        <w:t> </w:t>
      </w:r>
      <w:r>
        <w:rPr>
          <w:color w:val="4D4D4F"/>
          <w:spacing w:val="1"/>
        </w:rPr>
        <w:t>bar”</w:t>
      </w:r>
      <w:r>
        <w:rPr>
          <w:color w:val="4D4D4F"/>
        </w:rPr>
        <w:t> </w:t>
      </w:r>
      <w:r>
        <w:rPr>
          <w:color w:val="4D4D4F"/>
          <w:spacing w:val="-1"/>
        </w:rPr>
        <w:t>indicator</w:t>
      </w:r>
      <w:r>
        <w:rPr>
          <w:color w:val="4D4D4F"/>
          <w:spacing w:val="47"/>
        </w:rPr>
        <w:t> </w:t>
      </w:r>
      <w:r>
        <w:rPr>
          <w:rFonts w:ascii="Arial" w:hAnsi="Arial" w:cs="Arial" w:eastAsia="Arial"/>
          <w:color w:val="4D4D4F"/>
          <w:spacing w:val="-1"/>
        </w:rPr>
        <w:t>between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2"/>
        </w:rPr>
        <w:t> </w:t>
      </w:r>
      <w:r>
        <w:rPr>
          <w:rFonts w:ascii="Arial" w:hAnsi="Arial" w:cs="Arial" w:eastAsia="Arial"/>
          <w:color w:val="4D4D4F"/>
          <w:spacing w:val="-1"/>
        </w:rPr>
        <w:t>treads.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142" w:hanging="320"/>
        <w:jc w:val="left"/>
        <w:rPr>
          <w:rFonts w:ascii="Arial" w:hAnsi="Arial" w:cs="Arial" w:eastAsia="Arial"/>
        </w:rPr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individually</w:t>
      </w:r>
      <w:r>
        <w:rPr>
          <w:color w:val="4D4D4F"/>
        </w:rPr>
        <w:t> </w:t>
      </w:r>
      <w:r>
        <w:rPr>
          <w:color w:val="4D4D4F"/>
          <w:spacing w:val="-1"/>
        </w:rPr>
        <w:t>measure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depth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record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findings</w:t>
      </w:r>
      <w:r>
        <w:rPr>
          <w:color w:val="4D4D4F"/>
        </w:rPr>
        <w:t> on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own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sheets for marking.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inflate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correct cold </w:t>
      </w:r>
      <w:r>
        <w:rPr>
          <w:color w:val="4D4D4F"/>
          <w:spacing w:val="-1"/>
        </w:rPr>
        <w:t>pressure</w:t>
      </w:r>
      <w:r>
        <w:rPr>
          <w:color w:val="4D4D4F"/>
        </w:rPr>
        <w:t> </w:t>
      </w:r>
      <w:r>
        <w:rPr>
          <w:color w:val="4D4D4F"/>
          <w:spacing w:val="-1"/>
        </w:rPr>
        <w:t>according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owner’s</w:t>
      </w:r>
      <w:r>
        <w:rPr>
          <w:color w:val="4D4D4F"/>
        </w:rPr>
        <w:t> </w:t>
      </w:r>
      <w:r>
        <w:rPr>
          <w:color w:val="4D4D4F"/>
          <w:spacing w:val="-2"/>
        </w:rPr>
        <w:t>manual.</w:t>
      </w:r>
      <w:r>
        <w:rPr/>
      </w:r>
    </w:p>
    <w:p>
      <w:pPr>
        <w:pStyle w:val="BodyText"/>
        <w:spacing w:line="284" w:lineRule="auto" w:before="47"/>
        <w:ind w:left="1039" w:right="1189"/>
        <w:jc w:val="both"/>
      </w:pP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driver’s</w:t>
      </w:r>
      <w:r>
        <w:rPr>
          <w:color w:val="4D4D4F"/>
        </w:rPr>
        <w:t> </w:t>
      </w:r>
      <w:r>
        <w:rPr>
          <w:color w:val="4D4D4F"/>
          <w:spacing w:val="-1"/>
        </w:rPr>
        <w:t>manual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2"/>
        </w:rPr>
        <w:t>available</w:t>
      </w:r>
      <w:r>
        <w:rPr>
          <w:color w:val="4D4D4F"/>
        </w:rPr>
        <w:t> or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door</w:t>
      </w:r>
      <w:r>
        <w:rPr>
          <w:color w:val="4D4D4F"/>
        </w:rPr>
        <w:t> </w:t>
      </w:r>
      <w:r>
        <w:rPr>
          <w:color w:val="4D4D4F"/>
          <w:spacing w:val="-1"/>
        </w:rPr>
        <w:t>notice</w:t>
      </w:r>
      <w:r>
        <w:rPr>
          <w:color w:val="4D4D4F"/>
        </w:rPr>
        <w:t> </w:t>
      </w:r>
      <w:r>
        <w:rPr>
          <w:color w:val="4D4D4F"/>
          <w:spacing w:val="-1"/>
        </w:rPr>
        <w:t>does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match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1"/>
        </w:rPr>
        <w:t>type</w:t>
      </w:r>
      <w:r>
        <w:rPr>
          <w:color w:val="4D4D4F"/>
        </w:rPr>
        <w:t> or </w:t>
      </w:r>
      <w:r>
        <w:rPr>
          <w:color w:val="4D4D4F"/>
          <w:spacing w:val="-2"/>
        </w:rPr>
        <w:t>size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installed,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recommended</w:t>
      </w:r>
      <w:r>
        <w:rPr>
          <w:color w:val="4D4D4F"/>
        </w:rPr>
        <w:t> </w:t>
      </w:r>
      <w:r>
        <w:rPr>
          <w:color w:val="4D4D4F"/>
          <w:spacing w:val="-1"/>
        </w:rPr>
        <w:t>inflation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fill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6"/>
        </w:rPr>
        <w:t>3–5</w:t>
      </w:r>
      <w:r>
        <w:rPr>
          <w:color w:val="4D4D4F"/>
        </w:rPr>
        <w:t> </w:t>
      </w:r>
      <w:r>
        <w:rPr>
          <w:color w:val="4D4D4F"/>
          <w:spacing w:val="-1"/>
        </w:rPr>
        <w:t>psi</w:t>
      </w:r>
      <w:r>
        <w:rPr>
          <w:color w:val="4D4D4F"/>
        </w:rPr>
        <w:t> less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than</w:t>
      </w:r>
      <w:r>
        <w:rPr>
          <w:color w:val="4D4D4F"/>
        </w:rPr>
        <w:t> </w:t>
      </w:r>
      <w:r>
        <w:rPr>
          <w:color w:val="4D4D4F"/>
          <w:spacing w:val="-1"/>
        </w:rPr>
        <w:t>maximum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</w:rPr>
        <w:t> </w:t>
      </w:r>
      <w:r>
        <w:rPr>
          <w:color w:val="4D4D4F"/>
          <w:spacing w:val="-2"/>
        </w:rPr>
        <w:t>listed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sidewall.</w:t>
      </w:r>
      <w:r>
        <w:rPr>
          <w:color w:val="4D4D4F"/>
        </w:rPr>
        <w:t> Maximum </w:t>
      </w:r>
      <w:r>
        <w:rPr>
          <w:color w:val="4D4D4F"/>
          <w:spacing w:val="-1"/>
        </w:rPr>
        <w:t>pressure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maximum</w:t>
      </w:r>
      <w:r>
        <w:rPr>
          <w:color w:val="4D4D4F"/>
        </w:rPr>
        <w:t> </w:t>
      </w:r>
      <w:r>
        <w:rPr>
          <w:color w:val="4D4D4F"/>
          <w:spacing w:val="-1"/>
        </w:rPr>
        <w:t>load—usually,</w:t>
      </w:r>
      <w:r>
        <w:rPr>
          <w:color w:val="4D4D4F"/>
        </w:rPr>
        <w:t> a car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fully</w:t>
      </w:r>
      <w:r>
        <w:rPr>
          <w:color w:val="4D4D4F"/>
        </w:rPr>
        <w:t> </w:t>
      </w:r>
      <w:r>
        <w:rPr>
          <w:color w:val="4D4D4F"/>
          <w:spacing w:val="-1"/>
        </w:rPr>
        <w:t>loaded.</w:t>
      </w:r>
      <w:r>
        <w:rPr>
          <w:color w:val="4D4D4F"/>
        </w:rPr>
        <w:t> </w:t>
      </w:r>
      <w:r>
        <w:rPr>
          <w:color w:val="4D4D4F"/>
          <w:spacing w:val="-1"/>
        </w:rPr>
        <w:t>Also,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warm</w:t>
      </w:r>
      <w:r>
        <w:rPr>
          <w:color w:val="4D4D4F"/>
        </w:rPr>
        <w:t> </w:t>
      </w:r>
      <w:r>
        <w:rPr>
          <w:color w:val="4D4D4F"/>
          <w:spacing w:val="-3"/>
        </w:rPr>
        <w:t>up,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inside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</w:rPr>
        <w:t> </w:t>
      </w:r>
      <w:r>
        <w:rPr>
          <w:color w:val="4D4D4F"/>
          <w:spacing w:val="-1"/>
        </w:rPr>
        <w:t>warms,</w:t>
      </w:r>
      <w:r>
        <w:rPr>
          <w:color w:val="4D4D4F"/>
        </w:rPr>
        <w:t> </w:t>
      </w:r>
      <w:r>
        <w:rPr>
          <w:color w:val="4D4D4F"/>
          <w:spacing w:val="-1"/>
        </w:rPr>
        <w:t>increasing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pressure.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link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a “Proper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Inflation”</w:t>
      </w:r>
      <w:r>
        <w:rPr>
          <w:color w:val="4D4D4F"/>
        </w:rPr>
        <w:t> </w:t>
      </w:r>
      <w:r>
        <w:rPr>
          <w:color w:val="4D4D4F"/>
          <w:spacing w:val="-2"/>
        </w:rPr>
        <w:t>web</w:t>
      </w:r>
      <w:r>
        <w:rPr>
          <w:color w:val="4D4D4F"/>
        </w:rPr>
        <w:t> </w:t>
      </w:r>
      <w:r>
        <w:rPr>
          <w:color w:val="4D4D4F"/>
          <w:spacing w:val="-1"/>
        </w:rPr>
        <w:t>page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included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“Resources”</w:t>
      </w:r>
      <w:r>
        <w:rPr>
          <w:color w:val="4D4D4F"/>
        </w:rPr>
        <w:t> </w:t>
      </w:r>
      <w:r>
        <w:rPr>
          <w:color w:val="4D4D4F"/>
          <w:spacing w:val="-1"/>
        </w:rPr>
        <w:t>section.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707" w:hanging="320"/>
        <w:jc w:val="left"/>
      </w:pPr>
      <w:r>
        <w:rPr>
          <w:rFonts w:ascii="Arial"/>
          <w:color w:val="4D4D4F"/>
          <w:spacing w:val="-1"/>
        </w:rPr>
        <w:t>Students should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given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randomly selected used 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and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2"/>
        </w:rPr>
        <w:t> asked</w:t>
      </w:r>
      <w:r>
        <w:rPr>
          <w:rFonts w:ascii="Arial"/>
          <w:color w:val="4D4D4F"/>
          <w:spacing w:val="-1"/>
        </w:rPr>
        <w:t> to </w:t>
      </w:r>
      <w:r>
        <w:rPr>
          <w:rFonts w:ascii="Arial"/>
          <w:color w:val="4D4D4F"/>
        </w:rPr>
        <w:t>describe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2"/>
        </w:rPr>
        <w:t>sidewall</w:t>
      </w:r>
      <w:r>
        <w:rPr>
          <w:color w:val="4D4D4F"/>
        </w:rPr>
        <w:t> </w:t>
      </w:r>
      <w:r>
        <w:rPr>
          <w:color w:val="4D4D4F"/>
          <w:spacing w:val="-1"/>
        </w:rPr>
        <w:t>markings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determine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1"/>
        </w:rPr>
        <w:t>defects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</w:rPr>
        <w:t> </w:t>
      </w:r>
      <w:r>
        <w:rPr>
          <w:color w:val="4D4D4F"/>
          <w:spacing w:val="-1"/>
        </w:rPr>
        <w:t>causes.</w:t>
      </w:r>
      <w:r>
        <w:rPr/>
      </w:r>
    </w:p>
    <w:p>
      <w:pPr>
        <w:spacing w:after="0" w:line="284" w:lineRule="auto"/>
        <w:jc w:val="left"/>
        <w:sectPr>
          <w:headerReference w:type="default" r:id="rId13"/>
          <w:headerReference w:type="even" r:id="rId14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Tire</w:t>
      </w:r>
      <w:r>
        <w:rPr>
          <w:color w:val="4F61AB"/>
        </w:rPr>
        <w:t> Identification </w:t>
      </w:r>
      <w:r>
        <w:rPr>
          <w:color w:val="4F61AB"/>
          <w:spacing w:val="-1"/>
        </w:rPr>
        <w:t>and</w:t>
      </w:r>
      <w:r>
        <w:rPr>
          <w:color w:val="4F61AB"/>
        </w:rPr>
        <w:t> Markings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00" w:lineRule="atLeast"/>
        <w:ind w:left="113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30.3pt;height:161pt;mso-position-horizontal-relative:char;mso-position-vertical-relative:line" coordorigin="0,0" coordsize="4606,3220">
            <v:shape style="position:absolute;left:3;top:2;width:4601;height:3214" type="#_x0000_t75" stroked="false">
              <v:imagedata r:id="rId15" o:title=""/>
            </v:shape>
            <v:group style="position:absolute;left:3;top:3;width:4601;height:3215" coordorigin="3,3" coordsize="4601,3215">
              <v:shape style="position:absolute;left:3;top:3;width:4601;height:3215" coordorigin="3,3" coordsize="4601,3215" path="m3,3217l4603,3217,4603,3,3,3,3,3217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47"/>
          <w:sz w:val="20"/>
        </w:rPr>
        <w:t> </w:t>
      </w:r>
      <w:r>
        <w:rPr>
          <w:rFonts w:ascii="Arial"/>
          <w:spacing w:val="47"/>
          <w:position w:val="3"/>
          <w:sz w:val="20"/>
        </w:rPr>
        <w:pict>
          <v:group style="width:227pt;height:159.25pt;mso-position-horizontal-relative:char;mso-position-vertical-relative:line" coordorigin="0,0" coordsize="4540,3185">
            <v:shape style="position:absolute;left:3;top:3;width:4535;height:3180" type="#_x0000_t75" stroked="false">
              <v:imagedata r:id="rId16" o:title=""/>
            </v:shape>
            <v:group style="position:absolute;left:3;top:3;width:4535;height:3180" coordorigin="3,3" coordsize="4535,3180">
              <v:shape style="position:absolute;left:3;top:3;width:4535;height:3180" coordorigin="3,3" coordsize="4535,3180" path="m3,3183l4538,3183,4538,3,3,3,3,3183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pacing w:val="47"/>
          <w:position w:val="3"/>
          <w:sz w:val="2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8"/>
          <w:szCs w:val="8"/>
        </w:rPr>
      </w:pPr>
    </w:p>
    <w:p>
      <w:pPr>
        <w:tabs>
          <w:tab w:pos="7089" w:val="left" w:leader="none"/>
        </w:tabs>
        <w:spacing w:before="77"/>
        <w:ind w:left="3794" w:right="0" w:hanging="21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1—</w:t>
      </w:r>
      <w:r>
        <w:rPr>
          <w:rFonts w:ascii="Arial" w:hAnsi="Arial" w:cs="Arial" w:eastAsia="Arial"/>
          <w:sz w:val="18"/>
          <w:szCs w:val="18"/>
        </w:rPr>
        <w:t>Mud and snow (P) passenger tire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Directional</w:t>
      </w:r>
      <w:r>
        <w:rPr>
          <w:rFonts w:ascii="Arial" w:hAnsi="Arial" w:cs="Arial" w:eastAsia="Arial"/>
          <w:sz w:val="18"/>
          <w:szCs w:val="18"/>
        </w:rPr>
        <w:t> tire</w:t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1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355990" cy="1836896"/>
            <wp:effectExtent l="0" t="0" r="0" b="0"/>
            <wp:docPr id="3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5990" cy="183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2"/>
          <w:szCs w:val="22"/>
        </w:rPr>
      </w:pPr>
    </w:p>
    <w:p>
      <w:pPr>
        <w:spacing w:line="255" w:lineRule="auto" w:before="0"/>
        <w:ind w:left="4048" w:right="2857" w:hanging="25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Directional</w:t>
      </w:r>
      <w:r>
        <w:rPr>
          <w:rFonts w:ascii="Arial" w:hAnsi="Arial" w:cs="Arial" w:eastAsia="Arial"/>
          <w:sz w:val="18"/>
          <w:szCs w:val="18"/>
        </w:rPr>
        <w:t> tire</w:t>
      </w:r>
      <w:r>
        <w:rPr>
          <w:rFonts w:ascii="Arial" w:hAnsi="Arial" w:cs="Arial" w:eastAsia="Arial"/>
          <w:spacing w:val="-1"/>
          <w:sz w:val="18"/>
          <w:szCs w:val="18"/>
        </w:rPr>
        <w:t> with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wear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bar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indicated;</w:t>
      </w:r>
      <w:r>
        <w:rPr>
          <w:rFonts w:ascii="Arial" w:hAnsi="Arial" w:cs="Arial" w:eastAsia="Arial"/>
          <w:spacing w:val="26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depth gauge indicates 5 mm depth reading.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2"/>
          <w:szCs w:val="12"/>
        </w:rPr>
      </w:pPr>
    </w:p>
    <w:p>
      <w:pPr>
        <w:tabs>
          <w:tab w:pos="5881" w:val="left" w:leader="none"/>
        </w:tabs>
        <w:spacing w:line="200" w:lineRule="atLeast"/>
        <w:ind w:left="122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21.3pt;height:192pt;mso-position-horizontal-relative:char;mso-position-vertical-relative:line" coordorigin="0,0" coordsize="4426,3840">
            <v:shape style="position:absolute;left:3;top:3;width:4420;height:3835" type="#_x0000_t75" stroked="false">
              <v:imagedata r:id="rId18" o:title=""/>
            </v:shape>
            <v:group style="position:absolute;left:3;top:3;width:4421;height:3835" coordorigin="3,3" coordsize="4421,3835">
              <v:shape style="position:absolute;left:3;top:3;width:4421;height:3835" coordorigin="3,3" coordsize="4421,3835" path="m3,3837l4423,3837,4423,3,3,3,3,3837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"/>
          <w:sz w:val="20"/>
        </w:rPr>
        <w:pict>
          <v:group style="width:223.9pt;height:191.55pt;mso-position-horizontal-relative:char;mso-position-vertical-relative:line" coordorigin="0,0" coordsize="4478,3831">
            <v:shape style="position:absolute;left:3;top:3;width:4473;height:3825" type="#_x0000_t75" stroked="false">
              <v:imagedata r:id="rId19" o:title=""/>
            </v:shape>
            <v:group style="position:absolute;left:3;top:3;width:4473;height:3826" coordorigin="3,3" coordsize="4473,3826">
              <v:shape style="position:absolute;left:3;top:3;width:4473;height:3826" coordorigin="3,3" coordsize="4473,3826" path="m3,3828l4475,3828,4475,3,3,3,3,3828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position w:val="1"/>
          <w:sz w:val="20"/>
        </w:rPr>
      </w:r>
    </w:p>
    <w:p>
      <w:pPr>
        <w:tabs>
          <w:tab w:pos="7004" w:val="left" w:leader="none"/>
        </w:tabs>
        <w:spacing w:before="122"/>
        <w:ind w:left="218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4—</w:t>
      </w:r>
      <w:r>
        <w:rPr>
          <w:rFonts w:ascii="Arial" w:hAnsi="Arial" w:cs="Arial" w:eastAsia="Arial"/>
          <w:sz w:val="18"/>
          <w:szCs w:val="18"/>
        </w:rPr>
        <w:t>Siped directional tire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Conventional</w:t>
      </w:r>
      <w:r>
        <w:rPr>
          <w:rFonts w:ascii="Arial" w:hAnsi="Arial" w:cs="Arial" w:eastAsia="Arial"/>
          <w:sz w:val="18"/>
          <w:szCs w:val="18"/>
        </w:rPr>
        <w:t> tire</w:t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tabs>
          <w:tab w:pos="4811" w:val="left" w:leader="none"/>
        </w:tabs>
        <w:spacing w:line="200" w:lineRule="atLeast"/>
        <w:ind w:left="120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26"/>
          <w:sz w:val="20"/>
        </w:rPr>
        <w:drawing>
          <wp:inline distT="0" distB="0" distL="0" distR="0">
            <wp:extent cx="1754865" cy="1672208"/>
            <wp:effectExtent l="0" t="0" r="0" b="0"/>
            <wp:docPr id="5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4865" cy="167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6"/>
          <w:sz w:val="20"/>
        </w:rPr>
      </w:r>
      <w:r>
        <w:rPr>
          <w:rFonts w:ascii="Arial"/>
          <w:position w:val="26"/>
          <w:sz w:val="20"/>
        </w:rPr>
        <w:tab/>
      </w:r>
      <w:r>
        <w:rPr>
          <w:rFonts w:ascii="Arial"/>
          <w:sz w:val="20"/>
        </w:rPr>
        <w:pict>
          <v:group style="width:245.2pt;height:158pt;mso-position-horizontal-relative:char;mso-position-vertical-relative:line" coordorigin="0,0" coordsize="4904,3160">
            <v:shape style="position:absolute;left:3;top:3;width:4899;height:3154" type="#_x0000_t75" stroked="false">
              <v:imagedata r:id="rId21" o:title=""/>
            </v:shape>
            <v:group style="position:absolute;left:3;top:3;width:4899;height:3155" coordorigin="3,3" coordsize="4899,3155">
              <v:shape style="position:absolute;left:3;top:3;width:4899;height:3155" coordorigin="3,3" coordsize="4899,3155" path="m3,3157l4901,3157,4901,3,3,3,3,3157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55" w:lineRule="auto" w:before="122"/>
        <w:ind w:left="1843" w:right="0" w:hanging="103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6—</w:t>
      </w:r>
      <w:r>
        <w:rPr>
          <w:rFonts w:ascii="Arial" w:hAnsi="Arial" w:cs="Arial" w:eastAsia="Arial"/>
          <w:sz w:val="18"/>
          <w:szCs w:val="18"/>
        </w:rPr>
        <w:t>The winter snowflake designation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for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winter-use </w:t>
      </w:r>
      <w:r>
        <w:rPr>
          <w:rFonts w:ascii="Arial" w:hAnsi="Arial" w:cs="Arial" w:eastAsia="Arial"/>
          <w:sz w:val="18"/>
          <w:szCs w:val="18"/>
        </w:rPr>
        <w:t>tires</w:t>
      </w:r>
    </w:p>
    <w:p>
      <w:pPr>
        <w:spacing w:before="122"/>
        <w:ind w:left="81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b/>
          <w:bCs/>
          <w:sz w:val="18"/>
          <w:szCs w:val="18"/>
        </w:rPr>
        <w:t>Figure 7—</w:t>
      </w:r>
      <w:r>
        <w:rPr>
          <w:rFonts w:ascii="Arial" w:hAnsi="Arial" w:cs="Arial" w:eastAsia="Arial"/>
          <w:sz w:val="18"/>
          <w:szCs w:val="18"/>
        </w:rPr>
        <w:t>Winter snowflake designation on tire</w:t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4354" w:space="211"/>
            <w:col w:w="6455"/>
          </w:cols>
        </w:sectPr>
      </w:pPr>
    </w:p>
    <w:p>
      <w:pPr>
        <w:spacing w:line="240" w:lineRule="auto" w:before="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63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60.25pt;height:175.7pt;mso-position-horizontal-relative:char;mso-position-vertical-relative:line" coordorigin="0,0" coordsize="7205,3514">
            <v:shape style="position:absolute;left:3;top:2;width:7200;height:3509" type="#_x0000_t75" stroked="false">
              <v:imagedata r:id="rId22" o:title=""/>
            </v:shape>
            <v:group style="position:absolute;left:3;top:3;width:7200;height:3509" coordorigin="3,3" coordsize="7200,3509">
              <v:shape style="position:absolute;left:3;top:3;width:7200;height:3509" coordorigin="3,3" coordsize="7200,3509" path="m3,3511l7203,3511,7203,3,3,3,3,3511xe" filled="false" stroked="true" strokeweight=".2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3905" w:right="444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8—</w:t>
      </w:r>
      <w:r>
        <w:rPr>
          <w:rFonts w:ascii="Arial" w:hAnsi="Arial" w:cs="Arial" w:eastAsia="Arial"/>
          <w:sz w:val="18"/>
          <w:szCs w:val="18"/>
        </w:rPr>
        <w:t>All-season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tire</w:t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63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60.25pt;height:211.25pt;mso-position-horizontal-relative:char;mso-position-vertical-relative:line" coordorigin="0,0" coordsize="7205,4225">
            <v:shape style="position:absolute;left:3;top:3;width:7200;height:4219" type="#_x0000_t75" stroked="false">
              <v:imagedata r:id="rId23" o:title=""/>
            </v:shape>
            <v:group style="position:absolute;left:3;top:3;width:7200;height:4220" coordorigin="3,3" coordsize="7200,4220">
              <v:shape style="position:absolute;left:3;top:3;width:7200;height:4220" coordorigin="3,3" coordsize="7200,4220" path="m3,4222l7203,4222,7203,3,3,3,3,4222xe" filled="false" stroked="true" strokeweight=".2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before="77"/>
        <w:ind w:left="3905" w:right="444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9—</w:t>
      </w:r>
      <w:r>
        <w:rPr>
          <w:rFonts w:ascii="Arial" w:hAnsi="Arial" w:cs="Arial" w:eastAsia="Arial"/>
          <w:sz w:val="18"/>
          <w:szCs w:val="18"/>
        </w:rPr>
        <w:t>All-season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symbols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Some</w:t>
      </w:r>
      <w:r>
        <w:rPr>
          <w:color w:val="4F61AB"/>
        </w:rPr>
        <w:t> </w:t>
      </w:r>
      <w:r>
        <w:rPr>
          <w:color w:val="4F61AB"/>
          <w:spacing w:val="-1"/>
        </w:rPr>
        <w:t>Common</w:t>
      </w:r>
      <w:r>
        <w:rPr>
          <w:color w:val="4F61AB"/>
        </w:rPr>
        <w:t> </w:t>
      </w:r>
      <w:r>
        <w:rPr>
          <w:color w:val="4F61AB"/>
          <w:spacing w:val="-1"/>
        </w:rPr>
        <w:t>Tire</w:t>
      </w:r>
      <w:r>
        <w:rPr>
          <w:color w:val="4F61AB"/>
        </w:rPr>
        <w:t> </w:t>
      </w:r>
      <w:r>
        <w:rPr>
          <w:color w:val="4F61AB"/>
          <w:spacing w:val="-2"/>
        </w:rPr>
        <w:t>Wear</w:t>
      </w:r>
      <w:r>
        <w:rPr>
          <w:color w:val="4F61AB"/>
        </w:rPr>
        <w:t> Patterns </w:t>
      </w:r>
      <w:r>
        <w:rPr>
          <w:color w:val="4F61AB"/>
          <w:spacing w:val="-1"/>
        </w:rPr>
        <w:t>and</w:t>
      </w:r>
      <w:r>
        <w:rPr>
          <w:color w:val="4F61AB"/>
        </w:rPr>
        <w:t> Issues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tabs>
          <w:tab w:pos="6787" w:val="left" w:leader="none"/>
        </w:tabs>
        <w:spacing w:line="200" w:lineRule="atLeast"/>
        <w:ind w:left="201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41.6pt;height:247.25pt;mso-position-horizontal-relative:char;mso-position-vertical-relative:line" coordorigin="0,0" coordsize="2832,4945">
            <v:shape style="position:absolute;left:3;top:3;width:2827;height:4940" type="#_x0000_t75" stroked="false">
              <v:imagedata r:id="rId24" o:title=""/>
            </v:shape>
            <v:group style="position:absolute;left:3;top:3;width:2827;height:4940" coordorigin="3,3" coordsize="2827,4940">
              <v:shape style="position:absolute;left:3;top:3;width:2827;height:4940" coordorigin="3,3" coordsize="2827,4940" path="m3,4942l2829,4942,2829,3,3,3,3,4942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31.75pt;height:249.1pt;mso-position-horizontal-relative:char;mso-position-vertical-relative:line" coordorigin="0,0" coordsize="2635,4982">
            <v:shape style="position:absolute;left:3;top:3;width:2629;height:4977" type="#_x0000_t75" stroked="false">
              <v:imagedata r:id="rId25" o:title=""/>
            </v:shape>
            <v:group style="position:absolute;left:3;top:3;width:2630;height:4977" coordorigin="3,3" coordsize="2630,4977">
              <v:shape style="position:absolute;left:3;top:3;width:2630;height:4977" coordorigin="3,3" coordsize="2630,4977" path="m3,4979l2632,4979,2632,3,3,3,3,4979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before="122"/>
        <w:ind w:left="1218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Centre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wear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55" w:lineRule="auto" w:before="13"/>
        <w:ind w:left="1218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The tire in Figure 8 was overinflated, causing the centre </w:t>
      </w:r>
      <w:r>
        <w:rPr>
          <w:rFonts w:ascii="Arial"/>
          <w:sz w:val="18"/>
        </w:rPr>
        <w:t>ring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only</w:t>
      </w:r>
      <w:r>
        <w:rPr>
          <w:rFonts w:ascii="Arial"/>
          <w:sz w:val="18"/>
        </w:rPr>
        <w:t> to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contact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road.</w:t>
      </w:r>
    </w:p>
    <w:p>
      <w:pPr>
        <w:spacing w:line="255" w:lineRule="auto" w:before="122"/>
        <w:ind w:left="718" w:right="1217" w:hanging="1"/>
        <w:jc w:val="center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11—</w:t>
      </w:r>
      <w:r>
        <w:rPr>
          <w:rFonts w:ascii="Arial" w:hAnsi="Arial" w:cs="Arial" w:eastAsia="Arial"/>
          <w:spacing w:val="-2"/>
          <w:sz w:val="18"/>
          <w:szCs w:val="18"/>
        </w:rPr>
        <w:t>Cracking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bulging</w:t>
      </w:r>
      <w:r>
        <w:rPr>
          <w:rFonts w:ascii="Arial" w:hAnsi="Arial" w:cs="Arial" w:eastAsia="Arial"/>
          <w:spacing w:val="26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Cracking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bulging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usually</w:t>
      </w:r>
      <w:r>
        <w:rPr>
          <w:rFonts w:ascii="Arial" w:hAnsi="Arial" w:cs="Arial" w:eastAsia="Arial"/>
          <w:sz w:val="18"/>
          <w:szCs w:val="18"/>
        </w:rPr>
        <w:t> comes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from</w:t>
      </w:r>
      <w:r>
        <w:rPr>
          <w:rFonts w:ascii="Arial" w:hAnsi="Arial" w:cs="Arial" w:eastAsia="Arial"/>
          <w:spacing w:val="2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hitting a pothole, curb or from an older</w:t>
      </w:r>
      <w:r>
        <w:rPr>
          <w:rFonts w:ascii="Arial" w:hAnsi="Arial" w:cs="Arial" w:eastAsia="Arial"/>
          <w:sz w:val="18"/>
          <w:szCs w:val="18"/>
        </w:rPr>
        <w:t> tire.</w:t>
      </w:r>
    </w:p>
    <w:p>
      <w:pPr>
        <w:spacing w:after="0" w:line="255" w:lineRule="auto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5651" w:space="40"/>
            <w:col w:w="5329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tabs>
          <w:tab w:pos="6742" w:val="left" w:leader="none"/>
        </w:tabs>
        <w:spacing w:line="200" w:lineRule="atLeast"/>
        <w:ind w:left="20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41.6pt;height:266.95pt;mso-position-horizontal-relative:char;mso-position-vertical-relative:line" coordorigin="0,0" coordsize="2832,5339">
            <v:shape style="position:absolute;left:3;top:2;width:2827;height:5334" type="#_x0000_t75" stroked="false">
              <v:imagedata r:id="rId26" o:title=""/>
            </v:shape>
            <v:group style="position:absolute;left:3;top:3;width:2827;height:5334" coordorigin="3,3" coordsize="2827,5334">
              <v:shape style="position:absolute;left:3;top:3;width:2827;height:5334" coordorigin="3,3" coordsize="2827,5334" path="m3,5336l2830,5336,2830,3,3,3,3,5336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41.35pt;height:266.7pt;mso-position-horizontal-relative:char;mso-position-vertical-relative:line" coordorigin="0,0" coordsize="2827,5334">
            <v:shape style="position:absolute;left:3;top:2;width:2822;height:5329" type="#_x0000_t75" stroked="false">
              <v:imagedata r:id="rId27" o:title=""/>
            </v:shape>
            <v:group style="position:absolute;left:3;top:3;width:2822;height:5329" coordorigin="3,3" coordsize="2822,5329">
              <v:shape style="position:absolute;left:3;top:3;width:2822;height:5329" coordorigin="3,3" coordsize="2822,5329" path="m3,5331l2825,5331,2825,3,3,3,3,5331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before="122"/>
        <w:ind w:left="130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12—</w:t>
      </w:r>
      <w:r>
        <w:rPr>
          <w:rFonts w:ascii="Arial" w:hAnsi="Arial" w:cs="Arial" w:eastAsia="Arial"/>
          <w:sz w:val="18"/>
          <w:szCs w:val="18"/>
        </w:rPr>
        <w:t>Cupping</w:t>
      </w:r>
    </w:p>
    <w:p>
      <w:pPr>
        <w:spacing w:line="255" w:lineRule="auto" w:before="13"/>
        <w:ind w:left="1309" w:right="0" w:hanging="1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Cupping happens when worn or damaged suspension components cause the tire to bounce as it travels. Bad </w:t>
      </w:r>
      <w:r>
        <w:rPr>
          <w:rFonts w:ascii="Arial"/>
          <w:sz w:val="18"/>
        </w:rPr>
        <w:t>shock</w:t>
      </w:r>
      <w:r>
        <w:rPr>
          <w:rFonts w:ascii="Arial"/>
          <w:spacing w:val="-1"/>
          <w:sz w:val="18"/>
        </w:rPr>
        <w:t> absorbers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are</w:t>
      </w:r>
      <w:r>
        <w:rPr>
          <w:rFonts w:ascii="Arial"/>
          <w:sz w:val="18"/>
        </w:rPr>
        <w:t> the</w:t>
      </w:r>
      <w:r>
        <w:rPr>
          <w:rFonts w:ascii="Arial"/>
          <w:spacing w:val="-1"/>
          <w:sz w:val="18"/>
        </w:rPr>
        <w:t> usual</w:t>
      </w:r>
      <w:r>
        <w:rPr>
          <w:rFonts w:ascii="Arial"/>
          <w:sz w:val="18"/>
        </w:rPr>
        <w:t> cause.</w:t>
      </w:r>
    </w:p>
    <w:p>
      <w:pPr>
        <w:spacing w:before="122"/>
        <w:ind w:left="419" w:right="807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b/>
          <w:bCs/>
          <w:sz w:val="18"/>
          <w:szCs w:val="18"/>
        </w:rPr>
        <w:t>Figure 13—</w:t>
      </w:r>
      <w:r>
        <w:rPr>
          <w:rFonts w:ascii="Arial" w:hAnsi="Arial" w:cs="Arial" w:eastAsia="Arial"/>
          <w:sz w:val="18"/>
          <w:szCs w:val="18"/>
        </w:rPr>
        <w:t>Underinflated tire</w:t>
      </w:r>
    </w:p>
    <w:p>
      <w:pPr>
        <w:spacing w:line="255" w:lineRule="auto" w:before="13"/>
        <w:ind w:left="419" w:right="80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The</w:t>
      </w:r>
      <w:r>
        <w:rPr>
          <w:rFonts w:ascii="Arial"/>
          <w:spacing w:val="-1"/>
          <w:sz w:val="18"/>
        </w:rPr>
        <w:t> inside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outside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edges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are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worn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down;</w:t>
      </w:r>
      <w:r>
        <w:rPr>
          <w:rFonts w:ascii="Arial"/>
          <w:sz w:val="18"/>
        </w:rPr>
        <w:t> the</w:t>
      </w:r>
      <w:r>
        <w:rPr>
          <w:rFonts w:ascii="Arial"/>
          <w:spacing w:val="28"/>
          <w:sz w:val="18"/>
        </w:rPr>
        <w:t> </w:t>
      </w:r>
      <w:r>
        <w:rPr>
          <w:rFonts w:ascii="Arial"/>
          <w:sz w:val="18"/>
        </w:rPr>
        <w:t>middle is not.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z w:val="18"/>
        </w:rPr>
        <w:t>This is a telltale sign of underinflation.</w:t>
      </w:r>
    </w:p>
    <w:p>
      <w:pPr>
        <w:spacing w:after="0" w:line="255" w:lineRule="auto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5643" w:space="40"/>
            <w:col w:w="5337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tabs>
          <w:tab w:pos="6225" w:val="left" w:leader="none"/>
        </w:tabs>
        <w:spacing w:line="200" w:lineRule="atLeast"/>
        <w:ind w:left="139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50.1pt;height:147.2pt;mso-position-horizontal-relative:char;mso-position-vertical-relative:line" coordorigin="0,0" coordsize="3002,2944">
            <v:shape style="position:absolute;left:3;top:2;width:2997;height:2938" type="#_x0000_t75" stroked="false">
              <v:imagedata r:id="rId28" o:title=""/>
            </v:shape>
            <v:group style="position:absolute;left:3;top:3;width:2997;height:2939" coordorigin="3,3" coordsize="2997,2939">
              <v:shape style="position:absolute;left:3;top:3;width:2997;height:2939" coordorigin="3,3" coordsize="2997,2939" path="m3,2941l3000,2941,3000,3,3,3,3,2941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35.450pt;height:145.8pt;mso-position-horizontal-relative:char;mso-position-vertical-relative:line" coordorigin="0,0" coordsize="2709,2916">
            <v:shape style="position:absolute;left:3;top:6;width:2704;height:2907" type="#_x0000_t75" stroked="false">
              <v:imagedata r:id="rId29" o:title=""/>
            </v:shape>
            <v:group style="position:absolute;left:3;top:3;width:2704;height:2911" coordorigin="3,3" coordsize="2704,2911">
              <v:shape style="position:absolute;left:3;top:3;width:2704;height:2911" coordorigin="3,3" coordsize="2704,2911" path="m3,2913l2706,2913,2706,3,3,3,3,2913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before="122"/>
        <w:ind w:left="692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14—</w:t>
      </w:r>
      <w:r>
        <w:rPr>
          <w:rFonts w:ascii="Arial" w:hAnsi="Arial" w:cs="Arial" w:eastAsia="Arial"/>
          <w:sz w:val="18"/>
          <w:szCs w:val="18"/>
        </w:rPr>
        <w:t>Feathering</w:t>
      </w:r>
    </w:p>
    <w:p>
      <w:pPr>
        <w:spacing w:line="255" w:lineRule="auto" w:before="13"/>
        <w:ind w:left="691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Feathering happens when a vehicle has a</w:t>
      </w:r>
      <w:r>
        <w:rPr>
          <w:rFonts w:ascii="Arial"/>
          <w:spacing w:val="-3"/>
          <w:sz w:val="18"/>
        </w:rPr>
        <w:t> </w:t>
      </w:r>
      <w:r>
        <w:rPr>
          <w:rFonts w:ascii="Arial"/>
          <w:spacing w:val="-7"/>
          <w:sz w:val="18"/>
        </w:rPr>
        <w:t>Toe</w:t>
      </w:r>
      <w:r>
        <w:rPr>
          <w:rFonts w:ascii="Arial"/>
          <w:sz w:val="18"/>
        </w:rPr>
        <w:t> In or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pacing w:val="-7"/>
          <w:sz w:val="18"/>
        </w:rPr>
        <w:t>Toe</w:t>
      </w:r>
      <w:r>
        <w:rPr>
          <w:rFonts w:ascii="Arial"/>
          <w:spacing w:val="22"/>
          <w:sz w:val="18"/>
        </w:rPr>
        <w:t> </w:t>
      </w:r>
      <w:r>
        <w:rPr>
          <w:rFonts w:ascii="Arial"/>
          <w:sz w:val="18"/>
        </w:rPr>
        <w:t>Out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alignment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issue.</w:t>
      </w:r>
      <w:r>
        <w:rPr>
          <w:rFonts w:ascii="Arial"/>
          <w:spacing w:val="49"/>
          <w:sz w:val="18"/>
        </w:rPr>
        <w:t> </w:t>
      </w:r>
      <w:r>
        <w:rPr>
          <w:rFonts w:ascii="Arial"/>
          <w:spacing w:val="-1"/>
          <w:sz w:val="18"/>
        </w:rPr>
        <w:t>Note</w:t>
      </w:r>
      <w:r>
        <w:rPr>
          <w:rFonts w:ascii="Arial"/>
          <w:sz w:val="18"/>
        </w:rPr>
        <w:t> the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slanted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wear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high</w:t>
      </w:r>
      <w:r>
        <w:rPr>
          <w:rFonts w:ascii="Arial"/>
          <w:spacing w:val="25"/>
          <w:sz w:val="18"/>
        </w:rPr>
        <w:t> </w:t>
      </w:r>
      <w:r>
        <w:rPr>
          <w:rFonts w:ascii="Arial"/>
          <w:sz w:val="18"/>
        </w:rPr>
        <w:t>points on the edge of each row of tread</w:t>
      </w:r>
    </w:p>
    <w:p>
      <w:pPr>
        <w:spacing w:before="122"/>
        <w:ind w:left="228" w:right="1234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15—</w:t>
      </w:r>
      <w:r>
        <w:rPr>
          <w:rFonts w:ascii="Arial" w:hAnsi="Arial" w:cs="Arial" w:eastAsia="Arial"/>
          <w:spacing w:val="-1"/>
          <w:sz w:val="18"/>
          <w:szCs w:val="18"/>
        </w:rPr>
        <w:t>Camber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wear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55" w:lineRule="auto" w:before="13"/>
        <w:ind w:left="229" w:right="123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With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camber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pacing w:val="-3"/>
          <w:sz w:val="18"/>
        </w:rPr>
        <w:t>wear,</w:t>
      </w:r>
      <w:r>
        <w:rPr>
          <w:rFonts w:ascii="Arial"/>
          <w:sz w:val="18"/>
        </w:rPr>
        <w:t> the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tire</w:t>
      </w:r>
      <w:r>
        <w:rPr>
          <w:rFonts w:ascii="Arial"/>
          <w:spacing w:val="-1"/>
          <w:sz w:val="18"/>
        </w:rPr>
        <w:t> wears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on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one</w:t>
      </w:r>
      <w:r>
        <w:rPr>
          <w:rFonts w:ascii="Arial"/>
          <w:sz w:val="18"/>
        </w:rPr>
        <w:t> side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pacing w:val="-4"/>
          <w:sz w:val="18"/>
        </w:rPr>
        <w:t>only</w:t>
      </w:r>
      <w:r>
        <w:rPr>
          <w:rFonts w:ascii="Arial"/>
          <w:spacing w:val="-5"/>
          <w:sz w:val="18"/>
        </w:rPr>
        <w:t>.</w:t>
      </w:r>
      <w:r>
        <w:rPr>
          <w:rFonts w:ascii="Arial"/>
          <w:spacing w:val="-4"/>
          <w:sz w:val="18"/>
        </w:rPr>
        <w:t> </w:t>
      </w:r>
      <w:r>
        <w:rPr>
          <w:rFonts w:ascii="Arial"/>
          <w:sz w:val="18"/>
        </w:rPr>
        <w:t>This</w:t>
      </w:r>
      <w:r>
        <w:rPr>
          <w:rFonts w:ascii="Arial"/>
          <w:spacing w:val="29"/>
          <w:sz w:val="18"/>
        </w:rPr>
        <w:t> </w:t>
      </w:r>
      <w:r>
        <w:rPr>
          <w:rFonts w:ascii="Arial"/>
          <w:spacing w:val="-1"/>
          <w:sz w:val="18"/>
        </w:rPr>
        <w:t>is usually</w:t>
      </w:r>
      <w:r>
        <w:rPr>
          <w:rFonts w:ascii="Arial"/>
          <w:sz w:val="18"/>
        </w:rPr>
        <w:t> a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sign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> the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camber</w:t>
      </w:r>
      <w:r>
        <w:rPr>
          <w:rFonts w:ascii="Arial"/>
          <w:spacing w:val="-2"/>
          <w:sz w:val="18"/>
        </w:rPr>
        <w:t> </w:t>
      </w:r>
      <w:r>
        <w:rPr>
          <w:rFonts w:ascii="Arial"/>
          <w:spacing w:val="-1"/>
          <w:sz w:val="18"/>
        </w:rPr>
        <w:t>being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out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adjustment.</w:t>
      </w:r>
      <w:r>
        <w:rPr>
          <w:rFonts w:ascii="Arial"/>
          <w:sz w:val="18"/>
        </w:rPr>
      </w:r>
    </w:p>
    <w:p>
      <w:pPr>
        <w:spacing w:after="0" w:line="255" w:lineRule="auto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5109" w:space="40"/>
            <w:col w:w="587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222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01.25pt;height:173.7pt;mso-position-horizontal-relative:char;mso-position-vertical-relative:line" coordorigin="0,0" coordsize="6025,3474">
            <v:group style="position:absolute;left:157;top:3129;width:5498;height:2" coordorigin="157,3129" coordsize="5498,2">
              <v:shape style="position:absolute;left:157;top:3129;width:5498;height:2" coordorigin="157,3129" coordsize="5498,0" path="m157,3129l5655,3129e" filled="false" stroked="true" strokeweight=".1pt" strokecolor="#d1d3d4">
                <v:path arrowok="t"/>
              </v:shape>
            </v:group>
            <v:group style="position:absolute;left:157;top:3129;width:5498;height:2" coordorigin="157,3129" coordsize="5498,2">
              <v:shape style="position:absolute;left:157;top:3129;width:5498;height:2" coordorigin="157,3129" coordsize="5498,0" path="m157,3129l5655,3129e" filled="false" stroked="true" strokeweight=".962pt" strokecolor="#000101">
                <v:path arrowok="t"/>
              </v:shape>
            </v:group>
            <v:group style="position:absolute;left:4367;top:1464;width:347;height:917" coordorigin="4367,1464" coordsize="347,917">
              <v:shape style="position:absolute;left:4367;top:1464;width:347;height:917" coordorigin="4367,1464" coordsize="347,917" path="m4556,1464l4425,1478,4376,1513,4367,1554,4450,2322,4485,2372,4526,2380,4656,2366,4706,2331,4714,2290,4631,1522,4597,1472,4556,1464xe" filled="true" fillcolor="#d1d3d4" stroked="false">
                <v:path arrowok="t"/>
                <v:fill type="solid"/>
              </v:shape>
            </v:group>
            <v:group style="position:absolute;left:4367;top:1464;width:347;height:917" coordorigin="4367,1464" coordsize="347,917">
              <v:shape style="position:absolute;left:4367;top:1464;width:347;height:917" coordorigin="4367,1464" coordsize="347,917" path="m4714,2290l4693,2347,4526,2380,4504,2379,4457,2342,4367,1554,4368,1532,4405,1484,4556,1464,4577,1465,4625,1501,4714,2290xe" filled="false" stroked="true" strokeweight=".962pt" strokecolor="#000101">
                <v:path arrowok="t"/>
              </v:shape>
              <v:shape style="position:absolute;left:4482;top:623;width:1025;height:2500" type="#_x0000_t75" stroked="false">
                <v:imagedata r:id="rId30" o:title=""/>
              </v:shape>
              <v:shape style="position:absolute;left:3241;top:122;width:2277;height:3011" type="#_x0000_t75" stroked="false">
                <v:imagedata r:id="rId31" o:title=""/>
              </v:shape>
            </v:group>
            <v:group style="position:absolute;left:769;top:213;width:486;height:79" coordorigin="769,213" coordsize="486,79">
              <v:shape style="position:absolute;left:769;top:213;width:486;height:79" coordorigin="769,213" coordsize="486,79" path="m806,213l785,220,772,236,769,251,775,272,791,286,1220,292,1241,286,1254,269,1252,242,1242,225,1226,217,806,213xe" filled="true" fillcolor="#939598" stroked="false">
                <v:path arrowok="t"/>
                <v:fill type="solid"/>
              </v:shape>
            </v:group>
            <v:group style="position:absolute;left:769;top:213;width:486;height:79" coordorigin="769,213" coordsize="486,79">
              <v:shape style="position:absolute;left:769;top:213;width:486;height:79" coordorigin="769,213" coordsize="486,79" path="m769,251l775,272,791,286,1220,292,1241,286,1254,269,1252,242,1242,225,1226,217,806,213,785,220,772,236,769,251xe" filled="false" stroked="true" strokeweight=".962pt" strokecolor="#000101">
                <v:path arrowok="t"/>
              </v:shape>
            </v:group>
            <v:group style="position:absolute;left:769;top:350;width:486;height:79" coordorigin="769,350" coordsize="486,79">
              <v:shape style="position:absolute;left:769;top:350;width:486;height:79" coordorigin="769,350" coordsize="486,79" path="m806,350l785,356,772,373,769,387,775,409,791,422,1220,428,1241,422,1254,405,1252,378,1242,361,1226,353,806,350xe" filled="true" fillcolor="#939598" stroked="false">
                <v:path arrowok="t"/>
                <v:fill type="solid"/>
              </v:shape>
            </v:group>
            <v:group style="position:absolute;left:769;top:350;width:486;height:79" coordorigin="769,350" coordsize="486,79">
              <v:shape style="position:absolute;left:769;top:350;width:486;height:79" coordorigin="769,350" coordsize="486,79" path="m769,387l775,409,791,422,1220,428,1241,422,1254,405,1252,378,1242,361,1226,353,806,350,785,356,772,373,769,387xe" filled="false" stroked="true" strokeweight=".962pt" strokecolor="#000101">
                <v:path arrowok="t"/>
              </v:shape>
            </v:group>
            <v:group style="position:absolute;left:769;top:490;width:486;height:79" coordorigin="769,490" coordsize="486,79">
              <v:shape style="position:absolute;left:769;top:490;width:486;height:79" coordorigin="769,490" coordsize="486,79" path="m806,490l785,496,772,513,769,527,775,548,791,562,1220,568,1241,562,1254,545,1252,518,1242,501,1226,493,806,490xe" filled="true" fillcolor="#939598" stroked="false">
                <v:path arrowok="t"/>
                <v:fill type="solid"/>
              </v:shape>
            </v:group>
            <v:group style="position:absolute;left:769;top:490;width:486;height:79" coordorigin="769,490" coordsize="486,79">
              <v:shape style="position:absolute;left:769;top:490;width:486;height:79" coordorigin="769,490" coordsize="486,79" path="m769,527l775,548,791,562,1220,568,1241,562,1254,545,1252,518,1242,501,1226,493,806,490,785,496,772,513,769,527xe" filled="false" stroked="true" strokeweight=".962pt" strokecolor="#000101">
                <v:path arrowok="t"/>
              </v:shape>
            </v:group>
            <v:group style="position:absolute;left:769;top:632;width:486;height:79" coordorigin="769,632" coordsize="486,79">
              <v:shape style="position:absolute;left:769;top:632;width:486;height:79" coordorigin="769,632" coordsize="486,79" path="m806,632l785,638,772,654,769,669,775,690,791,704,1220,710,1241,704,1254,687,1252,660,1242,643,1226,635,806,632xe" filled="true" fillcolor="#939598" stroked="false">
                <v:path arrowok="t"/>
                <v:fill type="solid"/>
              </v:shape>
            </v:group>
            <v:group style="position:absolute;left:769;top:632;width:486;height:79" coordorigin="769,632" coordsize="486,79">
              <v:shape style="position:absolute;left:769;top:632;width:486;height:79" coordorigin="769,632" coordsize="486,79" path="m769,669l775,690,791,704,1220,710,1241,704,1254,687,1252,660,1242,643,1226,635,806,632,785,638,772,654,769,669xe" filled="false" stroked="true" strokeweight=".962pt" strokecolor="#000101">
                <v:path arrowok="t"/>
              </v:shape>
            </v:group>
            <v:group style="position:absolute;left:769;top:768;width:486;height:79" coordorigin="769,768" coordsize="486,79">
              <v:shape style="position:absolute;left:769;top:768;width:486;height:79" coordorigin="769,768" coordsize="486,79" path="m806,768l785,774,772,791,769,805,775,827,791,840,1220,846,1241,840,1254,823,1252,796,1242,779,1226,771,806,768xe" filled="true" fillcolor="#939598" stroked="false">
                <v:path arrowok="t"/>
                <v:fill type="solid"/>
              </v:shape>
            </v:group>
            <v:group style="position:absolute;left:769;top:768;width:486;height:79" coordorigin="769,768" coordsize="486,79">
              <v:shape style="position:absolute;left:769;top:768;width:486;height:79" coordorigin="769,768" coordsize="486,79" path="m769,805l775,827,791,840,1220,846,1241,840,1254,823,1252,796,1242,779,1226,771,806,768,785,774,772,791,769,805xe" filled="false" stroked="true" strokeweight=".962pt" strokecolor="#000101">
                <v:path arrowok="t"/>
              </v:shape>
            </v:group>
            <v:group style="position:absolute;left:773;top:909;width:477;height:153" coordorigin="773,909" coordsize="477,153">
              <v:shape style="position:absolute;left:773;top:909;width:477;height:153" coordorigin="773,909" coordsize="477,153" path="m817,909l797,911,781,923,773,939,775,960,786,976,1210,1062,1230,1060,1246,1048,1250,1022,1245,1004,1235,992,817,909xe" filled="true" fillcolor="#939598" stroked="false">
                <v:path arrowok="t"/>
                <v:fill type="solid"/>
              </v:shape>
            </v:group>
            <v:group style="position:absolute;left:773;top:909;width:477;height:153" coordorigin="773,909" coordsize="477,153">
              <v:shape style="position:absolute;left:773;top:909;width:477;height:153" coordorigin="773,909" coordsize="477,153" path="m773,939l775,960,786,976,1210,1062,1230,1060,1246,1048,1250,1022,1245,1004,1235,992,817,909,797,911,781,923,773,939xe" filled="false" stroked="true" strokeweight=".962pt" strokecolor="#000101">
                <v:path arrowok="t"/>
              </v:shape>
            </v:group>
            <v:group style="position:absolute;left:949;top:54;width:126;height:1436" coordorigin="949,54" coordsize="126,1436">
              <v:shape style="position:absolute;left:949;top:54;width:126;height:1436" coordorigin="949,54" coordsize="126,1436" path="m1075,1490l949,1490,949,54,1075,54,1075,1490xe" filled="true" fillcolor="#d1d3d4" stroked="false">
                <v:path arrowok="t"/>
                <v:fill type="solid"/>
              </v:shape>
            </v:group>
            <v:group style="position:absolute;left:949;top:54;width:126;height:1436" coordorigin="949,54" coordsize="126,1436">
              <v:shape style="position:absolute;left:949;top:54;width:126;height:1436" coordorigin="949,54" coordsize="126,1436" path="m1075,1490l949,1490,949,54,1075,54,1075,1490xe" filled="false" stroked="true" strokeweight=".962pt" strokecolor="#000101">
                <v:path arrowok="t"/>
              </v:shape>
            </v:group>
            <v:group style="position:absolute;left:775;top:778;width:474;height:203" coordorigin="775,778" coordsize="474,203">
              <v:shape style="position:absolute;left:775;top:778;width:474;height:203" coordorigin="775,778" coordsize="474,203" path="m1220,778l1200,779,800,908,784,919,775,936,776,956,787,972,804,981,824,980,1224,851,1240,840,1249,823,1248,803,1248,803,1237,787,1220,778xe" filled="true" fillcolor="#d1d3d4" stroked="false">
                <v:path arrowok="t"/>
                <v:fill type="solid"/>
              </v:shape>
            </v:group>
            <v:group style="position:absolute;left:775;top:778;width:474;height:203" coordorigin="775,778" coordsize="474,203">
              <v:shape style="position:absolute;left:775;top:778;width:474;height:203" coordorigin="775,778" coordsize="474,203" path="m1248,803l824,980,804,981,787,972,776,956,775,936,784,919,800,908,1200,779,1220,778,1237,787,1248,803,1248,803xe" filled="false" stroked="true" strokeweight=".962pt" strokecolor="#000101">
                <v:path arrowok="t"/>
              </v:shape>
            </v:group>
            <v:group style="position:absolute;left:767;top:994;width:493;height:76" coordorigin="767,994" coordsize="493,76">
              <v:shape style="position:absolute;left:767;top:994;width:493;height:76" coordorigin="767,994" coordsize="493,76" path="m1222,994l796,994,780,1002,769,1019,767,1047,781,1063,802,1069,1237,1066,1253,1053,1260,1032,1257,1017,1243,1000,1222,994xe" filled="true" fillcolor="#d1d3d4" stroked="false">
                <v:path arrowok="t"/>
                <v:fill type="solid"/>
              </v:shape>
            </v:group>
            <v:group style="position:absolute;left:767;top:994;width:493;height:76" coordorigin="767,994" coordsize="493,76">
              <v:shape style="position:absolute;left:767;top:994;width:493;height:76" coordorigin="767,994" coordsize="493,76" path="m1260,1032l1253,1053,1237,1066,802,1069,781,1063,767,1047,769,1019,780,1002,796,994,1222,994,1243,1000,1257,1017,1260,1032xe" filled="false" stroked="true" strokeweight=".962pt" strokecolor="#000101">
                <v:path arrowok="t"/>
              </v:shape>
            </v:group>
            <v:group style="position:absolute;left:775;top:638;width:474;height:203" coordorigin="775,638" coordsize="474,203">
              <v:shape style="position:absolute;left:775;top:638;width:474;height:203" coordorigin="775,638" coordsize="474,203" path="m1220,638l1200,639,800,768,784,779,775,796,776,816,787,832,804,841,824,840,1224,711,1240,700,1249,683,1248,663,1248,663,1237,647,1220,638xe" filled="true" fillcolor="#d1d3d4" stroked="false">
                <v:path arrowok="t"/>
                <v:fill type="solid"/>
              </v:shape>
            </v:group>
            <v:group style="position:absolute;left:775;top:638;width:474;height:203" coordorigin="775,638" coordsize="474,203">
              <v:shape style="position:absolute;left:775;top:638;width:474;height:203" coordorigin="775,638" coordsize="474,203" path="m1248,663l824,840,804,841,787,832,776,816,775,796,784,779,800,768,1200,639,1220,638,1237,647,1248,663,1248,663xe" filled="false" stroked="true" strokeweight=".962pt" strokecolor="#000101">
                <v:path arrowok="t"/>
              </v:shape>
            </v:group>
            <v:group style="position:absolute;left:775;top:498;width:474;height:203" coordorigin="775,498" coordsize="474,203">
              <v:shape style="position:absolute;left:775;top:498;width:474;height:203" coordorigin="775,498" coordsize="474,203" path="m1220,498l1200,499,800,628,784,639,775,656,776,676,787,692,804,701,824,700,1224,571,1240,560,1249,543,1248,523,1248,523,1237,507,1220,498xe" filled="true" fillcolor="#d1d3d4" stroked="false">
                <v:path arrowok="t"/>
                <v:fill type="solid"/>
              </v:shape>
            </v:group>
            <v:group style="position:absolute;left:775;top:498;width:474;height:203" coordorigin="775,498" coordsize="474,203">
              <v:shape style="position:absolute;left:775;top:498;width:474;height:203" coordorigin="775,498" coordsize="474,203" path="m1248,523l824,700,804,701,787,692,776,676,775,656,784,639,800,628,1200,499,1220,498,1237,507,1248,523,1248,523xe" filled="false" stroked="true" strokeweight=".962pt" strokecolor="#000101">
                <v:path arrowok="t"/>
              </v:shape>
            </v:group>
            <v:group style="position:absolute;left:777;top:356;width:474;height:203" coordorigin="777,356" coordsize="474,203">
              <v:shape style="position:absolute;left:777;top:356;width:474;height:203" coordorigin="777,356" coordsize="474,203" path="m1222,356l1203,357,802,486,786,497,777,514,778,534,789,550,806,558,826,558,1226,429,1242,418,1251,401,1250,381,1250,381,1239,365,1222,356xe" filled="true" fillcolor="#d1d3d4" stroked="false">
                <v:path arrowok="t"/>
                <v:fill type="solid"/>
              </v:shape>
            </v:group>
            <v:group style="position:absolute;left:777;top:356;width:474;height:203" coordorigin="777,356" coordsize="474,203">
              <v:shape style="position:absolute;left:777;top:356;width:474;height:203" coordorigin="777,356" coordsize="474,203" path="m1250,381l826,558,806,558,789,550,778,534,777,514,786,497,802,486,1203,357,1222,356,1239,365,1250,381,1250,381xe" filled="false" stroked="true" strokeweight=".962pt" strokecolor="#000101">
                <v:path arrowok="t"/>
              </v:shape>
            </v:group>
            <v:group style="position:absolute;left:775;top:218;width:474;height:203" coordorigin="775,218" coordsize="474,203">
              <v:shape style="position:absolute;left:775;top:218;width:474;height:203" coordorigin="775,218" coordsize="474,203" path="m1220,218l1200,219,800,348,784,359,775,376,776,396,787,412,804,421,824,420,1224,291,1240,280,1249,263,1248,244,1248,243,1237,227,1220,218xe" filled="true" fillcolor="#d1d3d4" stroked="false">
                <v:path arrowok="t"/>
                <v:fill type="solid"/>
              </v:shape>
            </v:group>
            <v:group style="position:absolute;left:775;top:218;width:474;height:203" coordorigin="775,218" coordsize="474,203">
              <v:shape style="position:absolute;left:775;top:218;width:474;height:203" coordorigin="775,218" coordsize="474,203" path="m1248,244l824,420,804,421,787,412,776,396,775,376,784,359,800,348,1200,219,1220,218,1237,227,1248,243,1248,244xe" filled="false" stroked="true" strokeweight=".962pt" strokecolor="#000101">
                <v:path arrowok="t"/>
              </v:shape>
            </v:group>
            <v:group style="position:absolute;left:772;top:82;width:474;height:203" coordorigin="772,82" coordsize="474,203">
              <v:shape style="position:absolute;left:772;top:82;width:474;height:203" coordorigin="772,82" coordsize="474,203" path="m1217,82l1197,83,796,212,780,223,772,240,773,259,784,276,801,284,820,283,1221,155,1237,144,1245,127,1245,107,1244,107,1234,90,1217,82xe" filled="true" fillcolor="#d1d3d4" stroked="false">
                <v:path arrowok="t"/>
                <v:fill type="solid"/>
              </v:shape>
            </v:group>
            <v:group style="position:absolute;left:772;top:82;width:474;height:203" coordorigin="772,82" coordsize="474,203">
              <v:shape style="position:absolute;left:772;top:82;width:474;height:203" coordorigin="772,82" coordsize="474,203" path="m1245,107l820,283,801,284,784,276,773,259,772,240,780,223,796,212,1197,83,1217,82,1234,90,1244,107,1245,107xe" filled="false" stroked="true" strokeweight=".962pt" strokecolor="#000101">
                <v:path arrowok="t"/>
              </v:shape>
            </v:group>
            <v:group style="position:absolute;left:1082;top:1526;width:94;height:215" coordorigin="1082,1526" coordsize="94,215">
              <v:shape style="position:absolute;left:1082;top:1526;width:94;height:215" coordorigin="1082,1526" coordsize="94,215" path="m1175,1741l1082,1741,1082,1526,1175,1526,1175,1741xe" filled="true" fillcolor="#d1d3d4" stroked="false">
                <v:path arrowok="t"/>
                <v:fill type="solid"/>
              </v:shape>
            </v:group>
            <v:group style="position:absolute;left:1082;top:1526;width:94;height:215" coordorigin="1082,1526" coordsize="94,215">
              <v:shape style="position:absolute;left:1082;top:1526;width:94;height:215" coordorigin="1082,1526" coordsize="94,215" path="m1175,1741l1082,1741,1082,1526,1175,1526,1175,1741xe" filled="false" stroked="true" strokeweight=".962pt" strokecolor="#000101">
                <v:path arrowok="t"/>
              </v:shape>
            </v:group>
            <v:group style="position:absolute;left:911;top:1487;width:196;height:257" coordorigin="911,1487" coordsize="196,257">
              <v:shape style="position:absolute;left:911;top:1487;width:196;height:257" coordorigin="911,1487" coordsize="196,257" path="m1107,1743l911,1743,911,1487,1107,1487,1107,1743xe" filled="true" fillcolor="#d1d3d4" stroked="false">
                <v:path arrowok="t"/>
                <v:fill type="solid"/>
              </v:shape>
            </v:group>
            <v:group style="position:absolute;left:911;top:1487;width:196;height:257" coordorigin="911,1487" coordsize="196,257">
              <v:shape style="position:absolute;left:911;top:1487;width:196;height:257" coordorigin="911,1487" coordsize="196,257" path="m1107,1743l911,1743,911,1487,1107,1487,1107,1743xe" filled="false" stroked="true" strokeweight=".962pt" strokecolor="#000101">
                <v:path arrowok="t"/>
              </v:shape>
            </v:group>
            <v:group style="position:absolute;left:443;top:1781;width:180;height:96" coordorigin="443,1781" coordsize="180,96">
              <v:shape style="position:absolute;left:443;top:1781;width:180;height:96" coordorigin="443,1781" coordsize="180,96" path="m622,1877l443,1877,443,1781,622,1781,622,1877xe" filled="true" fillcolor="#a7a9ac" stroked="false">
                <v:path arrowok="t"/>
                <v:fill type="solid"/>
              </v:shape>
            </v:group>
            <v:group style="position:absolute;left:443;top:1781;width:180;height:96" coordorigin="443,1781" coordsize="180,96">
              <v:shape style="position:absolute;left:443;top:1781;width:180;height:96" coordorigin="443,1781" coordsize="180,96" path="m622,1877l443,1877,443,1781,622,1781,622,1877xe" filled="false" stroked="true" strokeweight=".962pt" strokecolor="#000101">
                <v:path arrowok="t"/>
              </v:shape>
            </v:group>
            <v:group style="position:absolute;left:118;top:1696;width:322;height:267" coordorigin="118,1696" coordsize="322,267">
              <v:shape style="position:absolute;left:118;top:1696;width:322;height:267" coordorigin="118,1696" coordsize="322,267" path="m189,1696l120,1696,118,1962,189,1962,321,1924,439,1924,439,1735,321,1735,189,1696xe" filled="true" fillcolor="#a7a9ac" stroked="false">
                <v:path arrowok="t"/>
                <v:fill type="solid"/>
              </v:shape>
            </v:group>
            <v:group style="position:absolute;left:118;top:1696;width:322;height:267" coordorigin="118,1696" coordsize="322,267">
              <v:shape style="position:absolute;left:118;top:1696;width:322;height:267" coordorigin="118,1696" coordsize="322,267" path="m118,1962l189,1962,321,1924,439,1924,439,1735,321,1735,189,1696,120,1696e" filled="false" stroked="true" strokeweight=".962pt" strokecolor="#000101">
                <v:path arrowok="t"/>
              </v:shape>
            </v:group>
            <v:group style="position:absolute;left:156;top:1634;width:35;height:391" coordorigin="156,1634" coordsize="35,391">
              <v:shape style="position:absolute;left:156;top:1634;width:35;height:391" coordorigin="156,1634" coordsize="35,391" path="m156,2025l190,2025,190,1634,156,1634,156,2025xe" filled="true" fillcolor="#d1d3d4" stroked="false">
                <v:path arrowok="t"/>
                <v:fill type="solid"/>
              </v:shape>
            </v:group>
            <v:group style="position:absolute;left:146;top:1624;width:54;height:410" coordorigin="146,1624" coordsize="54,410">
              <v:shape style="position:absolute;left:146;top:1624;width:54;height:410" coordorigin="146,1624" coordsize="54,410" path="m146,2034l200,2034,200,1624,146,1624,146,2034xe" filled="true" fillcolor="#000101" stroked="false">
                <v:path arrowok="t"/>
                <v:fill type="solid"/>
              </v:shape>
            </v:group>
            <v:group style="position:absolute;left:233;top:1654;width:35;height:351" coordorigin="233,1654" coordsize="35,351">
              <v:shape style="position:absolute;left:233;top:1654;width:35;height:351" coordorigin="233,1654" coordsize="35,351" path="m233,2005l267,2005,267,1654,233,1654,233,2005xe" filled="true" fillcolor="#d1d3d4" stroked="false">
                <v:path arrowok="t"/>
                <v:fill type="solid"/>
              </v:shape>
            </v:group>
            <v:group style="position:absolute;left:223;top:1644;width:54;height:370" coordorigin="223,1644" coordsize="54,370">
              <v:shape style="position:absolute;left:223;top:1644;width:54;height:370" coordorigin="223,1644" coordsize="54,370" path="m223,2014l277,2014,277,1644,223,1644,223,2014xe" filled="true" fillcolor="#000101" stroked="false">
                <v:path arrowok="t"/>
                <v:fill type="solid"/>
              </v:shape>
            </v:group>
            <v:group style="position:absolute;left:310;top:1675;width:35;height:309" coordorigin="310,1675" coordsize="35,309">
              <v:shape style="position:absolute;left:310;top:1675;width:35;height:309" coordorigin="310,1675" coordsize="35,309" path="m310,1984l344,1984,344,1675,310,1675,310,1984xe" filled="true" fillcolor="#d1d3d4" stroked="false">
                <v:path arrowok="t"/>
                <v:fill type="solid"/>
              </v:shape>
            </v:group>
            <v:group style="position:absolute;left:300;top:1665;width:54;height:328" coordorigin="300,1665" coordsize="54,328">
              <v:shape style="position:absolute;left:300;top:1665;width:54;height:328" coordorigin="300,1665" coordsize="54,328" path="m300,1993l354,1993,354,1665,300,1665,300,1993xe" filled="true" fillcolor="#000101" stroked="false">
                <v:path arrowok="t"/>
                <v:fill type="solid"/>
              </v:shape>
            </v:group>
            <v:group style="position:absolute;left:609;top:1666;width:678;height:326" coordorigin="609,1666" coordsize="678,326">
              <v:shape style="position:absolute;left:609;top:1666;width:678;height:326" coordorigin="609,1666" coordsize="678,326" path="m1287,1922l776,1922,949,1992,1260,1992,1260,1959,1287,1959,1287,1922xe" filled="true" fillcolor="#a7a9ac" stroked="false">
                <v:path arrowok="t"/>
                <v:fill type="solid"/>
              </v:shape>
              <v:shape style="position:absolute;left:609;top:1666;width:678;height:326" coordorigin="609,1666" coordsize="678,326" path="m695,1706l609,1706,609,1952,695,1952,695,1922,1287,1922,1287,1737,695,1737,695,1706xe" filled="true" fillcolor="#a7a9ac" stroked="false">
                <v:path arrowok="t"/>
                <v:fill type="solid"/>
              </v:shape>
              <v:shape style="position:absolute;left:609;top:1666;width:678;height:326" coordorigin="609,1666" coordsize="678,326" path="m1260,1666l949,1666,776,1737,1287,1737,1287,1699,1260,1699,1260,1666xe" filled="true" fillcolor="#a7a9ac" stroked="false">
                <v:path arrowok="t"/>
                <v:fill type="solid"/>
              </v:shape>
            </v:group>
            <v:group style="position:absolute;left:609;top:1666;width:678;height:326" coordorigin="609,1666" coordsize="678,326">
              <v:shape style="position:absolute;left:609;top:1666;width:678;height:326" coordorigin="609,1666" coordsize="678,326" path="m1260,1699l1260,1666,949,1666,776,1737,695,1737,695,1706,609,1706,609,1952,695,1952,695,1922,776,1922,949,1992,1260,1992,1260,1959,1287,1959,1287,1699,1260,1699xe" filled="false" stroked="true" strokeweight=".962pt" strokecolor="#000101">
                <v:path arrowok="t"/>
              </v:shape>
            </v:group>
            <v:group style="position:absolute;left:1195;top:1364;width:368;height:918" coordorigin="1195,1364" coordsize="368,918">
              <v:shape style="position:absolute;left:1195;top:1364;width:368;height:918" coordorigin="1195,1364" coordsize="368,918" path="m1371,1364l1304,1403,1195,2191,1197,2212,1255,2264,1386,2281,1407,2280,1459,2221,1563,1454,1561,1433,1503,1381,1371,1364xe" filled="true" fillcolor="#d1d3d4" stroked="false">
                <v:path arrowok="t"/>
                <v:fill type="solid"/>
              </v:shape>
            </v:group>
            <v:group style="position:absolute;left:1195;top:1364;width:368;height:918" coordorigin="1195,1364" coordsize="368,918">
              <v:shape style="position:absolute;left:1195;top:1364;width:368;height:918" coordorigin="1195,1364" coordsize="368,918" path="m1459,2221l1426,2272,1386,2281,1255,2264,1205,2231,1195,2191,1298,1424,1332,1373,1371,1364,1503,1381,1553,1414,1563,1454,1459,2221xe" filled="false" stroked="true" strokeweight=".962pt" strokecolor="#000101">
                <v:path arrowok="t"/>
              </v:shape>
              <v:shape style="position:absolute;left:1294;top:633;width:1076;height:2501" type="#_x0000_t75" stroked="false">
                <v:imagedata r:id="rId32" o:title=""/>
              </v:shape>
              <v:shape style="position:absolute;left:154;top:276;width:2226;height:2869" type="#_x0000_t75" stroked="false">
                <v:imagedata r:id="rId33" o:title=""/>
              </v:shape>
            </v:group>
            <v:group style="position:absolute;left:4789;top:315;width:347;height:2813" coordorigin="4789,315" coordsize="347,2813">
              <v:shape style="position:absolute;left:4789;top:315;width:347;height:2813" coordorigin="4789,315" coordsize="347,2813" path="m4808,315l4789,317,4796,375,4815,372,4808,315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22,430l4803,432,4809,489,4828,487,4822,430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35,544l4816,547,4823,604,4842,602,4835,544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48,659l4829,661,4836,719,4855,716,4848,659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62,774l4843,776,4849,833,4868,831,4862,774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75,889l4856,891,4863,948,4882,946,4875,889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888,1003l4869,1005,4876,1063,4895,1061,4888,1003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02,1118l4883,1120,4889,1178,4909,1175,4902,1118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15,1233l4896,1235,4903,1292,4922,1290,4915,1233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29,1347l4909,1350,4916,1407,4935,1405,4929,1347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42,1462l4923,1464,4930,1522,4949,1519,4942,1462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55,1577l4936,1579,4943,1636,4962,1634,4955,1577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69,1691l4950,1694,4956,1751,4975,1749,4969,1691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82,1806l4963,1808,4970,1866,4989,1864,4982,1806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4995,1921l4976,1923,4983,1980,5002,1978,4995,1921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09,2036l4990,2038,4996,2095,5015,2093,5009,2036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22,2150l5003,2153,5010,2210,5029,2208,5022,2150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36,2265l5016,2267,5023,2325,5042,2322,5036,2265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49,2380l5030,2382,5036,2439,5056,2437,5049,2380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62,2494l5043,2497,5050,2554,5069,2552,5062,2494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76,2609l5056,2611,5063,2669,5082,2666,5076,2609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089,2724l5070,2726,5077,2783,5096,2781,5089,2724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102,2839l5083,2841,5090,2898,5109,2896,5102,2839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116,2953l5097,2955,5103,3013,5122,3011,5116,2953xe" filled="true" fillcolor="#000101" stroked="false">
                <v:path arrowok="t"/>
                <v:fill type="solid"/>
              </v:shape>
              <v:shape style="position:absolute;left:4789;top:315;width:347;height:2813" coordorigin="4789,315" coordsize="347,2813" path="m5129,3068l5110,3070,5117,3128,5136,3125,5129,3068xe" filled="true" fillcolor="#000101" stroked="false">
                <v:path arrowok="t"/>
                <v:fill type="solid"/>
              </v:shape>
            </v:group>
            <v:group style="position:absolute;left:5135;top:289;width:2;height:2846" coordorigin="5135,289" coordsize="2,2846">
              <v:shape style="position:absolute;left:5135;top:289;width:2;height:2846" coordorigin="5135,289" coordsize="0,2846" path="m5135,289l5135,3134e" filled="false" stroked="true" strokeweight="1.062pt" strokecolor="#000101">
                <v:path arrowok="t"/>
              </v:shape>
            </v:group>
            <v:group style="position:absolute;left:4829;top:659;width:307;height:2469" coordorigin="4829,659" coordsize="307,2469">
              <v:shape style="position:absolute;left:4829;top:659;width:307;height:2469" coordorigin="4829,659" coordsize="307,2469" path="m4848,659l4829,661,4836,719,4855,716,4848,659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862,774l4843,776,4849,833,4868,831,4862,774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875,888l4856,891,4863,948,4882,946,4875,888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888,1003l4869,1005,4876,1063,4895,1061,4888,1003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02,1118l4883,1120,4889,1177,4909,1175,4902,1118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15,1233l4896,1235,4903,1292,4922,1290,4915,1233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29,1347l4909,1350,4916,1407,4935,1405,4929,1347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42,1462l4923,1464,4930,1522,4949,1519,4942,1462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55,1577l4936,1579,4943,1636,4962,1634,4955,1577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69,1691l4950,1694,4956,1751,4975,1749,4969,1691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82,1806l4963,1808,4970,1866,4989,1864,4982,1806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4995,1921l4976,1923,4983,1980,5002,1978,4995,1921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09,2036l4990,2038,4996,2095,5015,2093,5009,2036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22,2150l5003,2153,5010,2210,5029,2208,5022,2150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36,2265l5016,2267,5023,2325,5042,2322,5036,2265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49,2380l5030,2382,5036,2439,5056,2437,5049,2380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62,2494l5043,2497,5050,2554,5069,2552,5062,2494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76,2609l5056,2611,5063,2669,5082,2666,5076,2609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089,2724l5070,2726,5077,2783,5096,2781,5089,2724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102,2839l5083,2841,5090,2898,5109,2896,5102,2839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116,2953l5097,2955,5103,3013,5122,3011,5116,2953xe" filled="true" fillcolor="#ffffff" stroked="false">
                <v:path arrowok="t"/>
                <v:fill type="solid"/>
              </v:shape>
              <v:shape style="position:absolute;left:4829;top:659;width:307;height:2469" coordorigin="4829,659" coordsize="307,2469" path="m5129,3068l5110,3070,5117,3128,5136,3125,5129,3068xe" filled="true" fillcolor="#ffffff" stroked="false">
                <v:path arrowok="t"/>
                <v:fill type="solid"/>
              </v:shape>
            </v:group>
            <v:group style="position:absolute;left:5135;top:682;width:2;height:2452" coordorigin="5135,682" coordsize="2,2452">
              <v:shape style="position:absolute;left:5135;top:682;width:2;height:2452" coordorigin="5135,682" coordsize="0,2452" path="m5135,682l5135,3134e" filled="false" stroked="true" strokeweight="1.062pt" strokecolor="#ffffff">
                <v:path arrowok="t"/>
              </v:shape>
            </v:group>
            <v:group style="position:absolute;left:5126;top:680;width:6;height:2" coordorigin="5126,680" coordsize="6,2">
              <v:shape style="position:absolute;left:5126;top:680;width:6;height:2" coordorigin="5126,680" coordsize="6,2" path="m5126,681l5131,681e" filled="false" stroked="true" strokeweight=".2pt" strokecolor="#ffffff">
                <v:path arrowok="t"/>
              </v:shape>
            </v:group>
            <v:group style="position:absolute;left:4735;top:191;width:127;height:2" coordorigin="4735,191" coordsize="127,2">
              <v:shape style="position:absolute;left:4735;top:191;width:127;height:2" coordorigin="4735,191" coordsize="127,0" path="m4735,191l4862,191e" filled="false" stroked="true" strokeweight="1.444pt" strokecolor="#000000">
                <v:path arrowok="t"/>
              </v:shape>
            </v:group>
            <v:group style="position:absolute;left:3;top:3;width:6020;height:3469" coordorigin="3,3" coordsize="6020,3469">
              <v:shape style="position:absolute;left:3;top:3;width:6020;height:3469" coordorigin="3,3" coordsize="6020,3469" path="m3,3471l6022,3471,6022,3,3,3,3,3471xe" filled="false" stroked="true" strokeweight=".25pt" strokecolor="#000000">
                <v:path arrowok="t"/>
              </v:shape>
              <v:shape style="position:absolute;left:1589;top:43;width:517;height:251" type="#_x0000_t202" filled="false" stroked="false">
                <v:textbox inset="0,0,0,0">
                  <w:txbxContent>
                    <w:p>
                      <w:pPr>
                        <w:tabs>
                          <w:tab w:pos="367" w:val="left" w:leader="none"/>
                        </w:tabs>
                        <w:spacing w:line="25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z w:val="25"/>
                        </w:rPr>
                        <w:t>0</w:t>
                        <w:tab/>
                        <w:t>+</w:t>
                      </w:r>
                      <w:r>
                        <w:rPr>
                          <w:rFonts w:ascii="Myriad Pro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5071;top:43;width:139;height:251" type="#_x0000_t202" filled="false" stroked="false">
                <v:textbox inset="0,0,0,0">
                  <w:txbxContent>
                    <w:p>
                      <w:pPr>
                        <w:spacing w:line="25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5"/>
                          <w:szCs w:val="25"/>
                        </w:rPr>
                      </w:pPr>
                      <w:r>
                        <w:rPr>
                          <w:rFonts w:ascii="Myriad Pro"/>
                          <w:b/>
                          <w:sz w:val="25"/>
                        </w:rPr>
                        <w:t>0</w:t>
                      </w:r>
                      <w:r>
                        <w:rPr>
                          <w:rFonts w:ascii="Myriad Pro"/>
                          <w:sz w:val="25"/>
                        </w:rPr>
                      </w:r>
                    </w:p>
                  </w:txbxContent>
                </v:textbox>
                <w10:wrap type="none"/>
              </v:shape>
              <v:shape style="position:absolute;left:2591;top:2893;width:1137;height:212" type="#_x0000_t202" filled="false" stroked="false">
                <v:textbox inset="0,0,0,0">
                  <w:txbxContent>
                    <w:p>
                      <w:pPr>
                        <w:spacing w:line="21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1"/>
                          <w:szCs w:val="21"/>
                        </w:rPr>
                      </w:pPr>
                      <w:r>
                        <w:rPr>
                          <w:rFonts w:ascii="Myriad Pro"/>
                          <w:sz w:val="21"/>
                        </w:rPr>
                        <w:t>Road surface</w:t>
                      </w:r>
                    </w:p>
                  </w:txbxContent>
                </v:textbox>
                <w10:wrap type="none"/>
              </v:shape>
              <v:shape style="position:absolute;left:944;top:3232;width:1397;height:212" type="#_x0000_t202" filled="false" stroked="false">
                <v:textbox inset="0,0,0,0">
                  <w:txbxContent>
                    <w:p>
                      <w:pPr>
                        <w:spacing w:line="21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1"/>
                          <w:szCs w:val="21"/>
                        </w:rPr>
                      </w:pPr>
                      <w:r>
                        <w:rPr>
                          <w:rFonts w:ascii="Myriad Pro"/>
                          <w:spacing w:val="-2"/>
                          <w:sz w:val="21"/>
                        </w:rPr>
                        <w:t>Positive</w:t>
                      </w:r>
                      <w:r>
                        <w:rPr>
                          <w:rFonts w:ascii="Myriad Pro"/>
                          <w:sz w:val="21"/>
                        </w:rPr>
                        <w:t> camber</w:t>
                      </w:r>
                    </w:p>
                  </w:txbxContent>
                </v:textbox>
                <w10:wrap type="none"/>
              </v:shape>
              <v:shape style="position:absolute;left:4308;top:3232;width:1505;height:212" type="#_x0000_t202" filled="false" stroked="false">
                <v:textbox inset="0,0,0,0">
                  <w:txbxContent>
                    <w:p>
                      <w:pPr>
                        <w:spacing w:line="21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1"/>
                          <w:szCs w:val="21"/>
                        </w:rPr>
                      </w:pPr>
                      <w:r>
                        <w:rPr>
                          <w:rFonts w:ascii="Myriad Pro"/>
                          <w:spacing w:val="-1"/>
                          <w:sz w:val="21"/>
                        </w:rPr>
                        <w:t>Negative</w:t>
                      </w:r>
                      <w:r>
                        <w:rPr>
                          <w:rFonts w:ascii="Myriad Pro"/>
                          <w:sz w:val="21"/>
                        </w:rPr>
                        <w:t> camber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356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16—</w:t>
      </w:r>
      <w:r>
        <w:rPr>
          <w:rFonts w:ascii="Arial" w:hAnsi="Arial" w:cs="Arial" w:eastAsia="Arial"/>
          <w:sz w:val="18"/>
          <w:szCs w:val="18"/>
        </w:rPr>
        <w:t>Positive and negative camber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8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34.95pt;height:136.35pt;mso-position-horizontal-relative:char;mso-position-vertical-relative:line" coordorigin="0,0" coordsize="4699,2727">
            <v:shape style="position:absolute;left:3;top:3;width:4694;height:2722" type="#_x0000_t75" stroked="false">
              <v:imagedata r:id="rId34" o:title=""/>
            </v:shape>
            <v:group style="position:absolute;left:3;top:3;width:4694;height:2722" coordorigin="3,3" coordsize="4694,2722">
              <v:shape style="position:absolute;left:3;top:3;width:4694;height:2722" coordorigin="3,3" coordsize="4694,2722" path="m3,2724l4696,2724,4696,3,3,3,3,2724xe" filled="false" stroked="true" strokeweight=".2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8"/>
          <w:szCs w:val="8"/>
        </w:rPr>
      </w:pPr>
    </w:p>
    <w:p>
      <w:pPr>
        <w:spacing w:before="77"/>
        <w:ind w:left="3905" w:right="444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17—</w:t>
      </w:r>
      <w:r>
        <w:rPr>
          <w:rFonts w:ascii="Arial" w:hAnsi="Arial" w:cs="Arial" w:eastAsia="Arial"/>
          <w:spacing w:val="-1"/>
          <w:sz w:val="18"/>
          <w:szCs w:val="18"/>
        </w:rPr>
        <w:t>Negative</w:t>
      </w:r>
      <w:r>
        <w:rPr>
          <w:rFonts w:ascii="Arial" w:hAnsi="Arial" w:cs="Arial" w:eastAsia="Arial"/>
          <w:sz w:val="18"/>
          <w:szCs w:val="18"/>
        </w:rPr>
        <w:t> camber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car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225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52.35pt;height:223.05pt;mso-position-horizontal-relative:char;mso-position-vertical-relative:line" coordorigin="0,0" coordsize="7047,4461">
            <v:group style="position:absolute;left:3686;top:458;width:3239;height:3824" coordorigin="3686,458" coordsize="3239,3824">
              <v:shape style="position:absolute;left:3686;top:458;width:3239;height:3824" coordorigin="3686,458" coordsize="3239,3824" path="m6700,3497l3912,3497,3912,4281,6699,4281,6700,3497xe" filled="true" fillcolor="#d1d3d4" stroked="false">
                <v:path arrowok="t"/>
                <v:fill type="solid"/>
              </v:shape>
              <v:shape style="position:absolute;left:3686;top:458;width:3239;height:3824" coordorigin="3686,458" coordsize="3239,3824" path="m4726,458l4531,477,4317,555,4156,664,4024,806,3913,1009,3857,1223,3857,1752,3910,1858,3911,3245,3686,3497,6924,3497,6699,3245,6699,1862,6753,1739,6753,1282,6730,1113,6672,950,6579,796,6445,656,6306,562,6146,495,5940,459,4726,458xe" filled="true" fillcolor="#d1d3d4" stroked="false">
                <v:path arrowok="t"/>
                <v:fill type="solid"/>
              </v:shape>
            </v:group>
            <v:group style="position:absolute;left:4151;top:2795;width:2313;height:1148" coordorigin="4151,2795" coordsize="2313,1148">
              <v:shape style="position:absolute;left:4151;top:2795;width:2313;height:1148" coordorigin="4151,2795" coordsize="2313,1148" path="m6275,3792l5279,3792,5539,3802,5764,3805,5978,3841,6166,3890,6219,3942,6275,3792xe" filled="true" fillcolor="#bcbec0" stroked="false">
                <v:path arrowok="t"/>
                <v:fill type="solid"/>
              </v:shape>
              <v:shape style="position:absolute;left:4151;top:2795;width:2313;height:1148" coordorigin="4151,2795" coordsize="2313,1148" path="m5179,2795l4566,2842,4314,2905,4151,3011,4151,3285,4396,3940,4426,3907,4484,3885,4614,3845,4819,3815,5004,3792,6275,3792,6464,3295,6464,2992,6297,2905,5849,2815,5179,2795xe" filled="true" fillcolor="#bcbec0" stroked="false">
                <v:path arrowok="t"/>
                <v:fill type="solid"/>
              </v:shape>
            </v:group>
            <v:group style="position:absolute;left:4081;top:3598;width:232;height:684" coordorigin="4081,3598" coordsize="232,684">
              <v:shape style="position:absolute;left:4081;top:3598;width:232;height:684" coordorigin="4081,3598" coordsize="232,684" path="m4081,3598l4083,4281,4313,4281,4311,4246,4272,3873,4185,3607,4081,3598xe" filled="true" fillcolor="#bcbec0" stroked="false">
                <v:path arrowok="t"/>
                <v:fill type="solid"/>
              </v:shape>
            </v:group>
            <v:group style="position:absolute;left:6303;top:3590;width:231;height:692" coordorigin="6303,3590" coordsize="231,692">
              <v:shape style="position:absolute;left:6303;top:3590;width:231;height:692" coordorigin="6303,3590" coordsize="231,692" path="m6469,3590l6391,3690,6312,3983,6309,4123,6307,4181,6304,4246,6303,4263,6534,4281,6534,3607,6469,3590xe" filled="true" fillcolor="#bcbec0" stroked="false">
                <v:path arrowok="t"/>
                <v:fill type="solid"/>
              </v:shape>
            </v:group>
            <v:group style="position:absolute;left:5256;top:458;width:1498;height:1404" coordorigin="5256,458" coordsize="1498,1404">
              <v:shape style="position:absolute;left:5256;top:458;width:1498;height:1404" coordorigin="5256,458" coordsize="1498,1404" path="m5256,458l5898,458,5968,461,6037,469,6104,483,6168,502,6231,525,6291,554,6349,586,6403,623,6455,664,6503,709,6547,757,6588,808,6625,863,6658,920,6686,980,6710,1043,6728,1108,6742,1175,6750,1243,6753,1313,6753,1739,6753,1748,6751,1757,6747,1764,6699,1862e" filled="false" stroked="true" strokeweight="1pt" strokecolor="#808285">
                <v:path arrowok="t"/>
              </v:shape>
            </v:group>
            <v:group style="position:absolute;left:5256;top:703;width:1445;height:2364" coordorigin="5256,703" coordsize="1445,2364">
              <v:shape style="position:absolute;left:5256;top:703;width:1445;height:2364" coordorigin="5256,703" coordsize="1445,2364" path="m5256,703l5328,705,5416,706,5487,706,5563,706,5642,706,5720,706,5795,706,5829,706,5861,706,5895,707,5960,712,6025,723,6089,738,6151,758,6212,783,6270,813,6326,847,6379,885,6430,928,6477,976,6520,1028,6558,1084,6593,1144,6622,1206,6647,1271,6668,1338,6683,1406,6693,1474,6699,1541,6699,1575,6700,3067e" filled="false" stroked="true" strokeweight="1pt" strokecolor="#808285">
                <v:path arrowok="t"/>
              </v:shape>
            </v:group>
            <v:group style="position:absolute;left:5256;top:1065;width:1442;height:435" coordorigin="5256,1065" coordsize="1442,435">
              <v:shape style="position:absolute;left:5256;top:1065;width:1442;height:435" coordorigin="5256,1065" coordsize="1442,435" path="m5256,1065l5461,1066,5646,1068,5812,1070,5959,1073,6088,1078,6202,1083,6301,1091,6385,1100,6457,1112,6516,1127,6604,1166,6658,1221,6685,1292,6696,1384,6697,1439,6697,1499e" filled="false" stroked="true" strokeweight="1pt" strokecolor="#808285">
                <v:path arrowok="t"/>
              </v:shape>
            </v:group>
            <v:group style="position:absolute;left:6454;top:3067;width:471;height:430" coordorigin="6454,3067" coordsize="471,430">
              <v:shape style="position:absolute;left:6454;top:3067;width:471;height:430" coordorigin="6454,3067" coordsize="471,430" path="m6699,3245l6924,3497,6454,3497,6472,3395,6487,3313,6502,3249,6525,3179,6566,3123,6630,3090,6699,3067,6699,3245xe" filled="false" stroked="true" strokeweight="1pt" strokecolor="#808285">
                <v:path arrowok="t"/>
              </v:shape>
            </v:group>
            <v:group style="position:absolute;left:5915;top:703;width:2;height:397" coordorigin="5915,703" coordsize="2,397">
              <v:shape style="position:absolute;left:5915;top:703;width:2;height:397" coordorigin="5915,703" coordsize="0,397" path="m5915,703l5915,1100e" filled="false" stroked="true" strokeweight="1pt" strokecolor="#808285">
                <v:path arrowok="t"/>
              </v:shape>
            </v:group>
            <v:group style="position:absolute;left:6397;top:900;width:2;height:312" coordorigin="6397,900" coordsize="2,312">
              <v:shape style="position:absolute;left:6397;top:900;width:2;height:312" coordorigin="6397,900" coordsize="0,312" path="m6397,900l6397,1212e" filled="false" stroked="true" strokeweight="1pt" strokecolor="#808285">
                <v:path arrowok="t"/>
              </v:shape>
            </v:group>
            <v:group style="position:absolute;left:6300;top:3529;width:229;height:753" coordorigin="6300,3529" coordsize="229,753">
              <v:shape style="position:absolute;left:6300;top:3529;width:229;height:753" coordorigin="6300,3529" coordsize="229,753" path="m6528,4281l6528,3599,6500,3579,6431,3537,6396,3529,6382,3533,6342,3609,6329,3691,6320,3808,6316,3881,6312,3965,6308,4059,6304,4164,6300,4281e" filled="false" stroked="true" strokeweight="1pt" strokecolor="#808285">
                <v:path arrowok="t"/>
              </v:shape>
            </v:group>
            <v:group style="position:absolute;left:6699;top:3497;width:2;height:785" coordorigin="6699,3497" coordsize="2,785">
              <v:shape style="position:absolute;left:6699;top:3497;width:2;height:785" coordorigin="6699,3497" coordsize="0,785" path="m6699,3497l6699,4281e" filled="false" stroked="true" strokeweight="1pt" strokecolor="#808285">
                <v:path arrowok="t"/>
              </v:shape>
            </v:group>
            <v:group style="position:absolute;left:3857;top:458;width:1498;height:1404" coordorigin="3857,458" coordsize="1498,1404">
              <v:shape style="position:absolute;left:3857;top:458;width:1498;height:1404" coordorigin="3857,458" coordsize="1498,1404" path="m5355,458l4712,458,4642,461,4573,469,4507,483,4442,502,4379,525,4319,554,4262,586,4207,623,4156,664,4108,709,4063,757,4022,808,3985,863,3953,920,3924,980,3901,1043,3882,1108,3868,1175,3860,1243,3857,1313,3857,1739,3857,1748,3859,1757,3863,1764,3912,1862e" filled="false" stroked="true" strokeweight="1pt" strokecolor="#808285">
                <v:path arrowok="t"/>
              </v:shape>
            </v:group>
            <v:group style="position:absolute;left:3910;top:703;width:1445;height:2364" coordorigin="3910,703" coordsize="1445,2364">
              <v:shape style="position:absolute;left:3910;top:703;width:1445;height:2364" coordorigin="3910,703" coordsize="1445,2364" path="m5355,703l5283,705,5195,706,5124,706,5047,706,4968,706,4890,706,4816,706,4781,706,4749,706,4716,707,4650,712,4585,723,4521,738,4459,758,4399,783,4340,813,4284,847,4231,885,4181,928,4134,976,4091,1028,4052,1084,4018,1144,3988,1206,3963,1271,3943,1338,3927,1406,3917,1474,3912,1541,3911,1575,3910,3067e" filled="false" stroked="true" strokeweight="1pt" strokecolor="#808285">
                <v:path arrowok="t"/>
              </v:shape>
            </v:group>
            <v:group style="position:absolute;left:3913;top:1065;width:1442;height:435" coordorigin="3913,1065" coordsize="1442,435">
              <v:shape style="position:absolute;left:3913;top:1065;width:1442;height:435" coordorigin="3913,1065" coordsize="1442,435" path="m5355,1065l5149,1066,4964,1068,4799,1070,4652,1073,4522,1078,4408,1083,4310,1091,4225,1100,4154,1112,4094,1127,4006,1166,3953,1221,3925,1292,3915,1384,3913,1439,3913,1499e" filled="false" stroked="true" strokeweight="1pt" strokecolor="#808285">
                <v:path arrowok="t"/>
              </v:shape>
            </v:group>
            <v:group style="position:absolute;left:3686;top:3067;width:471;height:430" coordorigin="3686,3067" coordsize="471,430">
              <v:shape style="position:absolute;left:3686;top:3067;width:471;height:430" coordorigin="3686,3067" coordsize="471,430" path="m3911,3245l3686,3497,4156,3497,4138,3395,4123,3313,4109,3249,4086,3179,4045,3123,3981,3090,3911,3067,3911,3245xe" filled="false" stroked="true" strokeweight="1pt" strokecolor="#808285">
                <v:path arrowok="t"/>
              </v:shape>
            </v:group>
            <v:group style="position:absolute;left:4695;top:703;width:2;height:399" coordorigin="4695,703" coordsize="2,399">
              <v:shape style="position:absolute;left:4695;top:703;width:2;height:399" coordorigin="4695,703" coordsize="0,399" path="m4695,703l4695,1102e" filled="false" stroked="true" strokeweight="1pt" strokecolor="#808285">
                <v:path arrowok="t"/>
              </v:shape>
            </v:group>
            <v:group style="position:absolute;left:4214;top:900;width:2;height:323" coordorigin="4214,900" coordsize="2,323">
              <v:shape style="position:absolute;left:4214;top:900;width:2;height:323" coordorigin="4214,900" coordsize="0,323" path="m4214,900l4214,1223e" filled="false" stroked="true" strokeweight="1pt" strokecolor="#808285">
                <v:path arrowok="t"/>
              </v:shape>
            </v:group>
            <v:group style="position:absolute;left:4082;top:3529;width:229;height:753" coordorigin="4082,3529" coordsize="229,753">
              <v:shape style="position:absolute;left:4082;top:3529;width:229;height:753" coordorigin="4082,3529" coordsize="229,753" path="m4082,4281l4082,3599,4110,3579,4180,3537,4214,3529,4228,3533,4268,3609,4281,3691,4291,3808,4295,3881,4299,3965,4302,4059,4306,4164,4310,4281e" filled="false" stroked="true" strokeweight="1.0pt" strokecolor="#808285">
                <v:path arrowok="t"/>
              </v:shape>
            </v:group>
            <v:group style="position:absolute;left:3912;top:3497;width:2;height:785" coordorigin="3912,3497" coordsize="2,785">
              <v:shape style="position:absolute;left:3912;top:3497;width:2;height:785" coordorigin="3912,3497" coordsize="0,785" path="m3912,3497l3912,4281e" filled="false" stroked="true" strokeweight="1pt" strokecolor="#808285">
                <v:path arrowok="t"/>
              </v:shape>
            </v:group>
            <v:group style="position:absolute;left:4214;top:1212;width:2184;height:1529" coordorigin="4214,1212" coordsize="2184,1529">
              <v:shape style="position:absolute;left:4214;top:1212;width:2184;height:1529" coordorigin="4214,1212" coordsize="2184,1529" path="m4214,1223l4214,2740,4214,2737,4217,2727,4300,2690,4378,2673,4478,2658,4597,2645,4663,2639,4733,2634,4806,2629,4883,2625,4964,2622,5047,2619,5132,2617,5220,2616,5310,2616,5400,2616,5488,2617,5573,2619,5656,2622,5735,2625,5812,2629,5885,2634,5954,2639,6019,2645,6080,2651,6188,2665,6276,2681,6341,2699,6396,2737,6397,2740,6397,1212e" filled="false" stroked="true" strokeweight=".75pt" strokecolor="#808285">
                <v:path arrowok="t"/>
              </v:shape>
            </v:group>
            <v:group style="position:absolute;left:4148;top:2790;width:2316;height:1156" coordorigin="4148,2790" coordsize="2316,1156">
              <v:shape style="position:absolute;left:4148;top:2790;width:2316;height:1156" coordorigin="4148,2790" coordsize="2316,1156" path="m6462,3013l6462,3282,6217,3945,6214,3932,6205,3920,6146,3885,6081,3863,5998,3844,5899,3828,5786,3814,5725,3808,5661,3803,5594,3799,5525,3795,5454,3793,5381,3791,5306,3791,5232,3791,5159,3793,5087,3795,5018,3799,4952,3803,4888,3808,4826,3814,4713,3828,4615,3844,4532,3863,4467,3885,4407,3920,4395,3945,4395,3946,4148,3282,4148,3013,4148,3028,4152,3008,4207,2953,4278,2919,4372,2888,4487,2860,4553,2847,4622,2836,4696,2826,4774,2817,4855,2809,4940,2802,5028,2797,5118,2793,5211,2791,5306,2790,5401,2791,5494,2793,5584,2797,5672,2802,5757,2809,5838,2817,5916,2826,5990,2836,6060,2847,6125,2860,6185,2873,6291,2903,6373,2935,6430,2971,6464,3028,6462,3013xe" filled="false" stroked="true" strokeweight="1pt" strokecolor="#808285">
                <v:path arrowok="t"/>
              </v:shape>
              <v:shape style="position:absolute;left:3966;top:1464;width:591;height:1361" type="#_x0000_t75" stroked="false">
                <v:imagedata r:id="rId35" o:title=""/>
              </v:shape>
            </v:group>
            <v:group style="position:absolute;left:3966;top:1464;width:592;height:1362" coordorigin="3966,1464" coordsize="592,1362">
              <v:shape style="position:absolute;left:3966;top:1464;width:592;height:1362" coordorigin="3966,1464" coordsize="592,1362" path="m4556,2634l4552,2697,4524,2750,4476,2789,4284,2824,4262,2826,4241,2824,4184,2804,4140,2762,4115,2705,3968,1657,3966,1635,3968,1614,3988,1557,4030,1512,4087,1488,4240,1466,4261,1464,4282,1466,4340,1487,4384,1528,4409,1586,4556,2634xe" filled="false" stroked="true" strokeweight="1.0pt" strokecolor="#000101">
                <v:path arrowok="t"/>
              </v:shape>
            </v:group>
            <v:group style="position:absolute;left:4006;top:1532;width:180;height:1264" coordorigin="4006,1532" coordsize="180,1264">
              <v:shape style="position:absolute;left:4006;top:1532;width:180;height:1264" coordorigin="4006,1532" coordsize="180,1264" path="m4007,1532l4006,1535,4006,1541,4006,1551,4013,1628,4023,1719,4032,1793,4042,1875,4054,1966,4067,2064,4082,2166,4096,2268,4110,2366,4124,2456,4137,2539,4149,2612,4159,2675,4172,2747,4185,2796,4185,2793,4186,2787,4185,2777,4179,2700,4169,2609,4160,2535,4149,2453,4137,2362,4124,2265,4110,2162,4095,2060,4081,1962,4068,1872,4055,1789,4043,1716,4033,1653,4020,1581,4007,1532xe" filled="true" fillcolor="#000101" stroked="false">
                <v:path arrowok="t"/>
                <v:fill type="solid"/>
              </v:shape>
            </v:group>
            <v:group style="position:absolute;left:4067;top:1497;width:189;height:1325" coordorigin="4067,1497" coordsize="189,1325">
              <v:shape style="position:absolute;left:4067;top:1497;width:189;height:1325" coordorigin="4067,1497" coordsize="189,1325" path="m4068,1497l4067,1499,4067,1506,4067,1517,4075,1597,4081,1658,4090,1730,4100,1812,4112,1903,4125,2002,4139,2107,4155,2215,4170,2320,4184,2419,4198,2510,4211,2592,4223,2663,4233,2723,4245,2788,4254,2821,4255,2819,4255,2812,4255,2802,4248,2721,4241,2661,4233,2589,4222,2506,4211,2415,4197,2316,4183,2211,4168,2103,4153,1998,4138,1899,4124,1809,4111,1727,4100,1655,4090,1595,4077,1530,4068,1497xe" filled="true" fillcolor="#000101" stroked="false">
                <v:path arrowok="t"/>
                <v:fill type="solid"/>
              </v:shape>
            </v:group>
            <v:group style="position:absolute;left:4132;top:1488;width:189;height:1325" coordorigin="4132,1488" coordsize="189,1325">
              <v:shape style="position:absolute;left:4132;top:1488;width:189;height:1325" coordorigin="4132,1488" coordsize="189,1325" path="m4133,1488l4132,1490,4132,1497,4132,1507,4139,1588,4146,1648,4155,1721,4165,1803,4177,1894,4190,1993,4204,2098,4220,2206,4235,2311,4249,2410,4263,2501,4276,2582,4288,2654,4298,2714,4310,2779,4319,2812,4320,2810,4320,2803,4320,2792,4313,2712,4306,2651,4297,2579,4287,2497,4275,2406,4262,2307,4248,2202,4233,2094,4217,1989,4203,1890,4189,1799,4176,1717,4165,1646,4154,1586,4142,1521,4133,1488xe" filled="true" fillcolor="#000101" stroked="false">
                <v:path arrowok="t"/>
                <v:fill type="solid"/>
              </v:shape>
            </v:group>
            <v:group style="position:absolute;left:4197;top:1479;width:189;height:1325" coordorigin="4197,1479" coordsize="189,1325">
              <v:shape style="position:absolute;left:4197;top:1479;width:189;height:1325" coordorigin="4197,1479" coordsize="189,1325" path="m4198,1479l4197,1481,4197,1488,4197,1498,4204,1579,4211,1639,4220,1711,4230,1794,4242,1885,4255,1984,4269,2089,4284,2197,4300,2302,4314,2400,4328,2491,4341,2573,4352,2645,4363,2705,4375,2770,4384,2803,4385,2801,4385,2794,4385,2783,4378,2703,4371,2642,4362,2570,4352,2488,4340,2397,4327,2298,4313,2193,4297,2085,4282,1980,4268,1881,4254,1790,4241,1708,4229,1637,4219,1577,4207,1512,4198,1479xe" filled="true" fillcolor="#000101" stroked="false">
                <v:path arrowok="t"/>
                <v:fill type="solid"/>
              </v:shape>
            </v:group>
            <v:group style="position:absolute;left:4262;top:1470;width:189;height:1325" coordorigin="4262,1470" coordsize="189,1325">
              <v:shape style="position:absolute;left:4262;top:1470;width:189;height:1325" coordorigin="4262,1470" coordsize="189,1325" path="m4263,1470l4262,1472,4262,1479,4262,1489,4269,1570,4276,1630,4284,1702,4295,1785,4306,1876,4320,1975,4334,2079,4349,2188,4364,2293,4379,2391,4393,2482,4406,2564,4417,2636,4427,2696,4440,2761,4449,2794,4450,2792,4450,2785,4449,2774,4442,2694,4436,2633,4427,2561,4417,2479,4405,2388,4392,2289,4377,2184,4362,2075,4347,1971,4333,1872,4319,1781,4306,1699,4294,1628,4284,1568,4272,1503,4263,1470xe" filled="true" fillcolor="#000101" stroked="false">
                <v:path arrowok="t"/>
                <v:fill type="solid"/>
              </v:shape>
            </v:group>
            <v:group style="position:absolute;left:4330;top:1487;width:180;height:1264" coordorigin="4330,1487" coordsize="180,1264">
              <v:shape style="position:absolute;left:4330;top:1487;width:180;height:1264" coordorigin="4330,1487" coordsize="180,1264" path="m4331,1487l4330,1489,4330,1495,4330,1506,4337,1582,4347,1673,4356,1747,4367,1830,4378,1921,4392,2018,4406,2120,4420,2223,4435,2320,4448,2411,4461,2493,4473,2567,4483,2629,4496,2701,4509,2750,4510,2748,4510,2742,4510,2731,4503,2654,4493,2564,4484,2490,4473,2407,4461,2316,4448,2219,4434,2116,4420,2014,4405,1917,4392,1826,4379,1744,4367,1670,4357,1607,4344,1536,4331,1487xe" filled="true" fillcolor="#000101" stroked="false">
                <v:path arrowok="t"/>
                <v:fill type="solid"/>
              </v:shape>
              <v:shape style="position:absolute;left:6051;top:1464;width:592;height:1361" type="#_x0000_t75" stroked="false">
                <v:imagedata r:id="rId36" o:title=""/>
              </v:shape>
            </v:group>
            <v:group style="position:absolute;left:6052;top:1465;width:592;height:1361" coordorigin="6052,1465" coordsize="592,1361">
              <v:shape style="position:absolute;left:6052;top:1465;width:592;height:1361" coordorigin="6052,1465" coordsize="592,1361" path="m6496,2696l6474,2755,6432,2799,6376,2823,6355,2826,6334,2825,6181,2804,6122,2783,6078,2741,6054,2685,6052,2664,6052,2643,6199,1594,6221,1535,6263,1491,6319,1467,6339,1465,6361,1465,6513,1486,6572,1508,6616,1550,6640,1606,6643,1626,6643,1648,6496,2696xe" filled="false" stroked="true" strokeweight="1pt" strokecolor="#000101">
                <v:path arrowok="t"/>
              </v:shape>
            </v:group>
            <v:group style="position:absolute;left:6093;top:1486;width:180;height:1264" coordorigin="6093,1486" coordsize="180,1264">
              <v:shape style="position:absolute;left:6093;top:1486;width:180;height:1264" coordorigin="6093,1486" coordsize="180,1264" path="m6271,1486l6255,1555,6241,1637,6230,1705,6217,1783,6204,1870,6190,1964,6176,2064,6161,2167,6147,2267,6135,2362,6124,2449,6114,2527,6106,2596,6097,2680,6093,2741,6093,2747,6094,2749,6095,2747,6110,2680,6124,2598,6135,2530,6148,2452,6161,2365,6175,2271,6189,2171,6204,2068,6218,1968,6230,1873,6241,1786,6251,1708,6259,1639,6268,1555,6272,1494,6272,1488,6271,1486xe" filled="true" fillcolor="#000101" stroked="false">
                <v:path arrowok="t"/>
                <v:fill type="solid"/>
              </v:shape>
            </v:group>
            <v:group style="position:absolute;left:6153;top:1469;width:189;height:1325" coordorigin="6153,1469" coordsize="189,1325">
              <v:shape style="position:absolute;left:6153;top:1469;width:189;height:1325" coordorigin="6153,1469" coordsize="189,1325" path="m6340,1469l6323,1542,6308,1627,6297,1698,6284,1780,6270,1871,6255,1970,6240,2075,6225,2183,6211,2288,6197,2387,6186,2478,6175,2560,6167,2632,6160,2693,6154,2759,6153,2784,6153,2791,6154,2793,6155,2791,6171,2720,6185,2635,6197,2563,6210,2481,6224,2390,6238,2292,6253,2187,6269,2078,6283,1974,6296,1875,6308,1784,6318,1701,6327,1629,6333,1569,6340,1503,6341,1478,6341,1471,6340,1469xe" filled="true" fillcolor="#000101" stroked="false">
                <v:path arrowok="t"/>
                <v:fill type="solid"/>
              </v:shape>
            </v:group>
            <v:group style="position:absolute;left:6217;top:1478;width:189;height:1325" coordorigin="6217,1478" coordsize="189,1325">
              <v:shape style="position:absolute;left:6217;top:1478;width:189;height:1325" coordorigin="6217,1478" coordsize="189,1325" path="m6405,1478l6388,1551,6373,1636,6361,1707,6349,1789,6335,1880,6320,1979,6305,2084,6290,2192,6276,2297,6262,2396,6251,2487,6240,2569,6232,2641,6225,2702,6219,2768,6217,2793,6218,2800,6219,2802,6220,2800,6235,2729,6250,2644,6262,2572,6275,2490,6288,2400,6303,2301,6318,2196,6333,2088,6348,1983,6361,1884,6373,1793,6383,1710,6392,1638,6398,1578,6405,1511,6406,1487,6406,1480,6405,1478xe" filled="true" fillcolor="#000101" stroked="false">
                <v:path arrowok="t"/>
                <v:fill type="solid"/>
              </v:shape>
            </v:group>
            <v:group style="position:absolute;left:6282;top:1487;width:189;height:1325" coordorigin="6282,1487" coordsize="189,1325">
              <v:shape style="position:absolute;left:6282;top:1487;width:189;height:1325" coordorigin="6282,1487" coordsize="189,1325" path="m6470,1487l6453,1560,6438,1645,6426,1717,6413,1799,6400,1889,6385,1988,6370,2093,6355,2201,6340,2306,6327,2405,6315,2496,6305,2579,6297,2651,6290,2711,6284,2777,6282,2802,6283,2809,6283,2811,6285,2809,6300,2738,6315,2653,6327,2582,6339,2500,6353,2409,6368,2310,6383,2205,6398,2097,6413,1992,6426,1893,6438,1802,6448,1720,6456,1648,6463,1587,6469,1521,6471,1496,6470,1489,6470,1487xe" filled="true" fillcolor="#000101" stroked="false">
                <v:path arrowok="t"/>
                <v:fill type="solid"/>
              </v:shape>
            </v:group>
            <v:group style="position:absolute;left:6347;top:1496;width:189;height:1325" coordorigin="6347,1496" coordsize="189,1325">
              <v:shape style="position:absolute;left:6347;top:1496;width:189;height:1325" coordorigin="6347,1496" coordsize="189,1325" path="m6534,1496l6517,1569,6503,1654,6491,1726,6478,1808,6464,1899,6450,1997,6435,2102,6420,2210,6405,2315,6392,2414,6380,2505,6370,2588,6361,2660,6355,2720,6348,2786,6347,2811,6347,2818,6348,2820,6350,2818,6365,2747,6380,2662,6391,2591,6404,2509,6418,2418,6433,2319,6448,2214,6463,2106,6477,2001,6491,1902,6502,1811,6513,1729,6521,1657,6528,1596,6534,1529,6535,1505,6535,1498,6534,1496xe" filled="true" fillcolor="#000101" stroked="false">
                <v:path arrowok="t"/>
                <v:fill type="solid"/>
              </v:shape>
            </v:group>
            <v:group style="position:absolute;left:6417;top:1531;width:180;height:1264" coordorigin="6417,1531" coordsize="180,1264">
              <v:shape style="position:absolute;left:6417;top:1531;width:180;height:1264" coordorigin="6417,1531" coordsize="180,1264" path="m6595,1531l6579,1601,6565,1682,6554,1750,6541,1829,6528,1915,6514,2009,6500,2109,6485,2213,6472,2313,6459,2407,6448,2494,6438,2573,6430,2641,6421,2725,6417,2786,6417,2793,6418,2795,6419,2793,6434,2725,6449,2644,6460,2576,6472,2498,6485,2411,6499,2317,6514,2217,6528,2113,6542,2013,6554,1919,6566,1832,6575,1753,6583,1685,6592,1601,6597,1540,6596,1534,6595,1531xe" filled="true" fillcolor="#000101" stroked="false">
                <v:path arrowok="t"/>
                <v:fill type="solid"/>
              </v:shape>
            </v:group>
            <v:group style="position:absolute;left:5882;top:1114;width:706;height:656" coordorigin="5882,1114" coordsize="706,656">
              <v:shape style="position:absolute;left:5882;top:1114;width:706;height:656" coordorigin="5882,1114" coordsize="706,656" path="m6322,1114l6322,1211,6286,1213,6251,1219,6183,1241,6120,1275,6062,1321,6011,1376,5967,1441,5931,1514,5905,1594,5888,1680,5882,1770,5996,1770,5997,1733,6000,1698,6013,1630,6033,1567,6059,1509,6092,1457,6150,1393,6219,1349,6296,1327,6322,1325,6489,1325,6588,1268,6322,1114xe" filled="true" fillcolor="#ffffff" stroked="false">
                <v:path arrowok="t"/>
                <v:fill type="solid"/>
              </v:shape>
              <v:shape style="position:absolute;left:5882;top:1114;width:706;height:656" coordorigin="5882,1114" coordsize="706,656" path="m6489,1325l6322,1325,6322,1421,6489,1325xe" filled="true" fillcolor="#ffffff" stroked="false">
                <v:path arrowok="t"/>
                <v:fill type="solid"/>
              </v:shape>
            </v:group>
            <v:group style="position:absolute;left:5882;top:1114;width:706;height:656" coordorigin="5882,1114" coordsize="706,656">
              <v:shape style="position:absolute;left:5882;top:1114;width:706;height:656" coordorigin="5882,1114" coordsize="706,656" path="m6455,1191l6322,1114,6322,1211,6286,1213,6217,1228,6151,1256,6091,1296,6036,1347,5988,1408,5948,1477,5917,1553,5895,1636,5884,1724,5882,1770,5996,1770,5997,1733,6000,1698,6013,1630,6033,1567,6059,1509,6092,1457,6150,1393,6219,1349,6296,1327,6322,1325,6322,1421,6455,1344,6588,1268,6455,1191xe" filled="false" stroked="true" strokeweight="1pt" strokecolor="#000000">
                <v:path arrowok="t"/>
              </v:shape>
            </v:group>
            <v:group style="position:absolute;left:4017;top:1114;width:706;height:656" coordorigin="4017,1114" coordsize="706,656">
              <v:shape style="position:absolute;left:4017;top:1114;width:706;height:656" coordorigin="4017,1114" coordsize="706,656" path="m4547,1325l4283,1325,4310,1327,4336,1332,4410,1362,4476,1413,4531,1482,4561,1537,4584,1598,4600,1664,4608,1733,4609,1770,4723,1770,4718,1680,4701,1594,4674,1514,4638,1441,4594,1376,4570,1347,4547,1325xe" filled="true" fillcolor="#ffffff" stroked="false">
                <v:path arrowok="t"/>
                <v:fill type="solid"/>
              </v:shape>
              <v:shape style="position:absolute;left:4017;top:1114;width:706;height:656" coordorigin="4017,1114" coordsize="706,656" path="m4283,1114l4017,1268,4283,1421,4283,1325,4547,1325,4485,1275,4422,1241,4355,1219,4283,1211,4283,1114xe" filled="true" fillcolor="#ffffff" stroked="false">
                <v:path arrowok="t"/>
                <v:fill type="solid"/>
              </v:shape>
            </v:group>
            <v:group style="position:absolute;left:4017;top:1114;width:706;height:656" coordorigin="4017,1114" coordsize="706,656">
              <v:shape style="position:absolute;left:4017;top:1114;width:706;height:656" coordorigin="4017,1114" coordsize="706,656" path="m4150,1191l4283,1114,4283,1211,4319,1213,4389,1228,4455,1256,4515,1296,4570,1347,4617,1408,4657,1477,4689,1553,4711,1636,4722,1724,4723,1770,4609,1770,4608,1733,4605,1698,4593,1630,4573,1567,4547,1509,4514,1457,4455,1393,4386,1349,4310,1327,4283,1325,4283,1421,4150,1344,4017,1268,4150,1191xe" filled="false" stroked="true" strokeweight="1pt" strokecolor="#000000">
                <v:path arrowok="t"/>
              </v:shape>
            </v:group>
            <v:group style="position:absolute;left:151;top:458;width:3239;height:3824" coordorigin="151,458" coordsize="3239,3824">
              <v:shape style="position:absolute;left:151;top:458;width:3239;height:3824" coordorigin="151,458" coordsize="3239,3824" path="m3166,3497l377,3497,377,4281,3164,4281,3166,3497xe" filled="true" fillcolor="#d1d3d4" stroked="false">
                <v:path arrowok="t"/>
                <v:fill type="solid"/>
              </v:shape>
              <v:shape style="position:absolute;left:151;top:458;width:3239;height:3824" coordorigin="151,458" coordsize="3239,3824" path="m1191,458l996,477,783,555,621,664,489,806,378,1009,322,1223,322,1752,375,1858,376,3245,151,3497,3390,3497,3165,3245,3164,1862,3218,1739,3218,1282,3195,1113,3138,950,3044,796,2910,656,2771,562,2611,495,2405,459,1191,458xe" filled="true" fillcolor="#d1d3d4" stroked="false">
                <v:path arrowok="t"/>
                <v:fill type="solid"/>
              </v:shape>
            </v:group>
            <v:group style="position:absolute;left:616;top:2795;width:2313;height:1148" coordorigin="616,2795" coordsize="2313,1148">
              <v:shape style="position:absolute;left:616;top:2795;width:2313;height:1148" coordorigin="616,2795" coordsize="2313,1148" path="m2741,3792l1744,3792,2004,3802,2229,3805,2443,3841,2631,3890,2684,3942,2741,3792xe" filled="true" fillcolor="#bcbec0" stroked="false">
                <v:path arrowok="t"/>
                <v:fill type="solid"/>
              </v:shape>
              <v:shape style="position:absolute;left:616;top:2795;width:2313;height:1148" coordorigin="616,2795" coordsize="2313,1148" path="m1644,2795l1031,2842,779,2905,616,3011,616,3285,861,3940,891,3907,949,3885,1079,3845,1284,3815,1469,3792,2741,3792,2929,3295,2929,2992,2762,2905,2314,2815,1644,2795xe" filled="true" fillcolor="#bcbec0" stroked="false">
                <v:path arrowok="t"/>
                <v:fill type="solid"/>
              </v:shape>
            </v:group>
            <v:group style="position:absolute;left:546;top:3590;width:232;height:692" coordorigin="546,3590" coordsize="232,692">
              <v:shape style="position:absolute;left:546;top:3590;width:232;height:692" coordorigin="546,3590" coordsize="232,692" path="m624,3590l546,3607,549,4281,778,4281,776,4246,717,3785,624,3590xe" filled="true" fillcolor="#bcbec0" stroked="false">
                <v:path arrowok="t"/>
                <v:fill type="solid"/>
              </v:shape>
            </v:group>
            <v:group style="position:absolute;left:2768;top:3591;width:231;height:691" coordorigin="2768,3591" coordsize="231,691">
              <v:shape style="position:absolute;left:2768;top:3591;width:231;height:691" coordorigin="2768,3591" coordsize="231,691" path="m2929,3591l2820,3765,2783,3995,2774,4123,2772,4181,2771,4201,2771,4217,2770,4231,2769,4246,2768,4263,2999,4281,2999,3607,2929,3591xe" filled="true" fillcolor="#bcbec0" stroked="false">
                <v:path arrowok="t"/>
                <v:fill type="solid"/>
              </v:shape>
            </v:group>
            <v:group style="position:absolute;left:1721;top:458;width:1498;height:1404" coordorigin="1721,458" coordsize="1498,1404">
              <v:shape style="position:absolute;left:1721;top:458;width:1498;height:1404" coordorigin="1721,458" coordsize="1498,1404" path="m1721,458l2363,458,2434,461,2502,469,2569,483,2634,502,2696,525,2756,554,2814,586,2868,623,2920,664,2968,709,3013,757,3053,808,3090,863,3123,920,3151,980,3175,1043,3194,1108,3207,1175,3216,1243,3218,1313,3218,1739,3218,1748,3216,1757,3213,1764,3164,1862e" filled="false" stroked="true" strokeweight="1pt" strokecolor="#808285">
                <v:path arrowok="t"/>
              </v:shape>
            </v:group>
            <v:group style="position:absolute;left:1721;top:703;width:1445;height:2364" coordorigin="1721,703" coordsize="1445,2364">
              <v:shape style="position:absolute;left:1721;top:703;width:1445;height:2364" coordorigin="1721,703" coordsize="1445,2364" path="m1721,703l1793,705,1881,706,1952,706,2028,706,2107,706,2186,706,2260,706,2294,706,2326,706,2360,707,2426,712,2491,723,2554,738,2617,758,2677,783,2735,813,2791,847,2845,885,2895,928,2942,976,2985,1028,3024,1084,3058,1144,3087,1206,3113,1271,3133,1338,3148,1406,3159,1474,3164,1541,3164,1575,3166,3067e" filled="false" stroked="true" strokeweight="1pt" strokecolor="#808285">
                <v:path arrowok="t"/>
              </v:shape>
            </v:group>
            <v:group style="position:absolute;left:1721;top:1065;width:1442;height:435" coordorigin="1721,1065" coordsize="1442,435">
              <v:shape style="position:absolute;left:1721;top:1065;width:1442;height:435" coordorigin="1721,1065" coordsize="1442,435" path="m1721,1065l1926,1066,2111,1068,2277,1070,2424,1073,2554,1078,2667,1083,2766,1091,2850,1100,2922,1112,2982,1127,3070,1166,3123,1221,3151,1292,3161,1384,3162,1439,3163,1499e" filled="false" stroked="true" strokeweight="1pt" strokecolor="#808285">
                <v:path arrowok="t"/>
              </v:shape>
            </v:group>
            <v:group style="position:absolute;left:2919;top:3067;width:471;height:430" coordorigin="2919,3067" coordsize="471,430">
              <v:shape style="position:absolute;left:2919;top:3067;width:471;height:430" coordorigin="2919,3067" coordsize="471,430" path="m3165,3245l3390,3497,2919,3497,2937,3395,2953,3313,2967,3249,2990,3179,3031,3123,3095,3090,3165,3067,3165,3245xe" filled="false" stroked="true" strokeweight="1pt" strokecolor="#808285">
                <v:path arrowok="t"/>
              </v:shape>
            </v:group>
            <v:group style="position:absolute;left:2380;top:703;width:2;height:397" coordorigin="2380,703" coordsize="2,397">
              <v:shape style="position:absolute;left:2380;top:703;width:2;height:397" coordorigin="2380,703" coordsize="0,397" path="m2380,703l2380,1100e" filled="false" stroked="true" strokeweight="1pt" strokecolor="#808285">
                <v:path arrowok="t"/>
              </v:shape>
            </v:group>
            <v:group style="position:absolute;left:2862;top:900;width:2;height:312" coordorigin="2862,900" coordsize="2,312">
              <v:shape style="position:absolute;left:2862;top:900;width:2;height:312" coordorigin="2862,900" coordsize="0,312" path="m2862,900l2862,1212e" filled="false" stroked="true" strokeweight="1pt" strokecolor="#808285">
                <v:path arrowok="t"/>
              </v:shape>
            </v:group>
            <v:group style="position:absolute;left:2765;top:3529;width:229;height:760" coordorigin="2765,3529" coordsize="229,760">
              <v:shape style="position:absolute;left:2765;top:3529;width:229;height:760" coordorigin="2765,3529" coordsize="229,760" path="m2994,4288l2994,3599,2965,3579,2896,3537,2862,3529,2848,3533,2807,3609,2795,3691,2785,3808,2781,3881,2777,3965,2773,4059,2769,4164,2765,4281e" filled="false" stroked="true" strokeweight="1.0pt" strokecolor="#808285">
                <v:path arrowok="t"/>
              </v:shape>
            </v:group>
            <v:group style="position:absolute;left:3164;top:3497;width:2;height:785" coordorigin="3164,3497" coordsize="2,785">
              <v:shape style="position:absolute;left:3164;top:3497;width:2;height:785" coordorigin="3164,3497" coordsize="0,785" path="m3164,3497l3164,4281e" filled="false" stroked="true" strokeweight="1pt" strokecolor="#808285">
                <v:path arrowok="t"/>
              </v:shape>
            </v:group>
            <v:group style="position:absolute;left:322;top:458;width:1498;height:1404" coordorigin="322,458" coordsize="1498,1404">
              <v:shape style="position:absolute;left:322;top:458;width:1498;height:1404" coordorigin="322,458" coordsize="1498,1404" path="m1820,458l1177,458,1107,461,1039,469,972,483,907,502,845,525,784,554,727,586,672,623,621,664,573,709,528,757,487,808,451,863,418,920,390,980,366,1043,347,1108,334,1175,325,1243,322,1313,322,1739,322,1748,324,1757,328,1764,377,1862e" filled="false" stroked="true" strokeweight="1pt" strokecolor="#808285">
                <v:path arrowok="t"/>
              </v:shape>
            </v:group>
            <v:group style="position:absolute;left:375;top:703;width:1445;height:2364" coordorigin="375,703" coordsize="1445,2364">
              <v:shape style="position:absolute;left:375;top:703;width:1445;height:2364" coordorigin="375,703" coordsize="1445,2364" path="m1820,703l1748,705,1660,706,1589,706,1512,706,1433,706,1355,706,1281,706,1247,706,1214,706,1181,707,1115,712,1050,723,986,738,924,758,864,783,806,813,750,847,696,885,646,928,599,976,556,1028,517,1084,483,1144,453,1206,428,1271,408,1338,393,1406,382,1474,377,1541,376,1575,375,3067e" filled="false" stroked="true" strokeweight="1pt" strokecolor="#808285">
                <v:path arrowok="t"/>
              </v:shape>
            </v:group>
            <v:group style="position:absolute;left:378;top:1065;width:1442;height:435" coordorigin="378,1065" coordsize="1442,435">
              <v:shape style="position:absolute;left:378;top:1065;width:1442;height:435" coordorigin="378,1065" coordsize="1442,435" path="m1820,1065l1614,1066,1430,1068,1264,1070,1117,1073,987,1078,873,1083,775,1091,691,1100,619,1112,559,1127,471,1166,418,1221,390,1292,380,1384,379,1439,378,1499e" filled="false" stroked="true" strokeweight="1pt" strokecolor="#808285">
                <v:path arrowok="t"/>
              </v:shape>
            </v:group>
            <v:group style="position:absolute;left:151;top:3067;width:471;height:430" coordorigin="151,3067" coordsize="471,430">
              <v:shape style="position:absolute;left:151;top:3067;width:471;height:430" coordorigin="151,3067" coordsize="471,430" path="m376,3245l151,3497,621,3497,604,3395,588,3313,574,3249,551,3179,510,3123,446,3090,376,3067,376,3245xe" filled="false" stroked="true" strokeweight="1pt" strokecolor="#808285">
                <v:path arrowok="t"/>
              </v:shape>
            </v:group>
            <v:group style="position:absolute;left:1160;top:703;width:2;height:399" coordorigin="1160,703" coordsize="2,399">
              <v:shape style="position:absolute;left:1160;top:703;width:2;height:399" coordorigin="1160,703" coordsize="0,399" path="m1160,703l1160,1102e" filled="false" stroked="true" strokeweight="1pt" strokecolor="#808285">
                <v:path arrowok="t"/>
              </v:shape>
            </v:group>
            <v:group style="position:absolute;left:679;top:900;width:2;height:323" coordorigin="679,900" coordsize="2,323">
              <v:shape style="position:absolute;left:679;top:900;width:2;height:323" coordorigin="679,900" coordsize="0,323" path="m679,900l679,1223e" filled="false" stroked="true" strokeweight="1pt" strokecolor="#808285">
                <v:path arrowok="t"/>
              </v:shape>
            </v:group>
            <v:group style="position:absolute;left:547;top:3529;width:229;height:753" coordorigin="547,3529" coordsize="229,753">
              <v:shape style="position:absolute;left:547;top:3529;width:229;height:753" coordorigin="547,3529" coordsize="229,753" path="m547,4281l547,3599,576,3579,645,3537,679,3529,693,3533,734,3609,746,3691,756,3808,760,3881,764,3965,768,4059,771,4164,776,4281e" filled="false" stroked="true" strokeweight="1pt" strokecolor="#808285">
                <v:path arrowok="t"/>
              </v:shape>
            </v:group>
            <v:group style="position:absolute;left:377;top:3497;width:2;height:785" coordorigin="377,3497" coordsize="2,785">
              <v:shape style="position:absolute;left:377;top:3497;width:2;height:785" coordorigin="377,3497" coordsize="0,785" path="m377,3497l377,4281e" filled="false" stroked="true" strokeweight="1pt" strokecolor="#808285">
                <v:path arrowok="t"/>
              </v:shape>
            </v:group>
            <v:group style="position:absolute;left:679;top:1212;width:2184;height:1529" coordorigin="679,1212" coordsize="2184,1529">
              <v:shape style="position:absolute;left:679;top:1212;width:2184;height:1529" coordorigin="679,1212" coordsize="2184,1529" path="m679,1223l679,2740,679,2737,683,2727,765,2690,843,2673,943,2658,1062,2645,1128,2639,1198,2634,1272,2629,1349,2625,1429,2622,1512,2619,1598,2617,1686,2616,1775,2616,1865,2616,1953,2617,2038,2619,2121,2622,2201,2625,2277,2629,2350,2634,2419,2639,2484,2645,2545,2651,2653,2665,2741,2681,2806,2699,2861,2737,2862,2740,2862,1212e" filled="false" stroked="true" strokeweight=".75pt" strokecolor="#808285">
                <v:path arrowok="t"/>
              </v:shape>
            </v:group>
            <v:group style="position:absolute;left:614;top:2790;width:2316;height:1156" coordorigin="614,2790" coordsize="2316,1156">
              <v:shape style="position:absolute;left:614;top:2790;width:2316;height:1156" coordorigin="614,2790" coordsize="2316,1156" path="m2927,3013l2927,3282,2683,3945,2680,3932,2671,3920,2611,3885,2546,3863,2463,3844,2364,3828,2251,3814,2190,3808,2126,3803,2059,3799,1990,3795,1919,3793,1846,3791,1772,3791,1697,3791,1624,3793,1553,3795,1484,3799,1417,3803,1353,3808,1292,3814,1179,3828,1080,3844,997,3863,932,3885,873,3920,861,3945,861,3946,614,3282,614,3013,614,3028,617,3008,673,2953,743,2919,837,2888,953,2860,1018,2847,1088,2836,1161,2826,1239,2817,1321,2809,1405,2802,1493,2797,1584,2793,1676,2791,1771,2790,1866,2791,1959,2793,2050,2797,2137,2802,2222,2809,2303,2817,2381,2826,2455,2836,2525,2847,2590,2860,2651,2873,2756,2903,2838,2935,2896,2971,2929,3028,2927,3013xe" filled="false" stroked="true" strokeweight="1pt" strokecolor="#808285">
                <v:path arrowok="t"/>
              </v:shape>
              <v:shape style="position:absolute;left:429;top:1464;width:592;height:1361" type="#_x0000_t75" stroked="false">
                <v:imagedata r:id="rId37" o:title=""/>
              </v:shape>
            </v:group>
            <v:group style="position:absolute;left:429;top:1465;width:592;height:1361" coordorigin="429,1465" coordsize="592,1361">
              <v:shape style="position:absolute;left:429;top:1465;width:592;height:1361" coordorigin="429,1465" coordsize="592,1361" path="m873,2696l852,2755,810,2799,754,2823,733,2826,712,2825,559,2804,500,2783,456,2741,432,2685,429,2664,430,2643,577,1594,598,1535,640,1491,696,1467,717,1465,738,1465,891,1486,950,1508,994,1550,1018,1606,1020,1626,1020,1648,873,2696xe" filled="false" stroked="true" strokeweight="1.0pt" strokecolor="#000101">
                <v:path arrowok="t"/>
              </v:shape>
            </v:group>
            <v:group style="position:absolute;left:470;top:1486;width:180;height:1264" coordorigin="470,1486" coordsize="180,1264">
              <v:shape style="position:absolute;left:470;top:1486;width:180;height:1264" coordorigin="470,1486" coordsize="180,1264" path="m649,1486l632,1555,618,1637,607,1705,595,1783,582,1870,568,1964,553,2064,539,2167,525,2267,512,2362,501,2449,492,2527,483,2596,475,2680,470,2741,470,2747,471,2749,473,2747,488,2680,502,2598,513,2530,525,2452,539,2365,552,2271,567,2171,581,2068,595,1968,608,1873,619,1786,629,1708,637,1639,646,1555,650,1494,650,1488,649,1486xe" filled="true" fillcolor="#000101" stroked="false">
                <v:path arrowok="t"/>
                <v:fill type="solid"/>
              </v:shape>
            </v:group>
            <v:group style="position:absolute;left:530;top:1469;width:189;height:1325" coordorigin="530,1469" coordsize="189,1325">
              <v:shape style="position:absolute;left:530;top:1469;width:189;height:1325" coordorigin="530,1469" coordsize="189,1325" path="m717,1469l701,1542,686,1627,674,1698,661,1780,647,1871,633,1970,618,2075,603,2183,588,2288,575,2387,563,2478,553,2560,544,2632,538,2693,532,2759,530,2784,530,2791,531,2793,533,2791,548,2720,563,2635,574,2563,587,2481,601,2390,616,2292,631,2187,646,2078,660,1974,674,1875,685,1784,696,1701,704,1629,711,1569,717,1503,718,1478,718,1471,717,1469xe" filled="true" fillcolor="#000101" stroked="false">
                <v:path arrowok="t"/>
                <v:fill type="solid"/>
              </v:shape>
            </v:group>
            <v:group style="position:absolute;left:595;top:1478;width:189;height:1325" coordorigin="595,1478" coordsize="189,1325">
              <v:shape style="position:absolute;left:595;top:1478;width:189;height:1325" coordorigin="595,1478" coordsize="189,1325" path="m782,1478l765,1551,751,1636,739,1707,726,1789,712,1880,698,1979,683,2084,667,2192,653,2297,640,2396,628,2487,618,2569,609,2641,603,2702,596,2768,595,2793,595,2800,596,2802,598,2800,613,2729,628,2644,639,2572,652,2490,666,2400,681,2301,696,2196,711,2088,725,1983,738,1884,750,1793,760,1710,769,1638,776,1578,782,1512,783,1487,783,1480,782,1478xe" filled="true" fillcolor="#000101" stroked="false">
                <v:path arrowok="t"/>
                <v:fill type="solid"/>
              </v:shape>
            </v:group>
            <v:group style="position:absolute;left:660;top:1487;width:189;height:1325" coordorigin="660,1487" coordsize="189,1325">
              <v:shape style="position:absolute;left:660;top:1487;width:189;height:1325" coordorigin="660,1487" coordsize="189,1325" path="m847,1487l830,1560,815,1645,804,1717,791,1799,777,1889,763,1988,748,2093,732,2201,718,2306,705,2405,693,2496,683,2579,674,2651,667,2711,661,2777,660,2802,660,2809,661,2811,662,2809,678,2738,693,2653,704,2582,717,2500,731,2409,745,2310,760,2205,776,2097,790,1992,803,1893,815,1802,825,1720,834,1648,841,1587,847,1521,848,1496,848,1489,847,1487xe" filled="true" fillcolor="#000101" stroked="false">
                <v:path arrowok="t"/>
                <v:fill type="solid"/>
              </v:shape>
            </v:group>
            <v:group style="position:absolute;left:725;top:1496;width:189;height:1325" coordorigin="725,1496" coordsize="189,1325">
              <v:shape style="position:absolute;left:725;top:1496;width:189;height:1325" coordorigin="725,1496" coordsize="189,1325" path="m912,1496l895,1569,880,1654,869,1726,856,1808,842,1899,827,1997,812,2102,797,2210,783,2315,770,2414,758,2505,748,2588,739,2660,732,2720,726,2786,725,2811,725,2818,726,2820,727,2818,743,2747,757,2662,769,2591,782,2509,796,2418,810,2319,825,2214,841,2106,855,2001,868,1902,880,1811,890,1729,899,1657,905,1596,912,1530,913,1505,913,1498,912,1496xe" filled="true" fillcolor="#000101" stroked="false">
                <v:path arrowok="t"/>
                <v:fill type="solid"/>
              </v:shape>
            </v:group>
            <v:group style="position:absolute;left:794;top:1531;width:180;height:1264" coordorigin="794,1531" coordsize="180,1264">
              <v:shape style="position:absolute;left:794;top:1531;width:180;height:1264" coordorigin="794,1531" coordsize="180,1264" path="m973,1531l957,1601,942,1682,931,1750,919,1829,906,1915,892,2009,877,2109,863,2213,849,2313,837,2407,825,2494,816,2573,808,2641,799,2725,794,2786,795,2793,795,2795,797,2793,812,2725,826,2644,837,2576,850,2498,863,2411,877,2317,891,2217,906,2113,919,2013,932,1919,943,1832,953,1753,961,1685,970,1601,974,1540,974,1534,973,1531xe" filled="true" fillcolor="#000101" stroked="false">
                <v:path arrowok="t"/>
                <v:fill type="solid"/>
              </v:shape>
              <v:shape style="position:absolute;left:2523;top:1464;width:591;height:1361" type="#_x0000_t75" stroked="false">
                <v:imagedata r:id="rId38" o:title=""/>
              </v:shape>
              <v:shape style="position:absolute;left:2513;top:1104;width:895;height:1732" type="#_x0000_t75" stroked="false">
                <v:imagedata r:id="rId39" o:title=""/>
              </v:shape>
            </v:group>
            <v:group style="position:absolute;left:122;top:1114;width:706;height:656" coordorigin="122,1114" coordsize="706,656">
              <v:shape style="position:absolute;left:122;top:1114;width:706;height:656" coordorigin="122,1114" coordsize="706,656" path="m563,1114l563,1211,527,1213,491,1219,424,1241,360,1275,303,1321,251,1376,207,1441,172,1514,145,1594,128,1680,122,1770,236,1770,237,1733,241,1698,253,1630,273,1567,299,1509,332,1457,391,1393,459,1349,536,1327,563,1325,729,1325,828,1268,563,1114xe" filled="true" fillcolor="#ffffff" stroked="false">
                <v:path arrowok="t"/>
                <v:fill type="solid"/>
              </v:shape>
              <v:shape style="position:absolute;left:122;top:1114;width:706;height:656" coordorigin="122,1114" coordsize="706,656" path="m729,1325l563,1325,563,1421,729,1325xe" filled="true" fillcolor="#ffffff" stroked="false">
                <v:path arrowok="t"/>
                <v:fill type="solid"/>
              </v:shape>
            </v:group>
            <v:group style="position:absolute;left:122;top:1114;width:706;height:656" coordorigin="122,1114" coordsize="706,656">
              <v:shape style="position:absolute;left:122;top:1114;width:706;height:656" coordorigin="122,1114" coordsize="706,656" path="m696,1191l563,1114,563,1211,527,1213,457,1228,391,1256,331,1296,276,1347,228,1408,188,1477,157,1553,135,1636,124,1724,122,1770,236,1770,237,1733,241,1698,253,1630,273,1567,299,1509,332,1457,391,1393,459,1349,536,1327,563,1325,563,1421,696,1344,828,1268,696,1191xe" filled="false" stroked="true" strokeweight="1pt" strokecolor="#000000">
                <v:path arrowok="t"/>
              </v:shape>
            </v:group>
            <v:group style="position:absolute;left:3;top:3;width:7042;height:4456" coordorigin="3,3" coordsize="7042,4456">
              <v:shape style="position:absolute;left:3;top:3;width:7042;height:4456" coordorigin="3,3" coordsize="7042,4456" path="m3,4458l7044,4458,7044,3,3,3,3,4458xe" filled="false" stroked="true" strokeweight=".25pt" strokecolor="#000000">
                <v:path arrowok="t"/>
              </v:shape>
              <v:shape style="position:absolute;left:1501;top:77;width:545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spacing w:val="-6"/>
                          <w:sz w:val="22"/>
                        </w:rPr>
                        <w:t>Toe</w:t>
                      </w:r>
                      <w:r>
                        <w:rPr>
                          <w:rFonts w:ascii="Myriad Pro"/>
                          <w:sz w:val="22"/>
                        </w:rPr>
                        <w:t> in</w:t>
                      </w:r>
                    </w:p>
                  </w:txbxContent>
                </v:textbox>
                <w10:wrap type="none"/>
              </v:shape>
              <v:shape style="position:absolute;left:4998;top:77;width:687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spacing w:val="-6"/>
                          <w:sz w:val="22"/>
                        </w:rPr>
                        <w:t>Toe</w:t>
                      </w:r>
                      <w:r>
                        <w:rPr>
                          <w:rFonts w:ascii="Myriad Pro"/>
                          <w:sz w:val="22"/>
                        </w:rPr>
                        <w:t> out</w:t>
                      </w:r>
                    </w:p>
                  </w:txbxContent>
                </v:textbox>
                <w10:wrap type="none"/>
              </v:shape>
              <v:shape style="position:absolute;left:1530;top:1847;width:48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spacing w:val="-2"/>
                          <w:sz w:val="22"/>
                        </w:rPr>
                        <w:t>Front</w:t>
                      </w:r>
                    </w:p>
                  </w:txbxContent>
                </v:textbox>
                <w10:wrap type="none"/>
              </v:shape>
              <v:shape style="position:absolute;left:5098;top:1847;width:486;height:220" type="#_x0000_t202" filled="false" stroked="false">
                <v:textbox inset="0,0,0,0">
                  <w:txbxContent>
                    <w:p>
                      <w:pPr>
                        <w:spacing w:line="22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2"/>
                          <w:szCs w:val="22"/>
                        </w:rPr>
                      </w:pPr>
                      <w:r>
                        <w:rPr>
                          <w:rFonts w:ascii="Myriad Pro"/>
                          <w:spacing w:val="-2"/>
                          <w:sz w:val="22"/>
                        </w:rPr>
                        <w:t>Front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8"/>
          <w:szCs w:val="8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18—</w:t>
      </w:r>
      <w:r>
        <w:rPr>
          <w:rFonts w:ascii="Arial" w:hAnsi="Arial" w:cs="Arial" w:eastAsia="Arial"/>
          <w:spacing w:val="-5"/>
          <w:sz w:val="18"/>
          <w:szCs w:val="18"/>
        </w:rPr>
        <w:t>T</w:t>
      </w:r>
      <w:r>
        <w:rPr>
          <w:rFonts w:ascii="Arial" w:hAnsi="Arial" w:cs="Arial" w:eastAsia="Arial"/>
          <w:spacing w:val="-4"/>
          <w:sz w:val="18"/>
          <w:szCs w:val="18"/>
        </w:rPr>
        <w:t>oe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z w:val="18"/>
          <w:szCs w:val="18"/>
        </w:rPr>
        <w:t> toe</w:t>
      </w:r>
      <w:r>
        <w:rPr>
          <w:rFonts w:ascii="Arial" w:hAnsi="Arial" w:cs="Arial" w:eastAsia="Arial"/>
          <w:spacing w:val="-1"/>
          <w:sz w:val="18"/>
          <w:szCs w:val="18"/>
        </w:rPr>
        <w:t> out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96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81.75pt;height:242.25pt;mso-position-horizontal-relative:char;mso-position-vertical-relative:line" coordorigin="0,0" coordsize="3635,4845">
            <v:shape style="position:absolute;left:3;top:3;width:3630;height:4840" type="#_x0000_t75" stroked="false">
              <v:imagedata r:id="rId40" o:title=""/>
            </v:shape>
            <v:group style="position:absolute;left:3;top:3;width:3630;height:4840" coordorigin="3,3" coordsize="3630,4840">
              <v:shape style="position:absolute;left:3;top:3;width:3630;height:4840" coordorigin="3,3" coordsize="3630,4840" path="m3,4842l3633,4842,3633,3,3,3,3,4842xe" filled="false" stroked="true" strokeweight=".2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22"/>
        <w:ind w:left="405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19—</w:t>
      </w:r>
      <w:r>
        <w:rPr>
          <w:rFonts w:ascii="Arial" w:hAnsi="Arial" w:cs="Arial" w:eastAsia="Arial"/>
          <w:spacing w:val="-2"/>
          <w:sz w:val="18"/>
          <w:szCs w:val="18"/>
        </w:rPr>
        <w:t>Tire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wear</w:t>
      </w:r>
      <w:r>
        <w:rPr>
          <w:rFonts w:ascii="Arial" w:hAnsi="Arial" w:cs="Arial" w:eastAsia="Arial"/>
          <w:sz w:val="18"/>
          <w:szCs w:val="18"/>
        </w:rPr>
        <w:t> from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toe-in</w:t>
      </w:r>
      <w:r>
        <w:rPr>
          <w:rFonts w:ascii="Arial" w:hAnsi="Arial" w:cs="Arial" w:eastAsia="Arial"/>
          <w:spacing w:val="-1"/>
          <w:sz w:val="18"/>
          <w:szCs w:val="18"/>
        </w:rPr>
        <w:t> or </w:t>
      </w:r>
      <w:r>
        <w:rPr>
          <w:rFonts w:ascii="Arial" w:hAnsi="Arial" w:cs="Arial" w:eastAsia="Arial"/>
          <w:sz w:val="18"/>
          <w:szCs w:val="18"/>
        </w:rPr>
        <w:t>toe-out</w:t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737.929016pt;margin-top:49.5pt;width:22.6pt;height:540pt;mso-position-horizontal-relative:page;mso-position-vertical-relative:page;z-index:1696" coordorigin="14759,990" coordsize="452,10800">
            <v:shape style="position:absolute;left:14759;top:990;width:452;height:10800" coordorigin="14759,990" coordsize="452,10800" path="m14759,990l14759,11790,15210,11790,15210,990,14759,990xe" filled="true" fillcolor="#7d83b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741.759644pt;margin-top:486.744904pt;width:13pt;height:94.8pt;mso-position-horizontal-relative:page;mso-position-vertical-relative:page;z-index:1744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Tire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Identification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152475pt;margin-top:572.326172pt;width:14pt;height:8.7pt;mso-position-horizontal-relative:page;mso-position-vertical-relative:page;z-index:1768" type="#_x0000_t202" filled="false" stroked="false">
            <v:textbox inset="0,0,0,0" style="layout-flow:vertical">
              <w:txbxContent>
                <w:p>
                  <w:pPr>
                    <w:spacing w:line="26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9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.344662pt;margin-top:70.999901pt;width:13pt;height:135.3pt;mso-position-horizontal-relative:page;mso-position-vertical-relative:page;z-index:1792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line="245" w:lineRule="exact" w:before="0"/>
                    <w:ind w:left="20" w:right="0"/>
                    <w:jc w:val="left"/>
                  </w:pPr>
                  <w:r>
                    <w:rPr>
                      <w:color w:val="414042"/>
                      <w:spacing w:val="-5"/>
                    </w:rPr>
                    <w:t>Youth</w:t>
                  </w:r>
                  <w:r>
                    <w:rPr>
                      <w:color w:val="414042"/>
                    </w:rPr>
                    <w:t> Explore </w:t>
                  </w:r>
                  <w:r>
                    <w:rPr>
                      <w:color w:val="414042"/>
                      <w:spacing w:val="-4"/>
                    </w:rPr>
                    <w:t>Trades</w:t>
                  </w:r>
                  <w:r>
                    <w:rPr>
                      <w:color w:val="414042"/>
                    </w:rPr>
                    <w:t> </w:t>
                  </w:r>
                  <w:r>
                    <w:rPr>
                      <w:color w:val="414042"/>
                      <w:spacing w:val="-1"/>
                    </w:rPr>
                    <w:t>Skills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3"/>
        <w:ind w:left="4339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shape style="position:absolute;margin-left:741.759644pt;margin-top:13.509436pt;width:13pt;height:165.7pt;mso-position-horizontal-relative:page;mso-position-vertical-relative:paragraph;z-index:1720" type="#_x0000_t202" filled="false" stroked="false">
            <v:textbox inset="0,0,0,0" style="layout-flow:vertical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b/>
          <w:color w:val="4F61AB"/>
          <w:spacing w:val="-2"/>
          <w:sz w:val="32"/>
        </w:rPr>
        <w:t>Tire</w:t>
      </w:r>
      <w:r>
        <w:rPr>
          <w:rFonts w:ascii="Arial"/>
          <w:b/>
          <w:color w:val="4F61AB"/>
          <w:sz w:val="32"/>
        </w:rPr>
        <w:t> Identification </w:t>
      </w:r>
      <w:r>
        <w:rPr>
          <w:rFonts w:ascii="Arial"/>
          <w:b/>
          <w:color w:val="4F61AB"/>
          <w:spacing w:val="-1"/>
          <w:sz w:val="32"/>
        </w:rPr>
        <w:t>Worksheet</w:t>
      </w:r>
      <w:r>
        <w:rPr>
          <w:rFonts w:ascii="Arial"/>
          <w:sz w:val="32"/>
        </w:rPr>
      </w:r>
    </w:p>
    <w:p>
      <w:pPr>
        <w:pStyle w:val="BodyText"/>
        <w:spacing w:line="240" w:lineRule="auto" w:before="206"/>
        <w:ind w:left="140" w:right="0"/>
        <w:jc w:val="left"/>
      </w:pPr>
      <w:r>
        <w:rPr>
          <w:color w:val="4D4D4F"/>
          <w:spacing w:val="-1"/>
        </w:rPr>
        <w:t>Example</w:t>
      </w:r>
      <w:r>
        <w:rPr>
          <w:color w:val="4D4D4F"/>
        </w:rPr>
        <w:t> </w:t>
      </w:r>
      <w:r>
        <w:rPr>
          <w:color w:val="4D4D4F"/>
          <w:spacing w:val="-1"/>
        </w:rPr>
        <w:t>below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1"/>
        </w:rPr>
        <w:t>Goodyear</w:t>
      </w:r>
      <w:r>
        <w:rPr>
          <w:color w:val="4D4D4F"/>
        </w:rPr>
        <w:t> </w:t>
      </w:r>
      <w:r>
        <w:rPr>
          <w:color w:val="4D4D4F"/>
          <w:spacing w:val="-2"/>
        </w:rPr>
        <w:t>M&amp;S</w:t>
      </w:r>
      <w:r>
        <w:rPr>
          <w:color w:val="4D4D4F"/>
        </w:rPr>
        <w:t> </w:t>
      </w:r>
      <w:r>
        <w:rPr>
          <w:color w:val="4D4D4F"/>
          <w:spacing w:val="-3"/>
        </w:rPr>
        <w:t>(mud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3"/>
        </w:rPr>
        <w:t>snow)</w:t>
      </w:r>
      <w:r>
        <w:rPr>
          <w:color w:val="4D4D4F"/>
        </w:rPr>
        <w:t> </w:t>
      </w:r>
      <w:r>
        <w:rPr>
          <w:color w:val="4D4D4F"/>
          <w:spacing w:val="-2"/>
        </w:rPr>
        <w:t>235/60R15</w:t>
      </w:r>
      <w:r>
        <w:rPr>
          <w:color w:val="4D4D4F"/>
        </w:rPr>
        <w:t> </w:t>
      </w:r>
      <w:r>
        <w:rPr>
          <w:color w:val="4D4D4F"/>
          <w:spacing w:val="-1"/>
        </w:rPr>
        <w:t>radial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8 </w:t>
      </w:r>
      <w:r>
        <w:rPr>
          <w:color w:val="4D4D4F"/>
          <w:spacing w:val="-1"/>
        </w:rPr>
        <w:t>mm</w:t>
      </w:r>
      <w:r>
        <w:rPr>
          <w:color w:val="4D4D4F"/>
        </w:rPr>
        <w:t> </w:t>
      </w:r>
      <w:r>
        <w:rPr>
          <w:color w:val="4D4D4F"/>
          <w:spacing w:val="-1"/>
        </w:rPr>
        <w:t>tread</w:t>
      </w:r>
      <w:r>
        <w:rPr>
          <w:color w:val="4D4D4F"/>
        </w:rPr>
        <w:t> </w:t>
      </w:r>
      <w:r>
        <w:rPr>
          <w:color w:val="4D4D4F"/>
          <w:spacing w:val="-2"/>
        </w:rPr>
        <w:t>wear</w:t>
      </w:r>
      <w:r>
        <w:rPr>
          <w:color w:val="4D4D4F"/>
        </w:rPr>
        <w:t> </w:t>
      </w:r>
      <w:r>
        <w:rPr>
          <w:color w:val="4D4D4F"/>
          <w:spacing w:val="-2"/>
        </w:rPr>
        <w:t>remaining.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1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5"/>
        <w:gridCol w:w="1595"/>
        <w:gridCol w:w="1595"/>
        <w:gridCol w:w="1595"/>
        <w:gridCol w:w="1595"/>
        <w:gridCol w:w="1595"/>
        <w:gridCol w:w="1595"/>
        <w:gridCol w:w="1595"/>
      </w:tblGrid>
      <w:tr>
        <w:trPr>
          <w:trHeight w:val="655" w:hRule="exact"/>
        </w:trPr>
        <w:tc>
          <w:tcPr>
            <w:tcW w:w="159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right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Tire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#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71" w:lineRule="auto" w:before="28"/>
              <w:ind w:left="200" w:right="198" w:firstLine="4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Tire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Manufacturer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Type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Width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2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Aspect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ratio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3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Diameter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71" w:lineRule="auto" w:before="28"/>
              <w:ind w:left="401" w:right="353" w:hanging="4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Maximum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pressure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28"/>
              <w:ind w:left="2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Tread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depth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92" w:hRule="exact"/>
        </w:trPr>
        <w:tc>
          <w:tcPr>
            <w:tcW w:w="15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65"/>
              <w:ind w:left="2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D4D4F"/>
                <w:spacing w:val="-11"/>
                <w:sz w:val="22"/>
              </w:rPr>
              <w:t>1.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left="35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Goodyear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M&amp;S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left="42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235 mm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left="5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60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6"/>
                <w:sz w:val="20"/>
              </w:rPr>
              <w:t>(%)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left="3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15</w:t>
            </w:r>
            <w:r>
              <w:rPr>
                <w:rFonts w:ascii="Arial"/>
                <w:color w:val="4D4D4F"/>
                <w:sz w:val="20"/>
              </w:rPr>
              <w:t> inches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6"/>
              <w:ind w:left="52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3</w:t>
            </w:r>
            <w:r>
              <w:rPr>
                <w:rFonts w:ascii="Arial"/>
                <w:color w:val="4D4D4F"/>
                <w:sz w:val="20"/>
              </w:rPr>
              <w:t>5 psi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64"/>
              <w:ind w:left="2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8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mm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(</w:t>
            </w:r>
            <w:r>
              <w:rPr>
                <w:rFonts w:ascii="Arial" w:hAnsi="Arial" w:cs="Arial" w:eastAsia="Arial"/>
                <w:spacing w:val="-1"/>
                <w:position w:val="6"/>
                <w:sz w:val="13"/>
                <w:szCs w:val="13"/>
              </w:rPr>
              <w:t>5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⁄</w:t>
            </w:r>
            <w:r>
              <w:rPr>
                <w:rFonts w:ascii="Arial" w:hAnsi="Arial" w:cs="Arial" w:eastAsia="Arial"/>
                <w:spacing w:val="-1"/>
                <w:sz w:val="13"/>
                <w:szCs w:val="13"/>
              </w:rPr>
              <w:t>16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")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592" w:hRule="exact"/>
        </w:trPr>
        <w:tc>
          <w:tcPr>
            <w:tcW w:w="15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9"/>
              <w:ind w:left="2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D4D4F"/>
                <w:spacing w:val="-1"/>
                <w:sz w:val="22"/>
              </w:rPr>
              <w:t>2.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92" w:hRule="exact"/>
        </w:trPr>
        <w:tc>
          <w:tcPr>
            <w:tcW w:w="15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9"/>
              <w:ind w:left="2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D4D4F"/>
                <w:spacing w:val="-1"/>
                <w:sz w:val="22"/>
              </w:rPr>
              <w:t>3.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92" w:hRule="exact"/>
        </w:trPr>
        <w:tc>
          <w:tcPr>
            <w:tcW w:w="159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9"/>
              <w:ind w:left="2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D4D4F"/>
                <w:spacing w:val="-3"/>
                <w:sz w:val="22"/>
              </w:rPr>
              <w:t>4.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92" w:hRule="exact"/>
        </w:trPr>
        <w:tc>
          <w:tcPr>
            <w:tcW w:w="159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9"/>
              <w:ind w:left="22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D4D4F"/>
                <w:spacing w:val="-1"/>
                <w:sz w:val="22"/>
              </w:rPr>
              <w:t>5.</w:t>
            </w:r>
            <w:r>
              <w:rPr>
                <w:rFonts w:ascii="Arial"/>
                <w:sz w:val="22"/>
              </w:rPr>
            </w:r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240" w:lineRule="auto" w:before="72"/>
        <w:ind w:left="139" w:right="0"/>
        <w:jc w:val="left"/>
      </w:pP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space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document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observations</w:t>
      </w:r>
      <w:r>
        <w:rPr>
          <w:color w:val="4D4D4F"/>
        </w:rPr>
        <w:t> </w:t>
      </w:r>
      <w:r>
        <w:rPr>
          <w:color w:val="4D4D4F"/>
          <w:spacing w:val="-1"/>
        </w:rPr>
        <w:t>made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2"/>
        </w:rPr>
        <w:t>tire.</w:t>
      </w:r>
      <w:r>
        <w:rPr/>
      </w:r>
    </w:p>
    <w:p>
      <w:pPr>
        <w:spacing w:after="0" w:line="240" w:lineRule="auto"/>
        <w:jc w:val="left"/>
        <w:sectPr>
          <w:headerReference w:type="default" r:id="rId41"/>
          <w:footerReference w:type="default" r:id="rId42"/>
          <w:pgSz w:w="15840" w:h="12240" w:orient="landscape"/>
          <w:pgMar w:header="0" w:footer="0" w:top="0" w:bottom="280" w:left="1300" w:right="5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headerReference w:type="even" r:id="rId43"/>
      <w:footerReference w:type="even" r:id="rId44"/>
      <w:pgSz w:w="12240" w:h="15840"/>
      <w:pgMar w:header="630" w:footer="643" w:top="1080" w:bottom="840" w:left="340" w:right="88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80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80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901pt;margin-top:749.655334pt;width:135.3pt;height:13pt;mso-position-horizontal-relative:page;mso-position-vertical-relative:page;z-index:-180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78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77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2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8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1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8pt;height:13pt;mso-position-horizontal-relative:page;mso-position-vertical-relative:page;z-index:-181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80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7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6.744904pt;margin-top:37.240337pt;width:94.8pt;height:13pt;mso-position-horizontal-relative:page;mso-position-vertical-relative:page;z-index:-17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9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8pt;height:13pt;mso-position-horizontal-relative:page;mso-position-vertical-relative:page;z-index:-179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7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8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4.8pt;height:13pt;mso-position-horizontal-relative:page;mso-position-vertical-relative:page;z-index:-178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Identification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7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yperlink" Target="http://www.tc.gc.ca/eng/motorvehiclesafety/safevehicles-safetyfeatures-wintertires-index-468.htm" TargetMode="External"/><Relationship Id="rId12" Type="http://schemas.openxmlformats.org/officeDocument/2006/relationships/hyperlink" Target="http://ca.coopertire.com/Tire-Safety/Tire-Safety-TIps/Proper-Tire-Inflation.aspx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image" Target="media/image2.jpeg"/><Relationship Id="rId16" Type="http://schemas.openxmlformats.org/officeDocument/2006/relationships/image" Target="media/image3.jpeg"/><Relationship Id="rId17" Type="http://schemas.openxmlformats.org/officeDocument/2006/relationships/image" Target="media/image4.png"/><Relationship Id="rId18" Type="http://schemas.openxmlformats.org/officeDocument/2006/relationships/image" Target="media/image5.jpeg"/><Relationship Id="rId19" Type="http://schemas.openxmlformats.org/officeDocument/2006/relationships/image" Target="media/image6.jpeg"/><Relationship Id="rId20" Type="http://schemas.openxmlformats.org/officeDocument/2006/relationships/image" Target="media/image7.jpeg"/><Relationship Id="rId21" Type="http://schemas.openxmlformats.org/officeDocument/2006/relationships/image" Target="media/image8.jpeg"/><Relationship Id="rId22" Type="http://schemas.openxmlformats.org/officeDocument/2006/relationships/image" Target="media/image9.jpeg"/><Relationship Id="rId23" Type="http://schemas.openxmlformats.org/officeDocument/2006/relationships/image" Target="media/image10.jpeg"/><Relationship Id="rId24" Type="http://schemas.openxmlformats.org/officeDocument/2006/relationships/image" Target="media/image11.jpeg"/><Relationship Id="rId25" Type="http://schemas.openxmlformats.org/officeDocument/2006/relationships/image" Target="media/image12.jpeg"/><Relationship Id="rId26" Type="http://schemas.openxmlformats.org/officeDocument/2006/relationships/image" Target="media/image13.jpeg"/><Relationship Id="rId27" Type="http://schemas.openxmlformats.org/officeDocument/2006/relationships/image" Target="media/image14.jpeg"/><Relationship Id="rId28" Type="http://schemas.openxmlformats.org/officeDocument/2006/relationships/image" Target="media/image15.jpeg"/><Relationship Id="rId29" Type="http://schemas.openxmlformats.org/officeDocument/2006/relationships/image" Target="media/image16.jpeg"/><Relationship Id="rId30" Type="http://schemas.openxmlformats.org/officeDocument/2006/relationships/image" Target="media/image17.png"/><Relationship Id="rId31" Type="http://schemas.openxmlformats.org/officeDocument/2006/relationships/image" Target="media/image18.png"/><Relationship Id="rId32" Type="http://schemas.openxmlformats.org/officeDocument/2006/relationships/image" Target="media/image19.png"/><Relationship Id="rId33" Type="http://schemas.openxmlformats.org/officeDocument/2006/relationships/image" Target="media/image20.png"/><Relationship Id="rId34" Type="http://schemas.openxmlformats.org/officeDocument/2006/relationships/image" Target="media/image21.jpeg"/><Relationship Id="rId35" Type="http://schemas.openxmlformats.org/officeDocument/2006/relationships/image" Target="media/image22.png"/><Relationship Id="rId36" Type="http://schemas.openxmlformats.org/officeDocument/2006/relationships/image" Target="media/image23.png"/><Relationship Id="rId37" Type="http://schemas.openxmlformats.org/officeDocument/2006/relationships/image" Target="media/image24.png"/><Relationship Id="rId38" Type="http://schemas.openxmlformats.org/officeDocument/2006/relationships/image" Target="media/image25.png"/><Relationship Id="rId39" Type="http://schemas.openxmlformats.org/officeDocument/2006/relationships/image" Target="media/image26.png"/><Relationship Id="rId40" Type="http://schemas.openxmlformats.org/officeDocument/2006/relationships/image" Target="media/image27.jpeg"/><Relationship Id="rId41" Type="http://schemas.openxmlformats.org/officeDocument/2006/relationships/header" Target="header5.xml"/><Relationship Id="rId42" Type="http://schemas.openxmlformats.org/officeDocument/2006/relationships/footer" Target="footer3.xml"/><Relationship Id="rId43" Type="http://schemas.openxmlformats.org/officeDocument/2006/relationships/header" Target="header6.xml"/><Relationship Id="rId44" Type="http://schemas.openxmlformats.org/officeDocument/2006/relationships/footer" Target="footer4.xml"/><Relationship Id="rId4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2017-12-05T12:38:48Z</dcterms:created>
  <dcterms:modified xsi:type="dcterms:W3CDTF">2017-12-05T12:38:48Z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